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5.xml" ContentType="application/vnd.openxmlformats-officedocument.wordprocessingml.header+xml"/>
  <Override PartName="/word/footer9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Scale</w:t>
      </w:r>
      <w:r>
        <w:rPr>
          <w:rFonts w:ascii="Arial"/>
          <w:b/>
          <w:color w:val="4F61AB"/>
          <w:spacing w:val="-15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and</w:t>
      </w:r>
      <w:r>
        <w:rPr>
          <w:rFonts w:ascii="Arial"/>
          <w:b/>
          <w:color w:val="4F61AB"/>
          <w:spacing w:val="-13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Dimensioning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48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2"/>
        </w:rPr>
        <w:t>activity,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first</w:t>
      </w:r>
      <w:r>
        <w:rPr>
          <w:color w:val="4C4D4F"/>
        </w:rPr>
        <w:t> select </w:t>
      </w:r>
      <w:r>
        <w:rPr>
          <w:color w:val="4C4D4F"/>
          <w:spacing w:val="-1"/>
        </w:rPr>
        <w:t>an</w:t>
      </w:r>
      <w:r>
        <w:rPr>
          <w:color w:val="4C4D4F"/>
        </w:rPr>
        <w:t> object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larger</w:t>
      </w:r>
      <w:r>
        <w:rPr>
          <w:color w:val="4C4D4F"/>
        </w:rPr>
        <w:t> </w:t>
      </w:r>
      <w:r>
        <w:rPr>
          <w:color w:val="4C4D4F"/>
          <w:spacing w:val="-1"/>
        </w:rPr>
        <w:t>than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page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scale </w:t>
      </w:r>
      <w:r>
        <w:rPr>
          <w:color w:val="4C4D4F"/>
          <w:spacing w:val="-1"/>
        </w:rPr>
        <w:t>it</w:t>
      </w:r>
      <w:r>
        <w:rPr/>
      </w:r>
    </w:p>
    <w:p>
      <w:pPr>
        <w:pStyle w:val="BodyText"/>
        <w:spacing w:line="284" w:lineRule="auto" w:before="47"/>
        <w:ind w:left="560" w:right="1163"/>
        <w:jc w:val="left"/>
      </w:pPr>
      <w:r>
        <w:rPr>
          <w:color w:val="4C4D4F"/>
          <w:spacing w:val="-1"/>
        </w:rPr>
        <w:t>to</w:t>
      </w:r>
      <w:r>
        <w:rPr>
          <w:color w:val="4C4D4F"/>
        </w:rPr>
        <w:t> fit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area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explain</w:t>
      </w:r>
      <w:r>
        <w:rPr>
          <w:color w:val="4C4D4F"/>
        </w:rPr>
        <w:t> </w:t>
      </w:r>
      <w:r>
        <w:rPr>
          <w:color w:val="4C4D4F"/>
          <w:spacing w:val="-1"/>
        </w:rPr>
        <w:t>metric</w:t>
      </w:r>
      <w:r>
        <w:rPr>
          <w:color w:val="4C4D4F"/>
        </w:rPr>
        <w:t> </w:t>
      </w:r>
      <w:r>
        <w:rPr>
          <w:color w:val="4C4D4F"/>
          <w:spacing w:val="-1"/>
        </w:rPr>
        <w:t>scale.</w:t>
      </w:r>
      <w:r>
        <w:rPr>
          <w:color w:val="4C4D4F"/>
        </w:rPr>
        <w:t> </w:t>
      </w:r>
      <w:r>
        <w:rPr>
          <w:color w:val="4C4D4F"/>
          <w:spacing w:val="-1"/>
        </w:rPr>
        <w:t>Second,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then</w:t>
      </w:r>
      <w:r>
        <w:rPr>
          <w:color w:val="4C4D4F"/>
        </w:rPr>
        <w:t> </w:t>
      </w:r>
      <w:r>
        <w:rPr>
          <w:color w:val="4C4D4F"/>
          <w:spacing w:val="-1"/>
        </w:rPr>
        <w:t>dimension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9"/>
        </w:rPr>
        <w:t> </w:t>
      </w:r>
      <w:r>
        <w:rPr>
          <w:color w:val="4C4D4F"/>
        </w:rPr>
        <w:t>scaled </w:t>
      </w:r>
      <w:r>
        <w:rPr>
          <w:color w:val="4C4D4F"/>
          <w:spacing w:val="-1"/>
        </w:rPr>
        <w:t>object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standard</w:t>
      </w:r>
      <w:r>
        <w:rPr>
          <w:color w:val="4C4D4F"/>
        </w:rPr>
        <w:t> </w:t>
      </w:r>
      <w:r>
        <w:rPr>
          <w:color w:val="4C4D4F"/>
          <w:spacing w:val="-2"/>
        </w:rPr>
        <w:t>conventions.</w:t>
      </w:r>
      <w:r>
        <w:rPr>
          <w:color w:val="4C4D4F"/>
        </w:rPr>
        <w:t> </w:t>
      </w: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paper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a </w:t>
      </w:r>
      <w:r>
        <w:rPr>
          <w:color w:val="4C4D4F"/>
          <w:spacing w:val="-1"/>
        </w:rPr>
        <w:t>title</w:t>
      </w:r>
      <w:r>
        <w:rPr>
          <w:color w:val="4C4D4F"/>
        </w:rPr>
        <w:t> block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complete</w:t>
      </w:r>
      <w:r>
        <w:rPr>
          <w:color w:val="4C4D4F"/>
          <w:spacing w:val="73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2"/>
        </w:rPr>
        <w:t>activity.</w:t>
      </w:r>
      <w:r>
        <w:rPr>
          <w:color w:val="4C4D4F"/>
        </w:rPr>
        <w:t> </w:t>
      </w: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also</w:t>
      </w:r>
      <w:r>
        <w:rPr>
          <w:color w:val="4C4D4F"/>
        </w:rPr>
        <w:t> </w:t>
      </w:r>
      <w:r>
        <w:rPr>
          <w:color w:val="4C4D4F"/>
          <w:spacing w:val="-1"/>
        </w:rPr>
        <w:t>continue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improve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skills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lettering</w:t>
      </w:r>
      <w:r>
        <w:rPr>
          <w:color w:val="4C4D4F"/>
        </w:rPr>
        <w:t> </w:t>
      </w:r>
      <w:r>
        <w:rPr>
          <w:color w:val="4C4D4F"/>
          <w:spacing w:val="-1"/>
        </w:rPr>
        <w:t>techniques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73"/>
        </w:rPr>
        <w:t> </w:t>
      </w:r>
      <w:r>
        <w:rPr>
          <w:color w:val="4C4D4F"/>
          <w:spacing w:val="-2"/>
        </w:rPr>
        <w:t>lineweights.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student</w:t>
      </w:r>
      <w:r>
        <w:rPr>
          <w:rFonts w:ascii="Arial"/>
          <w:color w:val="4C4D4F"/>
          <w:spacing w:val="-1"/>
        </w:rPr>
        <w:t> 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able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to: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Complete</w:t>
      </w:r>
      <w:r>
        <w:rPr>
          <w:color w:val="4C4D4F"/>
        </w:rPr>
        <w:t> a </w:t>
      </w:r>
      <w:r>
        <w:rPr>
          <w:color w:val="4C4D4F"/>
          <w:spacing w:val="-1"/>
        </w:rPr>
        <w:t>board</w:t>
      </w:r>
      <w:r>
        <w:rPr>
          <w:color w:val="4C4D4F"/>
        </w:rPr>
        <w:t> </w:t>
      </w:r>
      <w:r>
        <w:rPr>
          <w:color w:val="4C4D4F"/>
          <w:spacing w:val="-1"/>
        </w:rPr>
        <w:t>set-up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Identify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appropriately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drafting </w:t>
      </w:r>
      <w:r>
        <w:rPr>
          <w:color w:val="4C4D4F"/>
          <w:spacing w:val="-1"/>
        </w:rPr>
        <w:t>tools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100" w:right="1817" w:hanging="270"/>
        <w:jc w:val="left"/>
      </w:pPr>
      <w:r>
        <w:rPr>
          <w:color w:val="4C4D4F"/>
          <w:spacing w:val="-1"/>
        </w:rPr>
        <w:t>Differentiate</w:t>
      </w:r>
      <w:r>
        <w:rPr>
          <w:color w:val="4C4D4F"/>
        </w:rPr>
        <w:t> </w:t>
      </w:r>
      <w:r>
        <w:rPr>
          <w:color w:val="4C4D4F"/>
          <w:spacing w:val="-2"/>
        </w:rPr>
        <w:t>lineweights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varying </w:t>
      </w:r>
      <w:r>
        <w:rPr>
          <w:color w:val="4C4D4F"/>
          <w:spacing w:val="-1"/>
        </w:rPr>
        <w:t>pencil</w:t>
      </w:r>
      <w:r>
        <w:rPr>
          <w:color w:val="4C4D4F"/>
        </w:rPr>
        <w:t> </w:t>
      </w:r>
      <w:r>
        <w:rPr>
          <w:color w:val="4C4D4F"/>
          <w:spacing w:val="-1"/>
        </w:rPr>
        <w:t>pressure</w:t>
      </w:r>
      <w:r>
        <w:rPr>
          <w:color w:val="4C4D4F"/>
        </w:rPr>
        <w:t> </w:t>
      </w:r>
      <w:r>
        <w:rPr>
          <w:color w:val="4C4D4F"/>
          <w:spacing w:val="-1"/>
        </w:rPr>
        <w:t>while</w:t>
      </w:r>
      <w:r>
        <w:rPr>
          <w:color w:val="4C4D4F"/>
        </w:rPr>
        <w:t> </w:t>
      </w:r>
      <w:r>
        <w:rPr>
          <w:color w:val="4C4D4F"/>
          <w:spacing w:val="-1"/>
        </w:rPr>
        <w:t>creating</w:t>
      </w:r>
      <w:r>
        <w:rPr>
          <w:color w:val="4C4D4F"/>
        </w:rPr>
        <w:t> scale </w:t>
      </w:r>
      <w:r>
        <w:rPr>
          <w:color w:val="4C4D4F"/>
          <w:spacing w:val="-1"/>
        </w:rPr>
        <w:t>drawings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objects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91" w:after="0"/>
        <w:ind w:left="1100" w:right="0" w:hanging="270"/>
        <w:jc w:val="left"/>
      </w:pPr>
      <w:r>
        <w:rPr>
          <w:color w:val="4C4D4F"/>
          <w:spacing w:val="-1"/>
        </w:rPr>
        <w:t>Determine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</w:rPr>
        <w:t> scale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ensure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object </w:t>
      </w:r>
      <w:r>
        <w:rPr>
          <w:color w:val="4C4D4F"/>
          <w:spacing w:val="-1"/>
        </w:rPr>
        <w:t>is</w:t>
      </w:r>
      <w:r>
        <w:rPr>
          <w:color w:val="4C4D4F"/>
        </w:rPr>
        <w:t> proportionally </w:t>
      </w:r>
      <w:r>
        <w:rPr>
          <w:color w:val="4C4D4F"/>
          <w:spacing w:val="-1"/>
        </w:rPr>
        <w:t>drawn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Incorporate</w:t>
      </w:r>
      <w:r>
        <w:rPr>
          <w:color w:val="4C4D4F"/>
        </w:rPr>
        <w:t> </w:t>
      </w:r>
      <w:r>
        <w:rPr>
          <w:color w:val="4C4D4F"/>
          <w:spacing w:val="-1"/>
        </w:rPr>
        <w:t>dimensioning</w:t>
      </w:r>
      <w:r>
        <w:rPr>
          <w:color w:val="4C4D4F"/>
        </w:rPr>
        <w:t> </w:t>
      </w:r>
      <w:r>
        <w:rPr>
          <w:color w:val="4C4D4F"/>
          <w:spacing w:val="-1"/>
        </w:rPr>
        <w:t>standards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Refine</w:t>
      </w:r>
      <w:r>
        <w:rPr>
          <w:color w:val="4C4D4F"/>
        </w:rPr>
        <w:t> </w:t>
      </w:r>
      <w:r>
        <w:rPr>
          <w:color w:val="4C4D4F"/>
          <w:spacing w:val="-1"/>
        </w:rPr>
        <w:t>lettering</w:t>
      </w:r>
      <w:r>
        <w:rPr>
          <w:color w:val="4C4D4F"/>
        </w:rPr>
        <w:t> </w:t>
      </w:r>
      <w:r>
        <w:rPr>
          <w:color w:val="4C4D4F"/>
          <w:spacing w:val="-1"/>
        </w:rPr>
        <w:t>techniques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4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student will: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</w:rPr>
        <w:t> a </w:t>
      </w:r>
      <w:r>
        <w:rPr>
          <w:color w:val="4C4D4F"/>
          <w:spacing w:val="-1"/>
        </w:rPr>
        <w:t>basic</w:t>
      </w:r>
      <w:r>
        <w:rPr>
          <w:color w:val="4C4D4F"/>
        </w:rPr>
        <w:t> </w:t>
      </w:r>
      <w:r>
        <w:rPr>
          <w:color w:val="4C4D4F"/>
          <w:spacing w:val="-1"/>
        </w:rPr>
        <w:t>knowledge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drafting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equipment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Understand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basics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drafting </w:t>
      </w:r>
      <w:r>
        <w:rPr>
          <w:color w:val="4C4D4F"/>
          <w:spacing w:val="-1"/>
        </w:rPr>
        <w:t>equipment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previously</w:t>
      </w:r>
      <w:r>
        <w:rPr>
          <w:color w:val="4C4D4F"/>
        </w:rPr>
        <w:t> </w:t>
      </w:r>
      <w:r>
        <w:rPr>
          <w:color w:val="4C4D4F"/>
          <w:spacing w:val="-1"/>
        </w:rPr>
        <w:t>drawn</w:t>
      </w:r>
      <w:r>
        <w:rPr>
          <w:color w:val="4C4D4F"/>
        </w:rPr>
        <w:t> a </w:t>
      </w:r>
      <w:r>
        <w:rPr>
          <w:color w:val="4C4D4F"/>
          <w:spacing w:val="-1"/>
        </w:rPr>
        <w:t>title</w:t>
      </w:r>
      <w:r>
        <w:rPr>
          <w:color w:val="4C4D4F"/>
        </w:rPr>
        <w:t> block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completing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activity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4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560" w:right="1163"/>
        <w:jc w:val="left"/>
      </w:pPr>
      <w:r>
        <w:rPr>
          <w:rFonts w:ascii="Arial"/>
          <w:b/>
          <w:color w:val="4C4D4F"/>
          <w:spacing w:val="-1"/>
        </w:rPr>
        <w:t>Aligned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dimensions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numerical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dimension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values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aligned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direction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85"/>
        </w:rPr>
        <w:t> </w:t>
      </w:r>
      <w:r>
        <w:rPr>
          <w:color w:val="4C4D4F"/>
          <w:spacing w:val="-2"/>
        </w:rPr>
        <w:t>dimension</w:t>
      </w:r>
      <w:r>
        <w:rPr>
          <w:color w:val="4C4D4F"/>
          <w:spacing w:val="-3"/>
        </w:rPr>
        <w:t> line.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therefore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turned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correctly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read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dimensions.</w:t>
      </w:r>
      <w:r>
        <w:rPr/>
      </w:r>
    </w:p>
    <w:p>
      <w:pPr>
        <w:pStyle w:val="BodyText"/>
        <w:spacing w:line="240" w:lineRule="auto" w:before="144"/>
        <w:ind w:left="560" w:right="0"/>
        <w:jc w:val="left"/>
      </w:pPr>
      <w:r>
        <w:rPr>
          <w:rFonts w:ascii="Arial"/>
          <w:b/>
          <w:color w:val="4C4D4F"/>
          <w:spacing w:val="-1"/>
        </w:rPr>
        <w:t>Border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lines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thick,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dark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create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solid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border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around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blank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page.</w:t>
      </w:r>
      <w:r>
        <w:rPr/>
      </w:r>
    </w:p>
    <w:p>
      <w:pPr>
        <w:pStyle w:val="BodyText"/>
        <w:spacing w:line="265" w:lineRule="auto" w:before="171"/>
        <w:ind w:left="560" w:right="1163"/>
        <w:jc w:val="left"/>
      </w:pPr>
      <w:r>
        <w:rPr>
          <w:rFonts w:ascii="Arial"/>
          <w:b/>
          <w:color w:val="4C4D4F"/>
          <w:spacing w:val="-2"/>
        </w:rPr>
        <w:t>Dimensions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measurement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something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specific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linear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direction.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Most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often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includes</w:t>
      </w:r>
      <w:r>
        <w:rPr>
          <w:color w:val="4C4D4F"/>
          <w:spacing w:val="7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length,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width,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height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object.</w:t>
      </w:r>
      <w:r>
        <w:rPr/>
      </w:r>
    </w:p>
    <w:p>
      <w:pPr>
        <w:pStyle w:val="BodyText"/>
        <w:spacing w:line="265" w:lineRule="auto" w:before="144"/>
        <w:ind w:left="560" w:right="1163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Dimension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lines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spanning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distance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between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extension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lines;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they</w:t>
      </w:r>
      <w:r>
        <w:rPr>
          <w:color w:val="4C4D4F"/>
          <w:spacing w:val="-4"/>
        </w:rPr>
        <w:t> have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arrowheads</w:t>
      </w:r>
      <w:r>
        <w:rPr>
          <w:color w:val="4C4D4F"/>
          <w:spacing w:val="71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include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numerical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dimension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measurement.</w:t>
      </w:r>
      <w:r>
        <w:rPr>
          <w:rFonts w:ascii="Arial"/>
        </w:rPr>
      </w:r>
    </w:p>
    <w:p>
      <w:pPr>
        <w:pStyle w:val="BodyText"/>
        <w:spacing w:line="265" w:lineRule="auto" w:before="144"/>
        <w:ind w:left="560" w:right="1163"/>
        <w:jc w:val="left"/>
      </w:pPr>
      <w:r>
        <w:rPr>
          <w:rFonts w:ascii="Arial"/>
          <w:b/>
          <w:color w:val="4C4D4F"/>
        </w:rPr>
        <w:t>Drafting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board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flat,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smooth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surface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usually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covered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vinyl, </w:t>
      </w:r>
      <w:r>
        <w:rPr>
          <w:color w:val="4C4D4F"/>
          <w:spacing w:val="-1"/>
        </w:rPr>
        <w:t>which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helps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hold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paper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affixed</w:t>
      </w:r>
      <w:r>
        <w:rPr>
          <w:color w:val="4C4D4F"/>
          <w:spacing w:val="59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it.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has</w:t>
      </w:r>
      <w:r>
        <w:rPr>
          <w:color w:val="4C4D4F"/>
          <w:spacing w:val="-3"/>
        </w:rPr>
        <w:t> square, </w:t>
      </w:r>
      <w:r>
        <w:rPr>
          <w:color w:val="4C4D4F"/>
          <w:spacing w:val="-2"/>
        </w:rPr>
        <w:t>parallel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edges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allow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T-square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slide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easily.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2"/>
        <w:ind w:right="0"/>
        <w:jc w:val="left"/>
      </w:pPr>
      <w:r>
        <w:rPr>
          <w:rFonts w:ascii="Arial"/>
          <w:b/>
          <w:color w:val="4C4D4F"/>
        </w:rPr>
        <w:t>Drafting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brush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sweep</w:t>
      </w:r>
      <w:r>
        <w:rPr>
          <w:color w:val="4C4D4F"/>
          <w:spacing w:val="-4"/>
        </w:rPr>
        <w:t> away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debris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does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not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smear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full</w:t>
      </w:r>
      <w:r>
        <w:rPr>
          <w:color w:val="4C4D4F"/>
          <w:spacing w:val="-3"/>
        </w:rPr>
        <w:t> drawing.</w:t>
      </w:r>
      <w:r>
        <w:rPr/>
      </w:r>
    </w:p>
    <w:p>
      <w:pPr>
        <w:pStyle w:val="BodyText"/>
        <w:spacing w:line="265" w:lineRule="auto" w:before="171"/>
        <w:ind w:right="631"/>
        <w:jc w:val="left"/>
      </w:pPr>
      <w:r>
        <w:rPr>
          <w:rFonts w:ascii="Arial"/>
          <w:b/>
          <w:color w:val="4C4D4F"/>
          <w:spacing w:val="-1"/>
        </w:rPr>
        <w:t>Eraser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shield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micro-thin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piece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cut-outs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allow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erase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detailed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sections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without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erasing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rest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drawing.</w:t>
      </w:r>
      <w:r>
        <w:rPr/>
      </w:r>
    </w:p>
    <w:p>
      <w:pPr>
        <w:pStyle w:val="BodyText"/>
        <w:spacing w:line="265" w:lineRule="auto" w:before="144"/>
        <w:ind w:right="631"/>
        <w:jc w:val="left"/>
      </w:pPr>
      <w:r>
        <w:rPr>
          <w:rFonts w:ascii="Arial"/>
          <w:b/>
          <w:color w:val="4C4D4F"/>
        </w:rPr>
        <w:t>Extension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3"/>
        </w:rPr>
        <w:t>line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small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extend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outward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feature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indicate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dimension</w:t>
      </w:r>
      <w:r>
        <w:rPr>
          <w:color w:val="4C4D4F"/>
          <w:spacing w:val="63"/>
        </w:rPr>
        <w:t> </w:t>
      </w:r>
      <w:r>
        <w:rPr>
          <w:color w:val="4C4D4F"/>
          <w:spacing w:val="-2"/>
        </w:rPr>
        <w:t>point.</w:t>
      </w:r>
      <w:r>
        <w:rPr/>
      </w:r>
    </w:p>
    <w:p>
      <w:pPr>
        <w:pStyle w:val="BodyText"/>
        <w:spacing w:line="240" w:lineRule="auto" w:before="144"/>
        <w:ind w:right="0"/>
        <w:jc w:val="left"/>
      </w:pPr>
      <w:r>
        <w:rPr>
          <w:rFonts w:ascii="Arial"/>
          <w:b/>
          <w:color w:val="4C4D4F"/>
          <w:spacing w:val="-1"/>
        </w:rPr>
        <w:t>Guide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lines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thin,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light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lettering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guide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evenly </w:t>
      </w:r>
      <w:r>
        <w:rPr>
          <w:color w:val="4C4D4F"/>
          <w:spacing w:val="-2"/>
        </w:rPr>
        <w:t>spaced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letters.</w:t>
      </w:r>
      <w:r>
        <w:rPr/>
      </w:r>
    </w:p>
    <w:p>
      <w:pPr>
        <w:pStyle w:val="BodyText"/>
        <w:spacing w:line="265" w:lineRule="auto" w:before="171"/>
        <w:ind w:right="631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Layout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lines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very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light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lay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out</w:t>
      </w:r>
      <w:r>
        <w:rPr>
          <w:color w:val="4C4D4F"/>
          <w:spacing w:val="-3"/>
        </w:rPr>
        <w:t> measurements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before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those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measurements </w:t>
      </w:r>
      <w:r>
        <w:rPr>
          <w:color w:val="4C4D4F"/>
          <w:spacing w:val="-2"/>
        </w:rPr>
        <w:t>are</w:t>
      </w:r>
      <w:r>
        <w:rPr>
          <w:color w:val="4C4D4F"/>
          <w:spacing w:val="87"/>
        </w:rPr>
        <w:t> </w:t>
      </w:r>
      <w:r>
        <w:rPr>
          <w:rFonts w:ascii="Arial"/>
          <w:color w:val="4C4D4F"/>
          <w:spacing w:val="-2"/>
        </w:rPr>
        <w:t>drawn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heavy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dark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lines.</w:t>
      </w:r>
      <w:r>
        <w:rPr>
          <w:rFonts w:ascii="Arial"/>
        </w:rPr>
      </w:r>
    </w:p>
    <w:p>
      <w:pPr>
        <w:pStyle w:val="BodyText"/>
        <w:spacing w:line="265" w:lineRule="auto" w:before="144"/>
        <w:ind w:right="631"/>
        <w:jc w:val="left"/>
      </w:pPr>
      <w:r>
        <w:rPr>
          <w:rFonts w:ascii="Arial"/>
          <w:b/>
          <w:color w:val="4C4D4F"/>
          <w:spacing w:val="-1"/>
        </w:rPr>
        <w:t>Lettering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guide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assist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uniform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consistent,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evenly-spaced</w:t>
      </w:r>
      <w:r>
        <w:rPr>
          <w:color w:val="4C4D4F"/>
          <w:spacing w:val="59"/>
        </w:rPr>
        <w:t> </w:t>
      </w:r>
      <w:r>
        <w:rPr>
          <w:color w:val="4C4D4F"/>
          <w:spacing w:val="-2"/>
        </w:rPr>
        <w:t>lettering.</w:t>
      </w:r>
      <w:r>
        <w:rPr/>
      </w:r>
    </w:p>
    <w:p>
      <w:pPr>
        <w:pStyle w:val="BodyText"/>
        <w:spacing w:line="240" w:lineRule="auto" w:before="144"/>
        <w:ind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Lineweight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thickness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1"/>
        </w:rPr>
        <w:t>darkness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drawn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lines.</w:t>
      </w:r>
      <w:r>
        <w:rPr>
          <w:rFonts w:ascii="Arial"/>
        </w:rPr>
      </w:r>
    </w:p>
    <w:p>
      <w:pPr>
        <w:pStyle w:val="BodyText"/>
        <w:spacing w:line="265" w:lineRule="auto" w:before="171"/>
        <w:ind w:right="631"/>
        <w:jc w:val="left"/>
      </w:pPr>
      <w:r>
        <w:rPr>
          <w:rFonts w:ascii="Arial"/>
          <w:b/>
          <w:color w:val="4C4D4F"/>
          <w:spacing w:val="-1"/>
        </w:rPr>
        <w:t>Masking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</w:rPr>
        <w:t>tape</w:t>
      </w:r>
      <w:r>
        <w:rPr>
          <w:rFonts w:ascii="Arial"/>
          <w:b/>
          <w:color w:val="4C4D4F"/>
          <w:spacing w:val="-3"/>
        </w:rPr>
        <w:t> </w:t>
      </w:r>
      <w:r>
        <w:rPr>
          <w:color w:val="4C4D4F"/>
          <w:spacing w:val="-3"/>
        </w:rPr>
        <w:t>(drafting</w:t>
      </w:r>
      <w:r>
        <w:rPr>
          <w:color w:val="4C4D4F"/>
          <w:spacing w:val="-4"/>
        </w:rPr>
        <w:t> </w:t>
      </w:r>
      <w:r>
        <w:rPr>
          <w:color w:val="4C4D4F"/>
          <w:spacing w:val="-5"/>
        </w:rPr>
        <w:t>dots):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holds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3"/>
        </w:rPr>
        <w:t> paper/vellum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drafting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board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paper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does</w:t>
      </w:r>
      <w:r>
        <w:rPr>
          <w:color w:val="4C4D4F"/>
          <w:spacing w:val="77"/>
        </w:rPr>
        <w:t> </w:t>
      </w:r>
      <w:r>
        <w:rPr>
          <w:color w:val="4C4D4F"/>
          <w:spacing w:val="-2"/>
        </w:rPr>
        <w:t>not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shift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while</w:t>
      </w:r>
      <w:r>
        <w:rPr>
          <w:color w:val="4C4D4F"/>
          <w:spacing w:val="-3"/>
        </w:rPr>
        <w:t> drawing.</w:t>
      </w:r>
      <w:r>
        <w:rPr/>
      </w:r>
    </w:p>
    <w:p>
      <w:pPr>
        <w:pStyle w:val="BodyText"/>
        <w:spacing w:line="265" w:lineRule="auto" w:before="144"/>
        <w:ind w:right="796"/>
        <w:jc w:val="left"/>
      </w:pPr>
      <w:r>
        <w:rPr>
          <w:rFonts w:ascii="Arial"/>
          <w:b/>
          <w:color w:val="4C4D4F"/>
          <w:spacing w:val="-3"/>
        </w:rPr>
        <w:t>Pencil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3"/>
        </w:rPr>
        <w:t> utensil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mechanical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solid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core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(lead). </w:t>
      </w:r>
      <w:r>
        <w:rPr>
          <w:color w:val="4C4D4F"/>
          <w:spacing w:val="-2"/>
        </w:rPr>
        <w:t>Leads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range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hard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soft:</w:t>
      </w:r>
      <w:r>
        <w:rPr>
          <w:color w:val="4C4D4F"/>
          <w:spacing w:val="77"/>
        </w:rPr>
        <w:t> </w:t>
      </w:r>
      <w:r>
        <w:rPr>
          <w:color w:val="4C4D4F"/>
        </w:rPr>
        <w:t>6H,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4H,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2H,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H,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HB,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2B,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4B,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6B.</w:t>
      </w:r>
      <w:r>
        <w:rPr>
          <w:color w:val="4C4D4F"/>
          <w:spacing w:val="-3"/>
        </w:rPr>
        <w:t> </w:t>
      </w:r>
      <w:r>
        <w:rPr>
          <w:color w:val="4C4D4F"/>
        </w:rPr>
        <w:t>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very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hard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fine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point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</w:rPr>
        <w:t>B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extremely</w:t>
      </w:r>
      <w:r>
        <w:rPr>
          <w:color w:val="4C4D4F"/>
          <w:spacing w:val="-3"/>
        </w:rPr>
        <w:t> </w:t>
      </w:r>
      <w:r>
        <w:rPr>
          <w:color w:val="4C4D4F"/>
        </w:rPr>
        <w:t>soft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43"/>
        </w:rPr>
        <w:t> </w:t>
      </w:r>
      <w:r>
        <w:rPr>
          <w:color w:val="4C4D4F"/>
          <w:spacing w:val="-3"/>
        </w:rPr>
        <w:t>blunt </w:t>
      </w:r>
      <w:r>
        <w:rPr>
          <w:color w:val="4C4D4F"/>
          <w:spacing w:val="-2"/>
        </w:rPr>
        <w:t>point.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hardness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2H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will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these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activities.</w:t>
      </w:r>
      <w:r>
        <w:rPr/>
      </w:r>
    </w:p>
    <w:p>
      <w:pPr>
        <w:spacing w:before="14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2"/>
          <w:sz w:val="22"/>
        </w:rPr>
        <w:t>Precision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drawing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creating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drawings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1"/>
          <w:sz w:val="22"/>
        </w:rPr>
        <w:t>with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specialized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tools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and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equipment.</w:t>
      </w:r>
      <w:r>
        <w:rPr>
          <w:rFonts w:ascii="Arial"/>
          <w:sz w:val="22"/>
        </w:rPr>
      </w:r>
    </w:p>
    <w:p>
      <w:pPr>
        <w:pStyle w:val="BodyText"/>
        <w:spacing w:line="265" w:lineRule="auto" w:before="171"/>
        <w:ind w:right="1163"/>
        <w:jc w:val="left"/>
      </w:pPr>
      <w:r>
        <w:rPr>
          <w:rFonts w:ascii="Arial" w:hAnsi="Arial" w:cs="Arial" w:eastAsia="Arial"/>
          <w:b/>
          <w:bCs/>
          <w:color w:val="4C4D4F"/>
          <w:spacing w:val="-2"/>
        </w:rPr>
        <w:t>Scale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ratio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length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relative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length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“real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space.”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proportional</w:t>
      </w:r>
      <w:r>
        <w:rPr>
          <w:color w:val="4C4D4F"/>
          <w:spacing w:val="57"/>
        </w:rPr>
        <w:t> </w:t>
      </w:r>
      <w:r>
        <w:rPr>
          <w:color w:val="4C4D4F"/>
          <w:spacing w:val="-2"/>
        </w:rPr>
        <w:t>representation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either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reduced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enlarged.</w:t>
      </w:r>
      <w:r>
        <w:rPr/>
      </w:r>
    </w:p>
    <w:p>
      <w:pPr>
        <w:pStyle w:val="BodyText"/>
        <w:spacing w:line="265" w:lineRule="auto" w:before="144"/>
        <w:ind w:right="631"/>
        <w:jc w:val="left"/>
      </w:pPr>
      <w:r>
        <w:rPr>
          <w:rFonts w:ascii="Arial"/>
          <w:b/>
          <w:color w:val="4C4D4F"/>
          <w:spacing w:val="-1"/>
        </w:rPr>
        <w:t>Steel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rule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straightedge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made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rigid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material,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divided</w:t>
      </w:r>
      <w:r>
        <w:rPr>
          <w:color w:val="4C4D4F"/>
          <w:spacing w:val="-3"/>
        </w:rPr>
        <w:t> into </w:t>
      </w:r>
      <w:r>
        <w:rPr>
          <w:color w:val="4C4D4F"/>
          <w:spacing w:val="-1"/>
        </w:rPr>
        <w:t>specific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increments,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found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both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53"/>
        </w:rPr>
        <w:t> </w:t>
      </w:r>
      <w:r>
        <w:rPr>
          <w:color w:val="4C4D4F"/>
          <w:spacing w:val="-2"/>
        </w:rPr>
        <w:t>metric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imperial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units.</w:t>
      </w:r>
      <w:r>
        <w:rPr/>
      </w:r>
    </w:p>
    <w:p>
      <w:pPr>
        <w:pStyle w:val="BodyText"/>
        <w:spacing w:line="265" w:lineRule="auto" w:before="144"/>
        <w:ind w:right="631"/>
        <w:jc w:val="left"/>
      </w:pPr>
      <w:r>
        <w:rPr>
          <w:rFonts w:ascii="Arial"/>
          <w:b/>
          <w:color w:val="4C4D4F"/>
        </w:rPr>
        <w:t>Title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block</w:t>
      </w:r>
      <w:r>
        <w:rPr>
          <w:color w:val="4C4D4F"/>
          <w:spacing w:val="-1"/>
        </w:rPr>
        <w:t>: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comprised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information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boxes </w:t>
      </w:r>
      <w:r>
        <w:rPr>
          <w:color w:val="4C4D4F"/>
          <w:spacing w:val="-2"/>
        </w:rPr>
        <w:t>found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bottom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right-hand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corner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57"/>
        </w:rPr>
        <w:t> </w:t>
      </w:r>
      <w:r>
        <w:rPr>
          <w:color w:val="4C4D4F"/>
          <w:spacing w:val="-2"/>
        </w:rPr>
        <w:t>drawing,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title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block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indicates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details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such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title,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author</w:t>
      </w:r>
      <w:r>
        <w:rPr>
          <w:color w:val="4C4D4F"/>
          <w:spacing w:val="-3"/>
        </w:rPr>
        <w:t> name, </w:t>
      </w:r>
      <w:r>
        <w:rPr>
          <w:color w:val="4C4D4F"/>
          <w:spacing w:val="-2"/>
        </w:rPr>
        <w:t>scale,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date </w:t>
      </w:r>
      <w:r>
        <w:rPr>
          <w:color w:val="4C4D4F"/>
        </w:rPr>
        <w:t>a</w:t>
      </w:r>
      <w:r>
        <w:rPr>
          <w:color w:val="4C4D4F"/>
          <w:spacing w:val="59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3"/>
        </w:rPr>
        <w:t> was </w:t>
      </w:r>
      <w:r>
        <w:rPr>
          <w:color w:val="4C4D4F"/>
          <w:spacing w:val="-2"/>
        </w:rPr>
        <w:t>created.</w:t>
      </w:r>
      <w:r>
        <w:rPr/>
      </w:r>
    </w:p>
    <w:p>
      <w:pPr>
        <w:pStyle w:val="BodyText"/>
        <w:spacing w:line="265" w:lineRule="auto" w:before="144"/>
        <w:ind w:right="631"/>
        <w:jc w:val="left"/>
      </w:pPr>
      <w:r>
        <w:rPr>
          <w:rFonts w:ascii="Arial" w:hAnsi="Arial" w:cs="Arial" w:eastAsia="Arial"/>
          <w:b/>
          <w:bCs/>
          <w:color w:val="4C4D4F"/>
          <w:spacing w:val="-3"/>
        </w:rPr>
        <w:t>Triangles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color w:val="4C4D4F"/>
          <w:spacing w:val="-3"/>
        </w:rPr>
        <w:t>(right </w:t>
      </w:r>
      <w:r>
        <w:rPr>
          <w:color w:val="4C4D4F"/>
          <w:spacing w:val="-2"/>
        </w:rPr>
        <w:t>angle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isosceles):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made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hard,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clear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plastic,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they </w:t>
      </w:r>
      <w:r>
        <w:rPr>
          <w:color w:val="4C4D4F"/>
          <w:spacing w:val="-2"/>
        </w:rPr>
        <w:t>are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at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vertical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set</w:t>
      </w:r>
      <w:r>
        <w:rPr>
          <w:color w:val="4C4D4F"/>
          <w:spacing w:val="-3"/>
        </w:rPr>
        <w:t> angles: </w:t>
      </w:r>
      <w:r>
        <w:rPr>
          <w:color w:val="4C4D4F"/>
          <w:spacing w:val="-2"/>
        </w:rPr>
        <w:t>45°–90°–45°,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30°–60°–90°</w:t>
      </w:r>
      <w:r>
        <w:rPr/>
      </w:r>
    </w:p>
    <w:p>
      <w:pPr>
        <w:pStyle w:val="BodyText"/>
        <w:spacing w:line="265" w:lineRule="auto" w:before="144"/>
        <w:ind w:right="631"/>
        <w:jc w:val="left"/>
      </w:pPr>
      <w:r>
        <w:rPr>
          <w:rFonts w:ascii="Arial" w:hAnsi="Arial" w:cs="Arial" w:eastAsia="Arial"/>
          <w:b/>
          <w:bCs/>
          <w:color w:val="4C4D4F"/>
          <w:spacing w:val="-3"/>
        </w:rPr>
        <w:t>T-square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precision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instrument,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guide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other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drafting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equipment.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53"/>
        </w:rPr>
        <w:t> </w:t>
      </w:r>
      <w:r>
        <w:rPr>
          <w:color w:val="4C4D4F"/>
        </w:rPr>
        <w:t>90°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angle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where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head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blade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attach.</w:t>
      </w:r>
      <w:r>
        <w:rPr/>
      </w:r>
    </w:p>
    <w:p>
      <w:pPr>
        <w:pStyle w:val="BodyText"/>
        <w:spacing w:line="265" w:lineRule="auto" w:before="144"/>
        <w:ind w:right="1163"/>
        <w:jc w:val="left"/>
      </w:pPr>
      <w:r>
        <w:rPr>
          <w:rFonts w:ascii="Arial"/>
          <w:b/>
          <w:color w:val="4C4D4F"/>
          <w:spacing w:val="-1"/>
        </w:rPr>
        <w:t>Unidirectional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dimensions</w:t>
      </w:r>
      <w:r>
        <w:rPr>
          <w:color w:val="4C4D4F"/>
          <w:spacing w:val="-2"/>
        </w:rPr>
        <w:t>: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show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numerical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values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5"/>
        </w:rPr>
        <w:t> </w:t>
      </w:r>
      <w:r>
        <w:rPr>
          <w:color w:val="4C4D4F"/>
        </w:rPr>
        <w:t>a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normal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reading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position</w:t>
      </w:r>
      <w:r>
        <w:rPr>
          <w:color w:val="4C4D4F"/>
          <w:spacing w:val="71"/>
        </w:rPr>
        <w:t> </w:t>
      </w:r>
      <w:r>
        <w:rPr>
          <w:color w:val="4C4D4F"/>
          <w:spacing w:val="-3"/>
        </w:rPr>
        <w:t>(horizontally); </w:t>
      </w:r>
      <w:r>
        <w:rPr>
          <w:color w:val="4C4D4F"/>
          <w:spacing w:val="-1"/>
        </w:rPr>
        <w:t>no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rotation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required.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4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5"/>
        </w:rPr>
        <w:t>30–60</w:t>
      </w:r>
      <w:r>
        <w:rPr>
          <w:color w:val="4C4D4F"/>
        </w:rPr>
        <w:t> </w:t>
      </w:r>
      <w:r>
        <w:rPr>
          <w:color w:val="4C4D4F"/>
          <w:spacing w:val="-2"/>
        </w:rPr>
        <w:t>minutes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4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60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Educators’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2"/>
          <w:sz w:val="28"/>
        </w:rPr>
        <w:t>Facilities</w:t>
      </w:r>
      <w:r>
        <w:rPr>
          <w:rFonts w:ascii="Arial"/>
          <w:sz w:val="28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100" w:right="0" w:hanging="270"/>
        <w:jc w:val="left"/>
      </w:pPr>
      <w:r>
        <w:rPr>
          <w:color w:val="4C4D4F"/>
          <w:spacing w:val="-1"/>
        </w:rPr>
        <w:t>Regular</w:t>
      </w:r>
      <w:r>
        <w:rPr>
          <w:color w:val="4C4D4F"/>
        </w:rPr>
        <w:t> classroom </w:t>
      </w:r>
      <w:r>
        <w:rPr>
          <w:color w:val="4C4D4F"/>
          <w:spacing w:val="-1"/>
        </w:rPr>
        <w:t>space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desks/chairs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all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Drafting </w:t>
      </w:r>
      <w:r>
        <w:rPr>
          <w:color w:val="4C4D4F"/>
          <w:spacing w:val="-1"/>
        </w:rPr>
        <w:t>boards</w:t>
      </w:r>
      <w:r>
        <w:rPr>
          <w:color w:val="4C4D4F"/>
        </w:rPr>
        <w:t> </w:t>
      </w:r>
      <w:r>
        <w:rPr>
          <w:color w:val="4C4D4F"/>
          <w:spacing w:val="-1"/>
        </w:rPr>
        <w:t>would</w:t>
      </w:r>
      <w:r>
        <w:rPr>
          <w:color w:val="4C4D4F"/>
        </w:rPr>
        <w:t> be </w:t>
      </w:r>
      <w:r>
        <w:rPr>
          <w:color w:val="4C4D4F"/>
          <w:spacing w:val="-2"/>
        </w:rPr>
        <w:t>ideal;</w:t>
      </w:r>
      <w:r>
        <w:rPr>
          <w:color w:val="4C4D4F"/>
        </w:rPr>
        <w:t> </w:t>
      </w:r>
      <w:r>
        <w:rPr>
          <w:color w:val="4C4D4F"/>
          <w:spacing w:val="-4"/>
        </w:rPr>
        <w:t>however,</w:t>
      </w:r>
      <w:r>
        <w:rPr>
          <w:color w:val="4C4D4F"/>
        </w:rPr>
        <w:t> </w:t>
      </w:r>
      <w:r>
        <w:rPr>
          <w:color w:val="4C4D4F"/>
          <w:spacing w:val="-1"/>
        </w:rPr>
        <w:t>smooth,</w:t>
      </w:r>
      <w:r>
        <w:rPr>
          <w:color w:val="4C4D4F"/>
        </w:rPr>
        <w:t> </w:t>
      </w:r>
      <w:r>
        <w:rPr>
          <w:color w:val="4C4D4F"/>
          <w:spacing w:val="-1"/>
        </w:rPr>
        <w:t>clean,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flat</w:t>
      </w:r>
      <w:r>
        <w:rPr>
          <w:color w:val="4C4D4F"/>
        </w:rPr>
        <w:t> surfaces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also</w:t>
      </w:r>
      <w:r>
        <w:rPr>
          <w:color w:val="4C4D4F"/>
        </w:rPr>
        <w:t> </w:t>
      </w:r>
      <w:r>
        <w:rPr>
          <w:color w:val="4C4D4F"/>
          <w:spacing w:val="1"/>
        </w:rPr>
        <w:t>suffice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4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100" w:right="0" w:hanging="270"/>
        <w:jc w:val="left"/>
      </w:pPr>
      <w:r>
        <w:rPr>
          <w:color w:val="4C4D4F"/>
          <w:spacing w:val="-2"/>
        </w:rPr>
        <w:t>T-square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Steel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rule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3"/>
        </w:rPr>
        <w:t>Triangles</w:t>
      </w:r>
      <w:r>
        <w:rPr>
          <w:color w:val="4C4D4F"/>
        </w:rPr>
        <w:t> </w:t>
      </w:r>
      <w:r>
        <w:rPr>
          <w:color w:val="4C4D4F"/>
          <w:spacing w:val="-2"/>
        </w:rPr>
        <w:t>(right</w:t>
      </w:r>
      <w:r>
        <w:rPr>
          <w:color w:val="4C4D4F"/>
        </w:rPr>
        <w:t> </w:t>
      </w:r>
      <w:r>
        <w:rPr>
          <w:color w:val="4C4D4F"/>
          <w:spacing w:val="-1"/>
        </w:rPr>
        <w:t>angle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isosceles)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Eraser </w:t>
      </w:r>
      <w:r>
        <w:rPr>
          <w:rFonts w:ascii="Arial"/>
          <w:color w:val="4C4D4F"/>
          <w:spacing w:val="-1"/>
        </w:rPr>
        <w:t>shield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Drafting</w:t>
      </w:r>
      <w:r>
        <w:rPr>
          <w:color w:val="4C4D4F"/>
          <w:spacing w:val="-1"/>
        </w:rPr>
        <w:t> brush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Masking</w:t>
      </w:r>
      <w:r>
        <w:rPr>
          <w:color w:val="4C4D4F"/>
        </w:rPr>
        <w:t> tape </w:t>
      </w:r>
      <w:r>
        <w:rPr>
          <w:color w:val="4C4D4F"/>
          <w:spacing w:val="-2"/>
        </w:rPr>
        <w:t>(drafting</w:t>
      </w:r>
      <w:r>
        <w:rPr>
          <w:color w:val="4C4D4F"/>
        </w:rPr>
        <w:t> </w:t>
      </w:r>
      <w:r>
        <w:rPr>
          <w:color w:val="4C4D4F"/>
          <w:spacing w:val="-4"/>
        </w:rPr>
        <w:t>dots)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Drafting </w:t>
      </w:r>
      <w:r>
        <w:rPr>
          <w:color w:val="4C4D4F"/>
          <w:spacing w:val="-1"/>
        </w:rPr>
        <w:t>board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Lettering</w:t>
      </w:r>
      <w:r>
        <w:rPr>
          <w:color w:val="4C4D4F"/>
        </w:rPr>
        <w:t> </w:t>
      </w:r>
      <w:r>
        <w:rPr>
          <w:color w:val="4C4D4F"/>
          <w:spacing w:val="-1"/>
        </w:rPr>
        <w:t>guide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2H</w:t>
      </w:r>
      <w:r>
        <w:rPr>
          <w:color w:val="4C4D4F"/>
        </w:rPr>
        <w:t> </w:t>
      </w:r>
      <w:r>
        <w:rPr>
          <w:color w:val="4C4D4F"/>
          <w:spacing w:val="-1"/>
        </w:rPr>
        <w:t>mechanical</w:t>
      </w:r>
      <w:r>
        <w:rPr>
          <w:color w:val="4C4D4F"/>
        </w:rPr>
        <w:t> </w:t>
      </w:r>
      <w:r>
        <w:rPr>
          <w:color w:val="4C4D4F"/>
          <w:spacing w:val="-1"/>
        </w:rPr>
        <w:t>pencil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Architectural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scale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Sample</w:t>
      </w:r>
      <w:r>
        <w:rPr>
          <w:color w:val="4C4D4F"/>
        </w:rPr>
        <w:t> </w:t>
      </w:r>
      <w:r>
        <w:rPr>
          <w:color w:val="4C4D4F"/>
          <w:spacing w:val="-1"/>
        </w:rPr>
        <w:t>blocks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2"/>
        </w:rPr>
        <w:t>(should</w:t>
      </w:r>
      <w:r>
        <w:rPr>
          <w:color w:val="4C4D4F"/>
        </w:rPr>
        <w:t> be </w:t>
      </w:r>
      <w:r>
        <w:rPr>
          <w:color w:val="4C4D4F"/>
          <w:spacing w:val="1"/>
        </w:rPr>
        <w:t>50</w:t>
      </w:r>
      <w:r>
        <w:rPr>
          <w:color w:val="4C4D4F"/>
        </w:rPr>
        <w:t> </w:t>
      </w:r>
      <w:r>
        <w:rPr>
          <w:color w:val="4C4D4F"/>
          <w:spacing w:val="-1"/>
        </w:rPr>
        <w:t>mm</w:t>
      </w:r>
      <w:r>
        <w:rPr>
          <w:color w:val="4C4D4F"/>
        </w:rPr>
        <w:t> </w:t>
      </w:r>
      <w:r>
        <w:rPr>
          <w:color w:val="4C4D4F"/>
          <w:spacing w:val="-1"/>
        </w:rPr>
        <w:t>wide</w:t>
      </w:r>
      <w:r>
        <w:rPr>
          <w:color w:val="4C4D4F"/>
        </w:rPr>
        <w:t> × </w:t>
      </w:r>
      <w:r>
        <w:rPr>
          <w:color w:val="4C4D4F"/>
          <w:spacing w:val="-2"/>
        </w:rPr>
        <w:t>100</w:t>
      </w:r>
      <w:r>
        <w:rPr>
          <w:color w:val="4C4D4F"/>
        </w:rPr>
        <w:t> </w:t>
      </w:r>
      <w:r>
        <w:rPr>
          <w:color w:val="4C4D4F"/>
          <w:spacing w:val="-1"/>
        </w:rPr>
        <w:t>mm</w:t>
      </w:r>
      <w:r>
        <w:rPr>
          <w:color w:val="4C4D4F"/>
        </w:rPr>
        <w:t> </w:t>
      </w:r>
      <w:r>
        <w:rPr>
          <w:color w:val="4C4D4F"/>
          <w:spacing w:val="-1"/>
        </w:rPr>
        <w:t>high</w:t>
      </w:r>
      <w:r>
        <w:rPr>
          <w:color w:val="4C4D4F"/>
        </w:rPr>
        <w:t> × </w:t>
      </w:r>
      <w:r>
        <w:rPr>
          <w:color w:val="4C4D4F"/>
          <w:spacing w:val="-3"/>
        </w:rPr>
        <w:t>150</w:t>
      </w:r>
      <w:r>
        <w:rPr>
          <w:color w:val="4C4D4F"/>
        </w:rPr>
        <w:t> </w:t>
      </w:r>
      <w:r>
        <w:rPr>
          <w:color w:val="4C4D4F"/>
          <w:spacing w:val="-1"/>
        </w:rPr>
        <w:t>mm</w:t>
      </w:r>
      <w:r>
        <w:rPr>
          <w:color w:val="4C4D4F"/>
        </w:rPr>
        <w:t> </w:t>
      </w:r>
      <w:r>
        <w:rPr>
          <w:color w:val="4C4D4F"/>
          <w:spacing w:val="-3"/>
        </w:rPr>
        <w:t>long)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4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24" w:after="0"/>
        <w:ind w:left="1100" w:right="1106" w:hanging="270"/>
        <w:jc w:val="left"/>
      </w:pPr>
      <w:r>
        <w:rPr>
          <w:color w:val="4C4D4F"/>
          <w:spacing w:val="-1"/>
        </w:rPr>
        <w:t>Handout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instructions</w:t>
      </w:r>
      <w:r>
        <w:rPr>
          <w:color w:val="4C4D4F"/>
        </w:rPr>
        <w:t> </w:t>
      </w:r>
      <w:r>
        <w:rPr>
          <w:color w:val="4C4D4F"/>
          <w:spacing w:val="-2"/>
        </w:rPr>
        <w:t>(suggestion:</w:t>
      </w:r>
      <w:r>
        <w:rPr>
          <w:color w:val="4C4D4F"/>
        </w:rPr>
        <w:t> </w:t>
      </w:r>
      <w:r>
        <w:rPr>
          <w:color w:val="4C4D4F"/>
          <w:spacing w:val="-2"/>
        </w:rPr>
        <w:t>develop</w:t>
      </w:r>
      <w:r>
        <w:rPr>
          <w:color w:val="4C4D4F"/>
        </w:rPr>
        <w:t> a </w:t>
      </w:r>
      <w:r>
        <w:rPr>
          <w:color w:val="4C4D4F"/>
          <w:spacing w:val="-1"/>
        </w:rPr>
        <w:t>handout</w:t>
      </w:r>
      <w:r>
        <w:rPr>
          <w:color w:val="4C4D4F"/>
        </w:rPr>
        <w:t> from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instructions</w:t>
      </w:r>
      <w:r>
        <w:rPr>
          <w:color w:val="4C4D4F"/>
          <w:spacing w:val="85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teacher-led</w:t>
      </w:r>
      <w:r>
        <w:rPr>
          <w:color w:val="4C4D4F"/>
        </w:rPr>
        <w:t> </w:t>
      </w:r>
      <w:r>
        <w:rPr>
          <w:color w:val="4C4D4F"/>
          <w:spacing w:val="-1"/>
        </w:rPr>
        <w:t>activity)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91" w:after="0"/>
        <w:ind w:left="1100" w:right="0" w:hanging="270"/>
        <w:jc w:val="left"/>
      </w:pPr>
      <w:r>
        <w:rPr>
          <w:color w:val="4C4D4F"/>
          <w:spacing w:val="-1"/>
        </w:rPr>
        <w:t>Title</w:t>
      </w:r>
      <w:r>
        <w:rPr>
          <w:color w:val="4C4D4F"/>
        </w:rPr>
        <w:t> block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page</w:t>
      </w:r>
      <w:r>
        <w:rPr>
          <w:color w:val="4C4D4F"/>
        </w:rPr>
        <w:t> </w:t>
      </w:r>
      <w:r>
        <w:rPr>
          <w:color w:val="4C4D4F"/>
          <w:spacing w:val="-3"/>
        </w:rPr>
        <w:t>(created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Introduction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Title</w:t>
      </w:r>
      <w:r>
        <w:rPr>
          <w:color w:val="4C4D4F"/>
        </w:rPr>
        <w:t> </w:t>
      </w:r>
      <w:r>
        <w:rPr>
          <w:color w:val="4C4D4F"/>
          <w:spacing w:val="-1"/>
        </w:rPr>
        <w:t>Blocks</w:t>
      </w:r>
      <w:r>
        <w:rPr>
          <w:color w:val="4C4D4F"/>
        </w:rPr>
        <w:t> </w:t>
      </w:r>
      <w:r>
        <w:rPr>
          <w:color w:val="4C4D4F"/>
          <w:spacing w:val="-1"/>
        </w:rPr>
        <w:t>activity)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Practice</w:t>
      </w:r>
      <w:r>
        <w:rPr>
          <w:color w:val="4C4D4F"/>
        </w:rPr>
        <w:t> </w:t>
      </w:r>
      <w:r>
        <w:rPr>
          <w:color w:val="4C4D4F"/>
          <w:spacing w:val="-1"/>
        </w:rPr>
        <w:t>worksheet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reading</w:t>
      </w:r>
      <w:r>
        <w:rPr>
          <w:color w:val="4C4D4F"/>
        </w:rPr>
        <w:t> </w:t>
      </w:r>
      <w:r>
        <w:rPr>
          <w:color w:val="4C4D4F"/>
          <w:spacing w:val="-1"/>
        </w:rPr>
        <w:t>metric</w:t>
      </w:r>
      <w:r>
        <w:rPr>
          <w:color w:val="4C4D4F"/>
        </w:rPr>
        <w:t> scales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Practice</w:t>
      </w:r>
      <w:r>
        <w:rPr>
          <w:color w:val="4C4D4F"/>
        </w:rPr>
        <w:t> </w:t>
      </w:r>
      <w:r>
        <w:rPr>
          <w:color w:val="4C4D4F"/>
          <w:spacing w:val="-1"/>
        </w:rPr>
        <w:t>worksheets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dimensioning</w:t>
      </w:r>
      <w:r>
        <w:rPr/>
      </w:r>
    </w:p>
    <w:p>
      <w:pPr>
        <w:spacing w:after="0" w:line="240" w:lineRule="auto"/>
        <w:jc w:val="left"/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4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Teacher-led</w:t>
      </w:r>
      <w:r>
        <w:rPr>
          <w:color w:val="4F61AB"/>
          <w:spacing w:val="-1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Heading6"/>
        <w:spacing w:line="240" w:lineRule="auto" w:before="93"/>
        <w:ind w:left="1100" w:right="0"/>
        <w:jc w:val="left"/>
        <w:rPr>
          <w:b w:val="0"/>
          <w:bCs w:val="0"/>
        </w:rPr>
      </w:pPr>
      <w:r>
        <w:rPr>
          <w:color w:val="4F61AB"/>
          <w:spacing w:val="1"/>
        </w:rPr>
        <w:t>Part</w:t>
      </w:r>
      <w:r>
        <w:rPr>
          <w:color w:val="4F61AB"/>
        </w:rPr>
        <w:t> </w:t>
      </w:r>
      <w:r>
        <w:rPr>
          <w:color w:val="4F61AB"/>
          <w:spacing w:val="-8"/>
        </w:rPr>
        <w:t>1:</w:t>
      </w:r>
      <w:r>
        <w:rPr>
          <w:color w:val="4F61AB"/>
        </w:rPr>
        <w:t> Scale an object </w:t>
      </w:r>
      <w:r>
        <w:rPr>
          <w:color w:val="4F61AB"/>
          <w:spacing w:val="-1"/>
        </w:rPr>
        <w:t>to</w:t>
      </w:r>
      <w:r>
        <w:rPr>
          <w:color w:val="4F61AB"/>
        </w:rPr>
        <w:t> fit title block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132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Gather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materials </w:t>
      </w:r>
      <w:r>
        <w:rPr>
          <w:rFonts w:ascii="Arial"/>
          <w:color w:val="4C4D4F"/>
          <w:spacing w:val="-2"/>
        </w:rPr>
        <w:t>listed </w:t>
      </w:r>
      <w:r>
        <w:rPr>
          <w:rFonts w:ascii="Arial"/>
          <w:color w:val="4C4D4F"/>
          <w:spacing w:val="-3"/>
        </w:rPr>
        <w:t>above.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0" w:after="0"/>
        <w:ind w:left="1440" w:right="796" w:hanging="320"/>
        <w:jc w:val="left"/>
      </w:pP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T-square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masking</w:t>
      </w:r>
      <w:r>
        <w:rPr>
          <w:color w:val="4C4D4F"/>
        </w:rPr>
        <w:t> tape </w:t>
      </w:r>
      <w:r>
        <w:rPr>
          <w:color w:val="4C4D4F"/>
          <w:spacing w:val="-2"/>
        </w:rPr>
        <w:t>and/or</w:t>
      </w:r>
      <w:r>
        <w:rPr>
          <w:color w:val="4C4D4F"/>
        </w:rPr>
        <w:t> drafting </w:t>
      </w:r>
      <w:r>
        <w:rPr>
          <w:color w:val="4C4D4F"/>
          <w:spacing w:val="-1"/>
        </w:rPr>
        <w:t>dots,</w:t>
      </w:r>
      <w:r>
        <w:rPr>
          <w:color w:val="4C4D4F"/>
        </w:rPr>
        <w:t> </w:t>
      </w:r>
      <w:r>
        <w:rPr>
          <w:color w:val="4C4D4F"/>
          <w:spacing w:val="-1"/>
        </w:rPr>
        <w:t>align</w:t>
      </w:r>
      <w:r>
        <w:rPr>
          <w:color w:val="4C4D4F"/>
        </w:rPr>
        <w:t> title-blocked </w:t>
      </w:r>
      <w:r>
        <w:rPr>
          <w:color w:val="4C4D4F"/>
          <w:spacing w:val="-1"/>
        </w:rPr>
        <w:t>paper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37"/>
        </w:rPr>
        <w:t> </w:t>
      </w:r>
      <w:r>
        <w:rPr>
          <w:color w:val="4C4D4F"/>
        </w:rPr>
        <w:t>drafting </w:t>
      </w:r>
      <w:r>
        <w:rPr>
          <w:color w:val="4C4D4F"/>
          <w:spacing w:val="-1"/>
        </w:rPr>
        <w:t>board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securely</w:t>
      </w:r>
      <w:r>
        <w:rPr>
          <w:color w:val="4C4D4F"/>
        </w:rPr>
        <w:t> tape </w:t>
      </w:r>
      <w:r>
        <w:rPr>
          <w:color w:val="4C4D4F"/>
          <w:spacing w:val="-1"/>
        </w:rPr>
        <w:t>down</w:t>
      </w:r>
      <w:r>
        <w:rPr>
          <w:color w:val="4C4D4F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7"/>
        </w:rPr>
        <w:t>1).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262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015147" cy="2602992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5147" cy="2602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4190" w:right="3651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1—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Secure </w:t>
      </w:r>
      <w:r>
        <w:rPr>
          <w:rFonts w:ascii="Arial" w:hAnsi="Arial" w:cs="Arial" w:eastAsia="Arial"/>
          <w:color w:val="231F20"/>
          <w:sz w:val="18"/>
          <w:szCs w:val="18"/>
        </w:rPr>
        <w:t>paper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to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board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118" w:after="0"/>
        <w:ind w:left="1440" w:right="1079" w:hanging="320"/>
        <w:jc w:val="left"/>
      </w:pP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2"/>
        </w:rPr>
        <w:t>take</w:t>
      </w:r>
      <w:r>
        <w:rPr>
          <w:color w:val="4C4D4F"/>
        </w:rPr>
        <w:t> </w:t>
      </w:r>
      <w:r>
        <w:rPr>
          <w:color w:val="4C4D4F"/>
          <w:spacing w:val="-1"/>
        </w:rPr>
        <w:t>measurements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</w:rPr>
        <w:t> block </w:t>
      </w: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steel</w:t>
      </w:r>
      <w:r>
        <w:rPr>
          <w:color w:val="4C4D4F"/>
        </w:rPr>
        <w:t> </w:t>
      </w:r>
      <w:r>
        <w:rPr>
          <w:color w:val="4C4D4F"/>
          <w:spacing w:val="-1"/>
        </w:rPr>
        <w:t>rule.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include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a </w:t>
      </w:r>
      <w:r>
        <w:rPr>
          <w:color w:val="4C4D4F"/>
          <w:spacing w:val="-1"/>
        </w:rPr>
        <w:t>minimum</w:t>
      </w:r>
      <w:r>
        <w:rPr>
          <w:color w:val="4C4D4F"/>
        </w:rPr>
        <w:t> </w:t>
      </w:r>
      <w:r>
        <w:rPr>
          <w:color w:val="4C4D4F"/>
          <w:spacing w:val="-1"/>
        </w:rPr>
        <w:t>length,</w:t>
      </w:r>
      <w:r>
        <w:rPr>
          <w:color w:val="4C4D4F"/>
        </w:rPr>
        <w:t> </w:t>
      </w:r>
      <w:r>
        <w:rPr>
          <w:color w:val="4C4D4F"/>
          <w:spacing w:val="-1"/>
        </w:rPr>
        <w:t>width,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height</w:t>
      </w:r>
      <w:r>
        <w:rPr>
          <w:color w:val="4C4D4F"/>
        </w:rPr>
        <w:t> </w:t>
      </w:r>
      <w:r>
        <w:rPr>
          <w:color w:val="4C4D4F"/>
          <w:spacing w:val="-2"/>
        </w:rPr>
        <w:t>(thickness)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object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5"/>
        </w:rPr>
        <w:t>2).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39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2"/>
        </w:rPr>
        <w:t>make</w:t>
      </w:r>
      <w:r>
        <w:rPr>
          <w:color w:val="4C4D4F"/>
        </w:rPr>
        <w:t> </w:t>
      </w:r>
      <w:r>
        <w:rPr>
          <w:color w:val="4C4D4F"/>
          <w:spacing w:val="-2"/>
        </w:rPr>
        <w:t>notes</w:t>
      </w:r>
      <w:r>
        <w:rPr>
          <w:color w:val="4C4D4F"/>
        </w:rPr>
        <w:t> on a </w:t>
      </w:r>
      <w:r>
        <w:rPr>
          <w:color w:val="4C4D4F"/>
          <w:spacing w:val="-1"/>
        </w:rPr>
        <w:t>scrap</w:t>
      </w:r>
      <w:r>
        <w:rPr>
          <w:color w:val="4C4D4F"/>
        </w:rPr>
        <w:t> piece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paper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future</w:t>
      </w:r>
      <w:r>
        <w:rPr>
          <w:color w:val="4C4D4F"/>
        </w:rPr>
        <w:t> </w:t>
      </w:r>
      <w:r>
        <w:rPr>
          <w:color w:val="4C4D4F"/>
          <w:spacing w:val="-1"/>
        </w:rPr>
        <w:t>reference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activity.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7"/>
          <w:szCs w:val="27"/>
        </w:rPr>
      </w:pPr>
    </w:p>
    <w:p>
      <w:pPr>
        <w:pStyle w:val="Heading7"/>
        <w:spacing w:line="240" w:lineRule="auto"/>
        <w:ind w:left="3970" w:right="3736"/>
        <w:jc w:val="center"/>
      </w:pPr>
      <w:r>
        <w:rPr/>
        <w:pict>
          <v:group style="position:absolute;margin-left:177.826706pt;margin-top:-26.92598pt;width:296.2pt;height:144.1pt;mso-position-horizontal-relative:page;mso-position-vertical-relative:paragraph;z-index:-109000" coordorigin="3557,-539" coordsize="5924,2882">
            <v:group style="position:absolute;left:3736;top:1726;width:2;height:478" coordorigin="3736,1726" coordsize="2,478">
              <v:shape style="position:absolute;left:3736;top:1726;width:2;height:478" coordorigin="3736,1726" coordsize="0,478" path="m3736,1726l3736,2203e" filled="false" stroked="true" strokeweight=".997pt" strokecolor="#231f20">
                <v:path arrowok="t"/>
              </v:shape>
            </v:group>
            <v:group style="position:absolute;left:3650;top:1605;width:181;height:171" coordorigin="3650,1605" coordsize="181,171">
              <v:shape style="position:absolute;left:3650;top:1605;width:181;height:171" coordorigin="3650,1605" coordsize="181,171" path="m3805,1741l3736,1741,3831,1776,3819,1761,3808,1746,3805,1741xe" filled="true" fillcolor="#231f20" stroked="false">
                <v:path arrowok="t"/>
                <v:fill type="solid"/>
              </v:shape>
              <v:shape style="position:absolute;left:3650;top:1605;width:181;height:171" coordorigin="3650,1605" coordsize="181,171" path="m3736,1605l3704,1679,3673,1733,3650,1765,3736,1741,3805,1741,3797,1729,3786,1711,3757,1656,3741,1619,3736,1605xe" filled="true" fillcolor="#231f20" stroked="false">
                <v:path arrowok="t"/>
                <v:fill type="solid"/>
              </v:shape>
            </v:group>
            <v:group style="position:absolute;left:3650;top:2153;width:181;height:171" coordorigin="3650,2153" coordsize="181,171">
              <v:shape style="position:absolute;left:3650;top:2153;width:181;height:171" coordorigin="3650,2153" coordsize="181,171" path="m3650,2163l3694,2231,3721,2287,3736,2323,3741,2310,3766,2254,3797,2199,3805,2187,3736,2187,3650,2163xe" filled="true" fillcolor="#231f20" stroked="false">
                <v:path arrowok="t"/>
                <v:fill type="solid"/>
              </v:shape>
              <v:shape style="position:absolute;left:3650;top:2153;width:181;height:171" coordorigin="3650,2153" coordsize="181,171" path="m3831,2153l3736,2187,3805,2187,3808,2183,3819,2167,3831,2153xe" filled="true" fillcolor="#231f20" stroked="false">
                <v:path arrowok="t"/>
                <v:fill type="solid"/>
              </v:shape>
            </v:group>
            <v:group style="position:absolute;left:3567;top:1615;width:330;height:2" coordorigin="3567,1615" coordsize="330,2">
              <v:shape style="position:absolute;left:3567;top:1615;width:330;height:2" coordorigin="3567,1615" coordsize="330,0" path="m3567,1615l3896,1615e" filled="false" stroked="true" strokeweight=".997pt" strokecolor="#231f20">
                <v:path arrowok="t"/>
              </v:shape>
            </v:group>
            <v:group style="position:absolute;left:3567;top:2333;width:330;height:2" coordorigin="3567,2333" coordsize="330,2">
              <v:shape style="position:absolute;left:3567;top:2333;width:330;height:2" coordorigin="3567,2333" coordsize="330,0" path="m3567,2333l3896,2333e" filled="false" stroked="true" strokeweight=".997pt" strokecolor="#231f20">
                <v:path arrowok="t"/>
              </v:shape>
            </v:group>
            <v:group style="position:absolute;left:3611;top:1396;width:505;height:189" coordorigin="3611,1396" coordsize="505,189">
              <v:shape style="position:absolute;left:3611;top:1396;width:505;height:189" coordorigin="3611,1396" coordsize="505,189" path="m4116,1585l3611,1396e" filled="false" stroked="true" strokeweight=".997pt" strokecolor="#231f20">
                <v:path arrowok="t"/>
              </v:shape>
            </v:group>
            <v:group style="position:absolute;left:7769;top:-529;width:513;height:197" coordorigin="7769,-529" coordsize="513,197">
              <v:shape style="position:absolute;left:7769;top:-529;width:513;height:197" coordorigin="7769,-529" coordsize="513,197" path="m8282,-332l7769,-529e" filled="false" stroked="true" strokeweight=".997pt" strokecolor="#231f20">
                <v:path arrowok="t"/>
              </v:shape>
            </v:group>
            <v:group style="position:absolute;left:6002;top:-284;width:3470;height:2595" coordorigin="6002,-284" coordsize="3470,2595">
              <v:shape style="position:absolute;left:6002;top:-284;width:3470;height:2595" coordorigin="6002,-284" coordsize="3470,2595" path="m9472,-284l6012,1628,6002,2311,9467,120,9472,-284xe" filled="true" fillcolor="#bcbec0" stroked="false">
                <v:path arrowok="t"/>
                <v:fill type="solid"/>
              </v:shape>
            </v:group>
            <v:group style="position:absolute;left:4182;top:-308;width:5225;height:1919" coordorigin="4182,-308" coordsize="5225,1919">
              <v:shape style="position:absolute;left:4182;top:-308;width:5225;height:1919" coordorigin="4182,-308" coordsize="5225,1919" path="m8353,-308l4182,1608,5996,1611,9407,-279,8353,-308xe" filled="true" fillcolor="#bcbec0" stroked="false">
                <v:path arrowok="t"/>
                <v:fill type="solid"/>
              </v:shape>
            </v:group>
            <v:group style="position:absolute;left:4177;top:1623;width:1832;height:702" coordorigin="4177,1623" coordsize="1832,702">
              <v:shape style="position:absolute;left:4177;top:1623;width:1832;height:702" coordorigin="4177,1623" coordsize="1832,702" path="m4181,1623l4177,2325,6002,2311,6009,1627,4181,1623xe" filled="true" fillcolor="#a5a5a7" stroked="false">
                <v:path arrowok="t"/>
                <v:fill type="solid"/>
              </v:shape>
            </v:group>
            <v:group style="position:absolute;left:8364;top:-291;width:1102;height:421" coordorigin="8364,-291" coordsize="1102,421">
              <v:shape style="position:absolute;left:8364;top:-291;width:1102;height:421" coordorigin="8364,-291" coordsize="1102,421" path="m8364,-291l9466,-291,9466,129e" filled="false" stroked="true" strokeweight=".997pt" strokecolor="#231f20">
                <v:path arrowok="t"/>
              </v:shape>
            </v:group>
            <v:group style="position:absolute;left:6005;top:127;width:3466;height:2192" coordorigin="6005,127" coordsize="3466,2192">
              <v:shape style="position:absolute;left:6005;top:127;width:3466;height:2192" coordorigin="6005,127" coordsize="3466,2192" path="m6005,2319l9470,127e" filled="false" stroked="true" strokeweight=".997pt" strokecolor="#231f20">
                <v:path arrowok="t"/>
              </v:shape>
            </v:group>
            <v:group style="position:absolute;left:4168;top:-294;width:4194;height:1897" coordorigin="4168,-294" coordsize="4194,1897">
              <v:shape style="position:absolute;left:4168;top:-294;width:4194;height:1897" coordorigin="4168,-294" coordsize="4194,1897" path="m8361,-294l4168,1602e" filled="false" stroked="true" strokeweight=".997pt" strokecolor="#231f20">
                <v:path arrowok="t"/>
              </v:shape>
            </v:group>
            <v:group style="position:absolute;left:5631;top:-70;width:3829;height:2374" coordorigin="5631,-70" coordsize="3829,2374">
              <v:shape style="position:absolute;left:5631;top:-70;width:3829;height:2374" coordorigin="5631,-70" coordsize="3829,2374" path="m9459,-70l9382,-54,9307,-28,9252,-4,9234,4,9215,12,9159,36,9095,59,9070,68,8996,97,8924,129,8854,163,8785,197,8762,208,8739,220,8717,231,8694,242,8671,253,8648,264,8582,297,8516,329,8450,363,8384,397,8318,431,8252,466,8187,502,8121,538,8056,575,7992,612,7927,650,7863,689,7799,727,7736,767,7673,806,7610,846,7548,887,7487,928,7426,969,7366,1011,7266,1081,7171,1150,7080,1217,6992,1283,6906,1349,6823,1413,6742,1477,6662,1540,6583,1603,6504,1665,6425,1728,6345,1790,6265,1852,6183,1915,6099,1978,6012,2041,5922,2106,5829,2171,5732,2236,5631,2303e" filled="false" stroked="true" strokeweight=".997pt" strokecolor="#d6d7d8">
                <v:path arrowok="t"/>
              </v:shape>
            </v:group>
            <v:group style="position:absolute;left:5296;top:-165;width:4158;height:2473" coordorigin="5296,-165" coordsize="4158,2473">
              <v:shape style="position:absolute;left:5296;top:-165;width:4158;height:2473" coordorigin="5296,-165" coordsize="4158,2473" path="m9454,-165l9379,-141,9292,-114,9197,-83,9097,-50,8994,-15,8892,20,8792,55,8699,89,8613,121,8539,150,8431,194,8323,241,8216,290,8109,341,8004,395,7900,450,7797,508,7696,568,7596,630,7498,694,7441,732,7385,771,7330,810,7274,849,7220,889,7165,929,7111,969,7057,1010,7004,1050,6950,1091,6897,1132,6844,1174,6790,1215,6737,1256,6684,1298,6630,1339,6576,1380,6522,1422,6468,1463,6414,1504,6357,1548,6276,1619,6226,1673,6192,1717,6175,1739,6135,1784,6073,1839,5973,1911,5904,1956,5820,2008,5719,2069,5600,2138,5459,2218,5296,2308e" filled="false" stroked="true" strokeweight=".997pt" strokecolor="#d6d7d8">
                <v:path arrowok="t"/>
              </v:shape>
            </v:group>
            <v:group style="position:absolute;left:4893;top:-284;width:4298;height:2593" coordorigin="4893,-284" coordsize="4298,2593">
              <v:shape style="position:absolute;left:4893;top:-284;width:4298;height:2593" coordorigin="4893,-284" coordsize="4298,2593" path="m9190,-284l9096,-251,9001,-217,8905,-182,8810,-146,8715,-109,8620,-71,8526,-31,8432,8,8340,49,8248,90,8183,121,8117,152,8052,184,7988,217,7924,250,7861,285,7798,319,7735,355,7673,391,7612,428,7550,465,7489,503,7429,541,7368,580,7308,620,7248,660,7189,701,7129,742,7070,783,7011,826,6909,900,6806,975,6703,1051,6599,1128,6495,1205,6391,1283,6286,1361,6181,1439,6075,1517,5969,1594,5863,1671,5756,1747,5650,1823,5542,1897,5435,1970,5327,2041,5219,2111,5110,2179,5002,2245,4893,2308e" filled="false" stroked="true" strokeweight=".997pt" strokecolor="#d6d7d8">
                <v:path arrowok="t"/>
              </v:shape>
            </v:group>
            <v:group style="position:absolute;left:4299;top:-277;width:4491;height:2585" coordorigin="4299,-277" coordsize="4491,2585">
              <v:shape style="position:absolute;left:4299;top:-277;width:4491;height:2585" coordorigin="4299,-277" coordsize="4491,2585" path="m8790,-277l8712,-258,8653,-241,8594,-222,8535,-201,8477,-180,8421,-158,8403,-152,8336,-125,8269,-98,8203,-70,8137,-41,8072,-12,8028,8,8006,18,7984,28,7963,37,7902,65,7842,94,7783,123,7724,154,7666,185,7608,218,7550,251,7493,284,7436,319,7380,354,7324,389,7268,425,7213,462,7158,498,7103,535,7049,572,6994,610,6940,647,6887,684,6833,722,6781,759,6729,796,6677,834,6625,872,6574,911,6523,949,6472,988,6421,1027,6370,1066,6319,1105,6269,1144,6218,1183,6167,1222,6116,1261,6064,1299,6013,1338,5961,1375,5909,1413,5857,1450,5804,1487,5706,1553,5606,1619,5505,1683,5454,1715,5403,1747,5351,1778,5299,1809,5247,1839,5195,1869,5142,1898,5089,1927,5036,1956,4983,1984,4929,2012,4876,2039,4768,2091,4694,2125,4623,2156,4576,2176,4553,2185,4484,2215,4416,2247,4346,2282,4323,2295,4299,2308e" filled="false" stroked="true" strokeweight=".997pt" strokecolor="#d6d7d8">
                <v:path arrowok="t"/>
              </v:shape>
            </v:group>
            <v:group style="position:absolute;left:6124;top:74;width:3336;height:2140" coordorigin="6124,74" coordsize="3336,2140">
              <v:shape style="position:absolute;left:6124;top:74;width:3336;height:2140" coordorigin="6124,74" coordsize="3336,2140" path="m9459,74l9387,101,9311,135,9233,172,9155,211,9078,250,9053,263,8982,299,8896,341,8833,372,8769,405,8706,437,8643,471,8579,505,8516,539,8454,574,8391,610,8329,646,8267,683,8205,720,8144,757,8083,795,8023,834,7963,872,7903,912,7844,951,7785,991,7727,1032,7632,1098,7541,1162,7453,1223,7368,1281,7286,1337,7207,1392,7130,1446,7054,1498,6980,1551,6906,1603,6833,1656,6759,1709,6686,1764,6611,1820,6535,1878,6458,1939,6379,2003,6297,2069,6212,2139,6124,2213e" filled="false" stroked="true" strokeweight=".997pt" strokecolor="#d6d7d8">
                <v:path arrowok="t"/>
              </v:shape>
            </v:group>
            <v:group style="position:absolute;left:4160;top:-175;width:3959;height:2413" coordorigin="4160,-175" coordsize="3959,2413">
              <v:shape style="position:absolute;left:4160;top:-175;width:3959;height:2413" coordorigin="4160,-175" coordsize="3959,2413" path="m8118,-175l8071,-131,8008,-91,7936,-55,7859,-22,7784,8,7715,33,7694,41,7630,65,7563,92,7497,120,7431,149,7366,178,7300,207,7278,217,7257,227,7235,237,7174,264,7115,293,7055,323,6996,353,6938,385,6880,417,6822,450,6765,484,6709,518,6652,553,6596,589,6541,625,6485,661,6430,698,6375,735,6321,772,6267,809,6213,846,6159,884,6105,921,6053,958,6001,996,5949,1034,5897,1072,5846,1110,5795,1149,5744,1188,5693,1227,5642,1266,5592,1305,5541,1344,5490,1383,5439,1422,5388,1460,5337,1499,5285,1537,5233,1575,5181,1612,5129,1650,5076,1686,4981,1751,4891,1813,4803,1871,4717,1928,4631,1982,4544,2034,4455,2086,4362,2137,4264,2188,4213,2213,4160,2238e" filled="false" stroked="true" strokeweight=".997pt" strokecolor="#d6d7d8">
                <v:path arrowok="t"/>
              </v:shape>
            </v:group>
            <v:group style="position:absolute;left:4175;top:992;width:1371;height:888" coordorigin="4175,992" coordsize="1371,888">
              <v:shape style="position:absolute;left:4175;top:992;width:1371;height:888" coordorigin="4175,992" coordsize="1371,888" path="m5546,992l5484,1022,5421,1059,5356,1101,5289,1147,5222,1198,5153,1251,5083,1306,5012,1363,4941,1421,4870,1479,4798,1536,4727,1591,4655,1643,4584,1693,4514,1739,4444,1779,4375,1815,4307,1844,4240,1865,4175,1879e" filled="false" stroked="true" strokeweight=".997pt" strokecolor="#d6d7d8">
                <v:path arrowok="t"/>
              </v:shape>
            </v:group>
            <v:group style="position:absolute;left:6005;top:-294;width:3454;height:1913" coordorigin="6005,-294" coordsize="3454,1913">
              <v:shape style="position:absolute;left:6005;top:-294;width:3454;height:1913" coordorigin="6005,-294" coordsize="3454,1913" path="m6005,1619l9458,-294e" filled="false" stroked="true" strokeweight=".997pt" strokecolor="#231f20">
                <v:path arrowok="t"/>
              </v:shape>
            </v:group>
            <v:group style="position:absolute;left:4169;top:1618;width:1837;height:701" coordorigin="4169,1618" coordsize="1837,701">
              <v:shape style="position:absolute;left:4169;top:1618;width:1837;height:701" coordorigin="4169,1618" coordsize="1837,701" path="m6005,2319l4169,2319,4169,1618,6005,1618,6005,2319xe" filled="false" stroked="true" strokeweight=".997pt" strokecolor="#231f20">
                <v:path arrowok="t"/>
              </v:shape>
            </v:group>
            <v:group style="position:absolute;left:3974;top:-354;width:3876;height:1748" coordorigin="3974,-354" coordsize="3876,1748">
              <v:shape style="position:absolute;left:3974;top:-354;width:3876;height:1748" coordorigin="3974,-354" coordsize="3876,1748" path="m7849,-354l3974,1393e" filled="false" stroked="true" strokeweight=".997pt" strokecolor="#231f20">
                <v:path arrowok="t"/>
              </v:shape>
            </v:group>
            <v:group style="position:absolute;left:7778;top:-416;width:181;height:170" coordorigin="7778,-416" coordsize="181,170">
              <v:shape style="position:absolute;left:7778;top:-416;width:181;height:170" coordorigin="7778,-416" coordsize="181,170" path="m7778,-416l7835,-348,7842,-247,7851,-264,7883,-315,7922,-364,7957,-402,7920,-402,7858,-404,7797,-412,7778,-416xe" filled="true" fillcolor="#231f20" stroked="false">
                <v:path arrowok="t"/>
                <v:fill type="solid"/>
              </v:shape>
              <v:shape style="position:absolute;left:7778;top:-416;width:181;height:170" coordorigin="7778,-416" coordsize="181,170" path="m7959,-404l7940,-403,7920,-402,7957,-402,7959,-404xe" filled="true" fillcolor="#231f20" stroked="false">
                <v:path arrowok="t"/>
                <v:fill type="solid"/>
              </v:shape>
            </v:group>
            <v:group style="position:absolute;left:3864;top:1298;width:195;height:161" coordorigin="3864,1298" coordsize="195,161">
              <v:shape style="position:absolute;left:3864;top:1298;width:195;height:161" coordorigin="3864,1298" coordsize="195,161" path="m4041,1441l3919,1441,3940,1441,3961,1443,4022,1450,4058,1459,4041,1441xe" filled="true" fillcolor="#231f20" stroked="false">
                <v:path arrowok="t"/>
                <v:fill type="solid"/>
              </v:shape>
              <v:shape style="position:absolute;left:3864;top:1298;width:195;height:161" coordorigin="3864,1298" coordsize="195,161" path="m3974,1298l3931,1366,3891,1414,3864,1442,3879,1442,3899,1441,4041,1441,3988,1386,3974,1298xe" filled="true" fillcolor="#231f20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31F20"/>
          <w:spacing w:val="-1"/>
        </w:rPr>
        <w:t>Length</w:t>
      </w:r>
      <w:r>
        <w:rPr/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0"/>
        <w:rPr>
          <w:rFonts w:ascii="Myriad Pro" w:hAnsi="Myriad Pro" w:cs="Myriad Pro" w:eastAsia="Myriad Pro"/>
          <w:sz w:val="15"/>
          <w:szCs w:val="15"/>
        </w:rPr>
      </w:pPr>
    </w:p>
    <w:p>
      <w:pPr>
        <w:spacing w:before="61"/>
        <w:ind w:left="2393" w:right="0" w:firstLine="0"/>
        <w:jc w:val="left"/>
        <w:rPr>
          <w:rFonts w:ascii="Myriad Pro" w:hAnsi="Myriad Pro" w:cs="Myriad Pro" w:eastAsia="Myriad Pro"/>
          <w:sz w:val="24"/>
          <w:szCs w:val="24"/>
        </w:rPr>
      </w:pPr>
      <w:r>
        <w:rPr>
          <w:rFonts w:ascii="Myriad Pro"/>
          <w:color w:val="231F20"/>
          <w:sz w:val="24"/>
        </w:rPr>
        <w:t>Thickness</w:t>
      </w:r>
      <w:r>
        <w:rPr>
          <w:rFonts w:ascii="Myriad Pro"/>
          <w:sz w:val="24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4"/>
        <w:rPr>
          <w:rFonts w:ascii="Myriad Pro" w:hAnsi="Myriad Pro" w:cs="Myriad Pro" w:eastAsia="Myriad Pro"/>
          <w:sz w:val="10"/>
          <w:szCs w:val="10"/>
        </w:rPr>
      </w:pPr>
    </w:p>
    <w:p>
      <w:pPr>
        <w:spacing w:line="200" w:lineRule="atLeast"/>
        <w:ind w:left="3802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93.25pt;height:21.95pt;mso-position-horizontal-relative:char;mso-position-vertical-relative:line" coordorigin="0,0" coordsize="1865,439">
            <v:group style="position:absolute;left:143;top:140;width:1555;height:2" coordorigin="143,140" coordsize="1555,2">
              <v:shape style="position:absolute;left:143;top:140;width:1555;height:2" coordorigin="143,140" coordsize="1555,0" path="m143,140l1697,140e" filled="false" stroked="true" strokeweight=".997pt" strokecolor="#231f20">
                <v:path arrowok="t"/>
              </v:shape>
            </v:group>
            <v:group style="position:absolute;left:22;top:45;width:171;height:181" coordorigin="22,45" coordsize="171,181">
              <v:shape style="position:absolute;left:22;top:45;width:171;height:181" coordorigin="22,45" coordsize="171,181" path="m193,45l129,90,73,119,22,140,40,147,96,172,151,203,182,226,159,140,193,45xe" filled="true" fillcolor="#231f20" stroked="false">
                <v:path arrowok="t"/>
                <v:fill type="solid"/>
              </v:shape>
            </v:group>
            <v:group style="position:absolute;left:1647;top:45;width:171;height:181" coordorigin="1647,45" coordsize="171,181">
              <v:shape style="position:absolute;left:1647;top:45;width:171;height:181" coordorigin="1647,45" coordsize="171,181" path="m1647,45l1681,140,1657,226,1673,214,1725,182,1781,154,1817,140,1804,134,1748,109,1693,79,1661,56,1647,45xe" filled="true" fillcolor="#231f20" stroked="false">
                <v:path arrowok="t"/>
                <v:fill type="solid"/>
              </v:shape>
            </v:group>
            <v:group style="position:absolute;left:10;top:10;width:2;height:339" coordorigin="10,10" coordsize="2,339">
              <v:shape style="position:absolute;left:10;top:10;width:2;height:339" coordorigin="10,10" coordsize="0,339" path="m10,10l10,349e" filled="false" stroked="true" strokeweight=".997pt" strokecolor="#231f20">
                <v:path arrowok="t"/>
              </v:shape>
            </v:group>
            <v:group style="position:absolute;left:1855;top:10;width:2;height:339" coordorigin="1855,10" coordsize="2,339">
              <v:shape style="position:absolute;left:1855;top:10;width:2;height:339" coordorigin="1855,10" coordsize="0,339" path="m1855,10l1855,349e" filled="false" stroked="true" strokeweight=".997pt" strokecolor="#231f20">
                <v:path arrowok="t"/>
              </v:shape>
              <v:shape style="position:absolute;left:0;top:0;width:1865;height:439" type="#_x0000_t202" filled="false" stroked="false">
                <v:textbox inset="0,0,0,0">
                  <w:txbxContent>
                    <w:p>
                      <w:pPr>
                        <w:spacing w:line="278" w:lineRule="exact" w:before="161"/>
                        <w:ind w:left="613" w:right="0" w:firstLine="0"/>
                        <w:jc w:val="left"/>
                        <w:rPr>
                          <w:rFonts w:ascii="Myriad Pro" w:hAnsi="Myriad Pro" w:cs="Myriad Pro" w:eastAsia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color w:val="231F20"/>
                          <w:spacing w:val="-1"/>
                          <w:sz w:val="24"/>
                        </w:rPr>
                        <w:t>Width</w:t>
                      </w:r>
                      <w:r>
                        <w:rPr>
                          <w:rFonts w:ascii="Myriad Pro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line="240" w:lineRule="auto" w:before="2"/>
        <w:rPr>
          <w:rFonts w:ascii="Myriad Pro" w:hAnsi="Myriad Pro" w:cs="Myriad Pro" w:eastAsia="Myriad Pro"/>
          <w:sz w:val="18"/>
          <w:szCs w:val="18"/>
        </w:rPr>
      </w:pPr>
    </w:p>
    <w:p>
      <w:pPr>
        <w:spacing w:before="77"/>
        <w:ind w:left="285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2—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Dimensions</w:t>
      </w:r>
      <w:r>
        <w:rPr>
          <w:rFonts w:ascii="Arial" w:hAnsi="Arial" w:cs="Arial" w:eastAsia="Arial"/>
          <w:color w:val="231F20"/>
          <w:sz w:val="18"/>
          <w:szCs w:val="18"/>
        </w:rPr>
        <w:t> for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length, thickness,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and width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of a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block of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wood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84" w:lineRule="auto" w:before="118"/>
        <w:ind w:left="1460" w:right="631"/>
        <w:jc w:val="left"/>
      </w:pPr>
      <w:r>
        <w:rPr>
          <w:color w:val="4C4D4F"/>
          <w:spacing w:val="-1"/>
        </w:rPr>
        <w:t>If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need</w:t>
      </w:r>
      <w:r>
        <w:rPr>
          <w:color w:val="4C4D4F"/>
        </w:rPr>
        <w:t> further practice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scale </w:t>
      </w:r>
      <w:r>
        <w:rPr>
          <w:color w:val="4C4D4F"/>
          <w:spacing w:val="-1"/>
        </w:rPr>
        <w:t>before</w:t>
      </w:r>
      <w:r>
        <w:rPr>
          <w:color w:val="4C4D4F"/>
        </w:rPr>
        <w:t> </w:t>
      </w:r>
      <w:r>
        <w:rPr>
          <w:color w:val="4C4D4F"/>
          <w:spacing w:val="-2"/>
        </w:rPr>
        <w:t>drawing,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them</w:t>
      </w:r>
      <w:r>
        <w:rPr>
          <w:color w:val="4C4D4F"/>
        </w:rPr>
        <w:t> </w:t>
      </w:r>
      <w:r>
        <w:rPr>
          <w:color w:val="4C4D4F"/>
          <w:spacing w:val="-1"/>
        </w:rPr>
        <w:t>complete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83"/>
        </w:rPr>
        <w:t> </w:t>
      </w:r>
      <w:r>
        <w:rPr>
          <w:color w:val="4C4D4F"/>
          <w:spacing w:val="-2"/>
        </w:rPr>
        <w:t>student</w:t>
      </w:r>
      <w:r>
        <w:rPr>
          <w:color w:val="4C4D4F"/>
        </w:rPr>
        <w:t> </w:t>
      </w:r>
      <w:r>
        <w:rPr>
          <w:color w:val="4C4D4F"/>
          <w:spacing w:val="-1"/>
        </w:rPr>
        <w:t>activities</w:t>
      </w:r>
      <w:r>
        <w:rPr>
          <w:color w:val="4C4D4F"/>
        </w:rPr>
        <w:t> on </w:t>
      </w:r>
      <w:r>
        <w:rPr>
          <w:color w:val="4C4D4F"/>
          <w:spacing w:val="-1"/>
        </w:rPr>
        <w:t>pages</w:t>
      </w:r>
      <w:r>
        <w:rPr>
          <w:color w:val="4C4D4F"/>
        </w:rPr>
        <w:t> 7 </w:t>
      </w:r>
      <w:r>
        <w:rPr>
          <w:color w:val="4C4D4F"/>
          <w:spacing w:val="-1"/>
        </w:rPr>
        <w:t>and</w:t>
      </w:r>
      <w:r>
        <w:rPr>
          <w:color w:val="4C4D4F"/>
        </w:rPr>
        <w:t> 22.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72" w:after="0"/>
        <w:ind w:left="900" w:right="0" w:hanging="320"/>
        <w:jc w:val="left"/>
      </w:pP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metric</w:t>
      </w:r>
      <w:r>
        <w:rPr>
          <w:color w:val="4C4D4F"/>
        </w:rPr>
        <w:t> </w:t>
      </w:r>
      <w:r>
        <w:rPr>
          <w:color w:val="4C4D4F"/>
          <w:spacing w:val="-1"/>
        </w:rPr>
        <w:t>scale,</w:t>
      </w:r>
      <w:r>
        <w:rPr>
          <w:color w:val="4C4D4F"/>
        </w:rPr>
        <w:t> </w:t>
      </w:r>
      <w:r>
        <w:rPr>
          <w:color w:val="4C4D4F"/>
          <w:spacing w:val="-2"/>
        </w:rPr>
        <w:t>explain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choose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best</w:t>
      </w:r>
      <w:r>
        <w:rPr>
          <w:color w:val="4C4D4F"/>
        </w:rPr>
        <w:t> scale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assignment.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/>
        <w:ind w:left="920" w:right="1163"/>
        <w:jc w:val="left"/>
      </w:pPr>
      <w:r>
        <w:rPr>
          <w:color w:val="4C4D4F"/>
        </w:rPr>
        <w:t>Explain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chosen</w:t>
      </w:r>
      <w:r>
        <w:rPr>
          <w:color w:val="4C4D4F"/>
        </w:rPr>
        <w:t> scale </w:t>
      </w:r>
      <w:r>
        <w:rPr>
          <w:color w:val="4C4D4F"/>
          <w:spacing w:val="-1"/>
        </w:rPr>
        <w:t>must</w:t>
      </w:r>
      <w:r>
        <w:rPr>
          <w:color w:val="4C4D4F"/>
        </w:rPr>
        <w:t> </w:t>
      </w:r>
      <w:r>
        <w:rPr>
          <w:color w:val="4C4D4F"/>
          <w:spacing w:val="-1"/>
        </w:rPr>
        <w:t>allow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all</w:t>
      </w:r>
      <w:r>
        <w:rPr>
          <w:color w:val="4C4D4F"/>
        </w:rPr>
        <w:t> object </w:t>
      </w:r>
      <w:r>
        <w:rPr>
          <w:color w:val="4C4D4F"/>
          <w:spacing w:val="-1"/>
        </w:rPr>
        <w:t>details</w:t>
      </w:r>
      <w:r>
        <w:rPr>
          <w:color w:val="4C4D4F"/>
        </w:rPr>
        <w:t> </w:t>
      </w:r>
      <w:r>
        <w:rPr>
          <w:color w:val="4C4D4F"/>
          <w:spacing w:val="-1"/>
        </w:rPr>
        <w:t>while</w:t>
      </w:r>
      <w:r>
        <w:rPr>
          <w:color w:val="4C4D4F"/>
        </w:rPr>
        <w:t> </w:t>
      </w:r>
      <w:r>
        <w:rPr>
          <w:color w:val="4C4D4F"/>
          <w:spacing w:val="-1"/>
        </w:rPr>
        <w:t>still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object</w:t>
      </w:r>
      <w:r>
        <w:rPr>
          <w:color w:val="4C4D4F"/>
          <w:spacing w:val="37"/>
        </w:rPr>
        <w:t> </w:t>
      </w:r>
      <w:r>
        <w:rPr>
          <w:color w:val="4C4D4F"/>
        </w:rPr>
        <w:t>proportionally </w:t>
      </w:r>
      <w:r>
        <w:rPr>
          <w:color w:val="4C4D4F"/>
          <w:spacing w:val="-2"/>
        </w:rPr>
        <w:t>onto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page.</w:t>
      </w:r>
      <w:r>
        <w:rPr/>
      </w:r>
    </w:p>
    <w:p>
      <w:pPr>
        <w:pStyle w:val="BodyText"/>
        <w:spacing w:line="284" w:lineRule="auto" w:before="181"/>
        <w:ind w:left="920" w:right="1166"/>
        <w:jc w:val="both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metric</w:t>
      </w:r>
      <w:r>
        <w:rPr>
          <w:color w:val="4C4D4F"/>
        </w:rPr>
        <w:t> scale </w:t>
      </w:r>
      <w:r>
        <w:rPr>
          <w:color w:val="4C4D4F"/>
          <w:spacing w:val="-1"/>
        </w:rPr>
        <w:t>uses</w:t>
      </w:r>
      <w:r>
        <w:rPr>
          <w:color w:val="4C4D4F"/>
        </w:rPr>
        <w:t> </w:t>
      </w:r>
      <w:r>
        <w:rPr>
          <w:color w:val="4C4D4F"/>
          <w:spacing w:val="-1"/>
        </w:rPr>
        <w:t>ratios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same</w:t>
      </w:r>
      <w:r>
        <w:rPr>
          <w:color w:val="4C4D4F"/>
        </w:rPr>
        <w:t> </w:t>
      </w:r>
      <w:r>
        <w:rPr>
          <w:color w:val="4C4D4F"/>
          <w:spacing w:val="-1"/>
        </w:rPr>
        <w:t>units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both</w:t>
      </w:r>
      <w:r>
        <w:rPr>
          <w:color w:val="4C4D4F"/>
        </w:rPr>
        <w:t> </w:t>
      </w:r>
      <w:r>
        <w:rPr>
          <w:color w:val="4C4D4F"/>
          <w:spacing w:val="-1"/>
        </w:rPr>
        <w:t>ratio</w:t>
      </w:r>
      <w:r>
        <w:rPr>
          <w:color w:val="4C4D4F"/>
        </w:rPr>
        <w:t> </w:t>
      </w:r>
      <w:r>
        <w:rPr>
          <w:color w:val="4C4D4F"/>
          <w:spacing w:val="-1"/>
        </w:rPr>
        <w:t>terms,</w:t>
      </w:r>
      <w:r>
        <w:rPr>
          <w:color w:val="4C4D4F"/>
        </w:rPr>
        <w:t> </w:t>
      </w:r>
      <w:r>
        <w:rPr>
          <w:color w:val="4C4D4F"/>
          <w:spacing w:val="-1"/>
        </w:rPr>
        <w:t>resulting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</w:t>
      </w:r>
      <w:r>
        <w:rPr>
          <w:color w:val="4C4D4F"/>
          <w:spacing w:val="-1"/>
        </w:rPr>
        <w:t>expression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2"/>
        </w:rPr>
        <w:t>many</w:t>
      </w:r>
      <w:r>
        <w:rPr>
          <w:color w:val="4C4D4F"/>
        </w:rPr>
        <w:t> </w:t>
      </w:r>
      <w:r>
        <w:rPr>
          <w:color w:val="4C4D4F"/>
          <w:spacing w:val="-1"/>
        </w:rPr>
        <w:t>times</w:t>
      </w:r>
      <w:r>
        <w:rPr>
          <w:color w:val="4C4D4F"/>
        </w:rPr>
        <w:t> </w:t>
      </w:r>
      <w:r>
        <w:rPr>
          <w:color w:val="4C4D4F"/>
          <w:spacing w:val="-1"/>
        </w:rPr>
        <w:t>smaller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object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compared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drawing.</w:t>
      </w:r>
      <w:r>
        <w:rPr>
          <w:color w:val="4C4D4F"/>
        </w:rPr>
        <w:t> </w:t>
      </w:r>
      <w:r>
        <w:rPr>
          <w:color w:val="4C4D4F"/>
          <w:spacing w:val="-2"/>
        </w:rPr>
        <w:t>For</w:t>
      </w:r>
      <w:r>
        <w:rPr>
          <w:color w:val="4C4D4F"/>
        </w:rPr>
        <w:t> </w:t>
      </w:r>
      <w:r>
        <w:rPr>
          <w:color w:val="4C4D4F"/>
          <w:spacing w:val="-2"/>
        </w:rPr>
        <w:t>example,</w:t>
      </w:r>
      <w:r>
        <w:rPr>
          <w:color w:val="4C4D4F"/>
        </w:rPr>
        <w:t> if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ratio</w:t>
      </w:r>
      <w:r>
        <w:rPr>
          <w:color w:val="4C4D4F"/>
          <w:spacing w:val="77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4"/>
        </w:rPr>
        <w:t>1:20,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object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20</w:t>
      </w:r>
      <w:r>
        <w:rPr>
          <w:color w:val="4C4D4F"/>
        </w:rPr>
        <w:t> </w:t>
      </w:r>
      <w:r>
        <w:rPr>
          <w:color w:val="4C4D4F"/>
          <w:spacing w:val="-1"/>
        </w:rPr>
        <w:t>times</w:t>
      </w:r>
      <w:r>
        <w:rPr>
          <w:color w:val="4C4D4F"/>
        </w:rPr>
        <w:t> </w:t>
      </w:r>
      <w:r>
        <w:rPr>
          <w:color w:val="4C4D4F"/>
          <w:spacing w:val="-1"/>
        </w:rPr>
        <w:t>larger</w:t>
      </w:r>
      <w:r>
        <w:rPr>
          <w:color w:val="4C4D4F"/>
        </w:rPr>
        <w:t> </w:t>
      </w:r>
      <w:r>
        <w:rPr>
          <w:color w:val="4C4D4F"/>
          <w:spacing w:val="-1"/>
        </w:rPr>
        <w:t>than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object </w:t>
      </w:r>
      <w:r>
        <w:rPr>
          <w:color w:val="4C4D4F"/>
          <w:spacing w:val="-2"/>
        </w:rPr>
        <w:t>drawn.</w:t>
      </w:r>
      <w:r>
        <w:rPr/>
      </w:r>
    </w:p>
    <w:p>
      <w:pPr>
        <w:pStyle w:val="BodyText"/>
        <w:spacing w:line="284" w:lineRule="auto" w:before="181"/>
        <w:ind w:left="920" w:right="1228"/>
        <w:jc w:val="both"/>
      </w:pPr>
      <w:r>
        <w:rPr>
          <w:color w:val="4C4D4F"/>
        </w:rPr>
        <w:t>On a </w:t>
      </w:r>
      <w:r>
        <w:rPr>
          <w:color w:val="4C4D4F"/>
          <w:spacing w:val="-1"/>
        </w:rPr>
        <w:t>metric</w:t>
      </w:r>
      <w:r>
        <w:rPr>
          <w:color w:val="4C4D4F"/>
        </w:rPr>
        <w:t> scale </w:t>
      </w:r>
      <w:r>
        <w:rPr>
          <w:color w:val="4C4D4F"/>
          <w:spacing w:val="-1"/>
        </w:rPr>
        <w:t>there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only</w:t>
      </w:r>
      <w:r>
        <w:rPr>
          <w:color w:val="4C4D4F"/>
        </w:rPr>
        <w:t> </w:t>
      </w:r>
      <w:r>
        <w:rPr>
          <w:color w:val="4C4D4F"/>
          <w:spacing w:val="-1"/>
        </w:rPr>
        <w:t>six</w:t>
      </w:r>
      <w:r>
        <w:rPr>
          <w:color w:val="4C4D4F"/>
        </w:rPr>
        <w:t> scale </w:t>
      </w:r>
      <w:r>
        <w:rPr>
          <w:color w:val="4C4D4F"/>
          <w:spacing w:val="-1"/>
        </w:rPr>
        <w:t>ratios:</w:t>
      </w:r>
      <w:r>
        <w:rPr>
          <w:color w:val="4C4D4F"/>
        </w:rPr>
        <w:t> </w:t>
      </w:r>
      <w:r>
        <w:rPr>
          <w:color w:val="4C4D4F"/>
          <w:spacing w:val="-8"/>
        </w:rPr>
        <w:t>1:10,</w:t>
      </w:r>
      <w:r>
        <w:rPr>
          <w:color w:val="4C4D4F"/>
        </w:rPr>
        <w:t> </w:t>
      </w:r>
      <w:r>
        <w:rPr>
          <w:color w:val="4C4D4F"/>
          <w:spacing w:val="-5"/>
        </w:rPr>
        <w:t>1:5,</w:t>
      </w:r>
      <w:r>
        <w:rPr>
          <w:color w:val="4C4D4F"/>
        </w:rPr>
        <w:t> </w:t>
      </w:r>
      <w:r>
        <w:rPr>
          <w:color w:val="4C4D4F"/>
          <w:spacing w:val="-4"/>
        </w:rPr>
        <w:t>1:20,</w:t>
      </w:r>
      <w:r>
        <w:rPr>
          <w:color w:val="4C4D4F"/>
        </w:rPr>
        <w:t> </w:t>
      </w:r>
      <w:r>
        <w:rPr>
          <w:color w:val="4C4D4F"/>
          <w:spacing w:val="-5"/>
        </w:rPr>
        <w:t>1:2,</w:t>
      </w:r>
      <w:r>
        <w:rPr>
          <w:color w:val="4C4D4F"/>
        </w:rPr>
        <w:t> </w:t>
      </w:r>
      <w:r>
        <w:rPr>
          <w:color w:val="4C4D4F"/>
          <w:spacing w:val="-4"/>
        </w:rPr>
        <w:t>1:50,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9"/>
        </w:rPr>
        <w:t>1:1.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units</w:t>
      </w:r>
      <w:r>
        <w:rPr>
          <w:color w:val="4C4D4F"/>
          <w:spacing w:val="51"/>
        </w:rPr>
        <w:t> </w:t>
      </w:r>
      <w:r>
        <w:rPr>
          <w:color w:val="4C4D4F"/>
        </w:rPr>
        <w:t>on </w:t>
      </w:r>
      <w:r>
        <w:rPr>
          <w:color w:val="4C4D4F"/>
          <w:spacing w:val="-1"/>
        </w:rPr>
        <w:t>the</w:t>
      </w:r>
      <w:r>
        <w:rPr>
          <w:color w:val="4C4D4F"/>
        </w:rPr>
        <w:t> scale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represented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1 </w:t>
      </w:r>
      <w:r>
        <w:rPr>
          <w:color w:val="4C4D4F"/>
          <w:spacing w:val="-1"/>
        </w:rPr>
        <w:t>m.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170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50pt;height:75.45pt;mso-position-horizontal-relative:char;mso-position-vertical-relative:line" coordorigin="0,0" coordsize="7000,1509">
            <v:group style="position:absolute;left:416;top:135;width:2;height:603" coordorigin="416,135" coordsize="2,603">
              <v:shape style="position:absolute;left:416;top:135;width:2;height:603" coordorigin="416,135" coordsize="0,603" path="m416,135l416,737e" filled="false" stroked="true" strokeweight=".696pt" strokecolor="#231f20">
                <v:path arrowok="t"/>
              </v:shape>
            </v:group>
            <v:group style="position:absolute;left:463;top:353;width:2;height:110" coordorigin="463,353" coordsize="2,110">
              <v:shape style="position:absolute;left:463;top:353;width:2;height:110" coordorigin="463,353" coordsize="0,110" path="m463,353l463,462e" filled="false" stroked="true" strokeweight=".697pt" strokecolor="#231f20">
                <v:path arrowok="t"/>
              </v:shape>
            </v:group>
            <v:group style="position:absolute;left:511;top:353;width:2;height:110" coordorigin="511,353" coordsize="2,110">
              <v:shape style="position:absolute;left:511;top:353;width:2;height:110" coordorigin="511,353" coordsize="0,110" path="m511,353l511,462e" filled="false" stroked="true" strokeweight=".697pt" strokecolor="#231f20">
                <v:path arrowok="t"/>
              </v:shape>
            </v:group>
            <v:group style="position:absolute;left:559;top:353;width:2;height:110" coordorigin="559,353" coordsize="2,110">
              <v:shape style="position:absolute;left:559;top:353;width:2;height:110" coordorigin="559,353" coordsize="0,110" path="m559,353l559,462e" filled="false" stroked="true" strokeweight=".717pt" strokecolor="#231f20">
                <v:path arrowok="t"/>
              </v:shape>
            </v:group>
            <v:group style="position:absolute;left:607;top:353;width:2;height:110" coordorigin="607,353" coordsize="2,110">
              <v:shape style="position:absolute;left:607;top:353;width:2;height:110" coordorigin="607,353" coordsize="0,110" path="m607,353l607,462e" filled="false" stroked="true" strokeweight=".697pt" strokecolor="#231f20">
                <v:path arrowok="t"/>
              </v:shape>
            </v:group>
            <v:group style="position:absolute;left:702;top:353;width:2;height:110" coordorigin="702,353" coordsize="2,110">
              <v:shape style="position:absolute;left:702;top:353;width:2;height:110" coordorigin="702,353" coordsize="0,110" path="m702,353l702,462e" filled="false" stroked="true" strokeweight=".697pt" strokecolor="#231f20">
                <v:path arrowok="t"/>
              </v:shape>
            </v:group>
            <v:group style="position:absolute;left:750;top:353;width:2;height:110" coordorigin="750,353" coordsize="2,110">
              <v:shape style="position:absolute;left:750;top:353;width:2;height:110" coordorigin="750,353" coordsize="0,110" path="m750,353l750,462e" filled="false" stroked="true" strokeweight=".698pt" strokecolor="#231f20">
                <v:path arrowok="t"/>
              </v:shape>
            </v:group>
            <v:group style="position:absolute;left:797;top:353;width:2;height:110" coordorigin="797,353" coordsize="2,110">
              <v:shape style="position:absolute;left:797;top:353;width:2;height:110" coordorigin="797,353" coordsize="0,110" path="m797,353l797,462e" filled="false" stroked="true" strokeweight=".697pt" strokecolor="#231f20">
                <v:path arrowok="t"/>
              </v:shape>
            </v:group>
            <v:group style="position:absolute;left:846;top:353;width:2;height:110" coordorigin="846,353" coordsize="2,110">
              <v:shape style="position:absolute;left:846;top:353;width:2;height:110" coordorigin="846,353" coordsize="0,110" path="m846,353l846,462e" filled="false" stroked="true" strokeweight=".698pt" strokecolor="#231f20">
                <v:path arrowok="t"/>
              </v:shape>
            </v:group>
            <v:group style="position:absolute;left:654;top:353;width:2;height:197" coordorigin="654,353" coordsize="2,197">
              <v:shape style="position:absolute;left:654;top:353;width:2;height:197" coordorigin="654,353" coordsize="0,197" path="m654,353l654,549e" filled="false" stroked="true" strokeweight=".696pt" strokecolor="#231f20">
                <v:path arrowok="t"/>
              </v:shape>
            </v:group>
            <v:group style="position:absolute;left:941;top:353;width:2;height:110" coordorigin="941,353" coordsize="2,110">
              <v:shape style="position:absolute;left:941;top:353;width:2;height:110" coordorigin="941,353" coordsize="0,110" path="m941,353l941,462e" filled="false" stroked="true" strokeweight=".697pt" strokecolor="#231f20">
                <v:path arrowok="t"/>
              </v:shape>
            </v:group>
            <v:group style="position:absolute;left:989;top:353;width:2;height:110" coordorigin="989,353" coordsize="2,110">
              <v:shape style="position:absolute;left:989;top:353;width:2;height:110" coordorigin="989,353" coordsize="0,110" path="m989,353l989,462e" filled="false" stroked="true" strokeweight=".698pt" strokecolor="#231f20">
                <v:path arrowok="t"/>
              </v:shape>
            </v:group>
            <v:group style="position:absolute;left:1036;top:353;width:2;height:110" coordorigin="1036,353" coordsize="2,110">
              <v:shape style="position:absolute;left:1036;top:353;width:2;height:110" coordorigin="1036,353" coordsize="0,110" path="m1036,353l1036,462e" filled="false" stroked="true" strokeweight=".697pt" strokecolor="#231f20">
                <v:path arrowok="t"/>
              </v:shape>
            </v:group>
            <v:group style="position:absolute;left:1084;top:353;width:2;height:110" coordorigin="1084,353" coordsize="2,110">
              <v:shape style="position:absolute;left:1084;top:353;width:2;height:110" coordorigin="1084,353" coordsize="0,110" path="m1084,353l1084,462e" filled="false" stroked="true" strokeweight=".697pt" strokecolor="#231f20">
                <v:path arrowok="t"/>
              </v:shape>
            </v:group>
            <v:group style="position:absolute;left:893;top:353;width:2;height:197" coordorigin="893,353" coordsize="2,197">
              <v:shape style="position:absolute;left:893;top:353;width:2;height:197" coordorigin="893,353" coordsize="0,197" path="m893,353l893,549e" filled="false" stroked="true" strokeweight=".697pt" strokecolor="#231f20">
                <v:path arrowok="t"/>
              </v:shape>
            </v:group>
            <v:group style="position:absolute;left:1180;top:353;width:2;height:110" coordorigin="1180,353" coordsize="2,110">
              <v:shape style="position:absolute;left:1180;top:353;width:2;height:110" coordorigin="1180,353" coordsize="0,110" path="m1180,353l1180,462e" filled="false" stroked="true" strokeweight=".697pt" strokecolor="#231f20">
                <v:path arrowok="t"/>
              </v:shape>
            </v:group>
            <v:group style="position:absolute;left:1227;top:353;width:2;height:110" coordorigin="1227,353" coordsize="2,110">
              <v:shape style="position:absolute;left:1227;top:353;width:2;height:110" coordorigin="1227,353" coordsize="0,110" path="m1227,353l1227,462e" filled="false" stroked="true" strokeweight=".697pt" strokecolor="#231f20">
                <v:path arrowok="t"/>
              </v:shape>
            </v:group>
            <v:group style="position:absolute;left:1275;top:353;width:2;height:110" coordorigin="1275,353" coordsize="2,110">
              <v:shape style="position:absolute;left:1275;top:353;width:2;height:110" coordorigin="1275,353" coordsize="0,110" path="m1275,353l1275,462e" filled="false" stroked="true" strokeweight=".694pt" strokecolor="#231f20">
                <v:path arrowok="t"/>
              </v:shape>
            </v:group>
            <v:group style="position:absolute;left:1323;top:353;width:2;height:110" coordorigin="1323,353" coordsize="2,110">
              <v:shape style="position:absolute;left:1323;top:353;width:2;height:110" coordorigin="1323,353" coordsize="0,110" path="m1323,353l1323,462e" filled="false" stroked="true" strokeweight=".697pt" strokecolor="#231f20">
                <v:path arrowok="t"/>
              </v:shape>
            </v:group>
            <v:group style="position:absolute;left:1132;top:353;width:2;height:197" coordorigin="1132,353" coordsize="2,197">
              <v:shape style="position:absolute;left:1132;top:353;width:2;height:197" coordorigin="1132,353" coordsize="0,197" path="m1132,353l1132,549e" filled="false" stroked="true" strokeweight=".696pt" strokecolor="#231f20">
                <v:path arrowok="t"/>
              </v:shape>
            </v:group>
            <v:group style="position:absolute;left:1609;top:353;width:2;height:385" coordorigin="1609,353" coordsize="2,385">
              <v:shape style="position:absolute;left:1609;top:353;width:2;height:385" coordorigin="1609,353" coordsize="0,385" path="m1609,353l1609,737e" filled="false" stroked="true" strokeweight=".697pt" strokecolor="#231f20">
                <v:path arrowok="t"/>
              </v:shape>
            </v:group>
            <v:group style="position:absolute;left:1657;top:353;width:2;height:110" coordorigin="1657,353" coordsize="2,110">
              <v:shape style="position:absolute;left:1657;top:353;width:2;height:110" coordorigin="1657,353" coordsize="0,110" path="m1657,353l1657,462e" filled="false" stroked="true" strokeweight=".697pt" strokecolor="#231f20">
                <v:path arrowok="t"/>
              </v:shape>
            </v:group>
            <v:group style="position:absolute;left:1705;top:353;width:2;height:110" coordorigin="1705,353" coordsize="2,110">
              <v:shape style="position:absolute;left:1705;top:353;width:2;height:110" coordorigin="1705,353" coordsize="0,110" path="m1705,353l1705,462e" filled="false" stroked="true" strokeweight=".697pt" strokecolor="#231f20">
                <v:path arrowok="t"/>
              </v:shape>
            </v:group>
            <v:group style="position:absolute;left:1752;top:353;width:2;height:110" coordorigin="1752,353" coordsize="2,110">
              <v:shape style="position:absolute;left:1752;top:353;width:2;height:110" coordorigin="1752,353" coordsize="0,110" path="m1752,353l1752,462e" filled="false" stroked="true" strokeweight=".697pt" strokecolor="#231f20">
                <v:path arrowok="t"/>
              </v:shape>
            </v:group>
            <v:group style="position:absolute;left:1800;top:353;width:2;height:110" coordorigin="1800,353" coordsize="2,110">
              <v:shape style="position:absolute;left:1800;top:353;width:2;height:110" coordorigin="1800,353" coordsize="0,110" path="m1800,353l1800,462e" filled="false" stroked="true" strokeweight=".698pt" strokecolor="#231f20">
                <v:path arrowok="t"/>
              </v:shape>
            </v:group>
            <v:group style="position:absolute;left:1418;top:353;width:2;height:110" coordorigin="1418,353" coordsize="2,110">
              <v:shape style="position:absolute;left:1418;top:353;width:2;height:110" coordorigin="1418,353" coordsize="0,110" path="m1418,353l1418,462e" filled="false" stroked="true" strokeweight=".699pt" strokecolor="#231f20">
                <v:path arrowok="t"/>
              </v:shape>
            </v:group>
            <v:group style="position:absolute;left:1466;top:353;width:2;height:110" coordorigin="1466,353" coordsize="2,110">
              <v:shape style="position:absolute;left:1466;top:353;width:2;height:110" coordorigin="1466,353" coordsize="0,110" path="m1466,353l1466,462e" filled="false" stroked="true" strokeweight=".696pt" strokecolor="#231f20">
                <v:path arrowok="t"/>
              </v:shape>
            </v:group>
            <v:group style="position:absolute;left:1514;top:353;width:2;height:110" coordorigin="1514,353" coordsize="2,110">
              <v:shape style="position:absolute;left:1514;top:353;width:2;height:110" coordorigin="1514,353" coordsize="0,110" path="m1514,353l1514,462e" filled="false" stroked="true" strokeweight=".696pt" strokecolor="#231f20">
                <v:path arrowok="t"/>
              </v:shape>
            </v:group>
            <v:group style="position:absolute;left:1561;top:353;width:2;height:110" coordorigin="1561,353" coordsize="2,110">
              <v:shape style="position:absolute;left:1561;top:353;width:2;height:110" coordorigin="1561,353" coordsize="0,110" path="m1561,353l1561,462e" filled="false" stroked="true" strokeweight=".698pt" strokecolor="#231f20">
                <v:path arrowok="t"/>
              </v:shape>
            </v:group>
            <v:group style="position:absolute;left:1896;top:353;width:2;height:110" coordorigin="1896,353" coordsize="2,110">
              <v:shape style="position:absolute;left:1896;top:353;width:2;height:110" coordorigin="1896,353" coordsize="0,110" path="m1896,353l1896,462e" filled="false" stroked="true" strokeweight=".721pt" strokecolor="#231f20">
                <v:path arrowok="t"/>
              </v:shape>
            </v:group>
            <v:group style="position:absolute;left:1943;top:353;width:2;height:110" coordorigin="1943,353" coordsize="2,110">
              <v:shape style="position:absolute;left:1943;top:353;width:2;height:110" coordorigin="1943,353" coordsize="0,110" path="m1943,353l1943,462e" filled="false" stroked="true" strokeweight=".698pt" strokecolor="#231f20">
                <v:path arrowok="t"/>
              </v:shape>
            </v:group>
            <v:group style="position:absolute;left:1991;top:353;width:2;height:110" coordorigin="1991,353" coordsize="2,110">
              <v:shape style="position:absolute;left:1991;top:353;width:2;height:110" coordorigin="1991,353" coordsize="0,110" path="m1991,353l1991,462e" filled="false" stroked="true" strokeweight=".697pt" strokecolor="#231f20">
                <v:path arrowok="t"/>
              </v:shape>
            </v:group>
            <v:group style="position:absolute;left:2039;top:353;width:2;height:110" coordorigin="2039,353" coordsize="2,110">
              <v:shape style="position:absolute;left:2039;top:353;width:2;height:110" coordorigin="2039,353" coordsize="0,110" path="m2039,353l2039,462e" filled="false" stroked="true" strokeweight=".698pt" strokecolor="#231f20">
                <v:path arrowok="t"/>
              </v:shape>
            </v:group>
            <v:group style="position:absolute;left:1848;top:353;width:2;height:197" coordorigin="1848,353" coordsize="2,197">
              <v:shape style="position:absolute;left:1848;top:353;width:2;height:197" coordorigin="1848,353" coordsize="0,197" path="m1848,353l1848,549e" filled="false" stroked="true" strokeweight=".697pt" strokecolor="#231f20">
                <v:path arrowok="t"/>
              </v:shape>
            </v:group>
            <v:group style="position:absolute;left:2134;top:353;width:2;height:110" coordorigin="2134,353" coordsize="2,110">
              <v:shape style="position:absolute;left:2134;top:353;width:2;height:110" coordorigin="2134,353" coordsize="0,110" path="m2134,353l2134,462e" filled="false" stroked="true" strokeweight=".697pt" strokecolor="#231f20">
                <v:path arrowok="t"/>
              </v:shape>
            </v:group>
            <v:group style="position:absolute;left:2182;top:353;width:2;height:110" coordorigin="2182,353" coordsize="2,110">
              <v:shape style="position:absolute;left:2182;top:353;width:2;height:110" coordorigin="2182,353" coordsize="0,110" path="m2182,353l2182,462e" filled="false" stroked="true" strokeweight=".698pt" strokecolor="#231f20">
                <v:path arrowok="t"/>
              </v:shape>
            </v:group>
            <v:group style="position:absolute;left:2230;top:353;width:2;height:110" coordorigin="2230,353" coordsize="2,110">
              <v:shape style="position:absolute;left:2230;top:353;width:2;height:110" coordorigin="2230,353" coordsize="0,110" path="m2230,353l2230,462e" filled="false" stroked="true" strokeweight=".698pt" strokecolor="#231f20">
                <v:path arrowok="t"/>
              </v:shape>
            </v:group>
            <v:group style="position:absolute;left:2278;top:353;width:2;height:110" coordorigin="2278,353" coordsize="2,110">
              <v:shape style="position:absolute;left:2278;top:353;width:2;height:110" coordorigin="2278,353" coordsize="0,110" path="m2278,353l2278,462e" filled="false" stroked="true" strokeweight=".697pt" strokecolor="#231f20">
                <v:path arrowok="t"/>
              </v:shape>
            </v:group>
            <v:group style="position:absolute;left:2086;top:353;width:2;height:197" coordorigin="2086,353" coordsize="2,197">
              <v:shape style="position:absolute;left:2086;top:353;width:2;height:197" coordorigin="2086,353" coordsize="0,197" path="m2086,353l2086,549e" filled="false" stroked="true" strokeweight=".697pt" strokecolor="#231f20">
                <v:path arrowok="t"/>
              </v:shape>
            </v:group>
            <v:group style="position:absolute;left:2373;top:353;width:2;height:110" coordorigin="2373,353" coordsize="2,110">
              <v:shape style="position:absolute;left:2373;top:353;width:2;height:110" coordorigin="2373,353" coordsize="0,110" path="m2373,353l2373,462e" filled="false" stroked="true" strokeweight=".696pt" strokecolor="#231f20">
                <v:path arrowok="t"/>
              </v:shape>
            </v:group>
            <v:group style="position:absolute;left:2421;top:353;width:2;height:110" coordorigin="2421,353" coordsize="2,110">
              <v:shape style="position:absolute;left:2421;top:353;width:2;height:110" coordorigin="2421,353" coordsize="0,110" path="m2421,353l2421,462e" filled="false" stroked="true" strokeweight=".697pt" strokecolor="#231f20">
                <v:path arrowok="t"/>
              </v:shape>
            </v:group>
            <v:group style="position:absolute;left:2469;top:353;width:2;height:110" coordorigin="2469,353" coordsize="2,110">
              <v:shape style="position:absolute;left:2469;top:353;width:2;height:110" coordorigin="2469,353" coordsize="0,110" path="m2469,353l2469,462e" filled="false" stroked="true" strokeweight=".697pt" strokecolor="#231f20">
                <v:path arrowok="t"/>
              </v:shape>
            </v:group>
            <v:group style="position:absolute;left:2516;top:353;width:2;height:110" coordorigin="2516,353" coordsize="2,110">
              <v:shape style="position:absolute;left:2516;top:353;width:2;height:110" coordorigin="2516,353" coordsize="0,110" path="m2516,353l2516,462e" filled="false" stroked="true" strokeweight=".697pt" strokecolor="#231f20">
                <v:path arrowok="t"/>
              </v:shape>
            </v:group>
            <v:group style="position:absolute;left:2325;top:353;width:2;height:197" coordorigin="2325,353" coordsize="2,197">
              <v:shape style="position:absolute;left:2325;top:353;width:2;height:197" coordorigin="2325,353" coordsize="0,197" path="m2325,353l2325,549e" filled="false" stroked="true" strokeweight=".697pt" strokecolor="#231f20">
                <v:path arrowok="t"/>
              </v:shape>
            </v:group>
            <v:group style="position:absolute;left:1371;top:353;width:2;height:197" coordorigin="1371,353" coordsize="2,197">
              <v:shape style="position:absolute;left:1371;top:353;width:2;height:197" coordorigin="1371,353" coordsize="0,197" path="m1371,353l1371,549e" filled="false" stroked="true" strokeweight=".696pt" strokecolor="#231f20">
                <v:path arrowok="t"/>
              </v:shape>
            </v:group>
            <v:group style="position:absolute;left:2803;top:353;width:2;height:385" coordorigin="2803,353" coordsize="2,385">
              <v:shape style="position:absolute;left:2803;top:353;width:2;height:385" coordorigin="2803,353" coordsize="0,385" path="m2803,353l2803,737e" filled="false" stroked="true" strokeweight=".697pt" strokecolor="#231f20">
                <v:path arrowok="t"/>
              </v:shape>
            </v:group>
            <v:group style="position:absolute;left:2850;top:353;width:2;height:110" coordorigin="2850,353" coordsize="2,110">
              <v:shape style="position:absolute;left:2850;top:353;width:2;height:110" coordorigin="2850,353" coordsize="0,110" path="m2850,353l2850,462e" filled="false" stroked="true" strokeweight=".698pt" strokecolor="#231f20">
                <v:path arrowok="t"/>
              </v:shape>
            </v:group>
            <v:group style="position:absolute;left:2898;top:353;width:2;height:110" coordorigin="2898,353" coordsize="2,110">
              <v:shape style="position:absolute;left:2898;top:353;width:2;height:110" coordorigin="2898,353" coordsize="0,110" path="m2898,353l2898,462e" filled="false" stroked="true" strokeweight=".698pt" strokecolor="#231f20">
                <v:path arrowok="t"/>
              </v:shape>
            </v:group>
            <v:group style="position:absolute;left:2946;top:353;width:2;height:110" coordorigin="2946,353" coordsize="2,110">
              <v:shape style="position:absolute;left:2946;top:353;width:2;height:110" coordorigin="2946,353" coordsize="0,110" path="m2946,353l2946,462e" filled="false" stroked="true" strokeweight=".698pt" strokecolor="#231f20">
                <v:path arrowok="t"/>
              </v:shape>
            </v:group>
            <v:group style="position:absolute;left:2994;top:353;width:2;height:110" coordorigin="2994,353" coordsize="2,110">
              <v:shape style="position:absolute;left:2994;top:353;width:2;height:110" coordorigin="2994,353" coordsize="0,110" path="m2994,353l2994,462e" filled="false" stroked="true" strokeweight=".696pt" strokecolor="#231f20">
                <v:path arrowok="t"/>
              </v:shape>
            </v:group>
            <v:group style="position:absolute;left:2612;top:353;width:2;height:110" coordorigin="2612,353" coordsize="2,110">
              <v:shape style="position:absolute;left:2612;top:353;width:2;height:110" coordorigin="2612,353" coordsize="0,110" path="m2612,353l2612,462e" filled="false" stroked="true" strokeweight=".697pt" strokecolor="#231f20">
                <v:path arrowok="t"/>
              </v:shape>
            </v:group>
            <v:group style="position:absolute;left:2659;top:353;width:2;height:110" coordorigin="2659,353" coordsize="2,110">
              <v:shape style="position:absolute;left:2659;top:353;width:2;height:110" coordorigin="2659,353" coordsize="0,110" path="m2659,353l2659,462e" filled="false" stroked="true" strokeweight=".697pt" strokecolor="#231f20">
                <v:path arrowok="t"/>
              </v:shape>
            </v:group>
            <v:group style="position:absolute;left:2707;top:353;width:2;height:110" coordorigin="2707,353" coordsize="2,110">
              <v:shape style="position:absolute;left:2707;top:353;width:2;height:110" coordorigin="2707,353" coordsize="0,110" path="m2707,353l2707,462e" filled="false" stroked="true" strokeweight=".714pt" strokecolor="#231f20">
                <v:path arrowok="t"/>
              </v:shape>
            </v:group>
            <v:group style="position:absolute;left:2755;top:353;width:2;height:110" coordorigin="2755,353" coordsize="2,110">
              <v:shape style="position:absolute;left:2755;top:353;width:2;height:110" coordorigin="2755,353" coordsize="0,110" path="m2755,353l2755,462e" filled="false" stroked="true" strokeweight=".696pt" strokecolor="#231f20">
                <v:path arrowok="t"/>
              </v:shape>
            </v:group>
            <v:group style="position:absolute;left:3089;top:353;width:2;height:110" coordorigin="3089,353" coordsize="2,110">
              <v:shape style="position:absolute;left:3089;top:353;width:2;height:110" coordorigin="3089,353" coordsize="0,110" path="m3089,353l3089,462e" filled="false" stroked="true" strokeweight=".698pt" strokecolor="#231f20">
                <v:path arrowok="t"/>
              </v:shape>
            </v:group>
            <v:group style="position:absolute;left:3137;top:353;width:2;height:110" coordorigin="3137,353" coordsize="2,110">
              <v:shape style="position:absolute;left:3137;top:353;width:2;height:110" coordorigin="3137,353" coordsize="0,110" path="m3137,353l3137,462e" filled="false" stroked="true" strokeweight=".697pt" strokecolor="#231f20">
                <v:path arrowok="t"/>
              </v:shape>
            </v:group>
            <v:group style="position:absolute;left:3184;top:353;width:2;height:110" coordorigin="3184,353" coordsize="2,110">
              <v:shape style="position:absolute;left:3184;top:353;width:2;height:110" coordorigin="3184,353" coordsize="0,110" path="m3184,353l3184,462e" filled="false" stroked="true" strokeweight=".697pt" strokecolor="#231f20">
                <v:path arrowok="t"/>
              </v:shape>
            </v:group>
            <v:group style="position:absolute;left:3232;top:353;width:2;height:110" coordorigin="3232,353" coordsize="2,110">
              <v:shape style="position:absolute;left:3232;top:353;width:2;height:110" coordorigin="3232,353" coordsize="0,110" path="m3232,353l3232,462e" filled="false" stroked="true" strokeweight=".723pt" strokecolor="#231f20">
                <v:path arrowok="t"/>
              </v:shape>
            </v:group>
            <v:group style="position:absolute;left:3042;top:353;width:2;height:197" coordorigin="3042,353" coordsize="2,197">
              <v:shape style="position:absolute;left:3042;top:353;width:2;height:197" coordorigin="3042,353" coordsize="0,197" path="m3042,353l3042,549e" filled="false" stroked="true" strokeweight=".697pt" strokecolor="#231f20">
                <v:path arrowok="t"/>
              </v:shape>
            </v:group>
            <v:group style="position:absolute;left:3328;top:353;width:2;height:110" coordorigin="3328,353" coordsize="2,110">
              <v:shape style="position:absolute;left:3328;top:353;width:2;height:110" coordorigin="3328,353" coordsize="0,110" path="m3328,353l3328,462e" filled="false" stroked="true" strokeweight=".698pt" strokecolor="#231f20">
                <v:path arrowok="t"/>
              </v:shape>
            </v:group>
            <v:group style="position:absolute;left:3376;top:353;width:2;height:110" coordorigin="3376,353" coordsize="2,110">
              <v:shape style="position:absolute;left:3376;top:353;width:2;height:110" coordorigin="3376,353" coordsize="0,110" path="m3376,353l3376,462e" filled="false" stroked="true" strokeweight=".698pt" strokecolor="#231f20">
                <v:path arrowok="t"/>
              </v:shape>
            </v:group>
            <v:group style="position:absolute;left:3423;top:353;width:2;height:110" coordorigin="3423,353" coordsize="2,110">
              <v:shape style="position:absolute;left:3423;top:353;width:2;height:110" coordorigin="3423,353" coordsize="0,110" path="m3423,353l3423,462e" filled="false" stroked="true" strokeweight=".697pt" strokecolor="#231f20">
                <v:path arrowok="t"/>
              </v:shape>
            </v:group>
            <v:group style="position:absolute;left:3471;top:353;width:2;height:110" coordorigin="3471,353" coordsize="2,110">
              <v:shape style="position:absolute;left:3471;top:353;width:2;height:110" coordorigin="3471,353" coordsize="0,110" path="m3471,353l3471,462e" filled="false" stroked="true" strokeweight=".697pt" strokecolor="#231f20">
                <v:path arrowok="t"/>
              </v:shape>
            </v:group>
            <v:group style="position:absolute;left:3280;top:353;width:2;height:197" coordorigin="3280,353" coordsize="2,197">
              <v:shape style="position:absolute;left:3280;top:353;width:2;height:197" coordorigin="3280,353" coordsize="0,197" path="m3280,353l3280,549e" filled="false" stroked="true" strokeweight=".697pt" strokecolor="#231f20">
                <v:path arrowok="t"/>
              </v:shape>
            </v:group>
            <v:group style="position:absolute;left:3567;top:353;width:2;height:110" coordorigin="3567,353" coordsize="2,110">
              <v:shape style="position:absolute;left:3567;top:353;width:2;height:110" coordorigin="3567,353" coordsize="0,110" path="m3567,353l3567,462e" filled="false" stroked="true" strokeweight=".697pt" strokecolor="#231f20">
                <v:path arrowok="t"/>
              </v:shape>
            </v:group>
            <v:group style="position:absolute;left:3614;top:353;width:2;height:110" coordorigin="3614,353" coordsize="2,110">
              <v:shape style="position:absolute;left:3614;top:353;width:2;height:110" coordorigin="3614,353" coordsize="0,110" path="m3614,353l3614,462e" filled="false" stroked="true" strokeweight=".697pt" strokecolor="#231f20">
                <v:path arrowok="t"/>
              </v:shape>
            </v:group>
            <v:group style="position:absolute;left:3662;top:353;width:2;height:110" coordorigin="3662,353" coordsize="2,110">
              <v:shape style="position:absolute;left:3662;top:353;width:2;height:110" coordorigin="3662,353" coordsize="0,110" path="m3662,353l3662,462e" filled="false" stroked="true" strokeweight=".697pt" strokecolor="#231f20">
                <v:path arrowok="t"/>
              </v:shape>
            </v:group>
            <v:group style="position:absolute;left:3710;top:353;width:2;height:110" coordorigin="3710,353" coordsize="2,110">
              <v:shape style="position:absolute;left:3710;top:353;width:2;height:110" coordorigin="3710,353" coordsize="0,110" path="m3710,353l3710,462e" filled="false" stroked="true" strokeweight=".697pt" strokecolor="#231f20">
                <v:path arrowok="t"/>
              </v:shape>
            </v:group>
            <v:group style="position:absolute;left:3519;top:353;width:2;height:197" coordorigin="3519,353" coordsize="2,197">
              <v:shape style="position:absolute;left:3519;top:353;width:2;height:197" coordorigin="3519,353" coordsize="0,197" path="m3519,353l3519,549e" filled="false" stroked="true" strokeweight=".697pt" strokecolor="#231f20">
                <v:path arrowok="t"/>
              </v:shape>
            </v:group>
            <v:group style="position:absolute;left:2564;top:353;width:2;height:197" coordorigin="2564,353" coordsize="2,197">
              <v:shape style="position:absolute;left:2564;top:353;width:2;height:197" coordorigin="2564,353" coordsize="0,197" path="m2564,353l2564,549e" filled="false" stroked="true" strokeweight=".697pt" strokecolor="#231f20">
                <v:path arrowok="t"/>
              </v:shape>
            </v:group>
            <v:group style="position:absolute;left:3996;top:353;width:2;height:385" coordorigin="3996,353" coordsize="2,385">
              <v:shape style="position:absolute;left:3996;top:353;width:2;height:385" coordorigin="3996,353" coordsize="0,385" path="m3996,353l3996,737e" filled="false" stroked="true" strokeweight=".698pt" strokecolor="#231f20">
                <v:path arrowok="t"/>
              </v:shape>
            </v:group>
            <v:group style="position:absolute;left:4044;top:353;width:2;height:110" coordorigin="4044,353" coordsize="2,110">
              <v:shape style="position:absolute;left:4044;top:353;width:2;height:110" coordorigin="4044,353" coordsize="0,110" path="m4044,353l4044,462e" filled="false" stroked="true" strokeweight=".697pt" strokecolor="#231f20">
                <v:path arrowok="t"/>
              </v:shape>
            </v:group>
            <v:group style="position:absolute;left:4092;top:353;width:2;height:110" coordorigin="4092,353" coordsize="2,110">
              <v:shape style="position:absolute;left:4092;top:353;width:2;height:110" coordorigin="4092,353" coordsize="0,110" path="m4092,353l4092,462e" filled="false" stroked="true" strokeweight=".697pt" strokecolor="#231f20">
                <v:path arrowok="t"/>
              </v:shape>
            </v:group>
            <v:group style="position:absolute;left:4140;top:353;width:2;height:110" coordorigin="4140,353" coordsize="2,110">
              <v:shape style="position:absolute;left:4140;top:353;width:2;height:110" coordorigin="4140,353" coordsize="0,110" path="m4140,353l4140,462e" filled="false" stroked="true" strokeweight=".697pt" strokecolor="#231f20">
                <v:path arrowok="t"/>
              </v:shape>
            </v:group>
            <v:group style="position:absolute;left:4187;top:353;width:2;height:110" coordorigin="4187,353" coordsize="2,110">
              <v:shape style="position:absolute;left:4187;top:353;width:2;height:110" coordorigin="4187,353" coordsize="0,110" path="m4187,353l4187,462e" filled="false" stroked="true" strokeweight=".697pt" strokecolor="#231f20">
                <v:path arrowok="t"/>
              </v:shape>
            </v:group>
            <v:group style="position:absolute;left:3805;top:353;width:2;height:110" coordorigin="3805,353" coordsize="2,110">
              <v:shape style="position:absolute;left:3805;top:353;width:2;height:110" coordorigin="3805,353" coordsize="0,110" path="m3805,353l3805,462e" filled="false" stroked="true" strokeweight=".697pt" strokecolor="#231f20">
                <v:path arrowok="t"/>
              </v:shape>
            </v:group>
            <v:group style="position:absolute;left:3853;top:353;width:2;height:110" coordorigin="3853,353" coordsize="2,110">
              <v:shape style="position:absolute;left:3853;top:353;width:2;height:110" coordorigin="3853,353" coordsize="0,110" path="m3853,353l3853,462e" filled="false" stroked="true" strokeweight=".697pt" strokecolor="#231f20">
                <v:path arrowok="t"/>
              </v:shape>
            </v:group>
            <v:group style="position:absolute;left:3901;top:353;width:2;height:110" coordorigin="3901,353" coordsize="2,110">
              <v:shape style="position:absolute;left:3901;top:353;width:2;height:110" coordorigin="3901,353" coordsize="0,110" path="m3901,353l3901,462e" filled="false" stroked="true" strokeweight=".697pt" strokecolor="#231f20">
                <v:path arrowok="t"/>
              </v:shape>
            </v:group>
            <v:group style="position:absolute;left:3948;top:353;width:2;height:110" coordorigin="3948,353" coordsize="2,110">
              <v:shape style="position:absolute;left:3948;top:353;width:2;height:110" coordorigin="3948,353" coordsize="0,110" path="m3948,353l3948,462e" filled="false" stroked="true" strokeweight=".697pt" strokecolor="#231f20">
                <v:path arrowok="t"/>
              </v:shape>
            </v:group>
            <v:group style="position:absolute;left:4283;top:353;width:2;height:110" coordorigin="4283,353" coordsize="2,110">
              <v:shape style="position:absolute;left:4283;top:353;width:2;height:110" coordorigin="4283,353" coordsize="0,110" path="m4283,353l4283,462e" filled="false" stroked="true" strokeweight=".698pt" strokecolor="#231f20">
                <v:path arrowok="t"/>
              </v:shape>
            </v:group>
            <v:group style="position:absolute;left:4330;top:353;width:2;height:110" coordorigin="4330,353" coordsize="2,110">
              <v:shape style="position:absolute;left:4330;top:353;width:2;height:110" coordorigin="4330,353" coordsize="0,110" path="m4330,353l4330,462e" filled="false" stroked="true" strokeweight=".712pt" strokecolor="#231f20">
                <v:path arrowok="t"/>
              </v:shape>
            </v:group>
            <v:group style="position:absolute;left:4378;top:353;width:2;height:110" coordorigin="4378,353" coordsize="2,110">
              <v:shape style="position:absolute;left:4378;top:353;width:2;height:110" coordorigin="4378,353" coordsize="0,110" path="m4378,353l4378,462e" filled="false" stroked="true" strokeweight=".698pt" strokecolor="#231f20">
                <v:path arrowok="t"/>
              </v:shape>
            </v:group>
            <v:group style="position:absolute;left:4426;top:353;width:2;height:110" coordorigin="4426,353" coordsize="2,110">
              <v:shape style="position:absolute;left:4426;top:353;width:2;height:110" coordorigin="4426,353" coordsize="0,110" path="m4426,353l4426,462e" filled="false" stroked="true" strokeweight=".697pt" strokecolor="#231f20">
                <v:path arrowok="t"/>
              </v:shape>
            </v:group>
            <v:group style="position:absolute;left:4235;top:353;width:2;height:197" coordorigin="4235,353" coordsize="2,197">
              <v:shape style="position:absolute;left:4235;top:353;width:2;height:197" coordorigin="4235,353" coordsize="0,197" path="m4235,353l4235,549e" filled="false" stroked="true" strokeweight=".697pt" strokecolor="#231f20">
                <v:path arrowok="t"/>
              </v:shape>
            </v:group>
            <v:group style="position:absolute;left:4521;top:353;width:2;height:110" coordorigin="4521,353" coordsize="2,110">
              <v:shape style="position:absolute;left:4521;top:353;width:2;height:110" coordorigin="4521,353" coordsize="0,110" path="m4521,353l4521,462e" filled="false" stroked="true" strokeweight=".698pt" strokecolor="#231f20">
                <v:path arrowok="t"/>
              </v:shape>
            </v:group>
            <v:group style="position:absolute;left:4569;top:353;width:2;height:110" coordorigin="4569,353" coordsize="2,110">
              <v:shape style="position:absolute;left:4569;top:353;width:2;height:110" coordorigin="4569,353" coordsize="0,110" path="m4569,353l4569,462e" filled="false" stroked="true" strokeweight=".698pt" strokecolor="#231f20">
                <v:path arrowok="t"/>
              </v:shape>
            </v:group>
            <v:group style="position:absolute;left:4617;top:353;width:2;height:110" coordorigin="4617,353" coordsize="2,110">
              <v:shape style="position:absolute;left:4617;top:353;width:2;height:110" coordorigin="4617,353" coordsize="0,110" path="m4617,353l4617,462e" filled="false" stroked="true" strokeweight=".698pt" strokecolor="#231f20">
                <v:path arrowok="t"/>
              </v:shape>
            </v:group>
            <v:group style="position:absolute;left:4665;top:353;width:2;height:110" coordorigin="4665,353" coordsize="2,110">
              <v:shape style="position:absolute;left:4665;top:353;width:2;height:110" coordorigin="4665,353" coordsize="0,110" path="m4665,353l4665,462e" filled="false" stroked="true" strokeweight=".698pt" strokecolor="#231f20">
                <v:path arrowok="t"/>
              </v:shape>
            </v:group>
            <v:group style="position:absolute;left:4474;top:353;width:2;height:197" coordorigin="4474,353" coordsize="2,197">
              <v:shape style="position:absolute;left:4474;top:353;width:2;height:197" coordorigin="4474,353" coordsize="0,197" path="m4474,353l4474,549e" filled="false" stroked="true" strokeweight=".697pt" strokecolor="#231f20">
                <v:path arrowok="t"/>
              </v:shape>
            </v:group>
            <v:group style="position:absolute;left:4760;top:353;width:2;height:110" coordorigin="4760,353" coordsize="2,110">
              <v:shape style="position:absolute;left:4760;top:353;width:2;height:110" coordorigin="4760,353" coordsize="0,110" path="m4760,353l4760,462e" filled="false" stroked="true" strokeweight=".698pt" strokecolor="#231f20">
                <v:path arrowok="t"/>
              </v:shape>
            </v:group>
            <v:group style="position:absolute;left:4808;top:353;width:2;height:110" coordorigin="4808,353" coordsize="2,110">
              <v:shape style="position:absolute;left:4808;top:353;width:2;height:110" coordorigin="4808,353" coordsize="0,110" path="m4808,353l4808,462e" filled="false" stroked="true" strokeweight=".697pt" strokecolor="#231f20">
                <v:path arrowok="t"/>
              </v:shape>
            </v:group>
            <v:group style="position:absolute;left:4855;top:353;width:2;height:110" coordorigin="4855,353" coordsize="2,110">
              <v:shape style="position:absolute;left:4855;top:353;width:2;height:110" coordorigin="4855,353" coordsize="0,110" path="m4855,353l4855,462e" filled="false" stroked="true" strokeweight=".697pt" strokecolor="#231f20">
                <v:path arrowok="t"/>
              </v:shape>
            </v:group>
            <v:group style="position:absolute;left:4903;top:353;width:2;height:110" coordorigin="4903,353" coordsize="2,110">
              <v:shape style="position:absolute;left:4903;top:353;width:2;height:110" coordorigin="4903,353" coordsize="0,110" path="m4903,353l4903,462e" filled="false" stroked="true" strokeweight=".697pt" strokecolor="#231f20">
                <v:path arrowok="t"/>
              </v:shape>
            </v:group>
            <v:group style="position:absolute;left:4712;top:353;width:2;height:197" coordorigin="4712,353" coordsize="2,197">
              <v:shape style="position:absolute;left:4712;top:353;width:2;height:197" coordorigin="4712,353" coordsize="0,197" path="m4712,353l4712,549e" filled="false" stroked="true" strokeweight=".698pt" strokecolor="#231f20">
                <v:path arrowok="t"/>
              </v:shape>
            </v:group>
            <v:group style="position:absolute;left:3757;top:353;width:2;height:197" coordorigin="3757,353" coordsize="2,197">
              <v:shape style="position:absolute;left:3757;top:353;width:2;height:197" coordorigin="3757,353" coordsize="0,197" path="m3757,353l3757,549e" filled="false" stroked="true" strokeweight=".697pt" strokecolor="#231f20">
                <v:path arrowok="t"/>
              </v:shape>
            </v:group>
            <v:group style="position:absolute;left:5190;top:353;width:2;height:385" coordorigin="5190,353" coordsize="2,385">
              <v:shape style="position:absolute;left:5190;top:353;width:2;height:385" coordorigin="5190,353" coordsize="0,385" path="m5190,353l5190,737e" filled="false" stroked="true" strokeweight=".697pt" strokecolor="#231f20">
                <v:path arrowok="t"/>
              </v:shape>
            </v:group>
            <v:group style="position:absolute;left:5237;top:353;width:2;height:110" coordorigin="5237,353" coordsize="2,110">
              <v:shape style="position:absolute;left:5237;top:353;width:2;height:110" coordorigin="5237,353" coordsize="0,110" path="m5237,353l5237,462e" filled="false" stroked="true" strokeweight=".695pt" strokecolor="#231f20">
                <v:path arrowok="t"/>
              </v:shape>
            </v:group>
            <v:group style="position:absolute;left:5285;top:353;width:2;height:110" coordorigin="5285,353" coordsize="2,110">
              <v:shape style="position:absolute;left:5285;top:353;width:2;height:110" coordorigin="5285,353" coordsize="0,110" path="m5285,353l5285,462e" filled="false" stroked="true" strokeweight=".698pt" strokecolor="#231f20">
                <v:path arrowok="t"/>
              </v:shape>
            </v:group>
            <v:group style="position:absolute;left:5333;top:353;width:2;height:110" coordorigin="5333,353" coordsize="2,110">
              <v:shape style="position:absolute;left:5333;top:353;width:2;height:110" coordorigin="5333,353" coordsize="0,110" path="m5333,353l5333,462e" filled="false" stroked="true" strokeweight=".698pt" strokecolor="#231f20">
                <v:path arrowok="t"/>
              </v:shape>
            </v:group>
            <v:group style="position:absolute;left:5381;top:353;width:2;height:110" coordorigin="5381,353" coordsize="2,110">
              <v:shape style="position:absolute;left:5381;top:353;width:2;height:110" coordorigin="5381,353" coordsize="0,110" path="m5381,353l5381,462e" filled="false" stroked="true" strokeweight=".698pt" strokecolor="#231f20">
                <v:path arrowok="t"/>
              </v:shape>
            </v:group>
            <v:group style="position:absolute;left:4999;top:353;width:2;height:110" coordorigin="4999,353" coordsize="2,110">
              <v:shape style="position:absolute;left:4999;top:353;width:2;height:110" coordorigin="4999,353" coordsize="0,110" path="m4999,353l4999,462e" filled="false" stroked="true" strokeweight=".697pt" strokecolor="#231f20">
                <v:path arrowok="t"/>
              </v:shape>
            </v:group>
            <v:group style="position:absolute;left:5046;top:353;width:2;height:110" coordorigin="5046,353" coordsize="2,110">
              <v:shape style="position:absolute;left:5046;top:353;width:2;height:110" coordorigin="5046,353" coordsize="0,110" path="m5046,353l5046,462e" filled="false" stroked="true" strokeweight=".697pt" strokecolor="#231f20">
                <v:path arrowok="t"/>
              </v:shape>
            </v:group>
            <v:group style="position:absolute;left:5094;top:353;width:2;height:110" coordorigin="5094,353" coordsize="2,110">
              <v:shape style="position:absolute;left:5094;top:353;width:2;height:110" coordorigin="5094,353" coordsize="0,110" path="m5094,353l5094,462e" filled="false" stroked="true" strokeweight=".698pt" strokecolor="#231f20">
                <v:path arrowok="t"/>
              </v:shape>
            </v:group>
            <v:group style="position:absolute;left:5142;top:353;width:2;height:110" coordorigin="5142,353" coordsize="2,110">
              <v:shape style="position:absolute;left:5142;top:353;width:2;height:110" coordorigin="5142,353" coordsize="0,110" path="m5142,353l5142,462e" filled="false" stroked="true" strokeweight=".697pt" strokecolor="#231f20">
                <v:path arrowok="t"/>
              </v:shape>
            </v:group>
            <v:group style="position:absolute;left:5476;top:353;width:2;height:110" coordorigin="5476,353" coordsize="2,110">
              <v:shape style="position:absolute;left:5476;top:353;width:2;height:110" coordorigin="5476,353" coordsize="0,110" path="m5476,353l5476,462e" filled="false" stroked="true" strokeweight=".697pt" strokecolor="#231f20">
                <v:path arrowok="t"/>
              </v:shape>
            </v:group>
            <v:group style="position:absolute;left:5524;top:353;width:2;height:110" coordorigin="5524,353" coordsize="2,110">
              <v:shape style="position:absolute;left:5524;top:353;width:2;height:110" coordorigin="5524,353" coordsize="0,110" path="m5524,353l5524,462e" filled="false" stroked="true" strokeweight=".697pt" strokecolor="#231f20">
                <v:path arrowok="t"/>
              </v:shape>
            </v:group>
            <v:group style="position:absolute;left:5572;top:353;width:2;height:110" coordorigin="5572,353" coordsize="2,110">
              <v:shape style="position:absolute;left:5572;top:353;width:2;height:110" coordorigin="5572,353" coordsize="0,110" path="m5572,353l5572,462e" filled="false" stroked="true" strokeweight=".694pt" strokecolor="#231f20">
                <v:path arrowok="t"/>
              </v:shape>
            </v:group>
            <v:group style="position:absolute;left:5619;top:353;width:2;height:110" coordorigin="5619,353" coordsize="2,110">
              <v:shape style="position:absolute;left:5619;top:353;width:2;height:110" coordorigin="5619,353" coordsize="0,110" path="m5619,353l5619,462e" filled="false" stroked="true" strokeweight=".696pt" strokecolor="#231f20">
                <v:path arrowok="t"/>
              </v:shape>
            </v:group>
            <v:group style="position:absolute;left:5429;top:353;width:2;height:197" coordorigin="5429,353" coordsize="2,197">
              <v:shape style="position:absolute;left:5429;top:353;width:2;height:197" coordorigin="5429,353" coordsize="0,197" path="m5429,353l5429,549e" filled="false" stroked="true" strokeweight=".696pt" strokecolor="#231f20">
                <v:path arrowok="t"/>
              </v:shape>
            </v:group>
            <v:group style="position:absolute;left:5715;top:353;width:2;height:110" coordorigin="5715,353" coordsize="2,110">
              <v:shape style="position:absolute;left:5715;top:353;width:2;height:110" coordorigin="5715,353" coordsize="0,110" path="m5715,353l5715,462e" filled="false" stroked="true" strokeweight=".697pt" strokecolor="#231f20">
                <v:path arrowok="t"/>
              </v:shape>
            </v:group>
            <v:group style="position:absolute;left:5763;top:353;width:2;height:110" coordorigin="5763,353" coordsize="2,110">
              <v:shape style="position:absolute;left:5763;top:353;width:2;height:110" coordorigin="5763,353" coordsize="0,110" path="m5763,353l5763,462e" filled="false" stroked="true" strokeweight=".697pt" strokecolor="#231f20">
                <v:path arrowok="t"/>
              </v:shape>
            </v:group>
            <v:group style="position:absolute;left:5810;top:353;width:2;height:110" coordorigin="5810,353" coordsize="2,110">
              <v:shape style="position:absolute;left:5810;top:353;width:2;height:110" coordorigin="5810,353" coordsize="0,110" path="m5810,353l5810,462e" filled="false" stroked="true" strokeweight=".698pt" strokecolor="#231f20">
                <v:path arrowok="t"/>
              </v:shape>
            </v:group>
            <v:group style="position:absolute;left:5858;top:353;width:2;height:110" coordorigin="5858,353" coordsize="2,110">
              <v:shape style="position:absolute;left:5858;top:353;width:2;height:110" coordorigin="5858,353" coordsize="0,110" path="m5858,353l5858,462e" filled="false" stroked="true" strokeweight=".698pt" strokecolor="#231f20">
                <v:path arrowok="t"/>
              </v:shape>
            </v:group>
            <v:group style="position:absolute;left:5667;top:353;width:2;height:197" coordorigin="5667,353" coordsize="2,197">
              <v:shape style="position:absolute;left:5667;top:353;width:2;height:197" coordorigin="5667,353" coordsize="0,197" path="m5667,353l5667,549e" filled="false" stroked="true" strokeweight=".711pt" strokecolor="#231f20">
                <v:path arrowok="t"/>
              </v:shape>
            </v:group>
            <v:group style="position:absolute;left:5954;top:353;width:2;height:110" coordorigin="5954,353" coordsize="2,110">
              <v:shape style="position:absolute;left:5954;top:353;width:2;height:110" coordorigin="5954,353" coordsize="0,110" path="m5954,353l5954,462e" filled="false" stroked="true" strokeweight=".697pt" strokecolor="#231f20">
                <v:path arrowok="t"/>
              </v:shape>
            </v:group>
            <v:group style="position:absolute;left:6001;top:353;width:2;height:110" coordorigin="6001,353" coordsize="2,110">
              <v:shape style="position:absolute;left:6001;top:353;width:2;height:110" coordorigin="6001,353" coordsize="0,110" path="m6001,353l6001,462e" filled="false" stroked="true" strokeweight=".697pt" strokecolor="#231f20">
                <v:path arrowok="t"/>
              </v:shape>
            </v:group>
            <v:group style="position:absolute;left:6049;top:353;width:2;height:110" coordorigin="6049,353" coordsize="2,110">
              <v:shape style="position:absolute;left:6049;top:353;width:2;height:110" coordorigin="6049,353" coordsize="0,110" path="m6049,353l6049,462e" filled="false" stroked="true" strokeweight=".698pt" strokecolor="#231f20">
                <v:path arrowok="t"/>
              </v:shape>
            </v:group>
            <v:group style="position:absolute;left:6097;top:353;width:2;height:110" coordorigin="6097,353" coordsize="2,110">
              <v:shape style="position:absolute;left:6097;top:353;width:2;height:110" coordorigin="6097,353" coordsize="0,110" path="m6097,353l6097,462e" filled="false" stroked="true" strokeweight=".698pt" strokecolor="#231f20">
                <v:path arrowok="t"/>
              </v:shape>
            </v:group>
            <v:group style="position:absolute;left:5906;top:353;width:2;height:197" coordorigin="5906,353" coordsize="2,197">
              <v:shape style="position:absolute;left:5906;top:353;width:2;height:197" coordorigin="5906,353" coordsize="0,197" path="m5906,353l5906,549e" filled="false" stroked="true" strokeweight=".698pt" strokecolor="#231f20">
                <v:path arrowok="t"/>
              </v:shape>
            </v:group>
            <v:group style="position:absolute;left:4951;top:139;width:2;height:411" coordorigin="4951,139" coordsize="2,411">
              <v:shape style="position:absolute;left:4951;top:139;width:2;height:411" coordorigin="4951,139" coordsize="0,411" path="m4951,139l4951,549e" filled="false" stroked="true" strokeweight=".697pt" strokecolor="#231f20">
                <v:path arrowok="t"/>
              </v:shape>
            </v:group>
            <v:group style="position:absolute;left:6383;top:353;width:2;height:385" coordorigin="6383,353" coordsize="2,385">
              <v:shape style="position:absolute;left:6383;top:353;width:2;height:385" coordorigin="6383,353" coordsize="0,385" path="m6383,353l6383,737e" filled="false" stroked="true" strokeweight=".697pt" strokecolor="#231f20">
                <v:path arrowok="t"/>
              </v:shape>
            </v:group>
            <v:group style="position:absolute;left:6431;top:353;width:2;height:110" coordorigin="6431,353" coordsize="2,110">
              <v:shape style="position:absolute;left:6431;top:353;width:2;height:110" coordorigin="6431,353" coordsize="0,110" path="m6431,353l6431,462e" filled="false" stroked="true" strokeweight=".697pt" strokecolor="#231f20">
                <v:path arrowok="t"/>
              </v:shape>
            </v:group>
            <v:group style="position:absolute;left:6479;top:353;width:2;height:110" coordorigin="6479,353" coordsize="2,110">
              <v:shape style="position:absolute;left:6479;top:353;width:2;height:110" coordorigin="6479,353" coordsize="0,110" path="m6479,353l6479,462e" filled="false" stroked="true" strokeweight=".712pt" strokecolor="#231f20">
                <v:path arrowok="t"/>
              </v:shape>
            </v:group>
            <v:group style="position:absolute;left:6526;top:353;width:2;height:110" coordorigin="6526,353" coordsize="2,110">
              <v:shape style="position:absolute;left:6526;top:353;width:2;height:110" coordorigin="6526,353" coordsize="0,110" path="m6526,353l6526,462e" filled="false" stroked="true" strokeweight=".697pt" strokecolor="#231f20">
                <v:path arrowok="t"/>
              </v:shape>
            </v:group>
            <v:group style="position:absolute;left:6574;top:353;width:2;height:110" coordorigin="6574,353" coordsize="2,110">
              <v:shape style="position:absolute;left:6574;top:353;width:2;height:110" coordorigin="6574,353" coordsize="0,110" path="m6574,353l6574,462e" filled="false" stroked="true" strokeweight=".698pt" strokecolor="#231f20">
                <v:path arrowok="t"/>
              </v:shape>
            </v:group>
            <v:group style="position:absolute;left:6192;top:353;width:2;height:110" coordorigin="6192,353" coordsize="2,110">
              <v:shape style="position:absolute;left:6192;top:353;width:2;height:110" coordorigin="6192,353" coordsize="0,110" path="m6192,353l6192,462e" filled="false" stroked="true" strokeweight=".697pt" strokecolor="#231f20">
                <v:path arrowok="t"/>
              </v:shape>
            </v:group>
            <v:group style="position:absolute;left:6240;top:353;width:2;height:110" coordorigin="6240,353" coordsize="2,110">
              <v:shape style="position:absolute;left:6240;top:353;width:2;height:110" coordorigin="6240,353" coordsize="0,110" path="m6240,353l6240,462e" filled="false" stroked="true" strokeweight=".698pt" strokecolor="#231f20">
                <v:path arrowok="t"/>
              </v:shape>
            </v:group>
            <v:group style="position:absolute;left:6288;top:353;width:2;height:110" coordorigin="6288,353" coordsize="2,110">
              <v:shape style="position:absolute;left:6288;top:353;width:2;height:110" coordorigin="6288,353" coordsize="0,110" path="m6288,353l6288,462e" filled="false" stroked="true" strokeweight=".697pt" strokecolor="#231f20">
                <v:path arrowok="t"/>
              </v:shape>
            </v:group>
            <v:group style="position:absolute;left:6335;top:353;width:2;height:110" coordorigin="6335,353" coordsize="2,110">
              <v:shape style="position:absolute;left:6335;top:353;width:2;height:110" coordorigin="6335,353" coordsize="0,110" path="m6335,353l6335,462e" filled="false" stroked="true" strokeweight=".697pt" strokecolor="#231f20">
                <v:path arrowok="t"/>
              </v:shape>
            </v:group>
            <v:group style="position:absolute;left:6670;top:353;width:2;height:110" coordorigin="6670,353" coordsize="2,110">
              <v:shape style="position:absolute;left:6670;top:353;width:2;height:110" coordorigin="6670,353" coordsize="0,110" path="m6670,353l6670,462e" filled="false" stroked="true" strokeweight=".698pt" strokecolor="#231f20">
                <v:path arrowok="t"/>
              </v:shape>
            </v:group>
            <v:group style="position:absolute;left:6717;top:353;width:2;height:110" coordorigin="6717,353" coordsize="2,110">
              <v:shape style="position:absolute;left:6717;top:353;width:2;height:110" coordorigin="6717,353" coordsize="0,110" path="m6717,353l6717,462e" filled="false" stroked="true" strokeweight=".697pt" strokecolor="#231f20">
                <v:path arrowok="t"/>
              </v:shape>
            </v:group>
            <v:group style="position:absolute;left:6765;top:353;width:2;height:110" coordorigin="6765,353" coordsize="2,110">
              <v:shape style="position:absolute;left:6765;top:353;width:2;height:110" coordorigin="6765,353" coordsize="0,110" path="m6765,353l6765,462e" filled="false" stroked="true" strokeweight=".697pt" strokecolor="#231f20">
                <v:path arrowok="t"/>
              </v:shape>
            </v:group>
            <v:group style="position:absolute;left:6813;top:353;width:2;height:110" coordorigin="6813,353" coordsize="2,110">
              <v:shape style="position:absolute;left:6813;top:353;width:2;height:110" coordorigin="6813,353" coordsize="0,110" path="m6813,353l6813,462e" filled="false" stroked="true" strokeweight=".697pt" strokecolor="#231f20">
                <v:path arrowok="t"/>
              </v:shape>
            </v:group>
            <v:group style="position:absolute;left:6622;top:353;width:2;height:197" coordorigin="6622,353" coordsize="2,197">
              <v:shape style="position:absolute;left:6622;top:353;width:2;height:197" coordorigin="6622,353" coordsize="0,197" path="m6622,353l6622,549e" filled="false" stroked="true" strokeweight=".698pt" strokecolor="#231f20">
                <v:path arrowok="t"/>
              </v:shape>
            </v:group>
            <v:group style="position:absolute;left:6144;top:353;width:2;height:197" coordorigin="6144,353" coordsize="2,197">
              <v:shape style="position:absolute;left:6144;top:353;width:2;height:197" coordorigin="6144,353" coordsize="0,197" path="m6144,353l6144,549e" filled="false" stroked="true" strokeweight=".697pt" strokecolor="#231f20">
                <v:path arrowok="t"/>
              </v:shape>
            </v:group>
            <v:group style="position:absolute;left:11;top:347;width:6881;height:2" coordorigin="11,347" coordsize="6881,2">
              <v:shape style="position:absolute;left:11;top:347;width:6881;height:2" coordorigin="11,347" coordsize="6881,0" path="m11,347l6891,347e" filled="false" stroked="true" strokeweight=".683pt" strokecolor="#231f20">
                <v:path arrowok="t"/>
              </v:shape>
            </v:group>
            <v:group style="position:absolute;left:6811;top:344;width:189;height:1163" coordorigin="6811,344" coordsize="189,1163">
              <v:shape style="position:absolute;left:6811;top:344;width:189;height:1163" coordorigin="6811,344" coordsize="189,1163" path="m6892,1496l6883,1496,6883,1507,6888,1504,6892,1496xe" filled="true" fillcolor="#231f20" stroked="false">
                <v:path arrowok="t"/>
                <v:fill type="solid"/>
              </v:shape>
              <v:shape style="position:absolute;left:6811;top:344;width:189;height:1163" coordorigin="6811,344" coordsize="189,1163" path="m6888,1504l6883,1507,6886,1506,6888,1504xe" filled="true" fillcolor="#231f20" stroked="false">
                <v:path arrowok="t"/>
                <v:fill type="solid"/>
              </v:shape>
              <v:shape style="position:absolute;left:6811;top:344;width:189;height:1163" coordorigin="6811,344" coordsize="189,1163" path="m6879,344l6840,444,6818,533,6811,610,6818,678,6834,740,6857,798,6885,851,6913,902,6941,955,6965,1009,6983,1070,6991,1134,6987,1209,6969,1293,6934,1390,6879,1499,6883,1496,6892,1496,6943,1392,6978,1296,6996,1209,7000,1134,6992,1068,6974,1007,6950,950,6922,898,6894,846,6866,793,6843,738,6827,678,6823,610,6827,533,6849,447,6888,349,6879,344xe" filled="true" fillcolor="#231f20" stroked="false">
                <v:path arrowok="t"/>
                <v:fill type="solid"/>
              </v:shape>
            </v:group>
            <v:group style="position:absolute;left:11;top:341;width:2;height:1161" coordorigin="11,341" coordsize="2,1161">
              <v:shape style="position:absolute;left:11;top:341;width:2;height:1161" coordorigin="11,341" coordsize="0,1161" path="m11,341l11,1501e" filled="false" stroked="true" strokeweight=".671pt" strokecolor="#231f20">
                <v:path arrowok="t"/>
              </v:shape>
            </v:group>
            <v:group style="position:absolute;left:5;top:1501;width:6879;height:2" coordorigin="5,1501" coordsize="6879,2">
              <v:shape style="position:absolute;left:5;top:1501;width:6879;height:2" coordorigin="5,1501" coordsize="6879,0" path="m5,1501l6884,1501e" filled="false" stroked="true" strokeweight=".5pt" strokecolor="#231f20">
                <v:path arrowok="t"/>
              </v:shape>
            </v:group>
            <v:group style="position:absolute;left:497;top:209;width:4360;height:2" coordorigin="497,209" coordsize="4360,2">
              <v:shape style="position:absolute;left:497;top:209;width:4360;height:2" coordorigin="497,209" coordsize="4360,0" path="m497,209l4857,209e" filled="false" stroked="true" strokeweight=".5pt" strokecolor="#231f20">
                <v:path arrowok="t"/>
              </v:shape>
            </v:group>
            <v:group style="position:absolute;left:409;top:180;width:109;height:59" coordorigin="409,180" coordsize="109,59">
              <v:shape style="position:absolute;left:409;top:180;width:109;height:59" coordorigin="409,180" coordsize="109,59" path="m517,180l409,209,517,238,517,180xe" filled="true" fillcolor="#231f20" stroked="false">
                <v:path arrowok="t"/>
                <v:fill type="solid"/>
              </v:shape>
            </v:group>
            <v:group style="position:absolute;left:4837;top:180;width:109;height:59" coordorigin="4837,180" coordsize="109,59">
              <v:shape style="position:absolute;left:4837;top:180;width:109;height:59" coordorigin="4837,180" coordsize="109,59" path="m4837,180l4837,238,4945,209,4837,180xe" filled="true" fillcolor="#231f20" stroked="false">
                <v:path arrowok="t"/>
                <v:fill type="solid"/>
              </v:shape>
            </v:group>
            <v:group style="position:absolute;left:1046;top:1179;width:2;height:321" coordorigin="1046,1179" coordsize="2,321">
              <v:shape style="position:absolute;left:1046;top:1179;width:2;height:321" coordorigin="1046,1179" coordsize="0,321" path="m1046,1179l1046,1500e" filled="false" stroked="true" strokeweight=".5pt" strokecolor="#231f20">
                <v:path arrowok="t"/>
              </v:shape>
            </v:group>
            <v:group style="position:absolute;left:1014;top:1403;width:2;height:98" coordorigin="1014,1403" coordsize="2,98">
              <v:shape style="position:absolute;left:1014;top:1403;width:2;height:98" coordorigin="1014,1403" coordsize="0,98" path="m1014,1500l1014,1403e" filled="false" stroked="true" strokeweight=".5pt" strokecolor="#231f20">
                <v:path arrowok="t"/>
              </v:shape>
            </v:group>
            <v:group style="position:absolute;left:982;top:1362;width:2;height:138" coordorigin="982,1362" coordsize="2,138">
              <v:shape style="position:absolute;left:982;top:1362;width:2;height:138" coordorigin="982,1362" coordsize="0,138" path="m982,1500l982,1362e" filled="false" stroked="true" strokeweight=".5pt" strokecolor="#231f20">
                <v:path arrowok="t"/>
              </v:shape>
            </v:group>
            <v:group style="position:absolute;left:950;top:1403;width:2;height:98" coordorigin="950,1403" coordsize="2,98">
              <v:shape style="position:absolute;left:950;top:1403;width:2;height:98" coordorigin="950,1403" coordsize="0,98" path="m950,1500l950,1403e" filled="false" stroked="true" strokeweight=".5pt" strokecolor="#231f20">
                <v:path arrowok="t"/>
              </v:shape>
            </v:group>
            <v:group style="position:absolute;left:918;top:1362;width:2;height:138" coordorigin="918,1362" coordsize="2,138">
              <v:shape style="position:absolute;left:918;top:1362;width:2;height:138" coordorigin="918,1362" coordsize="0,138" path="m918,1500l918,1362e" filled="false" stroked="true" strokeweight=".5pt" strokecolor="#231f20">
                <v:path arrowok="t"/>
              </v:shape>
            </v:group>
            <v:group style="position:absolute;left:886;top:1403;width:2;height:98" coordorigin="886,1403" coordsize="2,98">
              <v:shape style="position:absolute;left:886;top:1403;width:2;height:98" coordorigin="886,1403" coordsize="0,98" path="m886,1500l886,1403e" filled="false" stroked="true" strokeweight=".5pt" strokecolor="#231f20">
                <v:path arrowok="t"/>
              </v:shape>
            </v:group>
            <v:group style="position:absolute;left:854;top:1362;width:2;height:138" coordorigin="854,1362" coordsize="2,138">
              <v:shape style="position:absolute;left:854;top:1362;width:2;height:138" coordorigin="854,1362" coordsize="0,138" path="m854,1500l854,1362e" filled="false" stroked="true" strokeweight=".5pt" strokecolor="#231f20">
                <v:path arrowok="t"/>
              </v:shape>
            </v:group>
            <v:group style="position:absolute;left:822;top:1403;width:2;height:98" coordorigin="822,1403" coordsize="2,98">
              <v:shape style="position:absolute;left:822;top:1403;width:2;height:98" coordorigin="822,1403" coordsize="0,98" path="m822,1500l822,1403e" filled="false" stroked="true" strokeweight=".5pt" strokecolor="#231f20">
                <v:path arrowok="t"/>
              </v:shape>
            </v:group>
            <v:group style="position:absolute;left:790;top:1362;width:2;height:138" coordorigin="790,1362" coordsize="2,138">
              <v:shape style="position:absolute;left:790;top:1362;width:2;height:138" coordorigin="790,1362" coordsize="0,138" path="m790,1500l790,1362e" filled="false" stroked="true" strokeweight=".5pt" strokecolor="#231f20">
                <v:path arrowok="t"/>
              </v:shape>
            </v:group>
            <v:group style="position:absolute;left:758;top:1403;width:2;height:98" coordorigin="758,1403" coordsize="2,98">
              <v:shape style="position:absolute;left:758;top:1403;width:2;height:98" coordorigin="758,1403" coordsize="0,98" path="m758,1500l758,1403e" filled="false" stroked="true" strokeweight=".5pt" strokecolor="#231f20">
                <v:path arrowok="t"/>
              </v:shape>
            </v:group>
            <v:group style="position:absolute;left:726;top:1179;width:2;height:321" coordorigin="726,1179" coordsize="2,321">
              <v:shape style="position:absolute;left:726;top:1179;width:2;height:321" coordorigin="726,1179" coordsize="0,321" path="m726,1500l726,1179e" filled="false" stroked="true" strokeweight=".5pt" strokecolor="#231f20">
                <v:path arrowok="t"/>
              </v:shape>
            </v:group>
            <v:group style="position:absolute;left:694;top:1403;width:2;height:98" coordorigin="694,1403" coordsize="2,98">
              <v:shape style="position:absolute;left:694;top:1403;width:2;height:98" coordorigin="694,1403" coordsize="0,98" path="m694,1500l694,1403e" filled="false" stroked="true" strokeweight=".5pt" strokecolor="#231f20">
                <v:path arrowok="t"/>
              </v:shape>
            </v:group>
            <v:group style="position:absolute;left:662;top:1362;width:2;height:138" coordorigin="662,1362" coordsize="2,138">
              <v:shape style="position:absolute;left:662;top:1362;width:2;height:138" coordorigin="662,1362" coordsize="0,138" path="m662,1500l662,1362e" filled="false" stroked="true" strokeweight=".5pt" strokecolor="#231f20">
                <v:path arrowok="t"/>
              </v:shape>
            </v:group>
            <v:group style="position:absolute;left:631;top:1403;width:2;height:98" coordorigin="631,1403" coordsize="2,98">
              <v:shape style="position:absolute;left:631;top:1403;width:2;height:98" coordorigin="631,1403" coordsize="0,98" path="m631,1500l631,1403e" filled="false" stroked="true" strokeweight=".5pt" strokecolor="#231f20">
                <v:path arrowok="t"/>
              </v:shape>
            </v:group>
            <v:group style="position:absolute;left:599;top:1362;width:2;height:138" coordorigin="599,1362" coordsize="2,138">
              <v:shape style="position:absolute;left:599;top:1362;width:2;height:138" coordorigin="599,1362" coordsize="0,138" path="m599,1500l599,1362e" filled="false" stroked="true" strokeweight=".5pt" strokecolor="#231f20">
                <v:path arrowok="t"/>
              </v:shape>
            </v:group>
            <v:group style="position:absolute;left:567;top:1403;width:2;height:98" coordorigin="567,1403" coordsize="2,98">
              <v:shape style="position:absolute;left:567;top:1403;width:2;height:98" coordorigin="567,1403" coordsize="0,98" path="m567,1500l567,1403e" filled="false" stroked="true" strokeweight=".5pt" strokecolor="#231f20">
                <v:path arrowok="t"/>
              </v:shape>
            </v:group>
            <v:group style="position:absolute;left:535;top:1362;width:2;height:138" coordorigin="535,1362" coordsize="2,138">
              <v:shape style="position:absolute;left:535;top:1362;width:2;height:138" coordorigin="535,1362" coordsize="0,138" path="m535,1500l535,1362e" filled="false" stroked="true" strokeweight=".5pt" strokecolor="#231f20">
                <v:path arrowok="t"/>
              </v:shape>
            </v:group>
            <v:group style="position:absolute;left:503;top:1403;width:2;height:98" coordorigin="503,1403" coordsize="2,98">
              <v:shape style="position:absolute;left:503;top:1403;width:2;height:98" coordorigin="503,1403" coordsize="0,98" path="m503,1500l503,1403e" filled="false" stroked="true" strokeweight=".5pt" strokecolor="#231f20">
                <v:path arrowok="t"/>
              </v:shape>
            </v:group>
            <v:group style="position:absolute;left:471;top:1362;width:2;height:138" coordorigin="471,1362" coordsize="2,138">
              <v:shape style="position:absolute;left:471;top:1362;width:2;height:138" coordorigin="471,1362" coordsize="0,138" path="m471,1500l471,1362e" filled="false" stroked="true" strokeweight=".5pt" strokecolor="#231f20">
                <v:path arrowok="t"/>
              </v:shape>
            </v:group>
            <v:group style="position:absolute;left:439;top:1403;width:2;height:98" coordorigin="439,1403" coordsize="2,98">
              <v:shape style="position:absolute;left:439;top:1403;width:2;height:98" coordorigin="439,1403" coordsize="0,98" path="m439,1500l439,1403e" filled="false" stroked="true" strokeweight=".5pt" strokecolor="#231f20">
                <v:path arrowok="t"/>
              </v:shape>
            </v:group>
            <v:group style="position:absolute;left:407;top:1179;width:2;height:321" coordorigin="407,1179" coordsize="2,321">
              <v:shape style="position:absolute;left:407;top:1179;width:2;height:321" coordorigin="407,1179" coordsize="0,321" path="m407,1500l407,1179e" filled="false" stroked="true" strokeweight=".5pt" strokecolor="#231f20">
                <v:path arrowok="t"/>
              </v:shape>
            </v:group>
            <v:group style="position:absolute;left:1684;top:1179;width:2;height:321" coordorigin="1684,1179" coordsize="2,321">
              <v:shape style="position:absolute;left:1684;top:1179;width:2;height:321" coordorigin="1684,1179" coordsize="0,321" path="m1684,1179l1684,1500e" filled="false" stroked="true" strokeweight=".5pt" strokecolor="#231f20">
                <v:path arrowok="t"/>
              </v:shape>
            </v:group>
            <v:group style="position:absolute;left:1652;top:1403;width:2;height:98" coordorigin="1652,1403" coordsize="2,98">
              <v:shape style="position:absolute;left:1652;top:1403;width:2;height:98" coordorigin="1652,1403" coordsize="0,98" path="m1652,1500l1652,1403e" filled="false" stroked="true" strokeweight=".5pt" strokecolor="#231f20">
                <v:path arrowok="t"/>
              </v:shape>
            </v:group>
            <v:group style="position:absolute;left:1620;top:1362;width:2;height:138" coordorigin="1620,1362" coordsize="2,138">
              <v:shape style="position:absolute;left:1620;top:1362;width:2;height:138" coordorigin="1620,1362" coordsize="0,138" path="m1620,1500l1620,1362e" filled="false" stroked="true" strokeweight=".5pt" strokecolor="#231f20">
                <v:path arrowok="t"/>
              </v:shape>
            </v:group>
            <v:group style="position:absolute;left:1588;top:1403;width:2;height:98" coordorigin="1588,1403" coordsize="2,98">
              <v:shape style="position:absolute;left:1588;top:1403;width:2;height:98" coordorigin="1588,1403" coordsize="0,98" path="m1588,1500l1588,1403e" filled="false" stroked="true" strokeweight=".5pt" strokecolor="#231f20">
                <v:path arrowok="t"/>
              </v:shape>
            </v:group>
            <v:group style="position:absolute;left:1556;top:1362;width:2;height:138" coordorigin="1556,1362" coordsize="2,138">
              <v:shape style="position:absolute;left:1556;top:1362;width:2;height:138" coordorigin="1556,1362" coordsize="0,138" path="m1556,1500l1556,1362e" filled="false" stroked="true" strokeweight=".5pt" strokecolor="#231f20">
                <v:path arrowok="t"/>
              </v:shape>
            </v:group>
            <v:group style="position:absolute;left:1524;top:1403;width:2;height:98" coordorigin="1524,1403" coordsize="2,98">
              <v:shape style="position:absolute;left:1524;top:1403;width:2;height:98" coordorigin="1524,1403" coordsize="0,98" path="m1524,1500l1524,1403e" filled="false" stroked="true" strokeweight=".5pt" strokecolor="#231f20">
                <v:path arrowok="t"/>
              </v:shape>
            </v:group>
            <v:group style="position:absolute;left:1492;top:1362;width:2;height:138" coordorigin="1492,1362" coordsize="2,138">
              <v:shape style="position:absolute;left:1492;top:1362;width:2;height:138" coordorigin="1492,1362" coordsize="0,138" path="m1492,1500l1492,1362e" filled="false" stroked="true" strokeweight=".5pt" strokecolor="#231f20">
                <v:path arrowok="t"/>
              </v:shape>
            </v:group>
            <v:group style="position:absolute;left:1461;top:1403;width:2;height:98" coordorigin="1461,1403" coordsize="2,98">
              <v:shape style="position:absolute;left:1461;top:1403;width:2;height:98" coordorigin="1461,1403" coordsize="0,98" path="m1461,1500l1461,1403e" filled="false" stroked="true" strokeweight=".5pt" strokecolor="#231f20">
                <v:path arrowok="t"/>
              </v:shape>
            </v:group>
            <v:group style="position:absolute;left:1429;top:1362;width:2;height:138" coordorigin="1429,1362" coordsize="2,138">
              <v:shape style="position:absolute;left:1429;top:1362;width:2;height:138" coordorigin="1429,1362" coordsize="0,138" path="m1429,1500l1429,1362e" filled="false" stroked="true" strokeweight=".5pt" strokecolor="#231f20">
                <v:path arrowok="t"/>
              </v:shape>
            </v:group>
            <v:group style="position:absolute;left:1397;top:1403;width:2;height:98" coordorigin="1397,1403" coordsize="2,98">
              <v:shape style="position:absolute;left:1397;top:1403;width:2;height:98" coordorigin="1397,1403" coordsize="0,98" path="m1397,1500l1397,1403e" filled="false" stroked="true" strokeweight=".5pt" strokecolor="#231f20">
                <v:path arrowok="t"/>
              </v:shape>
            </v:group>
            <v:group style="position:absolute;left:1365;top:1179;width:2;height:321" coordorigin="1365,1179" coordsize="2,321">
              <v:shape style="position:absolute;left:1365;top:1179;width:2;height:321" coordorigin="1365,1179" coordsize="0,321" path="m1365,1500l1365,1179e" filled="false" stroked="true" strokeweight=".5pt" strokecolor="#231f20">
                <v:path arrowok="t"/>
              </v:shape>
            </v:group>
            <v:group style="position:absolute;left:1333;top:1403;width:2;height:98" coordorigin="1333,1403" coordsize="2,98">
              <v:shape style="position:absolute;left:1333;top:1403;width:2;height:98" coordorigin="1333,1403" coordsize="0,98" path="m1333,1500l1333,1403e" filled="false" stroked="true" strokeweight=".5pt" strokecolor="#231f20">
                <v:path arrowok="t"/>
              </v:shape>
            </v:group>
            <v:group style="position:absolute;left:1301;top:1362;width:2;height:138" coordorigin="1301,1362" coordsize="2,138">
              <v:shape style="position:absolute;left:1301;top:1362;width:2;height:138" coordorigin="1301,1362" coordsize="0,138" path="m1301,1500l1301,1362e" filled="false" stroked="true" strokeweight=".5pt" strokecolor="#231f20">
                <v:path arrowok="t"/>
              </v:shape>
            </v:group>
            <v:group style="position:absolute;left:1269;top:1403;width:2;height:98" coordorigin="1269,1403" coordsize="2,98">
              <v:shape style="position:absolute;left:1269;top:1403;width:2;height:98" coordorigin="1269,1403" coordsize="0,98" path="m1269,1500l1269,1403e" filled="false" stroked="true" strokeweight=".5pt" strokecolor="#231f20">
                <v:path arrowok="t"/>
              </v:shape>
            </v:group>
            <v:group style="position:absolute;left:1237;top:1362;width:2;height:138" coordorigin="1237,1362" coordsize="2,138">
              <v:shape style="position:absolute;left:1237;top:1362;width:2;height:138" coordorigin="1237,1362" coordsize="0,138" path="m1237,1500l1237,1362e" filled="false" stroked="true" strokeweight=".5pt" strokecolor="#231f20">
                <v:path arrowok="t"/>
              </v:shape>
            </v:group>
            <v:group style="position:absolute;left:1205;top:1403;width:2;height:98" coordorigin="1205,1403" coordsize="2,98">
              <v:shape style="position:absolute;left:1205;top:1403;width:2;height:98" coordorigin="1205,1403" coordsize="0,98" path="m1205,1500l1205,1403e" filled="false" stroked="true" strokeweight=".5pt" strokecolor="#231f20">
                <v:path arrowok="t"/>
              </v:shape>
            </v:group>
            <v:group style="position:absolute;left:1173;top:1362;width:2;height:138" coordorigin="1173,1362" coordsize="2,138">
              <v:shape style="position:absolute;left:1173;top:1362;width:2;height:138" coordorigin="1173,1362" coordsize="0,138" path="m1173,1500l1173,1362e" filled="false" stroked="true" strokeweight=".5pt" strokecolor="#231f20">
                <v:path arrowok="t"/>
              </v:shape>
            </v:group>
            <v:group style="position:absolute;left:1141;top:1403;width:2;height:98" coordorigin="1141,1403" coordsize="2,98">
              <v:shape style="position:absolute;left:1141;top:1403;width:2;height:98" coordorigin="1141,1403" coordsize="0,98" path="m1141,1500l1141,1403e" filled="false" stroked="true" strokeweight=".5pt" strokecolor="#231f20">
                <v:path arrowok="t"/>
              </v:shape>
            </v:group>
            <v:group style="position:absolute;left:1109;top:1362;width:2;height:138" coordorigin="1109,1362" coordsize="2,138">
              <v:shape style="position:absolute;left:1109;top:1362;width:2;height:138" coordorigin="1109,1362" coordsize="0,138" path="m1109,1500l1109,1362e" filled="false" stroked="true" strokeweight=".5pt" strokecolor="#231f20">
                <v:path arrowok="t"/>
              </v:shape>
            </v:group>
            <v:group style="position:absolute;left:1077;top:1403;width:2;height:98" coordorigin="1077,1403" coordsize="2,98">
              <v:shape style="position:absolute;left:1077;top:1403;width:2;height:98" coordorigin="1077,1403" coordsize="0,98" path="m1077,1500l1077,1403e" filled="false" stroked="true" strokeweight=".5pt" strokecolor="#231f20">
                <v:path arrowok="t"/>
              </v:shape>
            </v:group>
            <v:group style="position:absolute;left:2322;top:1179;width:2;height:321" coordorigin="2322,1179" coordsize="2,321">
              <v:shape style="position:absolute;left:2322;top:1179;width:2;height:321" coordorigin="2322,1179" coordsize="0,321" path="m2322,1179l2322,1500e" filled="false" stroked="true" strokeweight=".5pt" strokecolor="#231f20">
                <v:path arrowok="t"/>
              </v:shape>
            </v:group>
            <v:group style="position:absolute;left:2291;top:1403;width:2;height:98" coordorigin="2291,1403" coordsize="2,98">
              <v:shape style="position:absolute;left:2291;top:1403;width:2;height:98" coordorigin="2291,1403" coordsize="0,98" path="m2291,1500l2291,1403e" filled="false" stroked="true" strokeweight=".5pt" strokecolor="#231f20">
                <v:path arrowok="t"/>
              </v:shape>
            </v:group>
            <v:group style="position:absolute;left:2259;top:1362;width:2;height:138" coordorigin="2259,1362" coordsize="2,138">
              <v:shape style="position:absolute;left:2259;top:1362;width:2;height:138" coordorigin="2259,1362" coordsize="0,138" path="m2259,1500l2259,1362e" filled="false" stroked="true" strokeweight=".5pt" strokecolor="#231f20">
                <v:path arrowok="t"/>
              </v:shape>
            </v:group>
            <v:group style="position:absolute;left:2227;top:1403;width:2;height:98" coordorigin="2227,1403" coordsize="2,98">
              <v:shape style="position:absolute;left:2227;top:1403;width:2;height:98" coordorigin="2227,1403" coordsize="0,98" path="m2227,1500l2227,1403e" filled="false" stroked="true" strokeweight=".5pt" strokecolor="#231f20">
                <v:path arrowok="t"/>
              </v:shape>
            </v:group>
            <v:group style="position:absolute;left:2195;top:1362;width:2;height:138" coordorigin="2195,1362" coordsize="2,138">
              <v:shape style="position:absolute;left:2195;top:1362;width:2;height:138" coordorigin="2195,1362" coordsize="0,138" path="m2195,1500l2195,1362e" filled="false" stroked="true" strokeweight=".5pt" strokecolor="#231f20">
                <v:path arrowok="t"/>
              </v:shape>
            </v:group>
            <v:group style="position:absolute;left:2163;top:1403;width:2;height:98" coordorigin="2163,1403" coordsize="2,98">
              <v:shape style="position:absolute;left:2163;top:1403;width:2;height:98" coordorigin="2163,1403" coordsize="0,98" path="m2163,1500l2163,1403e" filled="false" stroked="true" strokeweight=".5pt" strokecolor="#231f20">
                <v:path arrowok="t"/>
              </v:shape>
            </v:group>
            <v:group style="position:absolute;left:2131;top:1362;width:2;height:138" coordorigin="2131,1362" coordsize="2,138">
              <v:shape style="position:absolute;left:2131;top:1362;width:2;height:138" coordorigin="2131,1362" coordsize="0,138" path="m2131,1500l2131,1362e" filled="false" stroked="true" strokeweight=".5pt" strokecolor="#231f20">
                <v:path arrowok="t"/>
              </v:shape>
            </v:group>
            <v:group style="position:absolute;left:2099;top:1403;width:2;height:98" coordorigin="2099,1403" coordsize="2,98">
              <v:shape style="position:absolute;left:2099;top:1403;width:2;height:98" coordorigin="2099,1403" coordsize="0,98" path="m2099,1500l2099,1403e" filled="false" stroked="true" strokeweight=".5pt" strokecolor="#231f20">
                <v:path arrowok="t"/>
              </v:shape>
            </v:group>
            <v:group style="position:absolute;left:2067;top:1362;width:2;height:138" coordorigin="2067,1362" coordsize="2,138">
              <v:shape style="position:absolute;left:2067;top:1362;width:2;height:138" coordorigin="2067,1362" coordsize="0,138" path="m2067,1500l2067,1362e" filled="false" stroked="true" strokeweight=".5pt" strokecolor="#231f20">
                <v:path arrowok="t"/>
              </v:shape>
            </v:group>
            <v:group style="position:absolute;left:2035;top:1403;width:2;height:98" coordorigin="2035,1403" coordsize="2,98">
              <v:shape style="position:absolute;left:2035;top:1403;width:2;height:98" coordorigin="2035,1403" coordsize="0,98" path="m2035,1500l2035,1403e" filled="false" stroked="true" strokeweight=".5pt" strokecolor="#231f20">
                <v:path arrowok="t"/>
              </v:shape>
            </v:group>
            <v:group style="position:absolute;left:2003;top:1179;width:2;height:321" coordorigin="2003,1179" coordsize="2,321">
              <v:shape style="position:absolute;left:2003;top:1179;width:2;height:321" coordorigin="2003,1179" coordsize="0,321" path="m2003,1500l2003,1179e" filled="false" stroked="true" strokeweight=".5pt" strokecolor="#231f20">
                <v:path arrowok="t"/>
              </v:shape>
            </v:group>
            <v:group style="position:absolute;left:1971;top:1403;width:2;height:98" coordorigin="1971,1403" coordsize="2,98">
              <v:shape style="position:absolute;left:1971;top:1403;width:2;height:98" coordorigin="1971,1403" coordsize="0,98" path="m1971,1500l1971,1403e" filled="false" stroked="true" strokeweight=".5pt" strokecolor="#231f20">
                <v:path arrowok="t"/>
              </v:shape>
            </v:group>
            <v:group style="position:absolute;left:1939;top:1362;width:2;height:138" coordorigin="1939,1362" coordsize="2,138">
              <v:shape style="position:absolute;left:1939;top:1362;width:2;height:138" coordorigin="1939,1362" coordsize="0,138" path="m1939,1500l1939,1362e" filled="false" stroked="true" strokeweight=".5pt" strokecolor="#231f20">
                <v:path arrowok="t"/>
              </v:shape>
            </v:group>
            <v:group style="position:absolute;left:1907;top:1403;width:2;height:98" coordorigin="1907,1403" coordsize="2,98">
              <v:shape style="position:absolute;left:1907;top:1403;width:2;height:98" coordorigin="1907,1403" coordsize="0,98" path="m1907,1500l1907,1403e" filled="false" stroked="true" strokeweight=".5pt" strokecolor="#231f20">
                <v:path arrowok="t"/>
              </v:shape>
            </v:group>
            <v:group style="position:absolute;left:1876;top:1362;width:2;height:138" coordorigin="1876,1362" coordsize="2,138">
              <v:shape style="position:absolute;left:1876;top:1362;width:2;height:138" coordorigin="1876,1362" coordsize="0,138" path="m1876,1500l1876,1362e" filled="false" stroked="true" strokeweight=".5pt" strokecolor="#231f20">
                <v:path arrowok="t"/>
              </v:shape>
            </v:group>
            <v:group style="position:absolute;left:1844;top:1403;width:2;height:98" coordorigin="1844,1403" coordsize="2,98">
              <v:shape style="position:absolute;left:1844;top:1403;width:2;height:98" coordorigin="1844,1403" coordsize="0,98" path="m1844,1500l1844,1403e" filled="false" stroked="true" strokeweight=".5pt" strokecolor="#231f20">
                <v:path arrowok="t"/>
              </v:shape>
            </v:group>
            <v:group style="position:absolute;left:1812;top:1362;width:2;height:138" coordorigin="1812,1362" coordsize="2,138">
              <v:shape style="position:absolute;left:1812;top:1362;width:2;height:138" coordorigin="1812,1362" coordsize="0,138" path="m1812,1500l1812,1362e" filled="false" stroked="true" strokeweight=".5pt" strokecolor="#231f20">
                <v:path arrowok="t"/>
              </v:shape>
            </v:group>
            <v:group style="position:absolute;left:1780;top:1403;width:2;height:98" coordorigin="1780,1403" coordsize="2,98">
              <v:shape style="position:absolute;left:1780;top:1403;width:2;height:98" coordorigin="1780,1403" coordsize="0,98" path="m1780,1500l1780,1403e" filled="false" stroked="true" strokeweight=".5pt" strokecolor="#231f20">
                <v:path arrowok="t"/>
              </v:shape>
            </v:group>
            <v:group style="position:absolute;left:1748;top:1362;width:2;height:138" coordorigin="1748,1362" coordsize="2,138">
              <v:shape style="position:absolute;left:1748;top:1362;width:2;height:138" coordorigin="1748,1362" coordsize="0,138" path="m1748,1500l1748,1362e" filled="false" stroked="true" strokeweight=".5pt" strokecolor="#231f20">
                <v:path arrowok="t"/>
              </v:shape>
            </v:group>
            <v:group style="position:absolute;left:1716;top:1403;width:2;height:98" coordorigin="1716,1403" coordsize="2,98">
              <v:shape style="position:absolute;left:1716;top:1403;width:2;height:98" coordorigin="1716,1403" coordsize="0,98" path="m1716,1500l1716,1403e" filled="false" stroked="true" strokeweight=".5pt" strokecolor="#231f20">
                <v:path arrowok="t"/>
              </v:shape>
            </v:group>
            <v:group style="position:absolute;left:2961;top:1179;width:2;height:321" coordorigin="2961,1179" coordsize="2,321">
              <v:shape style="position:absolute;left:2961;top:1179;width:2;height:321" coordorigin="2961,1179" coordsize="0,321" path="m2961,1179l2961,1500e" filled="false" stroked="true" strokeweight=".5pt" strokecolor="#231f20">
                <v:path arrowok="t"/>
              </v:shape>
            </v:group>
            <v:group style="position:absolute;left:2929;top:1403;width:2;height:98" coordorigin="2929,1403" coordsize="2,98">
              <v:shape style="position:absolute;left:2929;top:1403;width:2;height:98" coordorigin="2929,1403" coordsize="0,98" path="m2929,1500l2929,1403e" filled="false" stroked="true" strokeweight=".5pt" strokecolor="#231f20">
                <v:path arrowok="t"/>
              </v:shape>
            </v:group>
            <v:group style="position:absolute;left:2897;top:1362;width:2;height:138" coordorigin="2897,1362" coordsize="2,138">
              <v:shape style="position:absolute;left:2897;top:1362;width:2;height:138" coordorigin="2897,1362" coordsize="0,138" path="m2897,1500l2897,1362e" filled="false" stroked="true" strokeweight=".5pt" strokecolor="#231f20">
                <v:path arrowok="t"/>
              </v:shape>
            </v:group>
            <v:group style="position:absolute;left:2865;top:1403;width:2;height:98" coordorigin="2865,1403" coordsize="2,98">
              <v:shape style="position:absolute;left:2865;top:1403;width:2;height:98" coordorigin="2865,1403" coordsize="0,98" path="m2865,1500l2865,1403e" filled="false" stroked="true" strokeweight=".5pt" strokecolor="#231f20">
                <v:path arrowok="t"/>
              </v:shape>
            </v:group>
            <v:group style="position:absolute;left:2833;top:1362;width:2;height:138" coordorigin="2833,1362" coordsize="2,138">
              <v:shape style="position:absolute;left:2833;top:1362;width:2;height:138" coordorigin="2833,1362" coordsize="0,138" path="m2833,1500l2833,1362e" filled="false" stroked="true" strokeweight=".5pt" strokecolor="#231f20">
                <v:path arrowok="t"/>
              </v:shape>
            </v:group>
            <v:group style="position:absolute;left:2801;top:1403;width:2;height:98" coordorigin="2801,1403" coordsize="2,98">
              <v:shape style="position:absolute;left:2801;top:1403;width:2;height:98" coordorigin="2801,1403" coordsize="0,98" path="m2801,1500l2801,1403e" filled="false" stroked="true" strokeweight=".5pt" strokecolor="#231f20">
                <v:path arrowok="t"/>
              </v:shape>
            </v:group>
            <v:group style="position:absolute;left:2769;top:1362;width:2;height:138" coordorigin="2769,1362" coordsize="2,138">
              <v:shape style="position:absolute;left:2769;top:1362;width:2;height:138" coordorigin="2769,1362" coordsize="0,138" path="m2769,1500l2769,1362e" filled="false" stroked="true" strokeweight=".5pt" strokecolor="#231f20">
                <v:path arrowok="t"/>
              </v:shape>
            </v:group>
            <v:group style="position:absolute;left:2737;top:1403;width:2;height:98" coordorigin="2737,1403" coordsize="2,98">
              <v:shape style="position:absolute;left:2737;top:1403;width:2;height:98" coordorigin="2737,1403" coordsize="0,98" path="m2737,1500l2737,1403e" filled="false" stroked="true" strokeweight=".5pt" strokecolor="#231f20">
                <v:path arrowok="t"/>
              </v:shape>
            </v:group>
            <v:group style="position:absolute;left:2706;top:1362;width:2;height:138" coordorigin="2706,1362" coordsize="2,138">
              <v:shape style="position:absolute;left:2706;top:1362;width:2;height:138" coordorigin="2706,1362" coordsize="0,138" path="m2706,1500l2706,1362e" filled="false" stroked="true" strokeweight=".5pt" strokecolor="#231f20">
                <v:path arrowok="t"/>
              </v:shape>
            </v:group>
            <v:group style="position:absolute;left:2674;top:1403;width:2;height:98" coordorigin="2674,1403" coordsize="2,98">
              <v:shape style="position:absolute;left:2674;top:1403;width:2;height:98" coordorigin="2674,1403" coordsize="0,98" path="m2674,1500l2674,1403e" filled="false" stroked="true" strokeweight=".5pt" strokecolor="#231f20">
                <v:path arrowok="t"/>
              </v:shape>
            </v:group>
            <v:group style="position:absolute;left:2642;top:1179;width:2;height:321" coordorigin="2642,1179" coordsize="2,321">
              <v:shape style="position:absolute;left:2642;top:1179;width:2;height:321" coordorigin="2642,1179" coordsize="0,321" path="m2642,1500l2642,1179e" filled="false" stroked="true" strokeweight=".5pt" strokecolor="#231f20">
                <v:path arrowok="t"/>
              </v:shape>
            </v:group>
            <v:group style="position:absolute;left:2610;top:1403;width:2;height:98" coordorigin="2610,1403" coordsize="2,98">
              <v:shape style="position:absolute;left:2610;top:1403;width:2;height:98" coordorigin="2610,1403" coordsize="0,98" path="m2610,1500l2610,1403e" filled="false" stroked="true" strokeweight=".5pt" strokecolor="#231f20">
                <v:path arrowok="t"/>
              </v:shape>
            </v:group>
            <v:group style="position:absolute;left:2578;top:1362;width:2;height:138" coordorigin="2578,1362" coordsize="2,138">
              <v:shape style="position:absolute;left:2578;top:1362;width:2;height:138" coordorigin="2578,1362" coordsize="0,138" path="m2578,1500l2578,1362e" filled="false" stroked="true" strokeweight=".5pt" strokecolor="#231f20">
                <v:path arrowok="t"/>
              </v:shape>
            </v:group>
            <v:group style="position:absolute;left:2546;top:1403;width:2;height:98" coordorigin="2546,1403" coordsize="2,98">
              <v:shape style="position:absolute;left:2546;top:1403;width:2;height:98" coordorigin="2546,1403" coordsize="0,98" path="m2546,1500l2546,1403e" filled="false" stroked="true" strokeweight=".5pt" strokecolor="#231f20">
                <v:path arrowok="t"/>
              </v:shape>
            </v:group>
            <v:group style="position:absolute;left:2514;top:1362;width:2;height:138" coordorigin="2514,1362" coordsize="2,138">
              <v:shape style="position:absolute;left:2514;top:1362;width:2;height:138" coordorigin="2514,1362" coordsize="0,138" path="m2514,1500l2514,1362e" filled="false" stroked="true" strokeweight=".5pt" strokecolor="#231f20">
                <v:path arrowok="t"/>
              </v:shape>
            </v:group>
            <v:group style="position:absolute;left:2482;top:1403;width:2;height:98" coordorigin="2482,1403" coordsize="2,98">
              <v:shape style="position:absolute;left:2482;top:1403;width:2;height:98" coordorigin="2482,1403" coordsize="0,98" path="m2482,1500l2482,1403e" filled="false" stroked="true" strokeweight=".5pt" strokecolor="#231f20">
                <v:path arrowok="t"/>
              </v:shape>
            </v:group>
            <v:group style="position:absolute;left:2450;top:1362;width:2;height:138" coordorigin="2450,1362" coordsize="2,138">
              <v:shape style="position:absolute;left:2450;top:1362;width:2;height:138" coordorigin="2450,1362" coordsize="0,138" path="m2450,1500l2450,1362e" filled="false" stroked="true" strokeweight=".5pt" strokecolor="#231f20">
                <v:path arrowok="t"/>
              </v:shape>
            </v:group>
            <v:group style="position:absolute;left:2418;top:1403;width:2;height:98" coordorigin="2418,1403" coordsize="2,98">
              <v:shape style="position:absolute;left:2418;top:1403;width:2;height:98" coordorigin="2418,1403" coordsize="0,98" path="m2418,1500l2418,1403e" filled="false" stroked="true" strokeweight=".5pt" strokecolor="#231f20">
                <v:path arrowok="t"/>
              </v:shape>
            </v:group>
            <v:group style="position:absolute;left:2386;top:1362;width:2;height:138" coordorigin="2386,1362" coordsize="2,138">
              <v:shape style="position:absolute;left:2386;top:1362;width:2;height:138" coordorigin="2386,1362" coordsize="0,138" path="m2386,1500l2386,1362e" filled="false" stroked="true" strokeweight=".5pt" strokecolor="#231f20">
                <v:path arrowok="t"/>
              </v:shape>
            </v:group>
            <v:group style="position:absolute;left:2354;top:1403;width:2;height:98" coordorigin="2354,1403" coordsize="2,98">
              <v:shape style="position:absolute;left:2354;top:1403;width:2;height:98" coordorigin="2354,1403" coordsize="0,98" path="m2354,1500l2354,1403e" filled="false" stroked="true" strokeweight=".5pt" strokecolor="#231f20">
                <v:path arrowok="t"/>
              </v:shape>
            </v:group>
            <v:group style="position:absolute;left:3599;top:1179;width:2;height:321" coordorigin="3599,1179" coordsize="2,321">
              <v:shape style="position:absolute;left:3599;top:1179;width:2;height:321" coordorigin="3599,1179" coordsize="0,321" path="m3599,1179l3599,1500e" filled="false" stroked="true" strokeweight=".5pt" strokecolor="#231f20">
                <v:path arrowok="t"/>
              </v:shape>
            </v:group>
            <v:group style="position:absolute;left:3567;top:1403;width:2;height:98" coordorigin="3567,1403" coordsize="2,98">
              <v:shape style="position:absolute;left:3567;top:1403;width:2;height:98" coordorigin="3567,1403" coordsize="0,98" path="m3567,1500l3567,1403e" filled="false" stroked="true" strokeweight=".5pt" strokecolor="#231f20">
                <v:path arrowok="t"/>
              </v:shape>
            </v:group>
            <v:group style="position:absolute;left:3536;top:1362;width:2;height:138" coordorigin="3536,1362" coordsize="2,138">
              <v:shape style="position:absolute;left:3536;top:1362;width:2;height:138" coordorigin="3536,1362" coordsize="0,138" path="m3536,1500l3536,1362e" filled="false" stroked="true" strokeweight=".5pt" strokecolor="#231f20">
                <v:path arrowok="t"/>
              </v:shape>
            </v:group>
            <v:group style="position:absolute;left:3504;top:1403;width:2;height:98" coordorigin="3504,1403" coordsize="2,98">
              <v:shape style="position:absolute;left:3504;top:1403;width:2;height:98" coordorigin="3504,1403" coordsize="0,98" path="m3504,1500l3504,1403e" filled="false" stroked="true" strokeweight=".5pt" strokecolor="#231f20">
                <v:path arrowok="t"/>
              </v:shape>
            </v:group>
            <v:group style="position:absolute;left:3472;top:1362;width:2;height:138" coordorigin="3472,1362" coordsize="2,138">
              <v:shape style="position:absolute;left:3472;top:1362;width:2;height:138" coordorigin="3472,1362" coordsize="0,138" path="m3472,1500l3472,1362e" filled="false" stroked="true" strokeweight=".5pt" strokecolor="#231f20">
                <v:path arrowok="t"/>
              </v:shape>
            </v:group>
            <v:group style="position:absolute;left:3440;top:1403;width:2;height:98" coordorigin="3440,1403" coordsize="2,98">
              <v:shape style="position:absolute;left:3440;top:1403;width:2;height:98" coordorigin="3440,1403" coordsize="0,98" path="m3440,1500l3440,1403e" filled="false" stroked="true" strokeweight=".5pt" strokecolor="#231f20">
                <v:path arrowok="t"/>
              </v:shape>
            </v:group>
            <v:group style="position:absolute;left:3408;top:1362;width:2;height:138" coordorigin="3408,1362" coordsize="2,138">
              <v:shape style="position:absolute;left:3408;top:1362;width:2;height:138" coordorigin="3408,1362" coordsize="0,138" path="m3408,1500l3408,1362e" filled="false" stroked="true" strokeweight=".5pt" strokecolor="#231f20">
                <v:path arrowok="t"/>
              </v:shape>
            </v:group>
            <v:group style="position:absolute;left:3376;top:1403;width:2;height:98" coordorigin="3376,1403" coordsize="2,98">
              <v:shape style="position:absolute;left:3376;top:1403;width:2;height:98" coordorigin="3376,1403" coordsize="0,98" path="m3376,1500l3376,1403e" filled="false" stroked="true" strokeweight=".5pt" strokecolor="#231f20">
                <v:path arrowok="t"/>
              </v:shape>
            </v:group>
            <v:group style="position:absolute;left:3344;top:1362;width:2;height:138" coordorigin="3344,1362" coordsize="2,138">
              <v:shape style="position:absolute;left:3344;top:1362;width:2;height:138" coordorigin="3344,1362" coordsize="0,138" path="m3344,1500l3344,1362e" filled="false" stroked="true" strokeweight=".5pt" strokecolor="#231f20">
                <v:path arrowok="t"/>
              </v:shape>
            </v:group>
            <v:group style="position:absolute;left:3312;top:1403;width:2;height:98" coordorigin="3312,1403" coordsize="2,98">
              <v:shape style="position:absolute;left:3312;top:1403;width:2;height:98" coordorigin="3312,1403" coordsize="0,98" path="m3312,1500l3312,1403e" filled="false" stroked="true" strokeweight=".5pt" strokecolor="#231f20">
                <v:path arrowok="t"/>
              </v:shape>
            </v:group>
            <v:group style="position:absolute;left:3280;top:1179;width:2;height:321" coordorigin="3280,1179" coordsize="2,321">
              <v:shape style="position:absolute;left:3280;top:1179;width:2;height:321" coordorigin="3280,1179" coordsize="0,321" path="m3280,1500l3280,1179e" filled="false" stroked="true" strokeweight=".5pt" strokecolor="#231f20">
                <v:path arrowok="t"/>
              </v:shape>
            </v:group>
            <v:group style="position:absolute;left:3248;top:1403;width:2;height:98" coordorigin="3248,1403" coordsize="2,98">
              <v:shape style="position:absolute;left:3248;top:1403;width:2;height:98" coordorigin="3248,1403" coordsize="0,98" path="m3248,1500l3248,1403e" filled="false" stroked="true" strokeweight=".5pt" strokecolor="#231f20">
                <v:path arrowok="t"/>
              </v:shape>
            </v:group>
            <v:group style="position:absolute;left:3216;top:1362;width:2;height:138" coordorigin="3216,1362" coordsize="2,138">
              <v:shape style="position:absolute;left:3216;top:1362;width:2;height:138" coordorigin="3216,1362" coordsize="0,138" path="m3216,1500l3216,1362e" filled="false" stroked="true" strokeweight=".5pt" strokecolor="#231f20">
                <v:path arrowok="t"/>
              </v:shape>
            </v:group>
            <v:group style="position:absolute;left:3184;top:1403;width:2;height:98" coordorigin="3184,1403" coordsize="2,98">
              <v:shape style="position:absolute;left:3184;top:1403;width:2;height:98" coordorigin="3184,1403" coordsize="0,98" path="m3184,1500l3184,1403e" filled="false" stroked="true" strokeweight=".5pt" strokecolor="#231f20">
                <v:path arrowok="t"/>
              </v:shape>
            </v:group>
            <v:group style="position:absolute;left:3152;top:1362;width:2;height:138" coordorigin="3152,1362" coordsize="2,138">
              <v:shape style="position:absolute;left:3152;top:1362;width:2;height:138" coordorigin="3152,1362" coordsize="0,138" path="m3152,1500l3152,1362e" filled="false" stroked="true" strokeweight=".5pt" strokecolor="#231f20">
                <v:path arrowok="t"/>
              </v:shape>
            </v:group>
            <v:group style="position:absolute;left:3121;top:1403;width:2;height:98" coordorigin="3121,1403" coordsize="2,98">
              <v:shape style="position:absolute;left:3121;top:1403;width:2;height:98" coordorigin="3121,1403" coordsize="0,98" path="m3121,1500l3121,1403e" filled="false" stroked="true" strokeweight=".5pt" strokecolor="#231f20">
                <v:path arrowok="t"/>
              </v:shape>
            </v:group>
            <v:group style="position:absolute;left:3089;top:1362;width:2;height:138" coordorigin="3089,1362" coordsize="2,138">
              <v:shape style="position:absolute;left:3089;top:1362;width:2;height:138" coordorigin="3089,1362" coordsize="0,138" path="m3089,1500l3089,1362e" filled="false" stroked="true" strokeweight=".5pt" strokecolor="#231f20">
                <v:path arrowok="t"/>
              </v:shape>
            </v:group>
            <v:group style="position:absolute;left:3057;top:1403;width:2;height:98" coordorigin="3057,1403" coordsize="2,98">
              <v:shape style="position:absolute;left:3057;top:1403;width:2;height:98" coordorigin="3057,1403" coordsize="0,98" path="m3057,1500l3057,1403e" filled="false" stroked="true" strokeweight=".5pt" strokecolor="#231f20">
                <v:path arrowok="t"/>
              </v:shape>
            </v:group>
            <v:group style="position:absolute;left:3025;top:1362;width:2;height:138" coordorigin="3025,1362" coordsize="2,138">
              <v:shape style="position:absolute;left:3025;top:1362;width:2;height:138" coordorigin="3025,1362" coordsize="0,138" path="m3025,1500l3025,1362e" filled="false" stroked="true" strokeweight=".5pt" strokecolor="#231f20">
                <v:path arrowok="t"/>
              </v:shape>
            </v:group>
            <v:group style="position:absolute;left:2993;top:1403;width:2;height:98" coordorigin="2993,1403" coordsize="2,98">
              <v:shape style="position:absolute;left:2993;top:1403;width:2;height:98" coordorigin="2993,1403" coordsize="0,98" path="m2993,1500l2993,1403e" filled="false" stroked="true" strokeweight=".5pt" strokecolor="#231f20">
                <v:path arrowok="t"/>
              </v:shape>
            </v:group>
            <v:group style="position:absolute;left:4238;top:1179;width:2;height:321" coordorigin="4238,1179" coordsize="2,321">
              <v:shape style="position:absolute;left:4238;top:1179;width:2;height:321" coordorigin="4238,1179" coordsize="0,321" path="m4238,1179l4238,1500e" filled="false" stroked="true" strokeweight=".5pt" strokecolor="#231f20">
                <v:path arrowok="t"/>
              </v:shape>
            </v:group>
            <v:group style="position:absolute;left:4206;top:1403;width:2;height:98" coordorigin="4206,1403" coordsize="2,98">
              <v:shape style="position:absolute;left:4206;top:1403;width:2;height:98" coordorigin="4206,1403" coordsize="0,98" path="m4206,1500l4206,1403e" filled="false" stroked="true" strokeweight=".5pt" strokecolor="#231f20">
                <v:path arrowok="t"/>
              </v:shape>
            </v:group>
            <v:group style="position:absolute;left:4174;top:1362;width:2;height:138" coordorigin="4174,1362" coordsize="2,138">
              <v:shape style="position:absolute;left:4174;top:1362;width:2;height:138" coordorigin="4174,1362" coordsize="0,138" path="m4174,1500l4174,1362e" filled="false" stroked="true" strokeweight=".5pt" strokecolor="#231f20">
                <v:path arrowok="t"/>
              </v:shape>
            </v:group>
            <v:group style="position:absolute;left:4142;top:1403;width:2;height:98" coordorigin="4142,1403" coordsize="2,98">
              <v:shape style="position:absolute;left:4142;top:1403;width:2;height:98" coordorigin="4142,1403" coordsize="0,98" path="m4142,1500l4142,1403e" filled="false" stroked="true" strokeweight=".5pt" strokecolor="#231f20">
                <v:path arrowok="t"/>
              </v:shape>
            </v:group>
            <v:group style="position:absolute;left:4110;top:1362;width:2;height:138" coordorigin="4110,1362" coordsize="2,138">
              <v:shape style="position:absolute;left:4110;top:1362;width:2;height:138" coordorigin="4110,1362" coordsize="0,138" path="m4110,1500l4110,1362e" filled="false" stroked="true" strokeweight=".5pt" strokecolor="#231f20">
                <v:path arrowok="t"/>
              </v:shape>
            </v:group>
            <v:group style="position:absolute;left:4078;top:1403;width:2;height:98" coordorigin="4078,1403" coordsize="2,98">
              <v:shape style="position:absolute;left:4078;top:1403;width:2;height:98" coordorigin="4078,1403" coordsize="0,98" path="m4078,1500l4078,1403e" filled="false" stroked="true" strokeweight=".5pt" strokecolor="#231f20">
                <v:path arrowok="t"/>
              </v:shape>
            </v:group>
            <v:group style="position:absolute;left:4046;top:1362;width:2;height:138" coordorigin="4046,1362" coordsize="2,138">
              <v:shape style="position:absolute;left:4046;top:1362;width:2;height:138" coordorigin="4046,1362" coordsize="0,138" path="m4046,1500l4046,1362e" filled="false" stroked="true" strokeweight=".5pt" strokecolor="#231f20">
                <v:path arrowok="t"/>
              </v:shape>
            </v:group>
            <v:group style="position:absolute;left:4014;top:1403;width:2;height:98" coordorigin="4014,1403" coordsize="2,98">
              <v:shape style="position:absolute;left:4014;top:1403;width:2;height:98" coordorigin="4014,1403" coordsize="0,98" path="m4014,1500l4014,1403e" filled="false" stroked="true" strokeweight=".5pt" strokecolor="#231f20">
                <v:path arrowok="t"/>
              </v:shape>
            </v:group>
            <v:group style="position:absolute;left:3982;top:1362;width:2;height:138" coordorigin="3982,1362" coordsize="2,138">
              <v:shape style="position:absolute;left:3982;top:1362;width:2;height:138" coordorigin="3982,1362" coordsize="0,138" path="m3982,1500l3982,1362e" filled="false" stroked="true" strokeweight=".5pt" strokecolor="#231f20">
                <v:path arrowok="t"/>
              </v:shape>
            </v:group>
            <v:group style="position:absolute;left:3951;top:1403;width:2;height:98" coordorigin="3951,1403" coordsize="2,98">
              <v:shape style="position:absolute;left:3951;top:1403;width:2;height:98" coordorigin="3951,1403" coordsize="0,98" path="m3951,1500l3951,1403e" filled="false" stroked="true" strokeweight=".5pt" strokecolor="#231f20">
                <v:path arrowok="t"/>
              </v:shape>
            </v:group>
            <v:group style="position:absolute;left:3919;top:1179;width:2;height:321" coordorigin="3919,1179" coordsize="2,321">
              <v:shape style="position:absolute;left:3919;top:1179;width:2;height:321" coordorigin="3919,1179" coordsize="0,321" path="m3919,1500l3919,1179e" filled="false" stroked="true" strokeweight=".5pt" strokecolor="#231f20">
                <v:path arrowok="t"/>
              </v:shape>
            </v:group>
            <v:group style="position:absolute;left:3887;top:1403;width:2;height:98" coordorigin="3887,1403" coordsize="2,98">
              <v:shape style="position:absolute;left:3887;top:1403;width:2;height:98" coordorigin="3887,1403" coordsize="0,98" path="m3887,1500l3887,1403e" filled="false" stroked="true" strokeweight=".5pt" strokecolor="#231f20">
                <v:path arrowok="t"/>
              </v:shape>
            </v:group>
            <v:group style="position:absolute;left:3855;top:1362;width:2;height:138" coordorigin="3855,1362" coordsize="2,138">
              <v:shape style="position:absolute;left:3855;top:1362;width:2;height:138" coordorigin="3855,1362" coordsize="0,138" path="m3855,1500l3855,1362e" filled="false" stroked="true" strokeweight=".5pt" strokecolor="#231f20">
                <v:path arrowok="t"/>
              </v:shape>
            </v:group>
            <v:group style="position:absolute;left:3823;top:1403;width:2;height:98" coordorigin="3823,1403" coordsize="2,98">
              <v:shape style="position:absolute;left:3823;top:1403;width:2;height:98" coordorigin="3823,1403" coordsize="0,98" path="m3823,1500l3823,1403e" filled="false" stroked="true" strokeweight=".5pt" strokecolor="#231f20">
                <v:path arrowok="t"/>
              </v:shape>
            </v:group>
            <v:group style="position:absolute;left:3791;top:1362;width:2;height:138" coordorigin="3791,1362" coordsize="2,138">
              <v:shape style="position:absolute;left:3791;top:1362;width:2;height:138" coordorigin="3791,1362" coordsize="0,138" path="m3791,1500l3791,1362e" filled="false" stroked="true" strokeweight=".5pt" strokecolor="#231f20">
                <v:path arrowok="t"/>
              </v:shape>
            </v:group>
            <v:group style="position:absolute;left:3759;top:1403;width:2;height:98" coordorigin="3759,1403" coordsize="2,98">
              <v:shape style="position:absolute;left:3759;top:1403;width:2;height:98" coordorigin="3759,1403" coordsize="0,98" path="m3759,1500l3759,1403e" filled="false" stroked="true" strokeweight=".5pt" strokecolor="#231f20">
                <v:path arrowok="t"/>
              </v:shape>
            </v:group>
            <v:group style="position:absolute;left:3727;top:1362;width:2;height:138" coordorigin="3727,1362" coordsize="2,138">
              <v:shape style="position:absolute;left:3727;top:1362;width:2;height:138" coordorigin="3727,1362" coordsize="0,138" path="m3727,1500l3727,1362e" filled="false" stroked="true" strokeweight=".5pt" strokecolor="#231f20">
                <v:path arrowok="t"/>
              </v:shape>
            </v:group>
            <v:group style="position:absolute;left:3695;top:1403;width:2;height:98" coordorigin="3695,1403" coordsize="2,98">
              <v:shape style="position:absolute;left:3695;top:1403;width:2;height:98" coordorigin="3695,1403" coordsize="0,98" path="m3695,1500l3695,1403e" filled="false" stroked="true" strokeweight=".5pt" strokecolor="#231f20">
                <v:path arrowok="t"/>
              </v:shape>
            </v:group>
            <v:group style="position:absolute;left:3663;top:1362;width:2;height:138" coordorigin="3663,1362" coordsize="2,138">
              <v:shape style="position:absolute;left:3663;top:1362;width:2;height:138" coordorigin="3663,1362" coordsize="0,138" path="m3663,1500l3663,1362e" filled="false" stroked="true" strokeweight=".5pt" strokecolor="#231f20">
                <v:path arrowok="t"/>
              </v:shape>
            </v:group>
            <v:group style="position:absolute;left:3631;top:1403;width:2;height:98" coordorigin="3631,1403" coordsize="2,98">
              <v:shape style="position:absolute;left:3631;top:1403;width:2;height:98" coordorigin="3631,1403" coordsize="0,98" path="m3631,1500l3631,1403e" filled="false" stroked="true" strokeweight=".5pt" strokecolor="#231f20">
                <v:path arrowok="t"/>
              </v:shape>
            </v:group>
            <v:group style="position:absolute;left:4876;top:1179;width:2;height:321" coordorigin="4876,1179" coordsize="2,321">
              <v:shape style="position:absolute;left:4876;top:1179;width:2;height:321" coordorigin="4876,1179" coordsize="0,321" path="m4876,1179l4876,1500e" filled="false" stroked="true" strokeweight=".5pt" strokecolor="#231f20">
                <v:path arrowok="t"/>
              </v:shape>
            </v:group>
            <v:group style="position:absolute;left:4844;top:1403;width:2;height:98" coordorigin="4844,1403" coordsize="2,98">
              <v:shape style="position:absolute;left:4844;top:1403;width:2;height:98" coordorigin="4844,1403" coordsize="0,98" path="m4844,1500l4844,1403e" filled="false" stroked="true" strokeweight=".5pt" strokecolor="#231f20">
                <v:path arrowok="t"/>
              </v:shape>
            </v:group>
            <v:group style="position:absolute;left:4813;top:1362;width:2;height:138" coordorigin="4813,1362" coordsize="2,138">
              <v:shape style="position:absolute;left:4813;top:1362;width:2;height:138" coordorigin="4813,1362" coordsize="0,138" path="m4813,1500l4813,1362e" filled="false" stroked="true" strokeweight=".5pt" strokecolor="#231f20">
                <v:path arrowok="t"/>
              </v:shape>
            </v:group>
            <v:group style="position:absolute;left:4781;top:1403;width:2;height:98" coordorigin="4781,1403" coordsize="2,98">
              <v:shape style="position:absolute;left:4781;top:1403;width:2;height:98" coordorigin="4781,1403" coordsize="0,98" path="m4781,1500l4781,1403e" filled="false" stroked="true" strokeweight=".5pt" strokecolor="#231f20">
                <v:path arrowok="t"/>
              </v:shape>
            </v:group>
            <v:group style="position:absolute;left:4749;top:1362;width:2;height:138" coordorigin="4749,1362" coordsize="2,138">
              <v:shape style="position:absolute;left:4749;top:1362;width:2;height:138" coordorigin="4749,1362" coordsize="0,138" path="m4749,1500l4749,1362e" filled="false" stroked="true" strokeweight=".5pt" strokecolor="#231f20">
                <v:path arrowok="t"/>
              </v:shape>
            </v:group>
            <v:group style="position:absolute;left:4717;top:1403;width:2;height:98" coordorigin="4717,1403" coordsize="2,98">
              <v:shape style="position:absolute;left:4717;top:1403;width:2;height:98" coordorigin="4717,1403" coordsize="0,98" path="m4717,1500l4717,1403e" filled="false" stroked="true" strokeweight=".5pt" strokecolor="#231f20">
                <v:path arrowok="t"/>
              </v:shape>
            </v:group>
            <v:group style="position:absolute;left:4685;top:1362;width:2;height:138" coordorigin="4685,1362" coordsize="2,138">
              <v:shape style="position:absolute;left:4685;top:1362;width:2;height:138" coordorigin="4685,1362" coordsize="0,138" path="m4685,1500l4685,1362e" filled="false" stroked="true" strokeweight=".5pt" strokecolor="#231f20">
                <v:path arrowok="t"/>
              </v:shape>
            </v:group>
            <v:group style="position:absolute;left:4653;top:1403;width:2;height:98" coordorigin="4653,1403" coordsize="2,98">
              <v:shape style="position:absolute;left:4653;top:1403;width:2;height:98" coordorigin="4653,1403" coordsize="0,98" path="m4653,1500l4653,1403e" filled="false" stroked="true" strokeweight=".5pt" strokecolor="#231f20">
                <v:path arrowok="t"/>
              </v:shape>
            </v:group>
            <v:group style="position:absolute;left:4621;top:1362;width:2;height:138" coordorigin="4621,1362" coordsize="2,138">
              <v:shape style="position:absolute;left:4621;top:1362;width:2;height:138" coordorigin="4621,1362" coordsize="0,138" path="m4621,1500l4621,1362e" filled="false" stroked="true" strokeweight=".5pt" strokecolor="#231f20">
                <v:path arrowok="t"/>
              </v:shape>
            </v:group>
            <v:group style="position:absolute;left:4589;top:1403;width:2;height:98" coordorigin="4589,1403" coordsize="2,98">
              <v:shape style="position:absolute;left:4589;top:1403;width:2;height:98" coordorigin="4589,1403" coordsize="0,98" path="m4589,1500l4589,1403e" filled="false" stroked="true" strokeweight=".5pt" strokecolor="#231f20">
                <v:path arrowok="t"/>
              </v:shape>
            </v:group>
            <v:group style="position:absolute;left:4557;top:1179;width:2;height:321" coordorigin="4557,1179" coordsize="2,321">
              <v:shape style="position:absolute;left:4557;top:1179;width:2;height:321" coordorigin="4557,1179" coordsize="0,321" path="m4557,1500l4557,1179e" filled="false" stroked="true" strokeweight=".5pt" strokecolor="#231f20">
                <v:path arrowok="t"/>
              </v:shape>
            </v:group>
            <v:group style="position:absolute;left:4525;top:1403;width:2;height:98" coordorigin="4525,1403" coordsize="2,98">
              <v:shape style="position:absolute;left:4525;top:1403;width:2;height:98" coordorigin="4525,1403" coordsize="0,98" path="m4525,1500l4525,1403e" filled="false" stroked="true" strokeweight=".5pt" strokecolor="#231f20">
                <v:path arrowok="t"/>
              </v:shape>
            </v:group>
            <v:group style="position:absolute;left:4493;top:1362;width:2;height:138" coordorigin="4493,1362" coordsize="2,138">
              <v:shape style="position:absolute;left:4493;top:1362;width:2;height:138" coordorigin="4493,1362" coordsize="0,138" path="m4493,1500l4493,1362e" filled="false" stroked="true" strokeweight=".5pt" strokecolor="#231f20">
                <v:path arrowok="t"/>
              </v:shape>
            </v:group>
            <v:group style="position:absolute;left:4461;top:1403;width:2;height:98" coordorigin="4461,1403" coordsize="2,98">
              <v:shape style="position:absolute;left:4461;top:1403;width:2;height:98" coordorigin="4461,1403" coordsize="0,98" path="m4461,1500l4461,1403e" filled="false" stroked="true" strokeweight=".5pt" strokecolor="#231f20">
                <v:path arrowok="t"/>
              </v:shape>
            </v:group>
            <v:group style="position:absolute;left:4429;top:1362;width:2;height:138" coordorigin="4429,1362" coordsize="2,138">
              <v:shape style="position:absolute;left:4429;top:1362;width:2;height:138" coordorigin="4429,1362" coordsize="0,138" path="m4429,1500l4429,1362e" filled="false" stroked="true" strokeweight=".5pt" strokecolor="#231f20">
                <v:path arrowok="t"/>
              </v:shape>
            </v:group>
            <v:group style="position:absolute;left:4397;top:1403;width:2;height:98" coordorigin="4397,1403" coordsize="2,98">
              <v:shape style="position:absolute;left:4397;top:1403;width:2;height:98" coordorigin="4397,1403" coordsize="0,98" path="m4397,1500l4397,1403e" filled="false" stroked="true" strokeweight=".5pt" strokecolor="#231f20">
                <v:path arrowok="t"/>
              </v:shape>
            </v:group>
            <v:group style="position:absolute;left:4366;top:1362;width:2;height:138" coordorigin="4366,1362" coordsize="2,138">
              <v:shape style="position:absolute;left:4366;top:1362;width:2;height:138" coordorigin="4366,1362" coordsize="0,138" path="m4366,1500l4366,1362e" filled="false" stroked="true" strokeweight=".5pt" strokecolor="#231f20">
                <v:path arrowok="t"/>
              </v:shape>
            </v:group>
            <v:group style="position:absolute;left:4334;top:1403;width:2;height:98" coordorigin="4334,1403" coordsize="2,98">
              <v:shape style="position:absolute;left:4334;top:1403;width:2;height:98" coordorigin="4334,1403" coordsize="0,98" path="m4334,1500l4334,1403e" filled="false" stroked="true" strokeweight=".5pt" strokecolor="#231f20">
                <v:path arrowok="t"/>
              </v:shape>
            </v:group>
            <v:group style="position:absolute;left:4302;top:1362;width:2;height:138" coordorigin="4302,1362" coordsize="2,138">
              <v:shape style="position:absolute;left:4302;top:1362;width:2;height:138" coordorigin="4302,1362" coordsize="0,138" path="m4302,1500l4302,1362e" filled="false" stroked="true" strokeweight=".5pt" strokecolor="#231f20">
                <v:path arrowok="t"/>
              </v:shape>
            </v:group>
            <v:group style="position:absolute;left:4270;top:1403;width:2;height:98" coordorigin="4270,1403" coordsize="2,98">
              <v:shape style="position:absolute;left:4270;top:1403;width:2;height:98" coordorigin="4270,1403" coordsize="0,98" path="m4270,1500l4270,1403e" filled="false" stroked="true" strokeweight=".5pt" strokecolor="#231f20">
                <v:path arrowok="t"/>
              </v:shape>
            </v:group>
            <v:group style="position:absolute;left:5515;top:1179;width:2;height:321" coordorigin="5515,1179" coordsize="2,321">
              <v:shape style="position:absolute;left:5515;top:1179;width:2;height:321" coordorigin="5515,1179" coordsize="0,321" path="m5515,1179l5515,1500e" filled="false" stroked="true" strokeweight=".5pt" strokecolor="#231f20">
                <v:path arrowok="t"/>
              </v:shape>
            </v:group>
            <v:group style="position:absolute;left:5483;top:1403;width:2;height:98" coordorigin="5483,1403" coordsize="2,98">
              <v:shape style="position:absolute;left:5483;top:1403;width:2;height:98" coordorigin="5483,1403" coordsize="0,98" path="m5483,1500l5483,1403e" filled="false" stroked="true" strokeweight=".5pt" strokecolor="#231f20">
                <v:path arrowok="t"/>
              </v:shape>
            </v:group>
            <v:group style="position:absolute;left:5451;top:1362;width:2;height:138" coordorigin="5451,1362" coordsize="2,138">
              <v:shape style="position:absolute;left:5451;top:1362;width:2;height:138" coordorigin="5451,1362" coordsize="0,138" path="m5451,1500l5451,1362e" filled="false" stroked="true" strokeweight=".5pt" strokecolor="#231f20">
                <v:path arrowok="t"/>
              </v:shape>
            </v:group>
            <v:group style="position:absolute;left:5419;top:1403;width:2;height:98" coordorigin="5419,1403" coordsize="2,98">
              <v:shape style="position:absolute;left:5419;top:1403;width:2;height:98" coordorigin="5419,1403" coordsize="0,98" path="m5419,1500l5419,1403e" filled="false" stroked="true" strokeweight=".5pt" strokecolor="#231f20">
                <v:path arrowok="t"/>
              </v:shape>
            </v:group>
            <v:group style="position:absolute;left:5387;top:1362;width:2;height:138" coordorigin="5387,1362" coordsize="2,138">
              <v:shape style="position:absolute;left:5387;top:1362;width:2;height:138" coordorigin="5387,1362" coordsize="0,138" path="m5387,1500l5387,1362e" filled="false" stroked="true" strokeweight=".5pt" strokecolor="#231f20">
                <v:path arrowok="t"/>
              </v:shape>
            </v:group>
            <v:group style="position:absolute;left:5355;top:1403;width:2;height:98" coordorigin="5355,1403" coordsize="2,98">
              <v:shape style="position:absolute;left:5355;top:1403;width:2;height:98" coordorigin="5355,1403" coordsize="0,98" path="m5355,1500l5355,1403e" filled="false" stroked="true" strokeweight=".5pt" strokecolor="#231f20">
                <v:path arrowok="t"/>
              </v:shape>
            </v:group>
            <v:group style="position:absolute;left:5323;top:1362;width:2;height:138" coordorigin="5323,1362" coordsize="2,138">
              <v:shape style="position:absolute;left:5323;top:1362;width:2;height:138" coordorigin="5323,1362" coordsize="0,138" path="m5323,1500l5323,1362e" filled="false" stroked="true" strokeweight=".5pt" strokecolor="#231f20">
                <v:path arrowok="t"/>
              </v:shape>
            </v:group>
            <v:group style="position:absolute;left:5291;top:1403;width:2;height:98" coordorigin="5291,1403" coordsize="2,98">
              <v:shape style="position:absolute;left:5291;top:1403;width:2;height:98" coordorigin="5291,1403" coordsize="0,98" path="m5291,1500l5291,1403e" filled="false" stroked="true" strokeweight=".5pt" strokecolor="#231f20">
                <v:path arrowok="t"/>
              </v:shape>
            </v:group>
            <v:group style="position:absolute;left:5259;top:1362;width:2;height:138" coordorigin="5259,1362" coordsize="2,138">
              <v:shape style="position:absolute;left:5259;top:1362;width:2;height:138" coordorigin="5259,1362" coordsize="0,138" path="m5259,1500l5259,1362e" filled="false" stroked="true" strokeweight=".5pt" strokecolor="#231f20">
                <v:path arrowok="t"/>
              </v:shape>
            </v:group>
            <v:group style="position:absolute;left:5228;top:1403;width:2;height:98" coordorigin="5228,1403" coordsize="2,98">
              <v:shape style="position:absolute;left:5228;top:1403;width:2;height:98" coordorigin="5228,1403" coordsize="0,98" path="m5228,1500l5228,1403e" filled="false" stroked="true" strokeweight=".5pt" strokecolor="#231f20">
                <v:path arrowok="t"/>
              </v:shape>
            </v:group>
            <v:group style="position:absolute;left:5196;top:1179;width:2;height:321" coordorigin="5196,1179" coordsize="2,321">
              <v:shape style="position:absolute;left:5196;top:1179;width:2;height:321" coordorigin="5196,1179" coordsize="0,321" path="m5196,1500l5196,1179e" filled="false" stroked="true" strokeweight=".5pt" strokecolor="#231f20">
                <v:path arrowok="t"/>
              </v:shape>
            </v:group>
            <v:group style="position:absolute;left:5164;top:1403;width:2;height:98" coordorigin="5164,1403" coordsize="2,98">
              <v:shape style="position:absolute;left:5164;top:1403;width:2;height:98" coordorigin="5164,1403" coordsize="0,98" path="m5164,1500l5164,1403e" filled="false" stroked="true" strokeweight=".5pt" strokecolor="#231f20">
                <v:path arrowok="t"/>
              </v:shape>
            </v:group>
            <v:group style="position:absolute;left:5132;top:1362;width:2;height:138" coordorigin="5132,1362" coordsize="2,138">
              <v:shape style="position:absolute;left:5132;top:1362;width:2;height:138" coordorigin="5132,1362" coordsize="0,138" path="m5132,1500l5132,1362e" filled="false" stroked="true" strokeweight=".5pt" strokecolor="#231f20">
                <v:path arrowok="t"/>
              </v:shape>
            </v:group>
            <v:group style="position:absolute;left:5100;top:1403;width:2;height:98" coordorigin="5100,1403" coordsize="2,98">
              <v:shape style="position:absolute;left:5100;top:1403;width:2;height:98" coordorigin="5100,1403" coordsize="0,98" path="m5100,1500l5100,1403e" filled="false" stroked="true" strokeweight=".5pt" strokecolor="#231f20">
                <v:path arrowok="t"/>
              </v:shape>
            </v:group>
            <v:group style="position:absolute;left:5068;top:1362;width:2;height:138" coordorigin="5068,1362" coordsize="2,138">
              <v:shape style="position:absolute;left:5068;top:1362;width:2;height:138" coordorigin="5068,1362" coordsize="0,138" path="m5068,1500l5068,1362e" filled="false" stroked="true" strokeweight=".5pt" strokecolor="#231f20">
                <v:path arrowok="t"/>
              </v:shape>
            </v:group>
            <v:group style="position:absolute;left:5036;top:1403;width:2;height:98" coordorigin="5036,1403" coordsize="2,98">
              <v:shape style="position:absolute;left:5036;top:1403;width:2;height:98" coordorigin="5036,1403" coordsize="0,98" path="m5036,1500l5036,1403e" filled="false" stroked="true" strokeweight=".5pt" strokecolor="#231f20">
                <v:path arrowok="t"/>
              </v:shape>
            </v:group>
            <v:group style="position:absolute;left:5004;top:1362;width:2;height:138" coordorigin="5004,1362" coordsize="2,138">
              <v:shape style="position:absolute;left:5004;top:1362;width:2;height:138" coordorigin="5004,1362" coordsize="0,138" path="m5004,1500l5004,1362e" filled="false" stroked="true" strokeweight=".5pt" strokecolor="#231f20">
                <v:path arrowok="t"/>
              </v:shape>
            </v:group>
            <v:group style="position:absolute;left:4972;top:1403;width:2;height:98" coordorigin="4972,1403" coordsize="2,98">
              <v:shape style="position:absolute;left:4972;top:1403;width:2;height:98" coordorigin="4972,1403" coordsize="0,98" path="m4972,1500l4972,1403e" filled="false" stroked="true" strokeweight=".5pt" strokecolor="#231f20">
                <v:path arrowok="t"/>
              </v:shape>
            </v:group>
            <v:group style="position:absolute;left:4940;top:1362;width:2;height:138" coordorigin="4940,1362" coordsize="2,138">
              <v:shape style="position:absolute;left:4940;top:1362;width:2;height:138" coordorigin="4940,1362" coordsize="0,138" path="m4940,1500l4940,1362e" filled="false" stroked="true" strokeweight=".5pt" strokecolor="#231f20">
                <v:path arrowok="t"/>
              </v:shape>
            </v:group>
            <v:group style="position:absolute;left:4908;top:1403;width:2;height:98" coordorigin="4908,1403" coordsize="2,98">
              <v:shape style="position:absolute;left:4908;top:1403;width:2;height:98" coordorigin="4908,1403" coordsize="0,98" path="m4908,1500l4908,1403e" filled="false" stroked="true" strokeweight=".5pt" strokecolor="#231f20">
                <v:path arrowok="t"/>
              </v:shape>
            </v:group>
            <v:group style="position:absolute;left:6153;top:1179;width:2;height:321" coordorigin="6153,1179" coordsize="2,321">
              <v:shape style="position:absolute;left:6153;top:1179;width:2;height:321" coordorigin="6153,1179" coordsize="0,321" path="m6153,1179l6153,1500e" filled="false" stroked="true" strokeweight=".5pt" strokecolor="#231f20">
                <v:path arrowok="t"/>
              </v:shape>
            </v:group>
            <v:group style="position:absolute;left:6121;top:1403;width:2;height:98" coordorigin="6121,1403" coordsize="2,98">
              <v:shape style="position:absolute;left:6121;top:1403;width:2;height:98" coordorigin="6121,1403" coordsize="0,98" path="m6121,1500l6121,1403e" filled="false" stroked="true" strokeweight=".5pt" strokecolor="#231f20">
                <v:path arrowok="t"/>
              </v:shape>
            </v:group>
            <v:group style="position:absolute;left:6089;top:1362;width:2;height:138" coordorigin="6089,1362" coordsize="2,138">
              <v:shape style="position:absolute;left:6089;top:1362;width:2;height:138" coordorigin="6089,1362" coordsize="0,138" path="m6089,1500l6089,1362e" filled="false" stroked="true" strokeweight=".5pt" strokecolor="#231f20">
                <v:path arrowok="t"/>
              </v:shape>
            </v:group>
            <v:group style="position:absolute;left:6058;top:1403;width:2;height:98" coordorigin="6058,1403" coordsize="2,98">
              <v:shape style="position:absolute;left:6058;top:1403;width:2;height:98" coordorigin="6058,1403" coordsize="0,98" path="m6058,1500l6058,1403e" filled="false" stroked="true" strokeweight=".5pt" strokecolor="#231f20">
                <v:path arrowok="t"/>
              </v:shape>
            </v:group>
            <v:group style="position:absolute;left:6026;top:1362;width:2;height:138" coordorigin="6026,1362" coordsize="2,138">
              <v:shape style="position:absolute;left:6026;top:1362;width:2;height:138" coordorigin="6026,1362" coordsize="0,138" path="m6026,1500l6026,1362e" filled="false" stroked="true" strokeweight=".5pt" strokecolor="#231f20">
                <v:path arrowok="t"/>
              </v:shape>
            </v:group>
            <v:group style="position:absolute;left:5994;top:1403;width:2;height:98" coordorigin="5994,1403" coordsize="2,98">
              <v:shape style="position:absolute;left:5994;top:1403;width:2;height:98" coordorigin="5994,1403" coordsize="0,98" path="m5994,1500l5994,1403e" filled="false" stroked="true" strokeweight=".5pt" strokecolor="#231f20">
                <v:path arrowok="t"/>
              </v:shape>
            </v:group>
            <v:group style="position:absolute;left:5962;top:1362;width:2;height:138" coordorigin="5962,1362" coordsize="2,138">
              <v:shape style="position:absolute;left:5962;top:1362;width:2;height:138" coordorigin="5962,1362" coordsize="0,138" path="m5962,1500l5962,1362e" filled="false" stroked="true" strokeweight=".5pt" strokecolor="#231f20">
                <v:path arrowok="t"/>
              </v:shape>
            </v:group>
            <v:group style="position:absolute;left:5930;top:1403;width:2;height:98" coordorigin="5930,1403" coordsize="2,98">
              <v:shape style="position:absolute;left:5930;top:1403;width:2;height:98" coordorigin="5930,1403" coordsize="0,98" path="m5930,1500l5930,1403e" filled="false" stroked="true" strokeweight=".5pt" strokecolor="#231f20">
                <v:path arrowok="t"/>
              </v:shape>
            </v:group>
            <v:group style="position:absolute;left:5898;top:1362;width:2;height:138" coordorigin="5898,1362" coordsize="2,138">
              <v:shape style="position:absolute;left:5898;top:1362;width:2;height:138" coordorigin="5898,1362" coordsize="0,138" path="m5898,1500l5898,1362e" filled="false" stroked="true" strokeweight=".5pt" strokecolor="#231f20">
                <v:path arrowok="t"/>
              </v:shape>
            </v:group>
            <v:group style="position:absolute;left:5866;top:1403;width:2;height:98" coordorigin="5866,1403" coordsize="2,98">
              <v:shape style="position:absolute;left:5866;top:1403;width:2;height:98" coordorigin="5866,1403" coordsize="0,98" path="m5866,1500l5866,1403e" filled="false" stroked="true" strokeweight=".5pt" strokecolor="#231f20">
                <v:path arrowok="t"/>
              </v:shape>
            </v:group>
            <v:group style="position:absolute;left:5834;top:1179;width:2;height:321" coordorigin="5834,1179" coordsize="2,321">
              <v:shape style="position:absolute;left:5834;top:1179;width:2;height:321" coordorigin="5834,1179" coordsize="0,321" path="m5834,1500l5834,1179e" filled="false" stroked="true" strokeweight=".5pt" strokecolor="#231f20">
                <v:path arrowok="t"/>
              </v:shape>
            </v:group>
            <v:group style="position:absolute;left:5802;top:1403;width:2;height:98" coordorigin="5802,1403" coordsize="2,98">
              <v:shape style="position:absolute;left:5802;top:1403;width:2;height:98" coordorigin="5802,1403" coordsize="0,98" path="m5802,1500l5802,1403e" filled="false" stroked="true" strokeweight=".5pt" strokecolor="#231f20">
                <v:path arrowok="t"/>
              </v:shape>
            </v:group>
            <v:group style="position:absolute;left:5770;top:1362;width:2;height:138" coordorigin="5770,1362" coordsize="2,138">
              <v:shape style="position:absolute;left:5770;top:1362;width:2;height:138" coordorigin="5770,1362" coordsize="0,138" path="m5770,1500l5770,1362e" filled="false" stroked="true" strokeweight=".5pt" strokecolor="#231f20">
                <v:path arrowok="t"/>
              </v:shape>
            </v:group>
            <v:group style="position:absolute;left:5738;top:1403;width:2;height:98" coordorigin="5738,1403" coordsize="2,98">
              <v:shape style="position:absolute;left:5738;top:1403;width:2;height:98" coordorigin="5738,1403" coordsize="0,98" path="m5738,1500l5738,1403e" filled="false" stroked="true" strokeweight=".5pt" strokecolor="#231f20">
                <v:path arrowok="t"/>
              </v:shape>
            </v:group>
            <v:group style="position:absolute;left:5706;top:1362;width:2;height:138" coordorigin="5706,1362" coordsize="2,138">
              <v:shape style="position:absolute;left:5706;top:1362;width:2;height:138" coordorigin="5706,1362" coordsize="0,138" path="m5706,1500l5706,1362e" filled="false" stroked="true" strokeweight=".5pt" strokecolor="#231f20">
                <v:path arrowok="t"/>
              </v:shape>
            </v:group>
            <v:group style="position:absolute;left:5674;top:1403;width:2;height:98" coordorigin="5674,1403" coordsize="2,98">
              <v:shape style="position:absolute;left:5674;top:1403;width:2;height:98" coordorigin="5674,1403" coordsize="0,98" path="m5674,1500l5674,1403e" filled="false" stroked="true" strokeweight=".5pt" strokecolor="#231f20">
                <v:path arrowok="t"/>
              </v:shape>
            </v:group>
            <v:group style="position:absolute;left:5643;top:1362;width:2;height:138" coordorigin="5643,1362" coordsize="2,138">
              <v:shape style="position:absolute;left:5643;top:1362;width:2;height:138" coordorigin="5643,1362" coordsize="0,138" path="m5643,1500l5643,1362e" filled="false" stroked="true" strokeweight=".5pt" strokecolor="#231f20">
                <v:path arrowok="t"/>
              </v:shape>
            </v:group>
            <v:group style="position:absolute;left:5611;top:1403;width:2;height:98" coordorigin="5611,1403" coordsize="2,98">
              <v:shape style="position:absolute;left:5611;top:1403;width:2;height:98" coordorigin="5611,1403" coordsize="0,98" path="m5611,1500l5611,1403e" filled="false" stroked="true" strokeweight=".5pt" strokecolor="#231f20">
                <v:path arrowok="t"/>
              </v:shape>
            </v:group>
            <v:group style="position:absolute;left:5579;top:1362;width:2;height:138" coordorigin="5579,1362" coordsize="2,138">
              <v:shape style="position:absolute;left:5579;top:1362;width:2;height:138" coordorigin="5579,1362" coordsize="0,138" path="m5579,1500l5579,1362e" filled="false" stroked="true" strokeweight=".5pt" strokecolor="#231f20">
                <v:path arrowok="t"/>
              </v:shape>
            </v:group>
            <v:group style="position:absolute;left:5547;top:1403;width:2;height:98" coordorigin="5547,1403" coordsize="2,98">
              <v:shape style="position:absolute;left:5547;top:1403;width:2;height:98" coordorigin="5547,1403" coordsize="0,98" path="m5547,1500l5547,1403e" filled="false" stroked="true" strokeweight=".5pt" strokecolor="#231f20">
                <v:path arrowok="t"/>
              </v:shape>
            </v:group>
            <v:group style="position:absolute;left:6473;top:1179;width:2;height:321" coordorigin="6473,1179" coordsize="2,321">
              <v:shape style="position:absolute;left:6473;top:1179;width:2;height:321" coordorigin="6473,1179" coordsize="0,321" path="m6473,1179l6473,1500e" filled="false" stroked="true" strokeweight=".500001pt" strokecolor="#231f20">
                <v:path arrowok="t"/>
              </v:shape>
            </v:group>
            <v:group style="position:absolute;left:6441;top:1403;width:2;height:98" coordorigin="6441,1403" coordsize="2,98">
              <v:shape style="position:absolute;left:6441;top:1403;width:2;height:98" coordorigin="6441,1403" coordsize="0,98" path="m6441,1500l6441,1403e" filled="false" stroked="true" strokeweight=".5pt" strokecolor="#231f20">
                <v:path arrowok="t"/>
              </v:shape>
            </v:group>
            <v:group style="position:absolute;left:6409;top:1362;width:2;height:138" coordorigin="6409,1362" coordsize="2,138">
              <v:shape style="position:absolute;left:6409;top:1362;width:2;height:138" coordorigin="6409,1362" coordsize="0,138" path="m6409,1500l6409,1362e" filled="false" stroked="true" strokeweight=".5pt" strokecolor="#231f20">
                <v:path arrowok="t"/>
              </v:shape>
            </v:group>
            <v:group style="position:absolute;left:6377;top:1403;width:2;height:98" coordorigin="6377,1403" coordsize="2,98">
              <v:shape style="position:absolute;left:6377;top:1403;width:2;height:98" coordorigin="6377,1403" coordsize="0,98" path="m6377,1500l6377,1403e" filled="false" stroked="true" strokeweight=".5pt" strokecolor="#231f20">
                <v:path arrowok="t"/>
              </v:shape>
            </v:group>
            <v:group style="position:absolute;left:6345;top:1362;width:2;height:138" coordorigin="6345,1362" coordsize="2,138">
              <v:shape style="position:absolute;left:6345;top:1362;width:2;height:138" coordorigin="6345,1362" coordsize="0,138" path="m6345,1500l6345,1362e" filled="false" stroked="true" strokeweight=".5pt" strokecolor="#231f20">
                <v:path arrowok="t"/>
              </v:shape>
            </v:group>
            <v:group style="position:absolute;left:6313;top:1403;width:2;height:98" coordorigin="6313,1403" coordsize="2,98">
              <v:shape style="position:absolute;left:6313;top:1403;width:2;height:98" coordorigin="6313,1403" coordsize="0,98" path="m6313,1500l6313,1403e" filled="false" stroked="true" strokeweight=".5pt" strokecolor="#231f20">
                <v:path arrowok="t"/>
              </v:shape>
            </v:group>
            <v:group style="position:absolute;left:6281;top:1362;width:2;height:138" coordorigin="6281,1362" coordsize="2,138">
              <v:shape style="position:absolute;left:6281;top:1362;width:2;height:138" coordorigin="6281,1362" coordsize="0,138" path="m6281,1500l6281,1362e" filled="false" stroked="true" strokeweight=".5pt" strokecolor="#231f20">
                <v:path arrowok="t"/>
              </v:shape>
            </v:group>
            <v:group style="position:absolute;left:6249;top:1403;width:2;height:98" coordorigin="6249,1403" coordsize="2,98">
              <v:shape style="position:absolute;left:6249;top:1403;width:2;height:98" coordorigin="6249,1403" coordsize="0,98" path="m6249,1500l6249,1403e" filled="false" stroked="true" strokeweight=".5pt" strokecolor="#231f20">
                <v:path arrowok="t"/>
              </v:shape>
            </v:group>
            <v:group style="position:absolute;left:6217;top:1362;width:2;height:138" coordorigin="6217,1362" coordsize="2,138">
              <v:shape style="position:absolute;left:6217;top:1362;width:2;height:138" coordorigin="6217,1362" coordsize="0,138" path="m6217,1500l6217,1362e" filled="false" stroked="true" strokeweight=".5pt" strokecolor="#231f20">
                <v:path arrowok="t"/>
              </v:shape>
            </v:group>
            <v:group style="position:absolute;left:6185;top:1403;width:2;height:98" coordorigin="6185,1403" coordsize="2,98">
              <v:shape style="position:absolute;left:6185;top:1403;width:2;height:98" coordorigin="6185,1403" coordsize="0,98" path="m6185,1500l6185,1403e" filled="false" stroked="true" strokeweight=".5pt" strokecolor="#231f20">
                <v:path arrowok="t"/>
              </v:shape>
            </v:group>
            <v:group style="position:absolute;left:6792;top:1179;width:2;height:321" coordorigin="6792,1179" coordsize="2,321">
              <v:shape style="position:absolute;left:6792;top:1179;width:2;height:321" coordorigin="6792,1179" coordsize="0,321" path="m6792,1500l6792,1179e" filled="false" stroked="true" strokeweight=".5pt" strokecolor="#231f20">
                <v:path arrowok="t"/>
              </v:shape>
            </v:group>
            <v:group style="position:absolute;left:6760;top:1403;width:2;height:98" coordorigin="6760,1403" coordsize="2,98">
              <v:shape style="position:absolute;left:6760;top:1403;width:2;height:98" coordorigin="6760,1403" coordsize="0,98" path="m6760,1500l6760,1403e" filled="false" stroked="true" strokeweight=".5pt" strokecolor="#231f20">
                <v:path arrowok="t"/>
              </v:shape>
            </v:group>
            <v:group style="position:absolute;left:6728;top:1362;width:2;height:138" coordorigin="6728,1362" coordsize="2,138">
              <v:shape style="position:absolute;left:6728;top:1362;width:2;height:138" coordorigin="6728,1362" coordsize="0,138" path="m6728,1500l6728,1362e" filled="false" stroked="true" strokeweight=".5pt" strokecolor="#231f20">
                <v:path arrowok="t"/>
              </v:shape>
            </v:group>
            <v:group style="position:absolute;left:6696;top:1403;width:2;height:98" coordorigin="6696,1403" coordsize="2,98">
              <v:shape style="position:absolute;left:6696;top:1403;width:2;height:98" coordorigin="6696,1403" coordsize="0,98" path="m6696,1500l6696,1403e" filled="false" stroked="true" strokeweight=".5pt" strokecolor="#231f20">
                <v:path arrowok="t"/>
              </v:shape>
            </v:group>
            <v:group style="position:absolute;left:6664;top:1362;width:2;height:138" coordorigin="6664,1362" coordsize="2,138">
              <v:shape style="position:absolute;left:6664;top:1362;width:2;height:138" coordorigin="6664,1362" coordsize="0,138" path="m6664,1500l6664,1362e" filled="false" stroked="true" strokeweight=".5pt" strokecolor="#231f20">
                <v:path arrowok="t"/>
              </v:shape>
            </v:group>
            <v:group style="position:absolute;left:6632;top:1403;width:2;height:98" coordorigin="6632,1403" coordsize="2,98">
              <v:shape style="position:absolute;left:6632;top:1403;width:2;height:98" coordorigin="6632,1403" coordsize="0,98" path="m6632,1500l6632,1403e" filled="false" stroked="true" strokeweight=".5pt" strokecolor="#231f20">
                <v:path arrowok="t"/>
              </v:shape>
            </v:group>
            <v:group style="position:absolute;left:6600;top:1362;width:2;height:138" coordorigin="6600,1362" coordsize="2,138">
              <v:shape style="position:absolute;left:6600;top:1362;width:2;height:138" coordorigin="6600,1362" coordsize="0,138" path="m6600,1500l6600,1362e" filled="false" stroked="true" strokeweight=".5pt" strokecolor="#231f20">
                <v:path arrowok="t"/>
              </v:shape>
            </v:group>
            <v:group style="position:absolute;left:6568;top:1403;width:2;height:98" coordorigin="6568,1403" coordsize="2,98">
              <v:shape style="position:absolute;left:6568;top:1403;width:2;height:98" coordorigin="6568,1403" coordsize="0,98" path="m6568,1500l6568,1403e" filled="false" stroked="true" strokeweight=".5pt" strokecolor="#231f20">
                <v:path arrowok="t"/>
              </v:shape>
            </v:group>
            <v:group style="position:absolute;left:6536;top:1362;width:2;height:138" coordorigin="6536,1362" coordsize="2,138">
              <v:shape style="position:absolute;left:6536;top:1362;width:2;height:138" coordorigin="6536,1362" coordsize="0,138" path="m6536,1500l6536,1362e" filled="false" stroked="true" strokeweight=".5pt" strokecolor="#231f20">
                <v:path arrowok="t"/>
              </v:shape>
            </v:group>
            <v:group style="position:absolute;left:6504;top:1403;width:2;height:98" coordorigin="6504,1403" coordsize="2,98">
              <v:shape style="position:absolute;left:6504;top:1403;width:2;height:98" coordorigin="6504,1403" coordsize="0,98" path="m6504,1500l6504,1403e" filled="false" stroked="true" strokeweight=".5pt" strokecolor="#231f20">
                <v:path arrowok="t"/>
              </v:shape>
              <v:shape style="position:absolute;left:2501;top:0;width:351;height:140" type="#_x0000_t202" filled="false" stroked="false">
                <v:textbox inset="0,0,0,0">
                  <w:txbxContent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14"/>
                          <w:szCs w:val="14"/>
                        </w:rPr>
                      </w:pPr>
                      <w:r>
                        <w:rPr>
                          <w:rFonts w:ascii="Helvetica"/>
                          <w:color w:val="231F20"/>
                          <w:spacing w:val="-1"/>
                          <w:sz w:val="14"/>
                        </w:rPr>
                        <w:t>1.9</w:t>
                      </w:r>
                      <w:r>
                        <w:rPr>
                          <w:rFonts w:ascii="Helvetica"/>
                          <w:color w:val="231F20"/>
                          <w:sz w:val="14"/>
                        </w:rPr>
                        <w:t> m</w:t>
                      </w:r>
                      <w:r>
                        <w:rPr>
                          <w:rFonts w:ascii="Helvetica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53;top:540;width:273;height:140" type="#_x0000_t202" filled="false" stroked="false">
                <v:textbox inset="0,0,0,0">
                  <w:txbxContent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14"/>
                          <w:szCs w:val="14"/>
                        </w:rPr>
                      </w:pPr>
                      <w:r>
                        <w:rPr>
                          <w:rFonts w:ascii="Helvetica"/>
                          <w:color w:val="231F20"/>
                          <w:spacing w:val="-1"/>
                          <w:sz w:val="14"/>
                        </w:rPr>
                        <w:t>1:20</w:t>
                      </w:r>
                      <w:r>
                        <w:rPr>
                          <w:rFonts w:ascii="Helvetica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378;top:769;width:67;height:120" type="#_x0000_t202" filled="false" stroked="false">
                <v:textbox inset="0,0,0,0">
                  <w:txbxContent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12"/>
                          <w:szCs w:val="12"/>
                        </w:rPr>
                      </w:pPr>
                      <w:r>
                        <w:rPr>
                          <w:rFonts w:ascii="Helvetica"/>
                          <w:color w:val="231F20"/>
                          <w:sz w:val="12"/>
                        </w:rPr>
                        <w:t>0</w:t>
                      </w:r>
                      <w:r>
                        <w:rPr>
                          <w:rFonts w:ascii="Helvetica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1535;top:769;width:167;height:120" type="#_x0000_t202" filled="false" stroked="false">
                <v:textbox inset="0,0,0,0">
                  <w:txbxContent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12"/>
                          <w:szCs w:val="12"/>
                        </w:rPr>
                      </w:pPr>
                      <w:r>
                        <w:rPr>
                          <w:rFonts w:ascii="Helvetica"/>
                          <w:color w:val="231F20"/>
                          <w:sz w:val="12"/>
                        </w:rPr>
                        <w:t>0.5</w:t>
                      </w:r>
                      <w:r>
                        <w:rPr>
                          <w:rFonts w:ascii="Helvetica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2729;top:769;width:181;height:120" type="#_x0000_t202" filled="false" stroked="false">
                <v:textbox inset="0,0,0,0">
                  <w:txbxContent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12"/>
                          <w:szCs w:val="12"/>
                        </w:rPr>
                      </w:pPr>
                      <w:r>
                        <w:rPr>
                          <w:rFonts w:ascii="Helvetica"/>
                          <w:color w:val="231F20"/>
                          <w:sz w:val="12"/>
                        </w:rPr>
                        <w:t>1</w:t>
                      </w:r>
                      <w:r>
                        <w:rPr>
                          <w:rFonts w:ascii="Helvetica"/>
                          <w:color w:val="231F20"/>
                          <w:spacing w:val="-20"/>
                          <w:sz w:val="12"/>
                        </w:rPr>
                        <w:t> </w:t>
                      </w:r>
                      <w:r>
                        <w:rPr>
                          <w:rFonts w:ascii="Helvetica"/>
                          <w:color w:val="231F20"/>
                          <w:sz w:val="12"/>
                        </w:rPr>
                        <w:t>m</w:t>
                      </w:r>
                      <w:r>
                        <w:rPr>
                          <w:rFonts w:ascii="Helvetica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3917;top:769;width:167;height:120" type="#_x0000_t202" filled="false" stroked="false">
                <v:textbox inset="0,0,0,0">
                  <w:txbxContent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12"/>
                          <w:szCs w:val="12"/>
                        </w:rPr>
                      </w:pPr>
                      <w:r>
                        <w:rPr>
                          <w:rFonts w:ascii="Helvetica"/>
                          <w:color w:val="231F20"/>
                          <w:sz w:val="12"/>
                        </w:rPr>
                        <w:t>1.5</w:t>
                      </w:r>
                      <w:r>
                        <w:rPr>
                          <w:rFonts w:ascii="Helvetica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5158;top:769;width:67;height:120" type="#_x0000_t202" filled="false" stroked="false">
                <v:textbox inset="0,0,0,0">
                  <w:txbxContent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12"/>
                          <w:szCs w:val="12"/>
                        </w:rPr>
                      </w:pPr>
                      <w:r>
                        <w:rPr>
                          <w:rFonts w:ascii="Helvetica"/>
                          <w:color w:val="231F20"/>
                          <w:sz w:val="12"/>
                        </w:rPr>
                        <w:t>2</w:t>
                      </w:r>
                      <w:r>
                        <w:rPr>
                          <w:rFonts w:ascii="Helvetica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6313;top:769;width:167;height:120" type="#_x0000_t202" filled="false" stroked="false">
                <v:textbox inset="0,0,0,0">
                  <w:txbxContent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12"/>
                          <w:szCs w:val="12"/>
                        </w:rPr>
                      </w:pPr>
                      <w:r>
                        <w:rPr>
                          <w:rFonts w:ascii="Helvetica"/>
                          <w:color w:val="231F20"/>
                          <w:sz w:val="12"/>
                        </w:rPr>
                        <w:t>2.5</w:t>
                      </w:r>
                      <w:r>
                        <w:rPr>
                          <w:rFonts w:ascii="Helvetica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679;top:1054;width:134;height:120" type="#_x0000_t202" filled="false" stroked="false">
                <v:textbox inset="0,0,0,0">
                  <w:txbxContent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12"/>
                          <w:szCs w:val="12"/>
                        </w:rPr>
                      </w:pPr>
                      <w:r>
                        <w:rPr>
                          <w:rFonts w:ascii="Helvetica"/>
                          <w:color w:val="231F20"/>
                          <w:sz w:val="12"/>
                        </w:rPr>
                        <w:t>22</w:t>
                      </w:r>
                      <w:r>
                        <w:rPr>
                          <w:rFonts w:ascii="Helvetica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1300;top:1054;width:134;height:120" type="#_x0000_t202" filled="false" stroked="false">
                <v:textbox inset="0,0,0,0">
                  <w:txbxContent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12"/>
                          <w:szCs w:val="12"/>
                        </w:rPr>
                      </w:pPr>
                      <w:r>
                        <w:rPr>
                          <w:rFonts w:ascii="Helvetica"/>
                          <w:color w:val="231F20"/>
                          <w:sz w:val="12"/>
                        </w:rPr>
                        <w:t>21</w:t>
                      </w:r>
                      <w:r>
                        <w:rPr>
                          <w:rFonts w:ascii="Helvetica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1941;top:1054;width:134;height:120" type="#_x0000_t202" filled="false" stroked="false">
                <v:textbox inset="0,0,0,0">
                  <w:txbxContent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12"/>
                          <w:szCs w:val="12"/>
                        </w:rPr>
                      </w:pPr>
                      <w:r>
                        <w:rPr>
                          <w:rFonts w:ascii="Helvetica"/>
                          <w:color w:val="231F20"/>
                          <w:sz w:val="12"/>
                        </w:rPr>
                        <w:t>20</w:t>
                      </w:r>
                      <w:r>
                        <w:rPr>
                          <w:rFonts w:ascii="Helvetica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2581;top:1054;width:134;height:120" type="#_x0000_t202" filled="false" stroked="false">
                <v:textbox inset="0,0,0,0">
                  <w:txbxContent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12"/>
                          <w:szCs w:val="12"/>
                        </w:rPr>
                      </w:pPr>
                      <w:r>
                        <w:rPr>
                          <w:rFonts w:ascii="Helvetica"/>
                          <w:color w:val="231F20"/>
                          <w:sz w:val="12"/>
                        </w:rPr>
                        <w:t>19</w:t>
                      </w:r>
                      <w:r>
                        <w:rPr>
                          <w:rFonts w:ascii="Helvetica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3222;top:1054;width:134;height:120" type="#_x0000_t202" filled="false" stroked="false">
                <v:textbox inset="0,0,0,0">
                  <w:txbxContent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12"/>
                          <w:szCs w:val="12"/>
                        </w:rPr>
                      </w:pPr>
                      <w:r>
                        <w:rPr>
                          <w:rFonts w:ascii="Helvetica"/>
                          <w:color w:val="231F20"/>
                          <w:sz w:val="12"/>
                        </w:rPr>
                        <w:t>18</w:t>
                      </w:r>
                      <w:r>
                        <w:rPr>
                          <w:rFonts w:ascii="Helvetica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3862;top:1054;width:134;height:120" type="#_x0000_t202" filled="false" stroked="false">
                <v:textbox inset="0,0,0,0">
                  <w:txbxContent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12"/>
                          <w:szCs w:val="12"/>
                        </w:rPr>
                      </w:pPr>
                      <w:r>
                        <w:rPr>
                          <w:rFonts w:ascii="Helvetica"/>
                          <w:color w:val="231F20"/>
                          <w:sz w:val="12"/>
                        </w:rPr>
                        <w:t>17</w:t>
                      </w:r>
                      <w:r>
                        <w:rPr>
                          <w:rFonts w:ascii="Helvetica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4503;top:1054;width:134;height:120" type="#_x0000_t202" filled="false" stroked="false">
                <v:textbox inset="0,0,0,0">
                  <w:txbxContent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12"/>
                          <w:szCs w:val="12"/>
                        </w:rPr>
                      </w:pPr>
                      <w:r>
                        <w:rPr>
                          <w:rFonts w:ascii="Helvetica"/>
                          <w:color w:val="231F20"/>
                          <w:sz w:val="12"/>
                        </w:rPr>
                        <w:t>16</w:t>
                      </w:r>
                      <w:r>
                        <w:rPr>
                          <w:rFonts w:ascii="Helvetica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5143;top:1054;width:134;height:120" type="#_x0000_t202" filled="false" stroked="false">
                <v:textbox inset="0,0,0,0">
                  <w:txbxContent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12"/>
                          <w:szCs w:val="12"/>
                        </w:rPr>
                      </w:pPr>
                      <w:r>
                        <w:rPr>
                          <w:rFonts w:ascii="Helvetica"/>
                          <w:color w:val="231F20"/>
                          <w:sz w:val="12"/>
                        </w:rPr>
                        <w:t>15</w:t>
                      </w:r>
                      <w:r>
                        <w:rPr>
                          <w:rFonts w:ascii="Helvetica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5764;top:1054;width:134;height:120" type="#_x0000_t202" filled="false" stroked="false">
                <v:textbox inset="0,0,0,0">
                  <w:txbxContent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12"/>
                          <w:szCs w:val="12"/>
                        </w:rPr>
                      </w:pPr>
                      <w:r>
                        <w:rPr>
                          <w:rFonts w:ascii="Helvetica"/>
                          <w:color w:val="231F20"/>
                          <w:sz w:val="12"/>
                        </w:rPr>
                        <w:t>14</w:t>
                      </w:r>
                      <w:r>
                        <w:rPr>
                          <w:rFonts w:ascii="Helvetica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6390;top:1054;width:134;height:120" type="#_x0000_t202" filled="false" stroked="false">
                <v:textbox inset="0,0,0,0">
                  <w:txbxContent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12"/>
                          <w:szCs w:val="12"/>
                        </w:rPr>
                      </w:pPr>
                      <w:r>
                        <w:rPr>
                          <w:rFonts w:ascii="Helvetica"/>
                          <w:color w:val="231F20"/>
                          <w:sz w:val="12"/>
                        </w:rPr>
                        <w:t>13</w:t>
                      </w:r>
                      <w:r>
                        <w:rPr>
                          <w:rFonts w:ascii="Helvetica"/>
                          <w:sz w:val="1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2"/>
        <w:rPr>
          <w:rFonts w:ascii="Arial" w:hAnsi="Arial" w:cs="Arial" w:eastAsia="Arial"/>
          <w:sz w:val="17"/>
          <w:szCs w:val="17"/>
        </w:rPr>
      </w:pPr>
    </w:p>
    <w:p>
      <w:pPr>
        <w:spacing w:before="77"/>
        <w:ind w:left="0" w:right="53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3—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Metric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Scale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18" w:after="0"/>
        <w:ind w:left="900" w:right="1390" w:hanging="320"/>
        <w:jc w:val="left"/>
      </w:pP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2"/>
        </w:rPr>
        <w:t>draw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measurements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took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steel</w:t>
      </w:r>
      <w:r>
        <w:rPr>
          <w:color w:val="4C4D4F"/>
        </w:rPr>
        <w:t> rule </w:t>
      </w:r>
      <w:r>
        <w:rPr>
          <w:color w:val="4C4D4F"/>
          <w:spacing w:val="-1"/>
        </w:rPr>
        <w:t>in</w:t>
      </w:r>
      <w:r>
        <w:rPr>
          <w:color w:val="4C4D4F"/>
          <w:spacing w:val="77"/>
        </w:rPr>
        <w:t> </w:t>
      </w:r>
      <w:r>
        <w:rPr>
          <w:color w:val="4C4D4F"/>
          <w:spacing w:val="-1"/>
        </w:rPr>
        <w:t>Step</w:t>
      </w:r>
      <w:r>
        <w:rPr>
          <w:color w:val="4C4D4F"/>
        </w:rPr>
        <w:t> </w:t>
      </w:r>
      <w:r>
        <w:rPr>
          <w:color w:val="4C4D4F"/>
          <w:spacing w:val="-1"/>
        </w:rPr>
        <w:t>3.</w:t>
      </w:r>
      <w:r>
        <w:rPr/>
      </w:r>
    </w:p>
    <w:p>
      <w:pPr>
        <w:pStyle w:val="BodyText"/>
        <w:spacing w:line="284" w:lineRule="auto" w:before="181"/>
        <w:ind w:left="920" w:right="1163"/>
        <w:jc w:val="left"/>
      </w:pPr>
      <w:r>
        <w:rPr>
          <w:rFonts w:ascii="Arial"/>
          <w:b/>
          <w:color w:val="4C4D4F"/>
          <w:spacing w:val="-1"/>
        </w:rPr>
        <w:t>Note: </w:t>
      </w: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</w:t>
      </w:r>
      <w:r>
        <w:rPr>
          <w:color w:val="4C4D4F"/>
          <w:spacing w:val="-2"/>
        </w:rPr>
        <w:t>draw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object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centre</w:t>
      </w:r>
      <w:r>
        <w:rPr>
          <w:color w:val="4C4D4F"/>
        </w:rPr>
        <w:t> </w:t>
      </w:r>
      <w:r>
        <w:rPr>
          <w:color w:val="4C4D4F"/>
          <w:spacing w:val="-1"/>
        </w:rPr>
        <w:t>near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bottom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space</w:t>
      </w:r>
      <w:r>
        <w:rPr>
          <w:color w:val="4C4D4F"/>
          <w:spacing w:val="47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6"/>
        </w:rPr>
        <w:t>4).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equipment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ensure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square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a </w:t>
      </w:r>
      <w:r>
        <w:rPr>
          <w:color w:val="4C4D4F"/>
          <w:spacing w:val="-1"/>
        </w:rPr>
        <w:t>detailed</w:t>
      </w:r>
      <w:r>
        <w:rPr>
          <w:color w:val="4C4D4F"/>
        </w:rPr>
        <w:t> </w:t>
      </w:r>
      <w:r>
        <w:rPr>
          <w:color w:val="4C4D4F"/>
          <w:spacing w:val="-1"/>
        </w:rPr>
        <w:t>representation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three-dimensional object.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302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821411" cy="3328416"/>
            <wp:effectExtent l="0" t="0" r="0" b="0"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1411" cy="3328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0" w:right="53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4—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Students</w:t>
      </w:r>
      <w:r>
        <w:rPr>
          <w:rFonts w:ascii="Arial" w:hAnsi="Arial" w:cs="Arial" w:eastAsia="Arial"/>
          <w:color w:val="231F20"/>
          <w:sz w:val="18"/>
          <w:szCs w:val="18"/>
        </w:rPr>
        <w:t> should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draw the object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in the centre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near the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bottom of the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drawing space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72" w:after="0"/>
        <w:ind w:left="1440" w:right="1247" w:hanging="320"/>
        <w:jc w:val="left"/>
      </w:pPr>
      <w:r>
        <w:rPr>
          <w:color w:val="4C4D4F"/>
        </w:rPr>
        <w:t>Once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completed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scaled object,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them</w:t>
      </w:r>
      <w:r>
        <w:rPr>
          <w:color w:val="4C4D4F"/>
        </w:rPr>
        <w:t> </w:t>
      </w:r>
      <w:r>
        <w:rPr>
          <w:color w:val="4C4D4F"/>
          <w:spacing w:val="-1"/>
        </w:rPr>
        <w:t>label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locate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title</w:t>
      </w:r>
      <w:r>
        <w:rPr>
          <w:color w:val="4C4D4F"/>
        </w:rPr>
        <w:t> </w:t>
      </w:r>
      <w:r>
        <w:rPr>
          <w:color w:val="4C4D4F"/>
          <w:spacing w:val="-1"/>
        </w:rPr>
        <w:t>underneath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object.</w:t>
      </w:r>
      <w:r>
        <w:rPr/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181" w:after="0"/>
        <w:ind w:left="1440" w:right="699" w:hanging="320"/>
        <w:jc w:val="left"/>
      </w:pPr>
      <w:r>
        <w:rPr>
          <w:color w:val="4C4D4F"/>
          <w:spacing w:val="-1"/>
        </w:rPr>
        <w:t>Students</w:t>
      </w:r>
      <w:r>
        <w:rPr>
          <w:color w:val="4C4D4F"/>
        </w:rPr>
        <w:t> can </w:t>
      </w:r>
      <w:r>
        <w:rPr>
          <w:color w:val="4C4D4F"/>
          <w:spacing w:val="-1"/>
        </w:rPr>
        <w:t>also</w:t>
      </w:r>
      <w:r>
        <w:rPr>
          <w:color w:val="4C4D4F"/>
        </w:rPr>
        <w:t> </w:t>
      </w:r>
      <w:r>
        <w:rPr>
          <w:color w:val="4C4D4F"/>
          <w:spacing w:val="-1"/>
        </w:rPr>
        <w:t>fill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title</w:t>
      </w:r>
      <w:r>
        <w:rPr>
          <w:color w:val="4C4D4F"/>
        </w:rPr>
        <w:t> block </w:t>
      </w:r>
      <w:r>
        <w:rPr>
          <w:color w:val="4C4D4F"/>
          <w:spacing w:val="-1"/>
        </w:rPr>
        <w:t>information</w:t>
      </w:r>
      <w:r>
        <w:rPr>
          <w:color w:val="4C4D4F"/>
        </w:rPr>
        <w:t> </w:t>
      </w:r>
      <w:r>
        <w:rPr>
          <w:color w:val="4C4D4F"/>
          <w:spacing w:val="-3"/>
        </w:rPr>
        <w:t>(see</w:t>
      </w:r>
      <w:r>
        <w:rPr>
          <w:color w:val="4C4D4F"/>
        </w:rPr>
        <w:t> </w:t>
      </w:r>
      <w:r>
        <w:rPr>
          <w:color w:val="4C4D4F"/>
          <w:spacing w:val="-3"/>
        </w:rPr>
        <w:t>below).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scale </w:t>
      </w:r>
      <w:r>
        <w:rPr>
          <w:color w:val="4C4D4F"/>
          <w:spacing w:val="-2"/>
        </w:rPr>
        <w:t>box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be specific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scale </w:t>
      </w:r>
      <w:r>
        <w:rPr>
          <w:color w:val="4C4D4F"/>
          <w:spacing w:val="-1"/>
        </w:rPr>
        <w:t>chosen.</w:t>
      </w:r>
      <w:r>
        <w:rPr>
          <w:color w:val="4C4D4F"/>
        </w:rPr>
        <w:t> </w:t>
      </w:r>
      <w:r>
        <w:rPr>
          <w:color w:val="4C4D4F"/>
          <w:spacing w:val="-1"/>
        </w:rPr>
        <w:t>Responses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3"/>
        </w:rPr>
        <w:t>vary.</w:t>
      </w:r>
      <w:r>
        <w:rPr>
          <w:color w:val="4C4D4F"/>
        </w:rPr>
        <w:t> Scale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represented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a </w:t>
      </w:r>
      <w:r>
        <w:rPr>
          <w:color w:val="4C4D4F"/>
          <w:spacing w:val="-1"/>
        </w:rPr>
        <w:t>ratio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title</w:t>
      </w:r>
      <w:r>
        <w:rPr>
          <w:color w:val="4C4D4F"/>
        </w:rPr>
        <w:t> block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space.</w:t>
      </w:r>
      <w:r>
        <w:rPr>
          <w:color w:val="4C4D4F"/>
        </w:rPr>
        <w:t> </w:t>
      </w:r>
      <w:r>
        <w:rPr>
          <w:color w:val="4C4D4F"/>
          <w:spacing w:val="-2"/>
        </w:rPr>
        <w:t>For</w:t>
      </w:r>
      <w:r>
        <w:rPr>
          <w:color w:val="4C4D4F"/>
        </w:rPr>
        <w:t> </w:t>
      </w:r>
      <w:r>
        <w:rPr>
          <w:color w:val="4C4D4F"/>
          <w:spacing w:val="-2"/>
        </w:rPr>
        <w:t>example,</w:t>
      </w:r>
      <w:r>
        <w:rPr>
          <w:color w:val="4C4D4F"/>
        </w:rPr>
        <w:t> if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2"/>
        </w:rPr>
        <w:t>was</w:t>
      </w:r>
      <w:r>
        <w:rPr>
          <w:color w:val="4C4D4F"/>
        </w:rPr>
        <w:t> </w:t>
      </w:r>
      <w:r>
        <w:rPr>
          <w:color w:val="4C4D4F"/>
          <w:spacing w:val="-1"/>
        </w:rPr>
        <w:t>completed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6"/>
        </w:rPr>
        <w:t>1:2</w:t>
      </w:r>
      <w:r>
        <w:rPr>
          <w:color w:val="4C4D4F"/>
        </w:rPr>
        <w:t> </w:t>
      </w:r>
      <w:r>
        <w:rPr>
          <w:color w:val="4C4D4F"/>
          <w:spacing w:val="-1"/>
        </w:rPr>
        <w:t>measurements</w:t>
      </w:r>
      <w:r>
        <w:rPr>
          <w:color w:val="4C4D4F"/>
        </w:rPr>
        <w:t> on a </w:t>
      </w:r>
      <w:r>
        <w:rPr>
          <w:color w:val="4C4D4F"/>
          <w:spacing w:val="-1"/>
        </w:rPr>
        <w:t>metric</w:t>
      </w:r>
      <w:r>
        <w:rPr>
          <w:color w:val="4C4D4F"/>
          <w:spacing w:val="45"/>
        </w:rPr>
        <w:t> </w:t>
      </w:r>
      <w:r>
        <w:rPr>
          <w:color w:val="4C4D4F"/>
          <w:spacing w:val="-1"/>
        </w:rPr>
        <w:t>scale,</w:t>
      </w:r>
      <w:r>
        <w:rPr>
          <w:color w:val="4C4D4F"/>
        </w:rPr>
        <w:t> </w:t>
      </w:r>
      <w:r>
        <w:rPr>
          <w:color w:val="4C4D4F"/>
          <w:spacing w:val="-1"/>
        </w:rPr>
        <w:t>then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ratio</w:t>
      </w:r>
      <w:r>
        <w:rPr>
          <w:color w:val="4C4D4F"/>
        </w:rPr>
        <w:t> </w:t>
      </w:r>
      <w:r>
        <w:rPr>
          <w:color w:val="4C4D4F"/>
          <w:spacing w:val="-1"/>
        </w:rPr>
        <w:t>would</w:t>
      </w:r>
      <w:r>
        <w:rPr>
          <w:color w:val="4C4D4F"/>
        </w:rPr>
        <w:t> be </w:t>
      </w:r>
      <w:r>
        <w:rPr>
          <w:color w:val="4C4D4F"/>
          <w:spacing w:val="-6"/>
        </w:rPr>
        <w:t>1:2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title</w:t>
      </w:r>
      <w:r>
        <w:rPr>
          <w:color w:val="4C4D4F"/>
        </w:rPr>
        <w:t> </w:t>
      </w:r>
      <w:r>
        <w:rPr>
          <w:color w:val="4C4D4F"/>
          <w:spacing w:val="-1"/>
        </w:rPr>
        <w:t>block.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tbl>
      <w:tblPr>
        <w:tblW w:w="0" w:type="auto"/>
        <w:jc w:val="left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69"/>
        <w:gridCol w:w="2971"/>
      </w:tblGrid>
      <w:tr>
        <w:trPr>
          <w:trHeight w:val="315" w:hRule="exact"/>
        </w:trPr>
        <w:tc>
          <w:tcPr>
            <w:tcW w:w="6369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184"/>
              <w:ind w:left="7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ACTIVITY</w:t>
            </w:r>
            <w:r>
              <w:rPr>
                <w:rFonts w:ascii="Arial"/>
                <w:color w:val="4C4D4F"/>
                <w:spacing w:val="-5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#</w:t>
            </w:r>
            <w:r>
              <w:rPr>
                <w:rFonts w:ascii="Arial"/>
                <w:color w:val="4C4D4F"/>
                <w:spacing w:val="-4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4</w:t>
            </w:r>
            <w:r>
              <w:rPr>
                <w:rFonts w:ascii="Arial"/>
                <w:sz w:val="22"/>
              </w:rPr>
            </w:r>
          </w:p>
        </w:tc>
        <w:tc>
          <w:tcPr>
            <w:tcW w:w="2971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24"/>
              <w:ind w:left="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2"/>
                <w:sz w:val="22"/>
              </w:rPr>
              <w:t>NAME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20" w:hRule="exact"/>
        </w:trPr>
        <w:tc>
          <w:tcPr>
            <w:tcW w:w="6369" w:type="dxa"/>
            <w:vMerge/>
            <w:tcBorders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>
            <w:pPr/>
          </w:p>
        </w:tc>
        <w:tc>
          <w:tcPr>
            <w:tcW w:w="29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29"/>
              <w:ind w:left="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6"/>
                <w:sz w:val="22"/>
              </w:rPr>
              <w:t>D</w:t>
            </w:r>
            <w:r>
              <w:rPr>
                <w:rFonts w:ascii="Arial"/>
                <w:color w:val="4C4D4F"/>
                <w:spacing w:val="-7"/>
                <w:sz w:val="22"/>
              </w:rPr>
              <w:t>ATE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20" w:hRule="exact"/>
        </w:trPr>
        <w:tc>
          <w:tcPr>
            <w:tcW w:w="6369" w:type="dxa"/>
            <w:vMerge w:val="restart"/>
            <w:tcBorders>
              <w:top w:val="single" w:sz="4" w:space="0" w:color="231F20"/>
              <w:left w:val="single" w:sz="8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189"/>
              <w:ind w:left="7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SCALE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1"/>
                <w:sz w:val="22"/>
              </w:rPr>
              <w:t>AND</w:t>
            </w:r>
            <w:r>
              <w:rPr>
                <w:rFonts w:ascii="Arial"/>
                <w:color w:val="4C4D4F"/>
                <w:sz w:val="22"/>
              </w:rPr>
              <w:t> DIMENSIONING</w:t>
            </w:r>
            <w:r>
              <w:rPr>
                <w:rFonts w:ascii="Arial"/>
                <w:sz w:val="22"/>
              </w:rPr>
            </w:r>
          </w:p>
        </w:tc>
        <w:tc>
          <w:tcPr>
            <w:tcW w:w="29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29"/>
              <w:ind w:left="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SCALE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25" w:hRule="exact"/>
        </w:trPr>
        <w:tc>
          <w:tcPr>
            <w:tcW w:w="6369" w:type="dxa"/>
            <w:vMerge/>
            <w:tcBorders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>
            <w:pPr/>
          </w:p>
        </w:tc>
        <w:tc>
          <w:tcPr>
            <w:tcW w:w="297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29"/>
              <w:ind w:left="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4"/>
                <w:sz w:val="22"/>
              </w:rPr>
              <w:t>PAGE</w:t>
            </w:r>
            <w:r>
              <w:rPr>
                <w:rFonts w:ascii="Arial"/>
                <w:color w:val="4C4D4F"/>
                <w:sz w:val="22"/>
              </w:rPr>
              <w:t> 1 OF 1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line="240" w:lineRule="auto" w:before="1"/>
        <w:rPr>
          <w:rFonts w:ascii="Arial" w:hAnsi="Arial" w:cs="Arial" w:eastAsia="Arial"/>
          <w:sz w:val="15"/>
          <w:szCs w:val="15"/>
        </w:rPr>
      </w:pPr>
    </w:p>
    <w:p>
      <w:pPr>
        <w:pStyle w:val="Heading6"/>
        <w:spacing w:line="240" w:lineRule="auto" w:before="69"/>
        <w:ind w:left="1100"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F61AB"/>
          <w:spacing w:val="1"/>
        </w:rPr>
        <w:t>Part</w:t>
      </w:r>
      <w:r>
        <w:rPr>
          <w:rFonts w:ascii="Arial"/>
          <w:color w:val="4F61AB"/>
          <w:spacing w:val="-4"/>
        </w:rPr>
        <w:t> </w:t>
      </w:r>
      <w:r>
        <w:rPr>
          <w:rFonts w:ascii="Arial"/>
          <w:color w:val="4F61AB"/>
          <w:spacing w:val="-2"/>
        </w:rPr>
        <w:t>2:</w:t>
      </w:r>
      <w:r>
        <w:rPr>
          <w:rFonts w:ascii="Arial"/>
          <w:color w:val="4F61AB"/>
          <w:spacing w:val="-5"/>
        </w:rPr>
        <w:t> </w:t>
      </w:r>
      <w:r>
        <w:rPr>
          <w:rFonts w:ascii="Arial"/>
          <w:color w:val="4F61AB"/>
          <w:spacing w:val="-1"/>
        </w:rPr>
        <w:t>Dimensioning</w:t>
      </w:r>
      <w:r>
        <w:rPr>
          <w:rFonts w:ascii="Arial"/>
          <w:color w:val="4F61AB"/>
          <w:spacing w:val="-4"/>
        </w:rPr>
        <w:t> </w:t>
      </w:r>
      <w:r>
        <w:rPr>
          <w:rFonts w:ascii="Arial"/>
          <w:color w:val="4F61AB"/>
        </w:rPr>
        <w:t>the</w:t>
      </w:r>
      <w:r>
        <w:rPr>
          <w:rFonts w:ascii="Arial"/>
          <w:color w:val="4F61AB"/>
          <w:spacing w:val="-4"/>
        </w:rPr>
        <w:t> </w:t>
      </w:r>
      <w:r>
        <w:rPr>
          <w:rFonts w:ascii="Arial"/>
          <w:color w:val="4F61AB"/>
        </w:rPr>
        <w:t>object</w:t>
      </w:r>
      <w:r>
        <w:rPr>
          <w:rFonts w:ascii="Arial"/>
          <w:b w:val="0"/>
        </w:rPr>
      </w:r>
    </w:p>
    <w:p>
      <w:pPr>
        <w:spacing w:before="132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z w:val="22"/>
        </w:rPr>
        <w:t>Dimensioning</w:t>
      </w:r>
      <w:r>
        <w:rPr>
          <w:rFonts w:ascii="Arial"/>
          <w:b/>
          <w:color w:val="4C4D4F"/>
          <w:spacing w:val="-12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notes: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137" w:after="0"/>
        <w:ind w:left="1440" w:right="0" w:hanging="320"/>
        <w:jc w:val="left"/>
      </w:pP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1"/>
        </w:rPr>
        <w:t>dimensioning</w:t>
      </w:r>
      <w:r>
        <w:rPr>
          <w:color w:val="4C4D4F"/>
        </w:rPr>
        <w:t> </w:t>
      </w:r>
      <w:r>
        <w:rPr>
          <w:color w:val="4C4D4F"/>
          <w:spacing w:val="-1"/>
        </w:rPr>
        <w:t>objects,</w:t>
      </w:r>
      <w:r>
        <w:rPr>
          <w:color w:val="4C4D4F"/>
        </w:rPr>
        <w:t> </w:t>
      </w:r>
      <w:r>
        <w:rPr>
          <w:color w:val="4C4D4F"/>
          <w:spacing w:val="-1"/>
        </w:rPr>
        <w:t>remember</w:t>
      </w:r>
      <w:r>
        <w:rPr>
          <w:color w:val="4C4D4F"/>
        </w:rPr>
        <w:t> </w:t>
      </w:r>
      <w:r>
        <w:rPr>
          <w:color w:val="4C4D4F"/>
          <w:spacing w:val="-1"/>
        </w:rPr>
        <w:t>three</w:t>
      </w:r>
      <w:r>
        <w:rPr>
          <w:color w:val="4C4D4F"/>
        </w:rPr>
        <w:t> </w:t>
      </w:r>
      <w:r>
        <w:rPr>
          <w:color w:val="4C4D4F"/>
          <w:spacing w:val="-4"/>
        </w:rPr>
        <w:t>key</w:t>
      </w:r>
      <w:r>
        <w:rPr>
          <w:color w:val="4C4D4F"/>
        </w:rPr>
        <w:t> </w:t>
      </w:r>
      <w:r>
        <w:rPr>
          <w:color w:val="4C4D4F"/>
          <w:spacing w:val="-2"/>
        </w:rPr>
        <w:t>points: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2"/>
        </w:rPr>
        <w:t>Never</w:t>
      </w:r>
      <w:r>
        <w:rPr>
          <w:color w:val="4C4D4F"/>
        </w:rPr>
        <w:t> </w:t>
      </w:r>
      <w:r>
        <w:rPr>
          <w:color w:val="4C4D4F"/>
          <w:spacing w:val="-2"/>
        </w:rPr>
        <w:t>leave</w:t>
      </w:r>
      <w:r>
        <w:rPr>
          <w:color w:val="4C4D4F"/>
        </w:rPr>
        <w:t> </w:t>
      </w:r>
      <w:r>
        <w:rPr>
          <w:color w:val="4C4D4F"/>
          <w:spacing w:val="-2"/>
        </w:rPr>
        <w:t>any</w:t>
      </w:r>
      <w:r>
        <w:rPr>
          <w:color w:val="4C4D4F"/>
        </w:rPr>
        <w:t> </w:t>
      </w:r>
      <w:r>
        <w:rPr>
          <w:color w:val="4C4D4F"/>
          <w:spacing w:val="-2"/>
        </w:rPr>
        <w:t>size,</w:t>
      </w:r>
      <w:r>
        <w:rPr>
          <w:color w:val="4C4D4F"/>
        </w:rPr>
        <w:t> </w:t>
      </w:r>
      <w:r>
        <w:rPr>
          <w:color w:val="4C4D4F"/>
          <w:spacing w:val="-2"/>
        </w:rPr>
        <w:t>shape,</w:t>
      </w:r>
      <w:r>
        <w:rPr>
          <w:color w:val="4C4D4F"/>
        </w:rPr>
        <w:t> or </w:t>
      </w:r>
      <w:r>
        <w:rPr>
          <w:color w:val="4C4D4F"/>
          <w:spacing w:val="-1"/>
        </w:rPr>
        <w:t>object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2"/>
        </w:rPr>
        <w:t>doubt.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84" w:lineRule="auto" w:before="137" w:after="0"/>
        <w:ind w:left="1640" w:right="1337" w:hanging="270"/>
        <w:jc w:val="left"/>
      </w:pPr>
      <w:r>
        <w:rPr>
          <w:color w:val="4C4D4F"/>
        </w:rPr>
        <w:t>Do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1"/>
        </w:rPr>
        <w:t>repeat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same</w:t>
      </w:r>
      <w:r>
        <w:rPr>
          <w:color w:val="4C4D4F"/>
        </w:rPr>
        <w:t> </w:t>
      </w:r>
      <w:r>
        <w:rPr>
          <w:color w:val="4C4D4F"/>
          <w:spacing w:val="-1"/>
        </w:rPr>
        <w:t>dimension.</w:t>
      </w:r>
      <w:r>
        <w:rPr>
          <w:color w:val="4C4D4F"/>
        </w:rPr>
        <w:t> </w:t>
      </w:r>
      <w:r>
        <w:rPr>
          <w:color w:val="4C4D4F"/>
          <w:spacing w:val="-1"/>
        </w:rPr>
        <w:t>Doing</w:t>
      </w:r>
      <w:r>
        <w:rPr>
          <w:color w:val="4C4D4F"/>
        </w:rPr>
        <w:t> so could </w:t>
      </w:r>
      <w:r>
        <w:rPr>
          <w:color w:val="4C4D4F"/>
          <w:spacing w:val="-1"/>
        </w:rPr>
        <w:t>lead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confusion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reading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37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2"/>
        </w:rPr>
        <w:t>measurements.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84" w:lineRule="auto" w:before="91" w:after="0"/>
        <w:ind w:left="1640" w:right="961" w:hanging="270"/>
        <w:jc w:val="left"/>
        <w:rPr>
          <w:rFonts w:ascii="Arial" w:hAnsi="Arial" w:cs="Arial" w:eastAsia="Arial"/>
        </w:rPr>
      </w:pPr>
      <w:r>
        <w:rPr>
          <w:color w:val="4C4D4F"/>
        </w:rPr>
        <w:t>All </w:t>
      </w:r>
      <w:r>
        <w:rPr>
          <w:color w:val="4C4D4F"/>
          <w:spacing w:val="-1"/>
        </w:rPr>
        <w:t>dimensions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be </w:t>
      </w:r>
      <w:r>
        <w:rPr>
          <w:color w:val="4C4D4F"/>
          <w:spacing w:val="-1"/>
        </w:rPr>
        <w:t>located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a </w:t>
      </w:r>
      <w:r>
        <w:rPr>
          <w:color w:val="4C4D4F"/>
          <w:spacing w:val="-3"/>
        </w:rPr>
        <w:t>clear,</w:t>
      </w:r>
      <w:r>
        <w:rPr>
          <w:color w:val="4C4D4F"/>
        </w:rPr>
        <w:t> </w:t>
      </w:r>
      <w:r>
        <w:rPr>
          <w:color w:val="4C4D4F"/>
          <w:spacing w:val="-1"/>
        </w:rPr>
        <w:t>concise,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easy-to-follow</w:t>
      </w:r>
      <w:r>
        <w:rPr>
          <w:color w:val="4C4D4F"/>
          <w:spacing w:val="69"/>
        </w:rPr>
        <w:t> </w:t>
      </w:r>
      <w:r>
        <w:rPr>
          <w:rFonts w:ascii="Arial"/>
          <w:color w:val="4C4D4F"/>
          <w:spacing w:val="-3"/>
        </w:rPr>
        <w:t>manner.</w:t>
      </w:r>
      <w:r>
        <w:rPr>
          <w:rFonts w:ascii="Arial"/>
        </w:rPr>
      </w:r>
    </w:p>
    <w:p>
      <w:pPr>
        <w:numPr>
          <w:ilvl w:val="0"/>
          <w:numId w:val="3"/>
        </w:numPr>
        <w:tabs>
          <w:tab w:pos="1440" w:val="left" w:leader="none"/>
        </w:tabs>
        <w:spacing w:line="284" w:lineRule="auto" w:before="91"/>
        <w:ind w:left="1440" w:right="1337" w:hanging="32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pacing w:val="-1"/>
          <w:sz w:val="22"/>
        </w:rPr>
        <w:t>There are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1"/>
          <w:sz w:val="22"/>
        </w:rPr>
        <w:t>two</w:t>
      </w:r>
      <w:r>
        <w:rPr>
          <w:rFonts w:ascii="Arial"/>
          <w:color w:val="4C4D4F"/>
          <w:sz w:val="22"/>
        </w:rPr>
        <w:t> styles </w:t>
      </w:r>
      <w:r>
        <w:rPr>
          <w:rFonts w:ascii="Arial"/>
          <w:color w:val="4C4D4F"/>
          <w:spacing w:val="-1"/>
          <w:sz w:val="22"/>
        </w:rPr>
        <w:t>of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dimensioning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2"/>
          <w:sz w:val="22"/>
        </w:rPr>
        <w:t>(Figure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3"/>
          <w:sz w:val="22"/>
        </w:rPr>
        <w:t>5).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2"/>
          <w:sz w:val="22"/>
        </w:rPr>
        <w:t>For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this</w:t>
      </w:r>
      <w:r>
        <w:rPr>
          <w:rFonts w:ascii="Arial"/>
          <w:color w:val="4C4D4F"/>
          <w:sz w:val="22"/>
        </w:rPr>
        <w:t> lesson </w:t>
      </w:r>
      <w:r>
        <w:rPr>
          <w:rFonts w:ascii="Arial"/>
          <w:color w:val="4C4D4F"/>
          <w:spacing w:val="-1"/>
          <w:sz w:val="22"/>
        </w:rPr>
        <w:t>use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 </w:t>
      </w:r>
      <w:r>
        <w:rPr>
          <w:rFonts w:ascii="Arial"/>
          <w:i/>
          <w:color w:val="4C4D4F"/>
          <w:spacing w:val="-1"/>
          <w:sz w:val="22"/>
        </w:rPr>
        <w:t>unidirectional</w:t>
      </w:r>
      <w:r>
        <w:rPr>
          <w:rFonts w:ascii="Arial"/>
          <w:i/>
          <w:color w:val="4C4D4F"/>
          <w:spacing w:val="55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dimension</w:t>
      </w:r>
      <w:r>
        <w:rPr>
          <w:rFonts w:ascii="Arial"/>
          <w:i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style.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84" w:lineRule="auto" w:before="91" w:after="0"/>
        <w:ind w:left="1640" w:right="699" w:hanging="270"/>
        <w:jc w:val="left"/>
      </w:pPr>
      <w:r>
        <w:rPr>
          <w:rFonts w:ascii="Arial"/>
          <w:i/>
          <w:color w:val="4C4D4F"/>
          <w:spacing w:val="-1"/>
        </w:rPr>
        <w:t>Aligned dimensions</w:t>
      </w:r>
      <w:r>
        <w:rPr>
          <w:rFonts w:ascii="Arial"/>
          <w:i/>
          <w:color w:val="4C4D4F"/>
        </w:rPr>
        <w:t> </w:t>
      </w:r>
      <w:r>
        <w:rPr>
          <w:color w:val="4C4D4F"/>
          <w:spacing w:val="-1"/>
        </w:rPr>
        <w:t>show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numerical</w:t>
      </w:r>
      <w:r>
        <w:rPr>
          <w:color w:val="4C4D4F"/>
        </w:rPr>
        <w:t> </w:t>
      </w:r>
      <w:r>
        <w:rPr>
          <w:color w:val="4C4D4F"/>
          <w:spacing w:val="-2"/>
        </w:rPr>
        <w:t>values</w:t>
      </w:r>
      <w:r>
        <w:rPr>
          <w:color w:val="4C4D4F"/>
        </w:rPr>
        <w:t> </w:t>
      </w:r>
      <w:r>
        <w:rPr>
          <w:color w:val="4C4D4F"/>
          <w:spacing w:val="-1"/>
        </w:rPr>
        <w:t>aligned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 direction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dimension</w:t>
      </w:r>
      <w:r>
        <w:rPr>
          <w:color w:val="4C4D4F"/>
          <w:spacing w:val="87"/>
        </w:rPr>
        <w:t> </w:t>
      </w:r>
      <w:r>
        <w:rPr>
          <w:color w:val="4C4D4F"/>
          <w:spacing w:val="-1"/>
        </w:rPr>
        <w:t>lines.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results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2"/>
        </w:rPr>
        <w:t>having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turn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correctly </w:t>
      </w:r>
      <w:r>
        <w:rPr>
          <w:color w:val="4C4D4F"/>
          <w:spacing w:val="-1"/>
        </w:rPr>
        <w:t>read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dimensions.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84" w:lineRule="auto" w:before="91" w:after="0"/>
        <w:ind w:left="1640" w:right="1466" w:hanging="270"/>
        <w:jc w:val="left"/>
      </w:pPr>
      <w:r>
        <w:rPr>
          <w:rFonts w:ascii="Arial"/>
          <w:i/>
          <w:color w:val="4C4D4F"/>
          <w:spacing w:val="-1"/>
        </w:rPr>
        <w:t>Unidirectional dimensions</w:t>
      </w:r>
      <w:r>
        <w:rPr>
          <w:rFonts w:ascii="Arial"/>
          <w:i/>
          <w:color w:val="4C4D4F"/>
        </w:rPr>
        <w:t> </w:t>
      </w:r>
      <w:r>
        <w:rPr>
          <w:color w:val="4C4D4F"/>
          <w:spacing w:val="-1"/>
        </w:rPr>
        <w:t>show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numerical</w:t>
      </w:r>
      <w:r>
        <w:rPr>
          <w:color w:val="4C4D4F"/>
        </w:rPr>
        <w:t> </w:t>
      </w:r>
      <w:r>
        <w:rPr>
          <w:color w:val="4C4D4F"/>
          <w:spacing w:val="-2"/>
        </w:rPr>
        <w:t>values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a normal </w:t>
      </w:r>
      <w:r>
        <w:rPr>
          <w:color w:val="4C4D4F"/>
          <w:spacing w:val="-1"/>
        </w:rPr>
        <w:t>reading</w:t>
      </w:r>
      <w:r>
        <w:rPr>
          <w:color w:val="4C4D4F"/>
        </w:rPr>
        <w:t> </w:t>
      </w:r>
      <w:r>
        <w:rPr>
          <w:color w:val="4C4D4F"/>
          <w:spacing w:val="-1"/>
        </w:rPr>
        <w:t>position</w:t>
      </w:r>
      <w:r>
        <w:rPr>
          <w:color w:val="4C4D4F"/>
          <w:spacing w:val="71"/>
        </w:rPr>
        <w:t> </w:t>
      </w:r>
      <w:r>
        <w:rPr>
          <w:color w:val="4C4D4F"/>
          <w:spacing w:val="-2"/>
        </w:rPr>
        <w:t>(horizontally);</w:t>
      </w:r>
      <w:r>
        <w:rPr>
          <w:color w:val="4C4D4F"/>
        </w:rPr>
        <w:t> </w:t>
      </w:r>
      <w:r>
        <w:rPr>
          <w:color w:val="4C4D4F"/>
          <w:spacing w:val="-1"/>
        </w:rPr>
        <w:t>no</w:t>
      </w:r>
      <w:r>
        <w:rPr>
          <w:color w:val="4C4D4F"/>
        </w:rPr>
        <w:t> </w:t>
      </w:r>
      <w:r>
        <w:rPr>
          <w:color w:val="4C4D4F"/>
          <w:spacing w:val="-1"/>
        </w:rPr>
        <w:t>rotation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2"/>
        </w:rPr>
        <w:t>required.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</w:p>
    <w:p>
      <w:pPr>
        <w:tabs>
          <w:tab w:pos="7933" w:val="left" w:leader="none"/>
        </w:tabs>
        <w:spacing w:line="200" w:lineRule="atLeast"/>
        <w:ind w:left="4993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group style="width:25.85pt;height:28.7pt;mso-position-horizontal-relative:char;mso-position-vertical-relative:line" coordorigin="0,0" coordsize="517,574">
            <v:group style="position:absolute;left:398;top:5;width:2;height:564" coordorigin="398,5" coordsize="2,564">
              <v:shape style="position:absolute;left:398;top:5;width:2;height:564" coordorigin="398,5" coordsize="0,564" path="m398,5l398,569e" filled="false" stroked="true" strokeweight=".5pt" strokecolor="#231f20">
                <v:path arrowok="t"/>
              </v:shape>
            </v:group>
            <v:group style="position:absolute;left:5;top:5;width:507;height:2" coordorigin="5,5" coordsize="507,2">
              <v:shape style="position:absolute;left:5;top:5;width:507;height:2" coordorigin="5,5" coordsize="507,0" path="m5,5l511,5e" filled="false" stroked="true" strokeweight=".5pt" strokecolor="#231f20">
                <v:path arrowok="t"/>
              </v:shape>
            </v:group>
            <v:group style="position:absolute;left:371;top:5;width:55;height:86" coordorigin="371,5" coordsize="55,86">
              <v:shape style="position:absolute;left:371;top:5;width:55;height:86" coordorigin="371,5" coordsize="55,86" path="m398,5l371,91,425,91,398,5xe" filled="true" fillcolor="#231f20" stroked="false">
                <v:path arrowok="t"/>
                <v:fill type="solid"/>
              </v:shape>
            </v:group>
            <v:group style="position:absolute;left:371;top:5;width:55;height:86" coordorigin="371,5" coordsize="55,86">
              <v:shape style="position:absolute;left:371;top:5;width:55;height:86" coordorigin="371,5" coordsize="55,86" path="m425,91l398,5,371,91,425,91xe" filled="false" stroked="true" strokeweight="0pt" strokecolor="#231f20">
                <v:path arrowok="t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position w:val="1"/>
          <w:sz w:val="20"/>
        </w:rPr>
        <w:pict>
          <v:group style="width:25.85pt;height:28.4pt;mso-position-horizontal-relative:char;mso-position-vertical-relative:line" coordorigin="0,0" coordsize="517,568">
            <v:group style="position:absolute;left:398;top:5;width:2;height:558" coordorigin="398,5" coordsize="2,558">
              <v:shape style="position:absolute;left:398;top:5;width:2;height:558" coordorigin="398,5" coordsize="0,558" path="m398,5l398,563e" filled="false" stroked="true" strokeweight=".5pt" strokecolor="#231f20">
                <v:path arrowok="t"/>
              </v:shape>
            </v:group>
            <v:group style="position:absolute;left:5;top:5;width:507;height:2" coordorigin="5,5" coordsize="507,2">
              <v:shape style="position:absolute;left:5;top:5;width:507;height:2" coordorigin="5,5" coordsize="507,0" path="m5,5l511,5e" filled="false" stroked="true" strokeweight=".5pt" strokecolor="#231f20">
                <v:path arrowok="t"/>
              </v:shape>
            </v:group>
            <v:group style="position:absolute;left:371;top:5;width:55;height:86" coordorigin="371,5" coordsize="55,86">
              <v:shape style="position:absolute;left:371;top:5;width:55;height:86" coordorigin="371,5" coordsize="55,86" path="m398,5l371,91,425,91,398,5xe" filled="true" fillcolor="#231f20" stroked="false">
                <v:path arrowok="t"/>
                <v:fill type="solid"/>
              </v:shape>
            </v:group>
            <v:group style="position:absolute;left:371;top:5;width:55;height:86" coordorigin="371,5" coordsize="55,86">
              <v:shape style="position:absolute;left:371;top:5;width:55;height:86" coordorigin="371,5" coordsize="55,86" path="m425,91l398,5,371,91,425,91xe" filled="false" stroked="true" strokeweight="0pt" strokecolor="#231f20">
                <v:path arrowok="t"/>
              </v:shape>
            </v:group>
          </v:group>
        </w:pict>
      </w:r>
      <w:r>
        <w:rPr>
          <w:rFonts w:ascii="Arial"/>
          <w:position w:val="1"/>
          <w:sz w:val="20"/>
        </w:rPr>
      </w:r>
    </w:p>
    <w:p>
      <w:pPr>
        <w:spacing w:before="0"/>
        <w:ind w:left="0" w:right="2585" w:firstLine="0"/>
        <w:jc w:val="right"/>
        <w:rPr>
          <w:rFonts w:ascii="Myriad Pro" w:hAnsi="Myriad Pro" w:cs="Myriad Pro" w:eastAsia="Myriad Pro"/>
          <w:sz w:val="20"/>
          <w:szCs w:val="20"/>
        </w:rPr>
      </w:pPr>
      <w:r>
        <w:rPr/>
        <w:pict>
          <v:group style="position:absolute;margin-left:318.275299pt;margin-top:-49.559288pt;width:91.2pt;height:91.2pt;mso-position-horizontal-relative:page;mso-position-vertical-relative:paragraph;z-index:1672" coordorigin="6366,-991" coordsize="1824,1824">
            <v:shape style="position:absolute;left:6366;top:-991;width:1824;height:1824" coordorigin="6366,-991" coordsize="1824,1824" path="m7767,-569l7767,-991,6366,-991,6366,832,8189,832,8189,-569,7767,-569xe" filled="false" stroked="true" strokeweight="1pt" strokecolor="#231f20">
              <v:path arrowok="t"/>
            </v:shape>
            <w10:wrap type="none"/>
          </v:group>
        </w:pict>
      </w:r>
      <w:r>
        <w:rPr/>
        <w:pict>
          <v:group style="position:absolute;margin-left:171.245102pt;margin-top:-49.559288pt;width:91.2pt;height:91.2pt;mso-position-horizontal-relative:page;mso-position-vertical-relative:paragraph;z-index:1696" coordorigin="3425,-991" coordsize="1824,1824">
            <v:shape style="position:absolute;left:3425;top:-991;width:1824;height:1824" coordorigin="3425,-991" coordsize="1824,1824" path="m4826,-569l4826,-991,3425,-991,3425,832,5248,832,5248,-569,4826,-569xe" filled="false" stroked="true" strokeweight="1pt" strokecolor="#231f20">
              <v:path arrowok="t"/>
            </v:shape>
            <w10:wrap type="none"/>
          </v:group>
        </w:pict>
      </w:r>
      <w:r>
        <w:rPr/>
        <w:pict>
          <v:shape style="position:absolute;margin-left:280.558563pt;margin-top:.432513pt;width:12pt;height:12.3pt;mso-position-horizontal-relative:page;mso-position-vertical-relative:paragraph;z-index:1816" type="#_x0000_t202" filled="false" stroked="false">
            <v:textbox inset="0,0,0,0" style="layout-flow:vertical;mso-layout-flow-alt:bottom-to-top">
              <w:txbxContent>
                <w:p>
                  <w:pPr>
                    <w:spacing w:line="228" w:lineRule="exact" w:before="0"/>
                    <w:ind w:left="20" w:right="0" w:firstLine="0"/>
                    <w:jc w:val="left"/>
                    <w:rPr>
                      <w:rFonts w:ascii="Myriad Pro" w:hAnsi="Myriad Pro" w:cs="Myriad Pro" w:eastAsia="Myriad Pro"/>
                      <w:sz w:val="20"/>
                      <w:szCs w:val="20"/>
                    </w:rPr>
                  </w:pPr>
                  <w:r>
                    <w:rPr>
                      <w:rFonts w:ascii="Myriad Pro"/>
                      <w:color w:val="231F20"/>
                      <w:sz w:val="20"/>
                    </w:rPr>
                    <w:t>40</w:t>
                  </w:r>
                  <w:r>
                    <w:rPr>
                      <w:rFonts w:ascii="Myriad Pro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Myriad Pro"/>
          <w:color w:val="231F20"/>
          <w:w w:val="95"/>
          <w:sz w:val="20"/>
        </w:rPr>
        <w:t>40</w:t>
      </w:r>
      <w:r>
        <w:rPr>
          <w:rFonts w:ascii="Myriad Pro"/>
          <w:sz w:val="20"/>
        </w:rPr>
      </w:r>
    </w:p>
    <w:p>
      <w:pPr>
        <w:tabs>
          <w:tab w:pos="7933" w:val="left" w:leader="none"/>
        </w:tabs>
        <w:spacing w:line="200" w:lineRule="atLeast"/>
        <w:ind w:left="4993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sz w:val="20"/>
        </w:rPr>
        <w:pict>
          <v:group style="width:25.85pt;height:28.7pt;mso-position-horizontal-relative:char;mso-position-vertical-relative:line" coordorigin="0,0" coordsize="517,574">
            <v:group style="position:absolute;left:398;top:5;width:2;height:564" coordorigin="398,5" coordsize="2,564">
              <v:shape style="position:absolute;left:398;top:5;width:2;height:564" coordorigin="398,5" coordsize="0,564" path="m398,5l398,569e" filled="false" stroked="true" strokeweight=".5pt" strokecolor="#231f20">
                <v:path arrowok="t"/>
              </v:shape>
            </v:group>
            <v:group style="position:absolute;left:5;top:569;width:507;height:2" coordorigin="5,569" coordsize="507,2">
              <v:shape style="position:absolute;left:5;top:569;width:507;height:2" coordorigin="5,569" coordsize="507,0" path="m5,569l511,569e" filled="false" stroked="true" strokeweight=".5pt" strokecolor="#231f20">
                <v:path arrowok="t"/>
              </v:shape>
            </v:group>
            <v:group style="position:absolute;left:371;top:483;width:55;height:86" coordorigin="371,483" coordsize="55,86">
              <v:shape style="position:absolute;left:371;top:483;width:55;height:86" coordorigin="371,483" coordsize="55,86" path="m425,483l371,483,398,569,425,483xe" filled="true" fillcolor="#231f20" stroked="false">
                <v:path arrowok="t"/>
                <v:fill type="solid"/>
              </v:shape>
            </v:group>
            <v:group style="position:absolute;left:371;top:483;width:55;height:86" coordorigin="371,483" coordsize="55,86">
              <v:shape style="position:absolute;left:371;top:483;width:55;height:86" coordorigin="371,483" coordsize="55,86" path="m371,483l398,569,425,483,371,483xe" filled="false" stroked="true" strokeweight="0pt" strokecolor="#231f20">
                <v:path arrowok="t"/>
              </v:shape>
            </v:group>
          </v:group>
        </w:pict>
      </w:r>
      <w:r>
        <w:rPr>
          <w:rFonts w:ascii="Myriad Pro"/>
          <w:sz w:val="20"/>
        </w:rPr>
      </w:r>
      <w:r>
        <w:rPr>
          <w:rFonts w:ascii="Myriad Pro"/>
          <w:sz w:val="20"/>
        </w:rPr>
        <w:tab/>
      </w:r>
      <w:r>
        <w:rPr>
          <w:rFonts w:ascii="Myriad Pro"/>
          <w:sz w:val="20"/>
        </w:rPr>
        <w:pict>
          <v:group style="width:25.85pt;height:28.4pt;mso-position-horizontal-relative:char;mso-position-vertical-relative:line" coordorigin="0,0" coordsize="517,568">
            <v:group style="position:absolute;left:398;top:5;width:2;height:558" coordorigin="398,5" coordsize="2,558">
              <v:shape style="position:absolute;left:398;top:5;width:2;height:558" coordorigin="398,5" coordsize="0,558" path="m398,5l398,563e" filled="false" stroked="true" strokeweight=".5pt" strokecolor="#231f20">
                <v:path arrowok="t"/>
              </v:shape>
            </v:group>
            <v:group style="position:absolute;left:5;top:563;width:507;height:2" coordorigin="5,563" coordsize="507,2">
              <v:shape style="position:absolute;left:5;top:563;width:507;height:2" coordorigin="5,563" coordsize="507,0" path="m5,563l511,563e" filled="false" stroked="true" strokeweight=".5pt" strokecolor="#231f20">
                <v:path arrowok="t"/>
              </v:shape>
            </v:group>
            <v:group style="position:absolute;left:371;top:477;width:55;height:86" coordorigin="371,477" coordsize="55,86">
              <v:shape style="position:absolute;left:371;top:477;width:55;height:86" coordorigin="371,477" coordsize="55,86" path="m425,477l371,477,398,563,425,477xe" filled="true" fillcolor="#231f20" stroked="false">
                <v:path arrowok="t"/>
                <v:fill type="solid"/>
              </v:shape>
            </v:group>
            <v:group style="position:absolute;left:371;top:477;width:55;height:86" coordorigin="371,477" coordsize="55,86">
              <v:shape style="position:absolute;left:371;top:477;width:55;height:86" coordorigin="371,477" coordsize="55,86" path="m371,477l398,563,425,477,371,477xe" filled="false" stroked="true" strokeweight="0pt" strokecolor="#231f20">
                <v:path arrowok="t"/>
              </v:shape>
            </v:group>
          </v:group>
        </w:pict>
      </w:r>
      <w:r>
        <w:rPr>
          <w:rFonts w:ascii="Myriad Pro"/>
          <w:sz w:val="20"/>
        </w:rPr>
      </w:r>
    </w:p>
    <w:p>
      <w:pPr>
        <w:spacing w:line="240" w:lineRule="auto" w:before="10"/>
        <w:rPr>
          <w:rFonts w:ascii="Myriad Pro" w:hAnsi="Myriad Pro" w:cs="Myriad Pro" w:eastAsia="Myriad Pro"/>
          <w:sz w:val="9"/>
          <w:szCs w:val="9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9"/>
          <w:szCs w:val="9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before="68"/>
        <w:ind w:left="0" w:right="0" w:firstLine="0"/>
        <w:jc w:val="right"/>
        <w:rPr>
          <w:rFonts w:ascii="Myriad Pro" w:hAnsi="Myriad Pro" w:cs="Myriad Pro" w:eastAsia="Myriad Pro"/>
          <w:sz w:val="20"/>
          <w:szCs w:val="20"/>
        </w:rPr>
      </w:pPr>
      <w:r>
        <w:rPr/>
        <w:pict>
          <v:group style="position:absolute;margin-left:225.978699pt;margin-top:-.778387pt;width:36.7pt;height:16.7pt;mso-position-horizontal-relative:page;mso-position-vertical-relative:paragraph;z-index:1768" coordorigin="4520,-16" coordsize="734,334">
            <v:group style="position:absolute;left:4525;top:199;width:724;height:2" coordorigin="4525,199" coordsize="724,2">
              <v:shape style="position:absolute;left:4525;top:199;width:724;height:2" coordorigin="4525,199" coordsize="724,0" path="m4525,199l5248,199e" filled="false" stroked="true" strokeweight=".5pt" strokecolor="#231f20">
                <v:path arrowok="t"/>
              </v:shape>
            </v:group>
            <v:group style="position:absolute;left:5248;top:-11;width:2;height:324" coordorigin="5248,-11" coordsize="2,324">
              <v:shape style="position:absolute;left:5248;top:-11;width:2;height:324" coordorigin="5248,-11" coordsize="0,324" path="m5248,-11l5248,313e" filled="false" stroked="true" strokeweight=".5pt" strokecolor="#231f20">
                <v:path arrowok="t"/>
              </v:shape>
            </v:group>
            <v:group style="position:absolute;left:5162;top:172;width:86;height:55" coordorigin="5162,172" coordsize="86,55">
              <v:shape style="position:absolute;left:5162;top:172;width:86;height:55" coordorigin="5162,172" coordsize="86,55" path="m5162,172l5162,226,5248,199,5162,172xe" filled="true" fillcolor="#231f20" stroked="false">
                <v:path arrowok="t"/>
                <v:fill type="solid"/>
              </v:shape>
            </v:group>
            <v:group style="position:absolute;left:5162;top:172;width:86;height:55" coordorigin="5162,172" coordsize="86,55">
              <v:shape style="position:absolute;left:5162;top:172;width:86;height:55" coordorigin="5162,172" coordsize="86,55" path="m5162,226l5248,199,5162,172,5162,226xe" filled="false" stroked="true" strokeweight="0pt" strokecolor="#231f2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70.995102pt;margin-top:-.778387pt;width:36.7pt;height:16.7pt;mso-position-horizontal-relative:page;mso-position-vertical-relative:paragraph;z-index:1792" coordorigin="3420,-16" coordsize="734,334">
            <v:group style="position:absolute;left:3425;top:199;width:724;height:2" coordorigin="3425,199" coordsize="724,2">
              <v:shape style="position:absolute;left:3425;top:199;width:724;height:2" coordorigin="3425,199" coordsize="724,0" path="m3425,199l4148,199e" filled="false" stroked="true" strokeweight=".5pt" strokecolor="#231f20">
                <v:path arrowok="t"/>
              </v:shape>
            </v:group>
            <v:group style="position:absolute;left:3425;top:-11;width:2;height:324" coordorigin="3425,-11" coordsize="2,324">
              <v:shape style="position:absolute;left:3425;top:-11;width:2;height:324" coordorigin="3425,-11" coordsize="0,324" path="m3425,-11l3425,313e" filled="false" stroked="true" strokeweight=".5pt" strokecolor="#231f20">
                <v:path arrowok="t"/>
              </v:shape>
            </v:group>
            <v:group style="position:absolute;left:3425;top:172;width:86;height:55" coordorigin="3425,172" coordsize="86,55">
              <v:shape style="position:absolute;left:3425;top:172;width:86;height:55" coordorigin="3425,172" coordsize="86,55" path="m3511,172l3425,199,3511,226,3511,172xe" filled="true" fillcolor="#231f20" stroked="false">
                <v:path arrowok="t"/>
                <v:fill type="solid"/>
              </v:shape>
            </v:group>
            <v:group style="position:absolute;left:3425;top:172;width:86;height:55" coordorigin="3425,172" coordsize="86,55">
              <v:shape style="position:absolute;left:3425;top:172;width:86;height:55" coordorigin="3425,172" coordsize="86,55" path="m3511,172l3425,199,3511,226,3511,172xe" filled="false" stroked="true" strokeweight="0pt" strokecolor="#231f20">
                <v:path arrowok="t"/>
              </v:shape>
            </v:group>
            <w10:wrap type="none"/>
          </v:group>
        </w:pict>
      </w:r>
      <w:r>
        <w:rPr>
          <w:rFonts w:ascii="Myriad Pro"/>
          <w:color w:val="231F20"/>
          <w:w w:val="95"/>
          <w:sz w:val="20"/>
        </w:rPr>
        <w:t>100</w:t>
      </w:r>
      <w:r>
        <w:rPr>
          <w:rFonts w:ascii="Myriad Pro"/>
          <w:sz w:val="20"/>
        </w:rPr>
      </w:r>
    </w:p>
    <w:p>
      <w:pPr>
        <w:spacing w:before="68"/>
        <w:ind w:left="0" w:right="1334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/>
        <w:br w:type="column"/>
      </w:r>
      <w:r>
        <w:rPr>
          <w:rFonts w:ascii="Myriad Pro"/>
          <w:color w:val="231F20"/>
          <w:sz w:val="20"/>
        </w:rPr>
        <w:t>100</w:t>
      </w:r>
      <w:r>
        <w:rPr>
          <w:rFonts w:ascii="Myriad Pro"/>
          <w:sz w:val="20"/>
        </w:rPr>
      </w:r>
    </w:p>
    <w:p>
      <w:pPr>
        <w:spacing w:after="0"/>
        <w:jc w:val="center"/>
        <w:rPr>
          <w:rFonts w:ascii="Myriad Pro" w:hAnsi="Myriad Pro" w:cs="Myriad Pro" w:eastAsia="Myriad Pro"/>
          <w:sz w:val="20"/>
          <w:szCs w:val="20"/>
        </w:rPr>
        <w:sectPr>
          <w:type w:val="continuous"/>
          <w:pgSz w:w="12240" w:h="15840"/>
          <w:pgMar w:top="1080" w:bottom="280" w:left="340" w:right="880"/>
          <w:cols w:num="2" w:equalWidth="0">
            <w:col w:w="4151" w:space="40"/>
            <w:col w:w="6829"/>
          </w:cols>
        </w:sectPr>
      </w:pPr>
    </w:p>
    <w:p>
      <w:pPr>
        <w:spacing w:line="240" w:lineRule="auto" w:before="5"/>
        <w:rPr>
          <w:rFonts w:ascii="Myriad Pro" w:hAnsi="Myriad Pro" w:cs="Myriad Pro" w:eastAsia="Myriad Pro"/>
          <w:sz w:val="11"/>
          <w:szCs w:val="11"/>
        </w:rPr>
      </w:pPr>
    </w:p>
    <w:p>
      <w:pPr>
        <w:tabs>
          <w:tab w:pos="6025" w:val="left" w:leader="none"/>
        </w:tabs>
        <w:spacing w:before="68"/>
        <w:ind w:left="3067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/>
        <w:pict>
          <v:group style="position:absolute;margin-left:373.009003pt;margin-top:-23.053274pt;width:36.7pt;height:16.7pt;mso-position-horizontal-relative:page;mso-position-vertical-relative:paragraph;z-index:1720" coordorigin="7460,-461" coordsize="734,334">
            <v:group style="position:absolute;left:7465;top:-246;width:724;height:2" coordorigin="7465,-246" coordsize="724,2">
              <v:shape style="position:absolute;left:7465;top:-246;width:724;height:2" coordorigin="7465,-246" coordsize="724,0" path="m7465,-246l8189,-246e" filled="false" stroked="true" strokeweight=".5pt" strokecolor="#231f20">
                <v:path arrowok="t"/>
              </v:shape>
            </v:group>
            <v:group style="position:absolute;left:8189;top:-456;width:2;height:324" coordorigin="8189,-456" coordsize="2,324">
              <v:shape style="position:absolute;left:8189;top:-456;width:2;height:324" coordorigin="8189,-456" coordsize="0,324" path="m8189,-456l8189,-133e" filled="false" stroked="true" strokeweight=".5pt" strokecolor="#231f20">
                <v:path arrowok="t"/>
              </v:shape>
            </v:group>
            <v:group style="position:absolute;left:8103;top:-273;width:86;height:55" coordorigin="8103,-273" coordsize="86,55">
              <v:shape style="position:absolute;left:8103;top:-273;width:86;height:55" coordorigin="8103,-273" coordsize="86,55" path="m8103,-273l8103,-219,8189,-246,8103,-273xe" filled="true" fillcolor="#231f20" stroked="false">
                <v:path arrowok="t"/>
                <v:fill type="solid"/>
              </v:shape>
            </v:group>
            <v:group style="position:absolute;left:8103;top:-273;width:86;height:55" coordorigin="8103,-273" coordsize="86,55">
              <v:shape style="position:absolute;left:8103;top:-273;width:86;height:55" coordorigin="8103,-273" coordsize="86,55" path="m8103,-219l8189,-246,8103,-273,8103,-219xe" filled="false" stroked="true" strokeweight="0pt" strokecolor="#231f2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18.025391pt;margin-top:-23.053274pt;width:36.7pt;height:16.7pt;mso-position-horizontal-relative:page;mso-position-vertical-relative:paragraph;z-index:1744" coordorigin="6361,-461" coordsize="734,334">
            <v:group style="position:absolute;left:6366;top:-246;width:724;height:2" coordorigin="6366,-246" coordsize="724,2">
              <v:shape style="position:absolute;left:6366;top:-246;width:724;height:2" coordorigin="6366,-246" coordsize="724,0" path="m6366,-246l7089,-246e" filled="false" stroked="true" strokeweight=".5pt" strokecolor="#231f20">
                <v:path arrowok="t"/>
              </v:shape>
            </v:group>
            <v:group style="position:absolute;left:6366;top:-456;width:2;height:324" coordorigin="6366,-456" coordsize="2,324">
              <v:shape style="position:absolute;left:6366;top:-456;width:2;height:324" coordorigin="6366,-456" coordsize="0,324" path="m6366,-456l6366,-133e" filled="false" stroked="true" strokeweight=".5pt" strokecolor="#231f20">
                <v:path arrowok="t"/>
              </v:shape>
            </v:group>
            <v:group style="position:absolute;left:6366;top:-273;width:86;height:55" coordorigin="6366,-273" coordsize="86,55">
              <v:shape style="position:absolute;left:6366;top:-273;width:86;height:55" coordorigin="6366,-273" coordsize="86,55" path="m6451,-273l6366,-246,6451,-219,6451,-273xe" filled="true" fillcolor="#231f20" stroked="false">
                <v:path arrowok="t"/>
                <v:fill type="solid"/>
              </v:shape>
            </v:group>
            <v:group style="position:absolute;left:6366;top:-273;width:86;height:55" coordorigin="6366,-273" coordsize="86,55">
              <v:shape style="position:absolute;left:6366;top:-273;width:86;height:55" coordorigin="6366,-273" coordsize="86,55" path="m6451,-273l6366,-246,6451,-219,6451,-273xe" filled="false" stroked="true" strokeweight="0pt" strokecolor="#231f20">
                <v:path arrowok="t"/>
              </v:shape>
            </v:group>
            <w10:wrap type="none"/>
          </v:group>
        </w:pict>
      </w:r>
      <w:r>
        <w:rPr>
          <w:rFonts w:ascii="Myriad Pro"/>
          <w:color w:val="231F20"/>
          <w:spacing w:val="-1"/>
          <w:sz w:val="20"/>
        </w:rPr>
        <w:t>Aligned</w:t>
      </w:r>
      <w:r>
        <w:rPr>
          <w:rFonts w:ascii="Myriad Pro"/>
          <w:color w:val="231F20"/>
          <w:sz w:val="20"/>
        </w:rPr>
        <w:t> dimensions</w:t>
        <w:tab/>
        <w:t>Unidirectional dimensions</w:t>
      </w:r>
      <w:r>
        <w:rPr>
          <w:rFonts w:ascii="Myriad Pro"/>
          <w:sz w:val="20"/>
        </w:rPr>
      </w:r>
    </w:p>
    <w:p>
      <w:pPr>
        <w:spacing w:line="240" w:lineRule="auto" w:before="10"/>
        <w:rPr>
          <w:rFonts w:ascii="Myriad Pro" w:hAnsi="Myriad Pro" w:cs="Myriad Pro" w:eastAsia="Myriad Pro"/>
          <w:sz w:val="15"/>
          <w:szCs w:val="15"/>
        </w:rPr>
      </w:pPr>
    </w:p>
    <w:p>
      <w:pPr>
        <w:spacing w:before="77"/>
        <w:ind w:left="4190" w:right="3651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5—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Dimensioning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systems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0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284" w:lineRule="auto" w:before="188" w:after="0"/>
        <w:ind w:left="900" w:right="1337" w:hanging="320"/>
        <w:jc w:val="left"/>
      </w:pP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scale-drawn object </w:t>
      </w:r>
      <w:r>
        <w:rPr>
          <w:color w:val="4C4D4F"/>
          <w:spacing w:val="-3"/>
        </w:rPr>
        <w:t>(and/or</w:t>
      </w:r>
      <w:r>
        <w:rPr>
          <w:color w:val="4C4D4F"/>
        </w:rPr>
        <w:t> </w:t>
      </w:r>
      <w:r>
        <w:rPr>
          <w:color w:val="4C4D4F"/>
          <w:spacing w:val="-3"/>
        </w:rPr>
        <w:t>drawing)</w:t>
      </w:r>
      <w:r>
        <w:rPr>
          <w:color w:val="4C4D4F"/>
        </w:rPr>
        <w:t> from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previous</w:t>
      </w:r>
      <w:r>
        <w:rPr>
          <w:color w:val="4C4D4F"/>
        </w:rPr>
        <w:t> </w:t>
      </w:r>
      <w:r>
        <w:rPr>
          <w:color w:val="4C4D4F"/>
          <w:spacing w:val="-1"/>
        </w:rPr>
        <w:t>section,</w:t>
      </w:r>
      <w:r>
        <w:rPr>
          <w:color w:val="4C4D4F"/>
        </w:rPr>
        <w:t> identify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areas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require</w:t>
      </w:r>
      <w:r>
        <w:rPr>
          <w:color w:val="4C4D4F"/>
        </w:rPr>
        <w:t> </w:t>
      </w:r>
      <w:r>
        <w:rPr>
          <w:color w:val="4C4D4F"/>
          <w:spacing w:val="-1"/>
        </w:rPr>
        <w:t>dimensions.</w:t>
      </w:r>
      <w:r>
        <w:rPr>
          <w:color w:val="4C4D4F"/>
        </w:rPr>
        <w:t> </w:t>
      </w:r>
      <w:r>
        <w:rPr>
          <w:color w:val="4C4D4F"/>
          <w:spacing w:val="-1"/>
        </w:rPr>
        <w:t>Remember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leave</w:t>
      </w:r>
      <w:r>
        <w:rPr>
          <w:color w:val="4C4D4F"/>
        </w:rPr>
        <w:t> </w:t>
      </w:r>
      <w:r>
        <w:rPr>
          <w:color w:val="4C4D4F"/>
          <w:spacing w:val="-2"/>
        </w:rPr>
        <w:t>any</w:t>
      </w:r>
      <w:r>
        <w:rPr>
          <w:color w:val="4C4D4F"/>
        </w:rPr>
        <w:t> </w:t>
      </w:r>
      <w:r>
        <w:rPr>
          <w:color w:val="4C4D4F"/>
          <w:spacing w:val="-1"/>
        </w:rPr>
        <w:t>areas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2"/>
        </w:rPr>
        <w:t>doubt.</w:t>
      </w:r>
      <w:r>
        <w:rPr/>
      </w: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284" w:lineRule="auto" w:before="181" w:after="0"/>
        <w:ind w:left="900" w:right="1337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Dimension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extension</w:t>
      </w:r>
      <w:r>
        <w:rPr>
          <w:color w:val="4C4D4F"/>
        </w:rPr>
        <w:t> </w:t>
      </w:r>
      <w:r>
        <w:rPr>
          <w:color w:val="4C4D4F"/>
          <w:spacing w:val="-1"/>
        </w:rPr>
        <w:t>lines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be </w:t>
      </w:r>
      <w:r>
        <w:rPr>
          <w:color w:val="4C4D4F"/>
          <w:spacing w:val="-2"/>
        </w:rPr>
        <w:t>light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2"/>
        </w:rPr>
        <w:t>weight,</w:t>
      </w:r>
      <w:r>
        <w:rPr>
          <w:color w:val="4C4D4F"/>
        </w:rPr>
        <w:t> </w:t>
      </w:r>
      <w:r>
        <w:rPr>
          <w:color w:val="4C4D4F"/>
          <w:spacing w:val="-1"/>
        </w:rPr>
        <w:t>clean,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a </w:t>
      </w:r>
      <w:r>
        <w:rPr>
          <w:color w:val="4C4D4F"/>
          <w:spacing w:val="-1"/>
        </w:rPr>
        <w:t>consistent</w:t>
      </w:r>
      <w:r>
        <w:rPr>
          <w:color w:val="4C4D4F"/>
        </w:rPr>
        <w:t> </w:t>
      </w:r>
      <w:r>
        <w:rPr>
          <w:color w:val="4C4D4F"/>
          <w:spacing w:val="-1"/>
        </w:rPr>
        <w:t>thickness.</w:t>
      </w:r>
      <w:r>
        <w:rPr>
          <w:color w:val="4C4D4F"/>
          <w:spacing w:val="77"/>
        </w:rPr>
        <w:t> </w:t>
      </w:r>
      <w:r>
        <w:rPr>
          <w:color w:val="4C4D4F"/>
        </w:rPr>
        <w:t>Extension </w:t>
      </w:r>
      <w:r>
        <w:rPr>
          <w:color w:val="4C4D4F"/>
          <w:spacing w:val="-1"/>
        </w:rPr>
        <w:t>lines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drawn</w:t>
      </w:r>
      <w:r>
        <w:rPr>
          <w:color w:val="4C4D4F"/>
        </w:rPr>
        <w:t> </w:t>
      </w:r>
      <w:r>
        <w:rPr>
          <w:color w:val="4C4D4F"/>
          <w:spacing w:val="-1"/>
        </w:rPr>
        <w:t>out</w:t>
      </w:r>
      <w:r>
        <w:rPr>
          <w:color w:val="4C4D4F"/>
        </w:rPr>
        <w:t> from </w:t>
      </w:r>
      <w:r>
        <w:rPr>
          <w:color w:val="4C4D4F"/>
          <w:spacing w:val="-1"/>
        </w:rPr>
        <w:t>the</w:t>
      </w:r>
      <w:r>
        <w:rPr>
          <w:color w:val="4C4D4F"/>
        </w:rPr>
        <w:t> object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act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a </w:t>
      </w:r>
      <w:r>
        <w:rPr>
          <w:color w:val="4C4D4F"/>
          <w:spacing w:val="-1"/>
        </w:rPr>
        <w:t>border</w:t>
      </w:r>
      <w:r>
        <w:rPr>
          <w:color w:val="4C4D4F"/>
        </w:rPr>
        <w:t> </w:t>
      </w:r>
      <w:r>
        <w:rPr>
          <w:color w:val="4C4D4F"/>
          <w:spacing w:val="-1"/>
        </w:rPr>
        <w:t>edge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dimension</w:t>
      </w:r>
      <w:r>
        <w:rPr>
          <w:color w:val="4C4D4F"/>
          <w:spacing w:val="47"/>
        </w:rPr>
        <w:t> </w:t>
      </w:r>
      <w:r>
        <w:rPr>
          <w:rFonts w:ascii="Arial"/>
          <w:color w:val="4C4D4F"/>
          <w:spacing w:val="-2"/>
        </w:rPr>
        <w:t>lines.</w:t>
      </w:r>
      <w:r>
        <w:rPr>
          <w:rFonts w:ascii="Arial"/>
        </w:rPr>
      </w:r>
    </w:p>
    <w:p>
      <w:pPr>
        <w:spacing w:line="240" w:lineRule="auto" w:before="5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185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315035" cy="2023872"/>
            <wp:effectExtent l="0" t="0" r="0" b="0"/>
            <wp:docPr id="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5035" cy="2023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0" w:right="53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6—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Extension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lines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284" w:lineRule="auto" w:before="118" w:after="0"/>
        <w:ind w:left="900" w:right="1163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dimension</w:t>
      </w:r>
      <w:r>
        <w:rPr>
          <w:color w:val="4C4D4F"/>
        </w:rPr>
        <w:t> </w:t>
      </w:r>
      <w:r>
        <w:rPr>
          <w:color w:val="4C4D4F"/>
          <w:spacing w:val="-1"/>
        </w:rPr>
        <w:t>line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be </w:t>
      </w:r>
      <w:r>
        <w:rPr>
          <w:color w:val="4C4D4F"/>
          <w:spacing w:val="-1"/>
        </w:rPr>
        <w:t>drawn</w:t>
      </w:r>
      <w:r>
        <w:rPr>
          <w:color w:val="4C4D4F"/>
        </w:rPr>
        <w:t> </w:t>
      </w:r>
      <w:r>
        <w:rPr>
          <w:color w:val="4C4D4F"/>
          <w:spacing w:val="-1"/>
        </w:rPr>
        <w:t>between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extension</w:t>
      </w:r>
      <w:r>
        <w:rPr>
          <w:color w:val="4C4D4F"/>
        </w:rPr>
        <w:t> </w:t>
      </w:r>
      <w:r>
        <w:rPr>
          <w:color w:val="4C4D4F"/>
          <w:spacing w:val="-1"/>
        </w:rPr>
        <w:t>lines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arrows</w:t>
      </w:r>
      <w:r>
        <w:rPr>
          <w:color w:val="4C4D4F"/>
        </w:rPr>
        <w:t> </w:t>
      </w:r>
      <w:r>
        <w:rPr>
          <w:color w:val="4C4D4F"/>
          <w:spacing w:val="-1"/>
        </w:rPr>
        <w:t>indicating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where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measurement</w:t>
      </w:r>
      <w:r>
        <w:rPr>
          <w:color w:val="4C4D4F"/>
        </w:rPr>
        <w:t> </w:t>
      </w:r>
      <w:r>
        <w:rPr>
          <w:color w:val="4C4D4F"/>
          <w:spacing w:val="-1"/>
        </w:rPr>
        <w:t>falls</w:t>
      </w:r>
      <w:r>
        <w:rPr>
          <w:color w:val="4C4D4F"/>
        </w:rPr>
        <w:t> </w:t>
      </w:r>
      <w:r>
        <w:rPr>
          <w:color w:val="4C4D4F"/>
          <w:spacing w:val="-1"/>
        </w:rPr>
        <w:t>between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extension</w:t>
      </w:r>
      <w:r>
        <w:rPr>
          <w:color w:val="4C4D4F"/>
        </w:rPr>
        <w:t> </w:t>
      </w:r>
      <w:r>
        <w:rPr>
          <w:color w:val="4C4D4F"/>
          <w:spacing w:val="-1"/>
        </w:rPr>
        <w:t>lines.</w:t>
      </w:r>
      <w:r>
        <w:rPr>
          <w:color w:val="4C4D4F"/>
        </w:rPr>
        <w:t> A </w:t>
      </w:r>
      <w:r>
        <w:rPr>
          <w:color w:val="4C4D4F"/>
          <w:spacing w:val="-1"/>
        </w:rPr>
        <w:t>space</w:t>
      </w:r>
      <w:r>
        <w:rPr>
          <w:color w:val="4C4D4F"/>
        </w:rPr>
        <w:t> </w:t>
      </w:r>
      <w:r>
        <w:rPr>
          <w:color w:val="4C4D4F"/>
          <w:spacing w:val="-1"/>
        </w:rPr>
        <w:t>must</w:t>
      </w:r>
      <w:r>
        <w:rPr>
          <w:color w:val="4C4D4F"/>
        </w:rPr>
        <w:t> be left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centre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each</w:t>
      </w:r>
      <w:r>
        <w:rPr>
          <w:color w:val="4C4D4F"/>
        </w:rPr>
        <w:t> </w:t>
      </w:r>
      <w:r>
        <w:rPr>
          <w:color w:val="4C4D4F"/>
          <w:spacing w:val="-1"/>
        </w:rPr>
        <w:t>dimension</w:t>
      </w:r>
      <w:r>
        <w:rPr>
          <w:color w:val="4C4D4F"/>
        </w:rPr>
        <w:t> </w:t>
      </w:r>
      <w:r>
        <w:rPr>
          <w:color w:val="4C4D4F"/>
          <w:spacing w:val="-1"/>
        </w:rPr>
        <w:t>line</w:t>
      </w:r>
      <w:r>
        <w:rPr>
          <w:color w:val="4C4D4F"/>
        </w:rPr>
        <w:t> </w:t>
      </w:r>
      <w:r>
        <w:rPr>
          <w:color w:val="4C4D4F"/>
          <w:spacing w:val="-1"/>
        </w:rPr>
        <w:t>where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numerical</w:t>
      </w:r>
      <w:r>
        <w:rPr>
          <w:color w:val="4C4D4F"/>
        </w:rPr>
        <w:t> </w:t>
      </w:r>
      <w:r>
        <w:rPr>
          <w:color w:val="4C4D4F"/>
          <w:spacing w:val="-2"/>
        </w:rPr>
        <w:t>value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placed.</w:t>
      </w:r>
      <w:r>
        <w:rPr>
          <w:color w:val="4C4D4F"/>
        </w:rPr>
        <w:t> Be </w:t>
      </w:r>
      <w:r>
        <w:rPr>
          <w:color w:val="4C4D4F"/>
          <w:spacing w:val="-1"/>
        </w:rPr>
        <w:t>sure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include</w:t>
      </w:r>
      <w:r>
        <w:rPr>
          <w:color w:val="4C4D4F"/>
        </w:rPr>
        <w:t> </w:t>
      </w:r>
      <w:r>
        <w:rPr>
          <w:color w:val="4C4D4F"/>
          <w:spacing w:val="-1"/>
        </w:rPr>
        <w:t>units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59"/>
        </w:rPr>
        <w:t> </w:t>
      </w:r>
      <w:r>
        <w:rPr>
          <w:rFonts w:ascii="Arial"/>
          <w:color w:val="4C4D4F"/>
          <w:spacing w:val="-2"/>
        </w:rPr>
        <w:t>measurement</w:t>
      </w:r>
      <w:r>
        <w:rPr>
          <w:rFonts w:ascii="Arial"/>
          <w:color w:val="4C4D4F"/>
          <w:spacing w:val="-1"/>
        </w:rPr>
        <w:t> with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each dimension.</w:t>
      </w:r>
      <w:r>
        <w:rPr>
          <w:rFonts w:ascii="Arial"/>
        </w:rPr>
      </w:r>
    </w:p>
    <w:p>
      <w:pPr>
        <w:spacing w:line="240" w:lineRule="auto" w:before="5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195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165542" cy="2444496"/>
            <wp:effectExtent l="0" t="0" r="0" b="0"/>
            <wp:docPr id="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5542" cy="2444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0" w:right="53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7—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Dimension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line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84" w:lineRule="auto" w:before="72" w:after="0"/>
        <w:ind w:left="1440" w:right="699" w:hanging="320"/>
        <w:jc w:val="left"/>
      </w:pPr>
      <w:r>
        <w:rPr>
          <w:color w:val="4C4D4F"/>
          <w:spacing w:val="-1"/>
        </w:rPr>
        <w:t>Complete</w:t>
      </w:r>
      <w:r>
        <w:rPr>
          <w:color w:val="4C4D4F"/>
        </w:rPr>
        <w:t> </w:t>
      </w:r>
      <w:r>
        <w:rPr>
          <w:color w:val="4C4D4F"/>
          <w:spacing w:val="-1"/>
        </w:rPr>
        <w:t>each</w:t>
      </w:r>
      <w:r>
        <w:rPr>
          <w:color w:val="4C4D4F"/>
        </w:rPr>
        <w:t> </w:t>
      </w:r>
      <w:r>
        <w:rPr>
          <w:color w:val="4C4D4F"/>
          <w:spacing w:val="-1"/>
        </w:rPr>
        <w:t>area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ensure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no</w:t>
      </w:r>
      <w:r>
        <w:rPr>
          <w:color w:val="4C4D4F"/>
        </w:rPr>
        <w:t> </w:t>
      </w:r>
      <w:r>
        <w:rPr>
          <w:color w:val="4C4D4F"/>
          <w:spacing w:val="-1"/>
        </w:rPr>
        <w:t>area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left </w:t>
      </w:r>
      <w:r>
        <w:rPr>
          <w:color w:val="4C4D4F"/>
          <w:spacing w:val="-1"/>
        </w:rPr>
        <w:t>out.</w:t>
      </w:r>
      <w:r>
        <w:rPr>
          <w:color w:val="4C4D4F"/>
        </w:rPr>
        <w:t> A good rule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thumb</w:t>
      </w:r>
      <w:r>
        <w:rPr>
          <w:color w:val="4C4D4F"/>
          <w:spacing w:val="33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ask</w:t>
      </w:r>
      <w:r>
        <w:rPr>
          <w:color w:val="4C4D4F"/>
        </w:rPr>
        <w:t> </w:t>
      </w:r>
      <w:r>
        <w:rPr>
          <w:color w:val="4C4D4F"/>
          <w:spacing w:val="-1"/>
        </w:rPr>
        <w:t>yourself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question:</w:t>
      </w:r>
      <w:r>
        <w:rPr>
          <w:color w:val="4C4D4F"/>
        </w:rPr>
        <w:t> </w:t>
      </w:r>
      <w:r>
        <w:rPr>
          <w:color w:val="4C4D4F"/>
          <w:spacing w:val="-1"/>
        </w:rPr>
        <w:t>“Could</w:t>
      </w:r>
      <w:r>
        <w:rPr>
          <w:color w:val="4C4D4F"/>
        </w:rPr>
        <w:t> I </w:t>
      </w:r>
      <w:r>
        <w:rPr>
          <w:color w:val="4C4D4F"/>
          <w:spacing w:val="-1"/>
        </w:rPr>
        <w:t>build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object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dimensions</w:t>
      </w:r>
      <w:r>
        <w:rPr>
          <w:color w:val="4C4D4F"/>
        </w:rPr>
        <w:t> </w:t>
      </w:r>
      <w:r>
        <w:rPr>
          <w:color w:val="4C4D4F"/>
          <w:spacing w:val="-1"/>
        </w:rPr>
        <w:t>currently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drawing?”</w:t>
      </w:r>
      <w:r>
        <w:rPr>
          <w:color w:val="4C4D4F"/>
        </w:rPr>
        <w:t> </w:t>
      </w:r>
      <w:r>
        <w:rPr>
          <w:color w:val="4C4D4F"/>
          <w:spacing w:val="-1"/>
        </w:rPr>
        <w:t>If</w:t>
      </w:r>
      <w:r>
        <w:rPr>
          <w:color w:val="4C4D4F"/>
        </w:rPr>
        <w:t> </w:t>
      </w:r>
      <w:r>
        <w:rPr>
          <w:color w:val="4C4D4F"/>
          <w:spacing w:val="-1"/>
        </w:rPr>
        <w:t>not,</w:t>
      </w:r>
      <w:r>
        <w:rPr>
          <w:color w:val="4C4D4F"/>
        </w:rPr>
        <w:t> </w:t>
      </w:r>
      <w:r>
        <w:rPr>
          <w:color w:val="4C4D4F"/>
          <w:spacing w:val="-2"/>
        </w:rPr>
        <w:t>review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add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missing</w:t>
      </w:r>
      <w:r>
        <w:rPr>
          <w:color w:val="4C4D4F"/>
        </w:rPr>
        <w:t> </w:t>
      </w:r>
      <w:r>
        <w:rPr>
          <w:color w:val="4C4D4F"/>
          <w:spacing w:val="-1"/>
        </w:rPr>
        <w:t>dimensions.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4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0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numPr>
          <w:ilvl w:val="1"/>
          <w:numId w:val="4"/>
        </w:numPr>
        <w:tabs>
          <w:tab w:pos="1640" w:val="left" w:leader="none"/>
        </w:tabs>
        <w:spacing w:line="240" w:lineRule="auto" w:before="124" w:after="0"/>
        <w:ind w:left="1640" w:right="0" w:hanging="270"/>
        <w:jc w:val="left"/>
      </w:pPr>
      <w:r>
        <w:rPr>
          <w:color w:val="4C4D4F"/>
          <w:spacing w:val="-1"/>
        </w:rPr>
        <w:t>Further</w:t>
      </w:r>
      <w:r>
        <w:rPr>
          <w:color w:val="4C4D4F"/>
        </w:rPr>
        <w:t> practice </w:t>
      </w:r>
      <w:r>
        <w:rPr>
          <w:color w:val="4C4D4F"/>
          <w:spacing w:val="-2"/>
        </w:rPr>
        <w:t>drawing,</w:t>
      </w:r>
      <w:r>
        <w:rPr>
          <w:color w:val="4C4D4F"/>
        </w:rPr>
        <w:t> </w:t>
      </w:r>
      <w:r>
        <w:rPr>
          <w:color w:val="4C4D4F"/>
          <w:spacing w:val="-1"/>
        </w:rPr>
        <w:t>scaling</w:t>
      </w:r>
      <w:r>
        <w:rPr>
          <w:color w:val="4C4D4F"/>
        </w:rPr>
        <w:t> </w:t>
      </w:r>
      <w:r>
        <w:rPr>
          <w:color w:val="4C4D4F"/>
          <w:spacing w:val="-1"/>
        </w:rPr>
        <w:t>objects,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dimensioning.</w:t>
      </w:r>
      <w:r>
        <w:rPr/>
      </w:r>
    </w:p>
    <w:p>
      <w:pPr>
        <w:pStyle w:val="BodyText"/>
        <w:numPr>
          <w:ilvl w:val="1"/>
          <w:numId w:val="4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2"/>
        </w:rPr>
        <w:t>Worksheets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practise</w:t>
      </w:r>
      <w:r>
        <w:rPr>
          <w:color w:val="4C4D4F"/>
        </w:rPr>
        <w:t> </w:t>
      </w:r>
      <w:r>
        <w:rPr>
          <w:color w:val="4C4D4F"/>
          <w:spacing w:val="-1"/>
        </w:rPr>
        <w:t>reading</w:t>
      </w:r>
      <w:r>
        <w:rPr>
          <w:color w:val="4C4D4F"/>
        </w:rPr>
        <w:t> </w:t>
      </w:r>
      <w:r>
        <w:rPr>
          <w:color w:val="4C4D4F"/>
          <w:spacing w:val="-1"/>
        </w:rPr>
        <w:t>dimensions</w:t>
      </w:r>
      <w:r>
        <w:rPr>
          <w:color w:val="4C4D4F"/>
        </w:rPr>
        <w:t> from </w:t>
      </w:r>
      <w:r>
        <w:rPr>
          <w:color w:val="4C4D4F"/>
          <w:spacing w:val="-2"/>
        </w:rPr>
        <w:t>drawings.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4"/>
        <w:spacing w:line="240" w:lineRule="auto" w:before="133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numPr>
          <w:ilvl w:val="1"/>
          <w:numId w:val="4"/>
        </w:numPr>
        <w:tabs>
          <w:tab w:pos="1640" w:val="left" w:leader="none"/>
        </w:tabs>
        <w:spacing w:line="240" w:lineRule="auto" w:before="124" w:after="0"/>
        <w:ind w:left="1640" w:right="0" w:hanging="270"/>
        <w:jc w:val="left"/>
      </w:pPr>
      <w:r>
        <w:rPr>
          <w:color w:val="4C4D4F"/>
          <w:spacing w:val="-1"/>
        </w:rPr>
        <w:t>Student</w:t>
      </w:r>
      <w:r>
        <w:rPr>
          <w:color w:val="4C4D4F"/>
        </w:rPr>
        <w:t> participation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discussion/demonstration</w:t>
      </w:r>
      <w:r>
        <w:rPr/>
      </w:r>
    </w:p>
    <w:p>
      <w:pPr>
        <w:pStyle w:val="BodyText"/>
        <w:numPr>
          <w:ilvl w:val="1"/>
          <w:numId w:val="4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completed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following:</w:t>
      </w:r>
      <w:r>
        <w:rPr/>
      </w:r>
    </w:p>
    <w:p>
      <w:pPr>
        <w:pStyle w:val="BodyText"/>
        <w:numPr>
          <w:ilvl w:val="2"/>
          <w:numId w:val="4"/>
        </w:numPr>
        <w:tabs>
          <w:tab w:pos="2000" w:val="left" w:leader="none"/>
        </w:tabs>
        <w:spacing w:line="240" w:lineRule="auto" w:before="137" w:after="0"/>
        <w:ind w:left="20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Lines 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drawn correctly.</w:t>
      </w:r>
      <w:r>
        <w:rPr>
          <w:rFonts w:ascii="Arial"/>
        </w:rPr>
      </w:r>
    </w:p>
    <w:p>
      <w:pPr>
        <w:pStyle w:val="BodyText"/>
        <w:numPr>
          <w:ilvl w:val="2"/>
          <w:numId w:val="4"/>
        </w:numPr>
        <w:tabs>
          <w:tab w:pos="2000" w:val="left" w:leader="none"/>
        </w:tabs>
        <w:spacing w:line="240" w:lineRule="auto" w:before="137" w:after="0"/>
        <w:ind w:left="2000" w:right="0" w:hanging="270"/>
        <w:jc w:val="left"/>
      </w:pPr>
      <w:r>
        <w:rPr>
          <w:color w:val="4C4D4F"/>
        </w:rPr>
        <w:t>Corners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border</w:t>
      </w:r>
      <w:r>
        <w:rPr>
          <w:color w:val="4C4D4F"/>
        </w:rPr>
        <w:t> </w:t>
      </w:r>
      <w:r>
        <w:rPr>
          <w:color w:val="4C4D4F"/>
          <w:spacing w:val="-1"/>
        </w:rPr>
        <w:t>lines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closed </w:t>
      </w:r>
      <w:r>
        <w:rPr>
          <w:color w:val="4C4D4F"/>
          <w:spacing w:val="-1"/>
        </w:rPr>
        <w:t>(horizontal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vertical </w:t>
      </w:r>
      <w:r>
        <w:rPr>
          <w:color w:val="4C4D4F"/>
          <w:spacing w:val="-1"/>
        </w:rPr>
        <w:t>lines</w:t>
      </w:r>
      <w:r>
        <w:rPr>
          <w:color w:val="4C4D4F"/>
        </w:rPr>
        <w:t> </w:t>
      </w:r>
      <w:r>
        <w:rPr>
          <w:color w:val="4C4D4F"/>
          <w:spacing w:val="-3"/>
        </w:rPr>
        <w:t>cross).</w:t>
      </w:r>
      <w:r>
        <w:rPr/>
      </w:r>
    </w:p>
    <w:p>
      <w:pPr>
        <w:pStyle w:val="BodyText"/>
        <w:numPr>
          <w:ilvl w:val="2"/>
          <w:numId w:val="4"/>
        </w:numPr>
        <w:tabs>
          <w:tab w:pos="2000" w:val="left" w:leader="none"/>
        </w:tabs>
        <w:spacing w:line="240" w:lineRule="auto" w:before="137" w:after="0"/>
        <w:ind w:left="20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Dimensions meet standard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convention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styles.</w:t>
      </w:r>
      <w:r>
        <w:rPr>
          <w:rFonts w:ascii="Arial"/>
        </w:rPr>
      </w:r>
    </w:p>
    <w:p>
      <w:pPr>
        <w:pStyle w:val="BodyText"/>
        <w:numPr>
          <w:ilvl w:val="2"/>
          <w:numId w:val="4"/>
        </w:numPr>
        <w:tabs>
          <w:tab w:pos="2000" w:val="left" w:leader="none"/>
        </w:tabs>
        <w:spacing w:line="240" w:lineRule="auto" w:before="137" w:after="0"/>
        <w:ind w:left="20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Dimensions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 neat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 </w:t>
      </w:r>
      <w:r>
        <w:rPr>
          <w:rFonts w:ascii="Arial"/>
          <w:color w:val="4C4D4F"/>
          <w:spacing w:val="-5"/>
        </w:rPr>
        <w:t>t</w:t>
      </w:r>
      <w:r>
        <w:rPr>
          <w:rFonts w:ascii="Arial"/>
          <w:color w:val="4C4D4F"/>
          <w:spacing w:val="-4"/>
        </w:rPr>
        <w:t>idy</w:t>
      </w:r>
      <w:r>
        <w:rPr>
          <w:rFonts w:ascii="Arial"/>
          <w:color w:val="4C4D4F"/>
          <w:spacing w:val="-5"/>
        </w:rPr>
        <w:t>.</w:t>
      </w:r>
      <w:r>
        <w:rPr>
          <w:rFonts w:ascii="Arial"/>
        </w:rPr>
      </w:r>
    </w:p>
    <w:p>
      <w:pPr>
        <w:pStyle w:val="BodyText"/>
        <w:numPr>
          <w:ilvl w:val="2"/>
          <w:numId w:val="4"/>
        </w:numPr>
        <w:tabs>
          <w:tab w:pos="2000" w:val="left" w:leader="none"/>
        </w:tabs>
        <w:spacing w:line="240" w:lineRule="auto" w:before="137" w:after="0"/>
        <w:ind w:left="2000" w:right="0" w:hanging="270"/>
        <w:jc w:val="left"/>
      </w:pPr>
      <w:r>
        <w:rPr>
          <w:color w:val="4C4D4F"/>
        </w:rPr>
        <w:t>Scale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size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object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space</w:t>
      </w:r>
      <w:r>
        <w:rPr>
          <w:color w:val="4C4D4F"/>
        </w:rPr>
        <w:t> </w:t>
      </w:r>
      <w:r>
        <w:rPr>
          <w:color w:val="4C4D4F"/>
          <w:spacing w:val="-2"/>
        </w:rPr>
        <w:t>available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2"/>
        </w:rPr>
        <w:t>drawing.</w:t>
      </w:r>
      <w:r>
        <w:rPr/>
      </w:r>
    </w:p>
    <w:p>
      <w:pPr>
        <w:pStyle w:val="BodyText"/>
        <w:numPr>
          <w:ilvl w:val="2"/>
          <w:numId w:val="4"/>
        </w:numPr>
        <w:tabs>
          <w:tab w:pos="2000" w:val="left" w:leader="none"/>
        </w:tabs>
        <w:spacing w:line="240" w:lineRule="auto" w:before="137" w:after="0"/>
        <w:ind w:left="2000" w:right="0" w:hanging="270"/>
        <w:jc w:val="left"/>
      </w:pPr>
      <w:r>
        <w:rPr>
          <w:color w:val="4C4D4F"/>
          <w:spacing w:val="-1"/>
        </w:rPr>
        <w:t>Lettering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neat,</w:t>
      </w:r>
      <w:r>
        <w:rPr>
          <w:color w:val="4C4D4F"/>
        </w:rPr>
        <w:t> </w:t>
      </w:r>
      <w:r>
        <w:rPr>
          <w:color w:val="4C4D4F"/>
          <w:spacing w:val="-1"/>
        </w:rPr>
        <w:t>clean,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uppercase.</w:t>
      </w:r>
      <w:r>
        <w:rPr/>
      </w:r>
    </w:p>
    <w:p>
      <w:pPr>
        <w:pStyle w:val="BodyText"/>
        <w:numPr>
          <w:ilvl w:val="2"/>
          <w:numId w:val="4"/>
        </w:numPr>
        <w:tabs>
          <w:tab w:pos="2000" w:val="left" w:leader="none"/>
        </w:tabs>
        <w:spacing w:line="240" w:lineRule="auto" w:before="137" w:after="0"/>
        <w:ind w:left="2000" w:right="0" w:hanging="270"/>
        <w:jc w:val="left"/>
      </w:pPr>
      <w:r>
        <w:rPr>
          <w:color w:val="4C4D4F"/>
          <w:spacing w:val="-1"/>
        </w:rPr>
        <w:t>Title</w:t>
      </w:r>
      <w:r>
        <w:rPr>
          <w:color w:val="4C4D4F"/>
        </w:rPr>
        <w:t> block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filled</w:t>
      </w:r>
      <w:r>
        <w:rPr>
          <w:color w:val="4C4D4F"/>
        </w:rPr>
        <w:t> </w:t>
      </w:r>
      <w:r>
        <w:rPr>
          <w:color w:val="4C4D4F"/>
          <w:spacing w:val="-1"/>
        </w:rPr>
        <w:t>out</w:t>
      </w:r>
      <w:r>
        <w:rPr>
          <w:color w:val="4C4D4F"/>
        </w:rPr>
        <w:t> correctly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</w:rPr>
        <w:t> </w:t>
      </w:r>
      <w:r>
        <w:rPr>
          <w:color w:val="4C4D4F"/>
          <w:spacing w:val="-1"/>
        </w:rPr>
        <w:t>information.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4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Appendix</w:t>
      </w:r>
      <w:r>
        <w:rPr>
          <w:color w:val="4F61AB"/>
          <w:spacing w:val="-19"/>
        </w:rPr>
        <w:t> </w:t>
      </w:r>
      <w:r>
        <w:rPr>
          <w:color w:val="4F61AB"/>
          <w:spacing w:val="-1"/>
        </w:rPr>
        <w:t>Acknowledgment</w:t>
      </w:r>
      <w:r>
        <w:rPr>
          <w:b w:val="0"/>
        </w:rPr>
      </w:r>
    </w:p>
    <w:p>
      <w:pPr>
        <w:pStyle w:val="BodyText"/>
        <w:spacing w:line="284" w:lineRule="auto" w:before="124"/>
        <w:ind w:right="796"/>
        <w:jc w:val="left"/>
      </w:pPr>
      <w:r>
        <w:rPr>
          <w:color w:val="4C4D4F"/>
        </w:rPr>
        <w:t>©</w:t>
      </w:r>
      <w:r>
        <w:rPr>
          <w:color w:val="4C4D4F"/>
          <w:spacing w:val="-1"/>
        </w:rPr>
        <w:t> Camosun</w:t>
      </w:r>
      <w:r>
        <w:rPr>
          <w:color w:val="4C4D4F"/>
        </w:rPr>
        <w:t> </w:t>
      </w:r>
      <w:r>
        <w:rPr>
          <w:color w:val="4C4D4F"/>
          <w:spacing w:val="-1"/>
        </w:rPr>
        <w:t>College.</w:t>
      </w:r>
      <w:r>
        <w:rPr>
          <w:color w:val="4C4D4F"/>
        </w:rPr>
        <w:t> </w:t>
      </w:r>
      <w:r>
        <w:rPr>
          <w:color w:val="4C4D4F"/>
          <w:spacing w:val="-4"/>
        </w:rPr>
        <w:t>Trades</w:t>
      </w:r>
      <w:r>
        <w:rPr>
          <w:color w:val="4C4D4F"/>
        </w:rPr>
        <w:t> Access Common </w:t>
      </w:r>
      <w:r>
        <w:rPr>
          <w:color w:val="4C4D4F"/>
          <w:spacing w:val="-2"/>
        </w:rPr>
        <w:t>Core:</w:t>
      </w:r>
      <w:r>
        <w:rPr>
          <w:color w:val="4C4D4F"/>
        </w:rPr>
        <w:t> </w:t>
      </w:r>
      <w:r>
        <w:rPr>
          <w:rFonts w:ascii="Arial" w:hAnsi="Arial"/>
          <w:i/>
          <w:color w:val="4C4D4F"/>
          <w:spacing w:val="-2"/>
        </w:rPr>
        <w:t>Competency</w:t>
      </w:r>
      <w:r>
        <w:rPr>
          <w:rFonts w:ascii="Arial" w:hAnsi="Arial"/>
          <w:i/>
          <w:color w:val="4C4D4F"/>
        </w:rPr>
        <w:t> </w:t>
      </w:r>
      <w:r>
        <w:rPr>
          <w:rFonts w:ascii="Arial" w:hAnsi="Arial"/>
          <w:i/>
          <w:color w:val="4C4D4F"/>
          <w:spacing w:val="2"/>
        </w:rPr>
        <w:t>D-3:</w:t>
      </w:r>
      <w:r>
        <w:rPr>
          <w:rFonts w:ascii="Arial" w:hAnsi="Arial"/>
          <w:i/>
          <w:color w:val="4C4D4F"/>
        </w:rPr>
        <w:t> </w:t>
      </w:r>
      <w:r>
        <w:rPr>
          <w:rFonts w:ascii="Arial" w:hAnsi="Arial"/>
          <w:i/>
          <w:color w:val="4C4D4F"/>
          <w:spacing w:val="-1"/>
        </w:rPr>
        <w:t>Read</w:t>
      </w:r>
      <w:r>
        <w:rPr>
          <w:rFonts w:ascii="Arial" w:hAnsi="Arial"/>
          <w:i/>
          <w:color w:val="4C4D4F"/>
          <w:spacing w:val="-2"/>
        </w:rPr>
        <w:t> </w:t>
      </w:r>
      <w:r>
        <w:rPr>
          <w:rFonts w:ascii="Arial" w:hAnsi="Arial"/>
          <w:i/>
          <w:color w:val="4C4D4F"/>
          <w:spacing w:val="-1"/>
        </w:rPr>
        <w:t>Drawings</w:t>
      </w:r>
      <w:r>
        <w:rPr>
          <w:rFonts w:ascii="Arial" w:hAnsi="Arial"/>
          <w:i/>
          <w:color w:val="4C4D4F"/>
        </w:rPr>
        <w:t> </w:t>
      </w:r>
      <w:r>
        <w:rPr>
          <w:rFonts w:ascii="Arial" w:hAnsi="Arial"/>
          <w:i/>
          <w:color w:val="4C4D4F"/>
          <w:spacing w:val="-1"/>
        </w:rPr>
        <w:t>and</w:t>
      </w:r>
      <w:r>
        <w:rPr>
          <w:rFonts w:ascii="Arial" w:hAnsi="Arial"/>
          <w:i/>
          <w:color w:val="4C4D4F"/>
          <w:spacing w:val="55"/>
        </w:rPr>
        <w:t> </w:t>
      </w:r>
      <w:r>
        <w:rPr>
          <w:rFonts w:ascii="Arial" w:hAnsi="Arial"/>
          <w:i/>
          <w:color w:val="4C4D4F"/>
        </w:rPr>
        <w:t>Specifications</w:t>
      </w:r>
      <w:r>
        <w:rPr>
          <w:rFonts w:ascii="Arial" w:hAnsi="Arial"/>
          <w:i/>
          <w:color w:val="4C4D4F"/>
          <w:spacing w:val="-1"/>
        </w:rPr>
        <w:t> </w:t>
      </w:r>
      <w:r>
        <w:rPr>
          <w:color w:val="4C4D4F"/>
          <w:spacing w:val="-2"/>
        </w:rPr>
        <w:t>(pp.</w:t>
      </w:r>
      <w:r>
        <w:rPr>
          <w:color w:val="4C4D4F"/>
        </w:rPr>
        <w:t> </w:t>
      </w:r>
      <w:r>
        <w:rPr>
          <w:color w:val="4C4D4F"/>
          <w:spacing w:val="1"/>
        </w:rPr>
        <w:t>34-40).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4"/>
        </w:rPr>
        <w:t>Trades</w:t>
      </w:r>
      <w:r>
        <w:rPr>
          <w:color w:val="4C4D4F"/>
        </w:rPr>
        <w:t> Access Common Core </w:t>
      </w:r>
      <w:r>
        <w:rPr>
          <w:color w:val="4C4D4F"/>
          <w:spacing w:val="-1"/>
        </w:rPr>
        <w:t>resources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licensed</w:t>
      </w:r>
      <w:r>
        <w:rPr>
          <w:color w:val="4C4D4F"/>
        </w:rPr>
        <w:t> </w:t>
      </w:r>
      <w:r>
        <w:rPr>
          <w:color w:val="4C4D4F"/>
          <w:spacing w:val="-1"/>
        </w:rPr>
        <w:t>under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Creative</w:t>
      </w:r>
      <w:r>
        <w:rPr>
          <w:color w:val="4C4D4F"/>
        </w:rPr>
        <w:t> </w:t>
      </w:r>
      <w:r>
        <w:rPr>
          <w:color w:val="4C4D4F"/>
          <w:spacing w:val="-1"/>
        </w:rPr>
        <w:t>Commons</w:t>
      </w:r>
      <w:r>
        <w:rPr>
          <w:color w:val="4C4D4F"/>
        </w:rPr>
        <w:t> Attribution </w:t>
      </w:r>
      <w:r>
        <w:rPr>
          <w:color w:val="4C4D4F"/>
          <w:spacing w:val="-2"/>
        </w:rPr>
        <w:t>4.0</w:t>
      </w:r>
      <w:r>
        <w:rPr>
          <w:color w:val="4C4D4F"/>
        </w:rPr>
        <w:t> Unported Licence </w:t>
      </w:r>
      <w:r>
        <w:rPr>
          <w:color w:val="4C4D4F"/>
          <w:spacing w:val="-1"/>
        </w:rPr>
        <w:t>(</w:t>
      </w:r>
      <w:hyperlink r:id="rId16">
        <w:r>
          <w:rPr>
            <w:color w:val="4C4D4F"/>
            <w:spacing w:val="-1"/>
          </w:rPr>
          <w:t>http://creativecommons.org/licenses/</w:t>
        </w:r>
      </w:hyperlink>
      <w:r>
        <w:rPr>
          <w:color w:val="4C4D4F"/>
          <w:spacing w:val="49"/>
        </w:rPr>
        <w:t> </w:t>
      </w:r>
      <w:r>
        <w:rPr>
          <w:color w:val="4C4D4F"/>
          <w:spacing w:val="-3"/>
        </w:rPr>
        <w:t>by/4.0/),</w:t>
      </w:r>
      <w:r>
        <w:rPr>
          <w:color w:val="4C4D4F"/>
        </w:rPr>
        <w:t> </w:t>
      </w:r>
      <w:r>
        <w:rPr>
          <w:color w:val="4C4D4F"/>
          <w:spacing w:val="-2"/>
        </w:rPr>
        <w:t>except</w:t>
      </w:r>
      <w:r>
        <w:rPr>
          <w:color w:val="4C4D4F"/>
        </w:rPr>
        <w:t> </w:t>
      </w:r>
      <w:r>
        <w:rPr>
          <w:color w:val="4C4D4F"/>
          <w:spacing w:val="-1"/>
        </w:rPr>
        <w:t>where</w:t>
      </w:r>
      <w:r>
        <w:rPr>
          <w:color w:val="4C4D4F"/>
        </w:rPr>
        <w:t> otherwise </w:t>
      </w:r>
      <w:r>
        <w:rPr>
          <w:color w:val="4C4D4F"/>
          <w:spacing w:val="-2"/>
        </w:rPr>
        <w:t>noted.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49"/>
        <w:ind w:left="150" w:right="0"/>
        <w:jc w:val="left"/>
        <w:rPr>
          <w:b w:val="0"/>
          <w:bCs w:val="0"/>
        </w:rPr>
      </w:pPr>
      <w:r>
        <w:rPr>
          <w:color w:val="4F61AB"/>
          <w:spacing w:val="-1"/>
        </w:rPr>
        <w:t>Appendix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519.3pt;height:5pt;mso-position-horizontal-relative:char;mso-position-vertical-relative:line" coordorigin="0,0" coordsize="10386,100">
            <v:group style="position:absolute;left:50;top:50;width:10286;height:2" coordorigin="50,50" coordsize="10286,2">
              <v:shape style="position:absolute;left:50;top:50;width:10286;height:2" coordorigin="50,50" coordsize="10286,0" path="m50,50l10335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BodyText"/>
        <w:spacing w:line="280" w:lineRule="auto" w:before="70"/>
        <w:ind w:left="950" w:right="988"/>
        <w:jc w:val="left"/>
        <w:rPr>
          <w:rFonts w:ascii="Myriad Pro" w:hAnsi="Myriad Pro" w:cs="Myriad Pro" w:eastAsia="Myriad Pro"/>
        </w:rPr>
      </w:pPr>
      <w:r>
        <w:rPr/>
        <w:pict>
          <v:group style="position:absolute;margin-left:200.957001pt;margin-top:129.584412pt;width:263pt;height:224.95pt;mso-position-horizontal-relative:page;mso-position-vertical-relative:paragraph;z-index:-108208" coordorigin="4019,2592" coordsize="5260,4499">
            <v:shape style="position:absolute;left:4560;top:4057;width:3530;height:2447" type="#_x0000_t75" stroked="false">
              <v:imagedata r:id="rId19" o:title=""/>
            </v:shape>
            <v:group style="position:absolute;left:4560;top:4057;width:3531;height:2447" coordorigin="4560,4057" coordsize="3531,2447">
              <v:shape style="position:absolute;left:4560;top:4057;width:3531;height:2447" coordorigin="4560,4057" coordsize="3531,2447" path="m8090,6504l8090,4830,7063,4830,7024,4829,6949,4820,6914,4765,6911,4057,5739,4057,5739,4678,5735,4716,5710,4772,5649,4816,5589,4830,4560,4830,4560,6504,8090,6504xe" filled="false" stroked="true" strokeweight="1.029pt" strokecolor="#231f20">
                <v:path arrowok="t"/>
              </v:shape>
            </v:group>
            <v:group style="position:absolute;left:4561;top:6136;width:1176;height:188" coordorigin="4561,6136" coordsize="1176,188">
              <v:shape style="position:absolute;left:4561;top:6136;width:1176;height:188" coordorigin="4561,6136" coordsize="1176,188" path="m4561,6324l5737,6324,5737,6136,4561,6136,4561,6324xe" filled="true" fillcolor="#ffffff" stroked="false">
                <v:path arrowok="t"/>
                <v:fill type="solid"/>
              </v:shape>
            </v:group>
            <v:group style="position:absolute;left:4561;top:5224;width:3530;height:912" coordorigin="4561,5224" coordsize="3530,912">
              <v:shape style="position:absolute;left:4561;top:5224;width:3530;height:912" coordorigin="4561,5224" coordsize="3530,912" path="m4561,6136l8090,6136,8090,5224,4561,5224,4561,6136xe" filled="true" fillcolor="#ffffff" stroked="false">
                <v:path arrowok="t"/>
                <v:fill type="solid"/>
              </v:shape>
            </v:group>
            <v:group style="position:absolute;left:4561;top:5036;width:1176;height:188" coordorigin="4561,5036" coordsize="1176,188">
              <v:shape style="position:absolute;left:4561;top:5036;width:1176;height:188" coordorigin="4561,5036" coordsize="1176,188" path="m4561,5224l5737,5224,5737,5036,4561,5036,4561,5224xe" filled="true" fillcolor="#ffffff" stroked="false">
                <v:path arrowok="t"/>
                <v:fill type="solid"/>
              </v:shape>
            </v:group>
            <v:group style="position:absolute;left:6914;top:6136;width:1176;height:188" coordorigin="6914,6136" coordsize="1176,188">
              <v:shape style="position:absolute;left:6914;top:6136;width:1176;height:188" coordorigin="6914,6136" coordsize="1176,188" path="m8090,6136l6914,6136,6914,6324,8090,6324,8090,6136xe" filled="true" fillcolor="#ffffff" stroked="false">
                <v:path arrowok="t"/>
                <v:fill type="solid"/>
              </v:shape>
            </v:group>
            <v:group style="position:absolute;left:6041;top:4830;width:568;height:394" coordorigin="6041,4830" coordsize="568,394">
              <v:shape style="position:absolute;left:6041;top:4830;width:568;height:394" coordorigin="6041,4830" coordsize="568,394" path="m6609,4830l6041,4830,6041,5223,6609,5223,6609,4830xe" filled="true" fillcolor="#ffffff" stroked="false">
                <v:path arrowok="t"/>
                <v:fill type="solid"/>
              </v:shape>
            </v:group>
            <v:group style="position:absolute;left:6914;top:5036;width:1176;height:188" coordorigin="6914,5036" coordsize="1176,188">
              <v:shape style="position:absolute;left:6914;top:5036;width:1176;height:188" coordorigin="6914,5036" coordsize="1176,188" path="m8090,5036l6914,5036,6914,5223,8090,5223,8090,5036xe" filled="true" fillcolor="#ffffff" stroked="false">
                <v:path arrowok="t"/>
                <v:fill type="solid"/>
              </v:shape>
            </v:group>
            <v:group style="position:absolute;left:5861;top:4057;width:928;height:773" coordorigin="5861,4057" coordsize="928,773">
              <v:shape style="position:absolute;left:5861;top:4057;width:928;height:773" coordorigin="5861,4057" coordsize="928,773" path="m6789,4057l5861,4057,5861,4830,6789,4830,6789,4057xe" filled="true" fillcolor="#ffffff" stroked="false">
                <v:path arrowok="t"/>
                <v:fill type="solid"/>
              </v:shape>
            </v:group>
            <v:group style="position:absolute;left:4561;top:4057;width:3530;height:2267" coordorigin="4561,4057" coordsize="3530,2267">
              <v:shape style="position:absolute;left:4561;top:4057;width:3530;height:2267" coordorigin="4561,4057" coordsize="3530,2267" path="m6914,5036l6914,5223,6609,5223,6609,4830,6789,4830,6789,4057,5861,4057,5861,4830,6041,4830,6041,5223,5737,5223,5737,5036,4561,5036,4561,6324,5737,6324,5737,6136,6914,6136,6914,6324,8090,6324,8090,5036,6914,5036xe" filled="false" stroked="true" strokeweight=".772pt" strokecolor="#231f20">
                <v:path arrowok="t"/>
              </v:shape>
            </v:group>
            <v:group style="position:absolute;left:4388;top:5691;width:83;height:2" coordorigin="4388,5691" coordsize="83,2">
              <v:shape style="position:absolute;left:4388;top:5691;width:83;height:2" coordorigin="4388,5691" coordsize="83,0" path="m4388,5691l4470,5691e" filled="false" stroked="true" strokeweight=".515pt" strokecolor="#231f20">
                <v:path arrowok="t"/>
              </v:shape>
            </v:group>
            <v:group style="position:absolute;left:4533;top:5691;width:3771;height:2" coordorigin="4533,5691" coordsize="3771,2">
              <v:shape style="position:absolute;left:4533;top:5691;width:3771;height:2" coordorigin="4533,5691" coordsize="3771,0" path="m4533,5691l8303,5691e" filled="false" stroked="true" strokeweight=".515011pt" strokecolor="#231f20">
                <v:path arrowok="t"/>
                <v:stroke dashstyle="dash"/>
              </v:shape>
            </v:group>
            <v:group style="position:absolute;left:6325;top:6675;width:2;height:83" coordorigin="6325,6675" coordsize="2,83">
              <v:shape style="position:absolute;left:6325;top:6675;width:2;height:83" coordorigin="6325,6675" coordsize="0,83" path="m6325,6758l6325,6675e" filled="false" stroked="true" strokeweight=".515pt" strokecolor="#231f20">
                <v:path arrowok="t"/>
              </v:shape>
            </v:group>
            <v:group style="position:absolute;left:6325;top:3884;width:2;height:2728" coordorigin="6325,3884" coordsize="2,2728">
              <v:shape style="position:absolute;left:6325;top:3884;width:2;height:2728" coordorigin="6325,3884" coordsize="0,2728" path="m6325,3884l6325,6612e" filled="false" stroked="true" strokeweight=".515006pt" strokecolor="#231f20">
                <v:path arrowok="t"/>
                <v:stroke dashstyle="dash"/>
              </v:shape>
            </v:group>
            <v:group style="position:absolute;left:4120;top:6504;width:400;height:2" coordorigin="4120,6504" coordsize="400,2">
              <v:shape style="position:absolute;left:4120;top:6504;width:400;height:2" coordorigin="4120,6504" coordsize="400,0" path="m4520,6504l4120,6504e" filled="false" stroked="true" strokeweight=".515pt" strokecolor="#231f20">
                <v:path arrowok="t"/>
              </v:shape>
            </v:group>
            <v:group style="position:absolute;left:6962;top:4051;width:2035;height:2" coordorigin="6962,4051" coordsize="2035,2">
              <v:shape style="position:absolute;left:6962;top:4051;width:2035;height:2" coordorigin="6962,4051" coordsize="2035,0" path="m8996,4051l6962,4051e" filled="false" stroked="true" strokeweight=".515pt" strokecolor="#231f20">
                <v:path arrowok="t"/>
              </v:shape>
            </v:group>
            <v:group style="position:absolute;left:4554;top:6538;width:2;height:527" coordorigin="4554,6538" coordsize="2,527">
              <v:shape style="position:absolute;left:4554;top:6538;width:2;height:527" coordorigin="4554,6538" coordsize="0,527" path="m4554,6538l4554,7065e" filled="false" stroked="true" strokeweight=".515pt" strokecolor="#231f20">
                <v:path arrowok="t"/>
              </v:shape>
            </v:group>
            <v:group style="position:absolute;left:5729;top:6538;width:2;height:220" coordorigin="5729,6538" coordsize="2,220">
              <v:shape style="position:absolute;left:5729;top:6538;width:2;height:220" coordorigin="5729,6538" coordsize="0,220" path="m5729,6538l5729,6758e" filled="false" stroked="true" strokeweight=".515pt" strokecolor="#231f20">
                <v:path arrowok="t"/>
              </v:shape>
            </v:group>
            <v:group style="position:absolute;left:8090;top:6538;width:2;height:527" coordorigin="8090,6538" coordsize="2,527">
              <v:shape style="position:absolute;left:8090;top:6538;width:2;height:527" coordorigin="8090,6538" coordsize="0,527" path="m8090,6538l8090,7065e" filled="false" stroked="true" strokeweight=".515pt" strokecolor="#231f20">
                <v:path arrowok="t"/>
              </v:shape>
            </v:group>
            <v:group style="position:absolute;left:8136;top:6504;width:383;height:2" coordorigin="8136,6504" coordsize="383,2">
              <v:shape style="position:absolute;left:8136;top:6504;width:383;height:2" coordorigin="8136,6504" coordsize="383,0" path="m8136,6504l8519,6504e" filled="false" stroked="true" strokeweight=".515pt" strokecolor="#231f20">
                <v:path arrowok="t"/>
              </v:shape>
            </v:group>
            <v:group style="position:absolute;left:8136;top:4823;width:383;height:2" coordorigin="8136,4823" coordsize="383,2">
              <v:shape style="position:absolute;left:8136;top:4823;width:383;height:2" coordorigin="8136,4823" coordsize="383,0" path="m8136,4823l8519,4823e" filled="false" stroked="true" strokeweight=".515pt" strokecolor="#231f20">
                <v:path arrowok="t"/>
              </v:shape>
            </v:group>
            <v:group style="position:absolute;left:6916;top:3629;width:2;height:383" coordorigin="6916,3629" coordsize="2,383">
              <v:shape style="position:absolute;left:6916;top:3629;width:2;height:383" coordorigin="6916,3629" coordsize="0,383" path="m6916,4012l6916,3629e" filled="false" stroked="true" strokeweight=".515pt" strokecolor="#231f20">
                <v:path arrowok="t"/>
              </v:shape>
            </v:group>
            <v:group style="position:absolute;left:5736;top:3629;width:2;height:383" coordorigin="5736,3629" coordsize="2,383">
              <v:shape style="position:absolute;left:5736;top:3629;width:2;height:383" coordorigin="5736,3629" coordsize="0,383" path="m5736,4012l5736,3629e" filled="false" stroked="true" strokeweight=".515pt" strokecolor="#231f20">
                <v:path arrowok="t"/>
              </v:shape>
            </v:group>
            <v:group style="position:absolute;left:8090;top:3237;width:2;height:1557" coordorigin="8090,3237" coordsize="2,1557">
              <v:shape style="position:absolute;left:8090;top:3237;width:2;height:1557" coordorigin="8090,3237" coordsize="0,1557" path="m8090,4793l8090,3237e" filled="false" stroked="true" strokeweight=".515pt" strokecolor="#231f20">
                <v:path arrowok="t"/>
              </v:shape>
            </v:group>
            <v:group style="position:absolute;left:4561;top:3237;width:2;height:1557" coordorigin="4561,3237" coordsize="2,1557">
              <v:shape style="position:absolute;left:4561;top:3237;width:2;height:1557" coordorigin="4561,3237" coordsize="0,1557" path="m4561,4793l4561,3237e" filled="false" stroked="true" strokeweight=".515pt" strokecolor="#231f20">
                <v:path arrowok="t"/>
              </v:shape>
            </v:group>
            <v:group style="position:absolute;left:4120;top:4827;width:400;height:2" coordorigin="4120,4827" coordsize="400,2">
              <v:shape style="position:absolute;left:4120;top:4827;width:400;height:2" coordorigin="4120,4827" coordsize="400,0" path="m4520,4827l4120,4827e" filled="false" stroked="true" strokeweight=".515pt" strokecolor="#231f20">
                <v:path arrowok="t"/>
              </v:shape>
            </v:group>
            <v:group style="position:absolute;left:4144;top:4918;width:2;height:635" coordorigin="4144,4918" coordsize="2,635">
              <v:shape style="position:absolute;left:4144;top:4918;width:2;height:635" coordorigin="4144,4918" coordsize="0,635" path="m4144,4918l4144,5552e" filled="false" stroked="true" strokeweight=".515pt" strokecolor="#231f20">
                <v:path arrowok="t"/>
              </v:shape>
            </v:group>
            <v:group style="position:absolute;left:4144;top:5769;width:2;height:644" coordorigin="4144,5769" coordsize="2,644">
              <v:shape style="position:absolute;left:4144;top:5769;width:2;height:644" coordorigin="4144,5769" coordsize="0,644" path="m4144,5769l4144,6413e" filled="false" stroked="true" strokeweight=".515pt" strokecolor="#231f20">
                <v:path arrowok="t"/>
              </v:shape>
            </v:group>
            <v:group style="position:absolute;left:4115;top:4827;width:60;height:112" coordorigin="4115,4827" coordsize="60,112">
              <v:shape style="position:absolute;left:4115;top:4827;width:60;height:112" coordorigin="4115,4827" coordsize="60,112" path="m4145,4827l4115,4939,4175,4939,4145,4827xe" filled="true" fillcolor="#231f20" stroked="false">
                <v:path arrowok="t"/>
                <v:fill type="solid"/>
              </v:shape>
            </v:group>
            <v:group style="position:absolute;left:4115;top:6392;width:60;height:112" coordorigin="4115,6392" coordsize="60,112">
              <v:shape style="position:absolute;left:4115;top:6392;width:60;height:112" coordorigin="4115,6392" coordsize="60,112" path="m4175,6392l4115,6392,4145,6504,4175,6392xe" filled="true" fillcolor="#231f20" stroked="false">
                <v:path arrowok="t"/>
                <v:fill type="solid"/>
              </v:shape>
            </v:group>
            <v:group style="position:absolute;left:8425;top:4918;width:2;height:676" coordorigin="8425,4918" coordsize="2,676">
              <v:shape style="position:absolute;left:8425;top:4918;width:2;height:676" coordorigin="8425,4918" coordsize="0,676" path="m8425,4918l8425,5594e" filled="false" stroked="true" strokeweight=".515pt" strokecolor="#231f20">
                <v:path arrowok="t"/>
              </v:shape>
            </v:group>
            <v:group style="position:absolute;left:8425;top:5810;width:2;height:603" coordorigin="8425,5810" coordsize="2,603">
              <v:shape style="position:absolute;left:8425;top:5810;width:2;height:603" coordorigin="8425,5810" coordsize="0,603" path="m8425,5810l8425,6413e" filled="false" stroked="true" strokeweight=".515pt" strokecolor="#231f20">
                <v:path arrowok="t"/>
              </v:shape>
            </v:group>
            <v:group style="position:absolute;left:8396;top:4827;width:60;height:112" coordorigin="8396,4827" coordsize="60,112">
              <v:shape style="position:absolute;left:8396;top:4827;width:60;height:112" coordorigin="8396,4827" coordsize="60,112" path="m8426,4827l8396,4939,8456,4939,8426,4827xe" filled="true" fillcolor="#231f20" stroked="false">
                <v:path arrowok="t"/>
                <v:fill type="solid"/>
              </v:shape>
            </v:group>
            <v:group style="position:absolute;left:8396;top:6392;width:60;height:112" coordorigin="8396,6392" coordsize="60,112">
              <v:shape style="position:absolute;left:8396;top:6392;width:60;height:112" coordorigin="8396,6392" coordsize="60,112" path="m8456,6392l8396,6392,8426,6504,8456,6392xe" filled="true" fillcolor="#231f20" stroked="false">
                <v:path arrowok="t"/>
                <v:fill type="solid"/>
              </v:shape>
            </v:group>
            <v:group style="position:absolute;left:8933;top:4149;width:2;height:675" coordorigin="8933,4149" coordsize="2,675">
              <v:shape style="position:absolute;left:8933;top:4149;width:2;height:675" coordorigin="8933,4149" coordsize="0,675" path="m8933,4149l8933,4823e" filled="false" stroked="true" strokeweight=".515pt" strokecolor="#231f20">
                <v:path arrowok="t"/>
              </v:shape>
            </v:group>
            <v:group style="position:absolute;left:8933;top:4995;width:2;height:605" coordorigin="8933,4995" coordsize="2,605">
              <v:shape style="position:absolute;left:8933;top:4995;width:2;height:605" coordorigin="8933,4995" coordsize="0,605" path="m8933,4995l8933,5599e" filled="false" stroked="true" strokeweight=".515pt" strokecolor="#231f20">
                <v:path arrowok="t"/>
              </v:shape>
            </v:group>
            <v:group style="position:absolute;left:8904;top:4057;width:60;height:112" coordorigin="8904,4057" coordsize="60,112">
              <v:shape style="position:absolute;left:8904;top:4057;width:60;height:112" coordorigin="8904,4057" coordsize="60,112" path="m8934,4057l8904,4169,8964,4169,8934,4057xe" filled="true" fillcolor="#231f20" stroked="false">
                <v:path arrowok="t"/>
                <v:fill type="solid"/>
              </v:shape>
            </v:group>
            <v:group style="position:absolute;left:8551;top:5691;width:446;height:2" coordorigin="8551,5691" coordsize="446,2">
              <v:shape style="position:absolute;left:8551;top:5691;width:446;height:2" coordorigin="8551,5691" coordsize="446,0" path="m8551,5691l8996,5691e" filled="false" stroked="true" strokeweight=".515011pt" strokecolor="#231f20">
                <v:path arrowok="t"/>
                <v:stroke dashstyle="dash"/>
              </v:shape>
            </v:group>
            <v:group style="position:absolute;left:8904;top:5579;width:60;height:112" coordorigin="8904,5579" coordsize="60,112">
              <v:shape style="position:absolute;left:8904;top:5579;width:60;height:112" coordorigin="8904,5579" coordsize="60,112" path="m8964,5579l8904,5579,8934,5690,8964,5579xe" filled="true" fillcolor="#231f20" stroked="false">
                <v:path arrowok="t"/>
                <v:fill type="solid"/>
              </v:shape>
            </v:group>
            <v:group style="position:absolute;left:4422;top:4918;width:2;height:234" coordorigin="4422,4918" coordsize="2,234">
              <v:shape style="position:absolute;left:4422;top:4918;width:2;height:234" coordorigin="4422,4918" coordsize="0,234" path="m4422,4918l4422,5152e" filled="false" stroked="true" strokeweight=".515pt" strokecolor="#231f20">
                <v:path arrowok="t"/>
              </v:shape>
            </v:group>
            <v:group style="position:absolute;left:4422;top:5368;width:2;height:232" coordorigin="4422,5368" coordsize="2,232">
              <v:shape style="position:absolute;left:4422;top:5368;width:2;height:232" coordorigin="4422,5368" coordsize="0,232" path="m4422,5368l4422,5600e" filled="false" stroked="true" strokeweight=".515pt" strokecolor="#231f20">
                <v:path arrowok="t"/>
              </v:shape>
            </v:group>
            <v:group style="position:absolute;left:4393;top:4827;width:60;height:112" coordorigin="4393,4827" coordsize="60,112">
              <v:shape style="position:absolute;left:4393;top:4827;width:60;height:112" coordorigin="4393,4827" coordsize="60,112" path="m4423,4827l4393,4939,4453,4939,4423,4827xe" filled="true" fillcolor="#231f20" stroked="false">
                <v:path arrowok="t"/>
                <v:fill type="solid"/>
              </v:shape>
            </v:group>
            <v:group style="position:absolute;left:4393;top:5579;width:60;height:112" coordorigin="4393,5579" coordsize="60,112">
              <v:shape style="position:absolute;left:4393;top:5579;width:60;height:112" coordorigin="4393,5579" coordsize="60,112" path="m4453,5579l4393,5579,4423,5691,4453,5579xe" filled="true" fillcolor="#231f20" stroked="false">
                <v:path arrowok="t"/>
                <v:fill type="solid"/>
              </v:shape>
            </v:group>
            <v:group style="position:absolute;left:6632;top:7005;width:1367;height:2" coordorigin="6632,7005" coordsize="1367,2">
              <v:shape style="position:absolute;left:6632;top:7005;width:1367;height:2" coordorigin="6632,7005" coordsize="1367,0" path="m6632,7005l7999,7005e" filled="false" stroked="true" strokeweight=".515pt" strokecolor="#231f20">
                <v:path arrowok="t"/>
              </v:shape>
            </v:group>
            <v:group style="position:absolute;left:4645;top:7005;width:1284;height:2" coordorigin="4645,7005" coordsize="1284,2">
              <v:shape style="position:absolute;left:4645;top:7005;width:1284;height:2" coordorigin="4645,7005" coordsize="1284,0" path="m4645,7005l5929,7005e" filled="false" stroked="true" strokeweight=".515pt" strokecolor="#231f20">
                <v:path arrowok="t"/>
              </v:shape>
            </v:group>
            <v:group style="position:absolute;left:4554;top:6973;width:112;height:60" coordorigin="4554,6973" coordsize="112,60">
              <v:shape style="position:absolute;left:4554;top:6973;width:112;height:60" coordorigin="4554,6973" coordsize="112,60" path="m4666,6973l4554,7003,4666,7033,4666,6973xe" filled="true" fillcolor="#231f20" stroked="false">
                <v:path arrowok="t"/>
                <v:fill type="solid"/>
              </v:shape>
            </v:group>
            <v:group style="position:absolute;left:7978;top:6973;width:112;height:60" coordorigin="7978,6973" coordsize="112,60">
              <v:shape style="position:absolute;left:7978;top:6973;width:112;height:60" coordorigin="7978,6973" coordsize="112,60" path="m7978,6973l7978,7033,8090,7003,7978,6973xe" filled="true" fillcolor="#231f20" stroked="false">
                <v:path arrowok="t"/>
                <v:fill type="solid"/>
              </v:shape>
            </v:group>
            <v:group style="position:absolute;left:5364;top:6722;width:274;height:2" coordorigin="5364,6722" coordsize="274,2">
              <v:shape style="position:absolute;left:5364;top:6722;width:274;height:2" coordorigin="5364,6722" coordsize="274,0" path="m5364,6722l5638,6722e" filled="false" stroked="true" strokeweight=".515pt" strokecolor="#231f20">
                <v:path arrowok="t"/>
              </v:shape>
            </v:group>
            <v:group style="position:absolute;left:5617;top:6690;width:112;height:60" coordorigin="5617,6690" coordsize="112,60">
              <v:shape style="position:absolute;left:5617;top:6690;width:112;height:60" coordorigin="5617,6690" coordsize="112,60" path="m5617,6690l5617,6750,5729,6720,5617,6690xe" filled="true" fillcolor="#231f20" stroked="false">
                <v:path arrowok="t"/>
                <v:fill type="solid"/>
              </v:shape>
            </v:group>
            <v:group style="position:absolute;left:6416;top:6722;width:274;height:2" coordorigin="6416,6722" coordsize="274,2">
              <v:shape style="position:absolute;left:6416;top:6722;width:274;height:2" coordorigin="6416,6722" coordsize="274,0" path="m6689,6722l6416,6722e" filled="false" stroked="true" strokeweight=".515pt" strokecolor="#231f20">
                <v:path arrowok="t"/>
              </v:shape>
            </v:group>
            <v:group style="position:absolute;left:6325;top:6693;width:112;height:60" coordorigin="6325,6693" coordsize="112,60">
              <v:shape style="position:absolute;left:6325;top:6693;width:112;height:60" coordorigin="6325,6693" coordsize="112,60" path="m6436,6693l6325,6723,6436,6753,6436,6693xe" filled="true" fillcolor="#231f20" stroked="false">
                <v:path arrowok="t"/>
                <v:fill type="solid"/>
              </v:shape>
            </v:group>
            <v:group style="position:absolute;left:6653;top:3746;width:172;height:2" coordorigin="6653,3746" coordsize="172,2">
              <v:shape style="position:absolute;left:6653;top:3746;width:172;height:2" coordorigin="6653,3746" coordsize="172,0" path="m6653,3746l6825,3746e" filled="false" stroked="true" strokeweight=".515pt" strokecolor="#231f20">
                <v:path arrowok="t"/>
              </v:shape>
            </v:group>
            <v:group style="position:absolute;left:5828;top:3746;width:169;height:2" coordorigin="5828,3746" coordsize="169,2">
              <v:shape style="position:absolute;left:5828;top:3746;width:169;height:2" coordorigin="5828,3746" coordsize="169,0" path="m5828,3746l5996,3746e" filled="false" stroked="true" strokeweight=".515pt" strokecolor="#231f20">
                <v:path arrowok="t"/>
              </v:shape>
            </v:group>
            <v:group style="position:absolute;left:5736;top:3715;width:112;height:60" coordorigin="5736,3715" coordsize="112,60">
              <v:shape style="position:absolute;left:5736;top:3715;width:112;height:60" coordorigin="5736,3715" coordsize="112,60" path="m5848,3715l5736,3745,5848,3775,5848,3715xe" filled="true" fillcolor="#231f20" stroked="false">
                <v:path arrowok="t"/>
                <v:fill type="solid"/>
              </v:shape>
            </v:group>
            <v:group style="position:absolute;left:6805;top:3715;width:112;height:60" coordorigin="6805,3715" coordsize="112,60">
              <v:shape style="position:absolute;left:6805;top:3715;width:112;height:60" coordorigin="6805,3715" coordsize="112,60" path="m6805,3715l6805,3775,6916,3745,6805,3715xe" filled="true" fillcolor="#231f20" stroked="false">
                <v:path arrowok="t"/>
                <v:fill type="solid"/>
              </v:shape>
            </v:group>
            <v:group style="position:absolute;left:5849;top:3321;width:374;height:2" coordorigin="5849,3321" coordsize="374,2">
              <v:shape style="position:absolute;left:5849;top:3321;width:374;height:2" coordorigin="5849,3321" coordsize="374,0" path="m5849,3321l6223,3321e" filled="false" stroked="true" strokeweight=".515pt" strokecolor="#231f20">
                <v:path arrowok="t"/>
              </v:shape>
            </v:group>
            <v:group style="position:absolute;left:4652;top:3321;width:398;height:2" coordorigin="4652,3321" coordsize="398,2">
              <v:shape style="position:absolute;left:4652;top:3321;width:398;height:2" coordorigin="4652,3321" coordsize="398,0" path="m4652,3321l5049,3321e" filled="false" stroked="true" strokeweight=".515pt" strokecolor="#231f20">
                <v:path arrowok="t"/>
              </v:shape>
            </v:group>
            <v:group style="position:absolute;left:4561;top:3289;width:112;height:60" coordorigin="4561,3289" coordsize="112,60">
              <v:shape style="position:absolute;left:4561;top:3289;width:112;height:60" coordorigin="4561,3289" coordsize="112,60" path="m4672,3289l4561,3319,4672,3349,4672,3289xe" filled="true" fillcolor="#231f20" stroked="false">
                <v:path arrowok="t"/>
                <v:fill type="solid"/>
              </v:shape>
            </v:group>
            <v:group style="position:absolute;left:6203;top:3289;width:112;height:60" coordorigin="6203,3289" coordsize="112,60">
              <v:shape style="position:absolute;left:6203;top:3289;width:112;height:60" coordorigin="6203,3289" coordsize="112,60" path="m6203,3289l6203,3349,6314,3319,6203,3289xe" filled="true" fillcolor="#231f20" stroked="false">
                <v:path arrowok="t"/>
                <v:fill type="solid"/>
              </v:shape>
            </v:group>
            <v:group style="position:absolute;left:7642;top:3321;width:347;height:2" coordorigin="7642,3321" coordsize="347,2">
              <v:shape style="position:absolute;left:7642;top:3321;width:347;height:2" coordorigin="7642,3321" coordsize="347,0" path="m7642,3321l7989,3321e" filled="false" stroked="true" strokeweight=".515pt" strokecolor="#231f20">
                <v:path arrowok="t"/>
              </v:shape>
            </v:group>
            <v:group style="position:absolute;left:6417;top:3321;width:425;height:2" coordorigin="6417,3321" coordsize="425,2">
              <v:shape style="position:absolute;left:6417;top:3321;width:425;height:2" coordorigin="6417,3321" coordsize="425,0" path="m6417,3321l6842,3321e" filled="false" stroked="true" strokeweight=".515pt" strokecolor="#231f20">
                <v:path arrowok="t"/>
              </v:shape>
            </v:group>
            <v:group style="position:absolute;left:6326;top:3289;width:112;height:60" coordorigin="6326,3289" coordsize="112,60">
              <v:shape style="position:absolute;left:6326;top:3289;width:112;height:60" coordorigin="6326,3289" coordsize="112,60" path="m6438,3289l6326,3319,6438,3349,6438,3289xe" filled="true" fillcolor="#231f20" stroked="false">
                <v:path arrowok="t"/>
                <v:fill type="solid"/>
              </v:shape>
            </v:group>
            <v:group style="position:absolute;left:7968;top:3289;width:112;height:60" coordorigin="7968,3289" coordsize="112,60">
              <v:shape style="position:absolute;left:7968;top:3289;width:112;height:60" coordorigin="7968,3289" coordsize="112,60" path="m7968,3289l7968,3349,8080,3319,7968,3289xe" filled="true" fillcolor="#231f20" stroked="false">
                <v:path arrowok="t"/>
                <v:fill type="solid"/>
              </v:shape>
            </v:group>
            <v:group style="position:absolute;left:6322;top:3254;width:2;height:150" coordorigin="6322,3254" coordsize="2,150">
              <v:shape style="position:absolute;left:6322;top:3254;width:2;height:150" coordorigin="6322,3254" coordsize="0,150" path="m6322,3403l6322,3254e" filled="false" stroked="true" strokeweight=".515pt" strokecolor="#231f20">
                <v:path arrowok="t"/>
              </v:shape>
            </v:group>
            <v:group style="position:absolute;left:5929;top:6919;width:704;height:172" coordorigin="5929,6919" coordsize="704,172">
              <v:shape style="position:absolute;left:5929;top:6919;width:704;height:172" coordorigin="5929,6919" coordsize="704,172" path="m6632,7090l5929,7090,5929,6919,6632,6919,6632,7090xe" filled="true" fillcolor="#ffffff" stroked="false">
                <v:path arrowok="t"/>
                <v:fill type="solid"/>
              </v:shape>
            </v:group>
            <v:group style="position:absolute;left:5049;top:3235;width:801;height:172" coordorigin="5049,3235" coordsize="801,172">
              <v:shape style="position:absolute;left:5049;top:3235;width:801;height:172" coordorigin="5049,3235" coordsize="801,172" path="m5849,3406l5049,3406,5049,3235,5849,3235,5849,3406xe" filled="true" fillcolor="#ffffff" stroked="false">
                <v:path arrowok="t"/>
                <v:fill type="solid"/>
              </v:shape>
            </v:group>
            <v:group style="position:absolute;left:5996;top:3661;width:657;height:172" coordorigin="5996,3661" coordsize="657,172">
              <v:shape style="position:absolute;left:5996;top:3661;width:657;height:172" coordorigin="5996,3661" coordsize="657,172" path="m6653,3832l5996,3832,5996,3661,6653,3661,6653,3832xe" filled="true" fillcolor="#ffffff" stroked="false">
                <v:path arrowok="t"/>
                <v:fill type="solid"/>
              </v:shape>
            </v:group>
            <v:group style="position:absolute;left:8622;top:4823;width:657;height:172" coordorigin="8622,4823" coordsize="657,172">
              <v:shape style="position:absolute;left:8622;top:4823;width:657;height:172" coordorigin="8622,4823" coordsize="657,172" path="m9278,4995l8622,4995,8622,4823,9278,4823,9278,4995xe" filled="true" fillcolor="#ffffff" stroked="false">
                <v:path arrowok="t"/>
                <v:fill type="solid"/>
              </v:shape>
            </v:group>
            <v:group style="position:absolute;left:6842;top:3235;width:801;height:172" coordorigin="6842,3235" coordsize="801,172">
              <v:shape style="position:absolute;left:6842;top:3235;width:801;height:172" coordorigin="6842,3235" coordsize="801,172" path="m7642,3406l6842,3406,6842,3235,7642,3235,7642,3406xe" filled="true" fillcolor="#ffffff" stroked="false">
                <v:path arrowok="t"/>
                <v:fill type="solid"/>
              </v:shape>
            </v:group>
            <v:group style="position:absolute;left:4019;top:5552;width:203;height:217" coordorigin="4019,5552" coordsize="203,217">
              <v:shape style="position:absolute;left:4019;top:5552;width:203;height:217" coordorigin="4019,5552" coordsize="203,217" path="m4222,5769l4019,5769,4019,5552,4222,5552,4222,5769xe" filled="true" fillcolor="#ffffff" stroked="false">
                <v:path arrowok="t"/>
                <v:fill type="solid"/>
              </v:shape>
            </v:group>
            <v:group style="position:absolute;left:8303;top:5594;width:248;height:217" coordorigin="8303,5594" coordsize="248,217">
              <v:shape style="position:absolute;left:8303;top:5594;width:248;height:217" coordorigin="8303,5594" coordsize="248,217" path="m8550,5810l8303,5810,8303,5594,8550,5594,8550,5810xe" filled="true" fillcolor="#ffffff" stroked="false">
                <v:path arrowok="t"/>
                <v:fill type="solid"/>
              </v:shape>
            </v:group>
            <v:group style="position:absolute;left:4318;top:5152;width:203;height:217" coordorigin="4318,5152" coordsize="203,217">
              <v:shape style="position:absolute;left:4318;top:5152;width:203;height:217" coordorigin="4318,5152" coordsize="203,217" path="m4520,5368l4318,5368,4318,5152,4520,5152,4520,5368xe" filled="true" fillcolor="#ffffff" stroked="false">
                <v:path arrowok="t"/>
                <v:fill type="solid"/>
              </v:shape>
            </v:group>
            <v:group style="position:absolute;left:5582;top:2597;width:1163;height:553" coordorigin="5582,2597" coordsize="1163,553">
              <v:shape style="position:absolute;left:5582;top:2597;width:1163;height:553" coordorigin="5582,2597" coordsize="1163,553" path="m6744,2597l6563,2597,5582,3149e" filled="false" stroked="true" strokeweight=".515pt" strokecolor="#231f20">
                <v:path arrowok="t"/>
              </v:shape>
            </v:group>
            <v:group style="position:absolute;left:5503;top:3114;width:112;height:81" coordorigin="5503,3114" coordsize="112,81">
              <v:shape style="position:absolute;left:5503;top:3114;width:112;height:81" coordorigin="5503,3114" coordsize="112,81" path="m5586,3114l5503,3195,5615,3166,5586,3114xe" filled="true" fillcolor="#231f20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13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shows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simple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drawing.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Notice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dimensions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given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between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arrows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92"/>
          <w:w w:val="102"/>
        </w:rPr>
        <w:t> </w:t>
      </w:r>
      <w:r>
        <w:rPr>
          <w:rFonts w:ascii="Myriad Pro"/>
          <w:color w:val="231F20"/>
        </w:rPr>
        <w:t>point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extension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lines.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By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using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this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method,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dimensions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do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not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get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way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  <w:spacing w:val="1"/>
        </w:rPr>
        <w:t>the</w:t>
      </w:r>
      <w:r>
        <w:rPr>
          <w:rFonts w:ascii="Myriad Pro"/>
          <w:color w:val="231F20"/>
          <w:spacing w:val="66"/>
          <w:w w:val="102"/>
        </w:rPr>
        <w:t> </w:t>
      </w:r>
      <w:r>
        <w:rPr>
          <w:rFonts w:ascii="Myriad Pro"/>
          <w:color w:val="231F20"/>
        </w:rPr>
        <w:t>drawing.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One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extension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line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can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used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for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several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dimensions.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Notice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also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titles</w:t>
      </w:r>
      <w:r>
        <w:rPr>
          <w:rFonts w:ascii="Myriad Pro"/>
          <w:color w:val="231F20"/>
          <w:spacing w:val="72"/>
          <w:w w:val="102"/>
        </w:rPr>
        <w:t> </w:t>
      </w:r>
      <w:r>
        <w:rPr>
          <w:rFonts w:ascii="Myriad Pro"/>
          <w:color w:val="231F20"/>
        </w:rPr>
        <w:t>require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larger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letter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sizes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than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those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used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for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dimensions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notations.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It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important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the</w:t>
      </w:r>
      <w:r>
        <w:rPr>
          <w:rFonts w:ascii="Myriad Pro"/>
          <w:color w:val="231F20"/>
          <w:spacing w:val="64"/>
          <w:w w:val="102"/>
        </w:rPr>
        <w:t> </w:t>
      </w:r>
      <w:r>
        <w:rPr>
          <w:rFonts w:ascii="Myriad Pro"/>
          <w:color w:val="231F20"/>
        </w:rPr>
        <w:t>title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sketch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number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stand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out,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shown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13.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When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begin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lettering,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may</w:t>
      </w:r>
      <w:r>
        <w:rPr>
          <w:rFonts w:ascii="Myriad Pro"/>
          <w:color w:val="231F20"/>
          <w:spacing w:val="56"/>
          <w:w w:val="102"/>
        </w:rPr>
        <w:t> </w:t>
      </w:r>
      <w:r>
        <w:rPr>
          <w:rFonts w:ascii="Myriad Pro"/>
          <w:color w:val="231F20"/>
        </w:rPr>
        <w:t>wish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use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very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light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lettering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guide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lines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ensure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uniformity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lettering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size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alignment.</w:t>
      </w:r>
      <w:r>
        <w:rPr>
          <w:rFonts w:ascii="Myriad Pro"/>
        </w:rPr>
      </w:r>
    </w:p>
    <w:p>
      <w:pPr>
        <w:spacing w:line="240" w:lineRule="auto" w:before="12"/>
        <w:rPr>
          <w:rFonts w:ascii="Myriad Pro" w:hAnsi="Myriad Pro" w:cs="Myriad Pro" w:eastAsia="Myriad Pro"/>
          <w:sz w:val="28"/>
          <w:szCs w:val="28"/>
        </w:rPr>
      </w:pPr>
    </w:p>
    <w:tbl>
      <w:tblPr>
        <w:tblW w:w="0" w:type="auto"/>
        <w:jc w:val="left"/>
        <w:tblInd w:w="17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16"/>
        <w:gridCol w:w="3776"/>
        <w:gridCol w:w="1860"/>
      </w:tblGrid>
      <w:tr>
        <w:trPr>
          <w:trHeight w:val="5863" w:hRule="exact"/>
        </w:trPr>
        <w:tc>
          <w:tcPr>
            <w:tcW w:w="7553" w:type="dxa"/>
            <w:gridSpan w:val="3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Myriad Pro" w:hAnsi="Myriad Pro" w:cs="Myriad Pro" w:eastAsia="Myriad Pro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4172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 w:hAnsi="Myriad Pro" w:cs="Myriad Pro" w:eastAsia="Myriad Pro"/>
                <w:color w:val="231F20"/>
                <w:sz w:val="20"/>
                <w:szCs w:val="20"/>
              </w:rPr>
              <w:t>Dimensions</w:t>
            </w:r>
            <w:r>
              <w:rPr>
                <w:rFonts w:ascii="Myriad Pro" w:hAnsi="Myriad Pro" w:cs="Myriad Pro" w:eastAsia="Myriad Pro"/>
                <w:color w:val="231F20"/>
                <w:spacing w:val="-1"/>
                <w:sz w:val="20"/>
                <w:szCs w:val="20"/>
              </w:rPr>
              <w:t> </w:t>
            </w:r>
            <w:r>
              <w:rPr>
                <w:rFonts w:ascii="Myriad Pro" w:hAnsi="Myriad Pro" w:cs="Myriad Pro" w:eastAsia="Myriad Pro"/>
                <w:color w:val="231F20"/>
                <w:sz w:val="20"/>
                <w:szCs w:val="20"/>
              </w:rPr>
              <w:t>and</w:t>
            </w:r>
            <w:r>
              <w:rPr>
                <w:rFonts w:ascii="Myriad Pro" w:hAnsi="Myriad Pro" w:cs="Myriad Pro" w:eastAsia="Myriad Pro"/>
                <w:color w:val="231F20"/>
                <w:spacing w:val="-1"/>
                <w:sz w:val="20"/>
                <w:szCs w:val="20"/>
              </w:rPr>
              <w:t> notations </w:t>
            </w:r>
            <w:r>
              <w:rPr>
                <w:rFonts w:ascii="Myriad Pro" w:hAnsi="Myriad Pro" w:cs="Myriad Pro" w:eastAsia="Myriad Pro"/>
                <w:color w:val="231F20"/>
                <w:sz w:val="20"/>
                <w:szCs w:val="20"/>
              </w:rPr>
              <w:t>3</w:t>
            </w:r>
            <w:r>
              <w:rPr>
                <w:rFonts w:ascii="Myriad Pro" w:hAnsi="Myriad Pro" w:cs="Myriad Pro" w:eastAsia="Myriad Pro"/>
                <w:color w:val="231F20"/>
                <w:spacing w:val="-1"/>
                <w:sz w:val="20"/>
                <w:szCs w:val="20"/>
              </w:rPr>
              <w:t> </w:t>
            </w:r>
            <w:r>
              <w:rPr>
                <w:rFonts w:ascii="Myriad Pro" w:hAnsi="Myriad Pro" w:cs="Myriad Pro" w:eastAsia="Myriad Pro"/>
                <w:color w:val="231F20"/>
                <w:sz w:val="20"/>
                <w:szCs w:val="20"/>
              </w:rPr>
              <w:t>mm</w:t>
            </w:r>
            <w:r>
              <w:rPr>
                <w:rFonts w:ascii="Myriad Pro" w:hAnsi="Myriad Pro" w:cs="Myriad Pro" w:eastAsia="Myriad Pro"/>
                <w:color w:val="231F20"/>
                <w:spacing w:val="-1"/>
                <w:sz w:val="20"/>
                <w:szCs w:val="20"/>
              </w:rPr>
              <w:t> </w:t>
            </w:r>
            <w:r>
              <w:rPr>
                <w:rFonts w:ascii="Myriad Pro" w:hAnsi="Myriad Pro" w:cs="Myriad Pro" w:eastAsia="Myriad Pro"/>
                <w:color w:val="231F20"/>
                <w:sz w:val="20"/>
                <w:szCs w:val="20"/>
              </w:rPr>
              <w:t>(1⁄s")</w:t>
            </w:r>
            <w:r>
              <w:rPr>
                <w:rFonts w:ascii="Myriad Pro" w:hAnsi="Myriad Pro" w:cs="Myriad Pro" w:eastAsia="Myriad Pro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tabs>
                <w:tab w:pos="1792" w:val="left" w:leader="none"/>
              </w:tabs>
              <w:spacing w:line="240" w:lineRule="auto"/>
              <w:ind w:right="188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z w:val="20"/>
              </w:rPr>
              <w:t>1-25/32"</w:t>
              <w:tab/>
              <w:t>1-25/32"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Myriad Pro" w:hAnsi="Myriad Pro" w:cs="Myriad Pro" w:eastAsia="Myriad Pro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192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z w:val="20"/>
              </w:rPr>
              <w:t>1-1/16"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Myriad Pro" w:hAnsi="Myriad Pro" w:cs="Myriad Pro" w:eastAsia="Myriad Pro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1028"/>
              <w:jc w:val="righ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z w:val="20"/>
              </w:rPr>
              <w:t>1-5/8"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 w:before="133"/>
              <w:ind w:right="4034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z w:val="20"/>
              </w:rPr>
              <w:t>1"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tabs>
                <w:tab w:pos="4283" w:val="left" w:leader="none"/>
              </w:tabs>
              <w:spacing w:line="240" w:lineRule="auto" w:before="160"/>
              <w:ind w:right="218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z w:val="20"/>
              </w:rPr>
              <w:t>2"</w:t>
              <w:tab/>
            </w:r>
            <w:r>
              <w:rPr>
                <w:rFonts w:ascii="Myriad Pro"/>
                <w:color w:val="231F20"/>
                <w:position w:val="-1"/>
                <w:sz w:val="20"/>
              </w:rPr>
              <w:t>2"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Myriad Pro" w:hAnsi="Myriad Pro" w:cs="Myriad Pro" w:eastAsia="Myriad Pro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113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z w:val="20"/>
              </w:rPr>
              <w:t>17/32"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 w:before="26"/>
              <w:ind w:right="262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z w:val="20"/>
              </w:rPr>
              <w:t>3-5/16"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Myriad Pro" w:hAnsi="Myriad Pro" w:cs="Myriad Pro" w:eastAsia="Myriad Pro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3852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 w:hAnsi="Myriad Pro"/>
                <w:color w:val="231F20"/>
                <w:spacing w:val="-1"/>
                <w:sz w:val="20"/>
              </w:rPr>
              <w:t>Title</w:t>
            </w:r>
            <w:r>
              <w:rPr>
                <w:rFonts w:ascii="Myriad Pro" w:hAnsi="Myriad Pro"/>
                <w:color w:val="231F20"/>
                <w:spacing w:val="9"/>
                <w:sz w:val="20"/>
              </w:rPr>
              <w:t> </w:t>
            </w:r>
            <w:r>
              <w:rPr>
                <w:rFonts w:ascii="Myriad Pro" w:hAnsi="Myriad Pro"/>
                <w:color w:val="231F20"/>
                <w:sz w:val="20"/>
              </w:rPr>
              <w:t>and</w:t>
            </w:r>
            <w:r>
              <w:rPr>
                <w:rFonts w:ascii="Myriad Pro" w:hAnsi="Myriad Pro"/>
                <w:color w:val="231F20"/>
                <w:spacing w:val="9"/>
                <w:sz w:val="20"/>
              </w:rPr>
              <w:t> </w:t>
            </w:r>
            <w:r>
              <w:rPr>
                <w:rFonts w:ascii="Myriad Pro" w:hAnsi="Myriad Pro"/>
                <w:color w:val="231F20"/>
                <w:spacing w:val="-1"/>
                <w:sz w:val="20"/>
              </w:rPr>
              <w:t>drawing</w:t>
            </w:r>
            <w:r>
              <w:rPr>
                <w:rFonts w:ascii="Myriad Pro" w:hAnsi="Myriad Pro"/>
                <w:color w:val="231F20"/>
                <w:spacing w:val="10"/>
                <w:sz w:val="20"/>
              </w:rPr>
              <w:t> </w:t>
            </w:r>
            <w:r>
              <w:rPr>
                <w:rFonts w:ascii="Myriad Pro" w:hAnsi="Myriad Pro"/>
                <w:color w:val="231F20"/>
                <w:spacing w:val="-1"/>
                <w:sz w:val="20"/>
              </w:rPr>
              <w:t>sizes</w:t>
            </w:r>
            <w:r>
              <w:rPr>
                <w:rFonts w:ascii="Myriad Pro" w:hAnsi="Myriad Pro"/>
                <w:color w:val="231F20"/>
                <w:spacing w:val="9"/>
                <w:sz w:val="20"/>
              </w:rPr>
              <w:t> </w:t>
            </w:r>
            <w:r>
              <w:rPr>
                <w:rFonts w:ascii="Myriad Pro" w:hAnsi="Myriad Pro"/>
                <w:color w:val="231F20"/>
                <w:sz w:val="20"/>
              </w:rPr>
              <w:t>6</w:t>
            </w:r>
            <w:r>
              <w:rPr>
                <w:rFonts w:ascii="Myriad Pro" w:hAnsi="Myriad Pro"/>
                <w:color w:val="231F20"/>
                <w:spacing w:val="10"/>
                <w:sz w:val="20"/>
              </w:rPr>
              <w:t> </w:t>
            </w:r>
            <w:r>
              <w:rPr>
                <w:rFonts w:ascii="Myriad Pro" w:hAnsi="Myriad Pro"/>
                <w:color w:val="231F20"/>
                <w:sz w:val="20"/>
              </w:rPr>
              <w:t>mm</w:t>
            </w:r>
            <w:r>
              <w:rPr>
                <w:rFonts w:ascii="Myriad Pro" w:hAnsi="Myriad Pro"/>
                <w:color w:val="231F20"/>
                <w:spacing w:val="9"/>
                <w:sz w:val="20"/>
              </w:rPr>
              <w:t> </w:t>
            </w:r>
            <w:r>
              <w:rPr>
                <w:rFonts w:ascii="Myriad Pro" w:hAnsi="Myriad Pro"/>
                <w:color w:val="231F20"/>
                <w:sz w:val="20"/>
              </w:rPr>
              <w:t>(¼")</w:t>
            </w:r>
            <w:r>
              <w:rPr>
                <w:rFonts w:ascii="Myriad Pro" w:hAnsi="Myriad Pro"/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19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17"/>
              <w:ind w:left="56" w:right="0"/>
              <w:jc w:val="left"/>
              <w:rPr>
                <w:rFonts w:ascii="Myriad Pro Semibold" w:hAnsi="Myriad Pro Semibold" w:cs="Myriad Pro Semibold" w:eastAsia="Myriad Pro Semibold"/>
                <w:sz w:val="24"/>
                <w:szCs w:val="24"/>
              </w:rPr>
            </w:pPr>
            <w:r>
              <w:rPr>
                <w:rFonts w:ascii="Myriad Pro Semibold"/>
                <w:b/>
                <w:color w:val="231F20"/>
                <w:sz w:val="24"/>
              </w:rPr>
              <w:t>DN</w:t>
            </w:r>
            <w:r>
              <w:rPr>
                <w:rFonts w:ascii="Myriad Pro Semibold"/>
                <w:sz w:val="24"/>
              </w:rPr>
            </w:r>
          </w:p>
        </w:tc>
        <w:tc>
          <w:tcPr>
            <w:tcW w:w="3776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6" w:lineRule="auto" w:before="32"/>
              <w:ind w:left="929" w:right="965" w:firstLine="145"/>
              <w:jc w:val="left"/>
              <w:rPr>
                <w:rFonts w:ascii="Myriad Pro Semibold" w:hAnsi="Myriad Pro Semibold" w:cs="Myriad Pro Semibold" w:eastAsia="Myriad Pro Semibold"/>
                <w:sz w:val="24"/>
                <w:szCs w:val="24"/>
              </w:rPr>
            </w:pPr>
            <w:r>
              <w:rPr>
                <w:rFonts w:ascii="Myriad Pro Semibold" w:hAnsi="Myriad Pro Semibold" w:cs="Myriad Pro Semibold" w:eastAsia="Myriad Pro Semibold"/>
                <w:b/>
                <w:bCs/>
                <w:color w:val="231F20"/>
                <w:sz w:val="24"/>
                <w:szCs w:val="24"/>
              </w:rPr>
              <w:t>REDUCING</w:t>
            </w:r>
            <w:r>
              <w:rPr>
                <w:rFonts w:ascii="Myriad Pro Semibold" w:hAnsi="Myriad Pro Semibold" w:cs="Myriad Pro Semibold" w:eastAsia="Myriad Pro Semibold"/>
                <w:b/>
                <w:bCs/>
                <w:color w:val="231F20"/>
                <w:spacing w:val="20"/>
                <w:sz w:val="24"/>
                <w:szCs w:val="24"/>
              </w:rPr>
              <w:t> </w:t>
            </w:r>
            <w:r>
              <w:rPr>
                <w:rFonts w:ascii="Myriad Pro Semibold" w:hAnsi="Myriad Pro Semibold" w:cs="Myriad Pro Semibold" w:eastAsia="Myriad Pro Semibold"/>
                <w:b/>
                <w:bCs/>
                <w:color w:val="231F20"/>
                <w:sz w:val="24"/>
                <w:szCs w:val="24"/>
              </w:rPr>
              <w:t>TEE</w:t>
            </w:r>
            <w:r>
              <w:rPr>
                <w:rFonts w:ascii="Myriad Pro Semibold" w:hAnsi="Myriad Pro Semibold" w:cs="Myriad Pro Semibold" w:eastAsia="Myriad Pro Semibold"/>
                <w:b/>
                <w:bCs/>
                <w:color w:val="231F20"/>
                <w:w w:val="102"/>
                <w:sz w:val="24"/>
                <w:szCs w:val="24"/>
              </w:rPr>
              <w:t> </w:t>
            </w:r>
            <w:r>
              <w:rPr>
                <w:rFonts w:ascii="Myriad Pro Semibold" w:hAnsi="Myriad Pro Semibold" w:cs="Myriad Pro Semibold" w:eastAsia="Myriad Pro Semibold"/>
                <w:b/>
                <w:bCs/>
                <w:color w:val="231F20"/>
                <w:sz w:val="24"/>
                <w:szCs w:val="24"/>
              </w:rPr>
              <w:t>SLIP</w:t>
            </w:r>
            <w:r>
              <w:rPr>
                <w:rFonts w:ascii="Myriad Pro Semibold" w:hAnsi="Myriad Pro Semibold" w:cs="Myriad Pro Semibold" w:eastAsia="Myriad Pro Semibold"/>
                <w:b/>
                <w:bCs/>
                <w:color w:val="231F20"/>
                <w:spacing w:val="9"/>
                <w:sz w:val="24"/>
                <w:szCs w:val="24"/>
              </w:rPr>
              <w:t> </w:t>
            </w:r>
            <w:r>
              <w:rPr>
                <w:rFonts w:ascii="Myriad Pro Semibold" w:hAnsi="Myriad Pro Semibold" w:cs="Myriad Pro Semibold" w:eastAsia="Myriad Pro Semibold"/>
                <w:b/>
                <w:bCs/>
                <w:color w:val="231F20"/>
                <w:sz w:val="24"/>
                <w:szCs w:val="24"/>
              </w:rPr>
              <w:t>×</w:t>
            </w:r>
            <w:r>
              <w:rPr>
                <w:rFonts w:ascii="Myriad Pro Semibold" w:hAnsi="Myriad Pro Semibold" w:cs="Myriad Pro Semibold" w:eastAsia="Myriad Pro Semibold"/>
                <w:b/>
                <w:bCs/>
                <w:color w:val="231F20"/>
                <w:spacing w:val="9"/>
                <w:sz w:val="24"/>
                <w:szCs w:val="24"/>
              </w:rPr>
              <w:t> </w:t>
            </w:r>
            <w:r>
              <w:rPr>
                <w:rFonts w:ascii="Myriad Pro Semibold" w:hAnsi="Myriad Pro Semibold" w:cs="Myriad Pro Semibold" w:eastAsia="Myriad Pro Semibold"/>
                <w:b/>
                <w:bCs/>
                <w:color w:val="231F20"/>
                <w:sz w:val="24"/>
                <w:szCs w:val="24"/>
              </w:rPr>
              <w:t>SLIP</w:t>
            </w:r>
            <w:r>
              <w:rPr>
                <w:rFonts w:ascii="Myriad Pro Semibold" w:hAnsi="Myriad Pro Semibold" w:cs="Myriad Pro Semibold" w:eastAsia="Myriad Pro Semibold"/>
                <w:b/>
                <w:bCs/>
                <w:color w:val="231F20"/>
                <w:spacing w:val="9"/>
                <w:sz w:val="24"/>
                <w:szCs w:val="24"/>
              </w:rPr>
              <w:t> </w:t>
            </w:r>
            <w:r>
              <w:rPr>
                <w:rFonts w:ascii="Myriad Pro Semibold" w:hAnsi="Myriad Pro Semibold" w:cs="Myriad Pro Semibold" w:eastAsia="Myriad Pro Semibold"/>
                <w:b/>
                <w:bCs/>
                <w:color w:val="231F20"/>
                <w:sz w:val="24"/>
                <w:szCs w:val="24"/>
              </w:rPr>
              <w:t>×</w:t>
            </w:r>
            <w:r>
              <w:rPr>
                <w:rFonts w:ascii="Myriad Pro Semibold" w:hAnsi="Myriad Pro Semibold" w:cs="Myriad Pro Semibold" w:eastAsia="Myriad Pro Semibold"/>
                <w:b/>
                <w:bCs/>
                <w:color w:val="231F20"/>
                <w:spacing w:val="9"/>
                <w:sz w:val="24"/>
                <w:szCs w:val="24"/>
              </w:rPr>
              <w:t> </w:t>
            </w:r>
            <w:r>
              <w:rPr>
                <w:rFonts w:ascii="Myriad Pro Semibold" w:hAnsi="Myriad Pro Semibold" w:cs="Myriad Pro Semibold" w:eastAsia="Myriad Pro Semibold"/>
                <w:b/>
                <w:bCs/>
                <w:color w:val="231F20"/>
                <w:sz w:val="24"/>
                <w:szCs w:val="24"/>
              </w:rPr>
              <w:t>SLIP</w:t>
            </w:r>
            <w:r>
              <w:rPr>
                <w:rFonts w:ascii="Myriad Pro Semibold" w:hAnsi="Myriad Pro Semibold" w:cs="Myriad Pro Semibold" w:eastAsia="Myriad Pro Semibold"/>
                <w:sz w:val="24"/>
                <w:szCs w:val="24"/>
              </w:rPr>
            </w:r>
          </w:p>
        </w:tc>
        <w:tc>
          <w:tcPr>
            <w:tcW w:w="186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17"/>
              <w:ind w:left="52" w:right="0"/>
              <w:jc w:val="left"/>
              <w:rPr>
                <w:rFonts w:ascii="Myriad Pro Semibold" w:hAnsi="Myriad Pro Semibold" w:cs="Myriad Pro Semibold" w:eastAsia="Myriad Pro Semibold"/>
                <w:sz w:val="24"/>
                <w:szCs w:val="24"/>
              </w:rPr>
            </w:pPr>
            <w:r>
              <w:rPr>
                <w:rFonts w:ascii="Myriad Pro Semibold"/>
                <w:b/>
                <w:color w:val="231F20"/>
                <w:spacing w:val="-2"/>
                <w:sz w:val="24"/>
              </w:rPr>
              <w:t>DWG</w:t>
            </w:r>
            <w:r>
              <w:rPr>
                <w:rFonts w:ascii="Myriad Pro Semibold"/>
                <w:sz w:val="24"/>
              </w:rPr>
            </w:r>
          </w:p>
        </w:tc>
      </w:tr>
      <w:tr>
        <w:trPr>
          <w:trHeight w:val="340" w:hRule="exact"/>
        </w:trPr>
        <w:tc>
          <w:tcPr>
            <w:tcW w:w="19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13"/>
              <w:ind w:left="56" w:right="0"/>
              <w:jc w:val="left"/>
              <w:rPr>
                <w:rFonts w:ascii="Myriad Pro Semibold" w:hAnsi="Myriad Pro Semibold" w:cs="Myriad Pro Semibold" w:eastAsia="Myriad Pro Semibold"/>
                <w:sz w:val="24"/>
                <w:szCs w:val="24"/>
              </w:rPr>
            </w:pPr>
            <w:r>
              <w:rPr>
                <w:rFonts w:ascii="Myriad Pro Semibold"/>
                <w:b/>
                <w:color w:val="231F20"/>
                <w:spacing w:val="-5"/>
                <w:sz w:val="24"/>
              </w:rPr>
              <w:t>DATE:</w:t>
            </w:r>
            <w:r>
              <w:rPr>
                <w:rFonts w:ascii="Myriad Pro Semibold"/>
                <w:sz w:val="24"/>
              </w:rPr>
            </w:r>
          </w:p>
        </w:tc>
        <w:tc>
          <w:tcPr>
            <w:tcW w:w="3776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186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</w:tr>
    </w:tbl>
    <w:p>
      <w:pPr>
        <w:spacing w:line="240" w:lineRule="auto" w:before="8"/>
        <w:rPr>
          <w:rFonts w:ascii="Myriad Pro" w:hAnsi="Myriad Pro" w:cs="Myriad Pro" w:eastAsia="Myriad Pro"/>
          <w:sz w:val="7"/>
          <w:szCs w:val="7"/>
        </w:rPr>
      </w:pPr>
    </w:p>
    <w:p>
      <w:pPr>
        <w:spacing w:before="76"/>
        <w:ind w:left="101" w:right="0" w:firstLine="0"/>
        <w:jc w:val="center"/>
        <w:rPr>
          <w:rFonts w:ascii="Myriad Pro" w:hAnsi="Myriad Pro" w:cs="Myriad Pro" w:eastAsia="Myriad Pro"/>
          <w:sz w:val="18"/>
          <w:szCs w:val="18"/>
        </w:rPr>
      </w:pPr>
      <w:r>
        <w:rPr/>
        <w:pict>
          <v:group style="position:absolute;margin-left:297.56781pt;margin-top:-62.397373pt;width:117.55pt;height:27.75pt;mso-position-horizontal-relative:page;mso-position-vertical-relative:paragraph;z-index:-108184" coordorigin="5951,-1248" coordsize="2351,555">
            <v:group style="position:absolute;left:5957;top:-1243;width:545;height:458" coordorigin="5957,-1243" coordsize="545,458">
              <v:shape style="position:absolute;left:5957;top:-1243;width:545;height:458" coordorigin="5957,-1243" coordsize="545,458" path="m5957,-1243l6077,-1243,6501,-785e" filled="false" stroked="true" strokeweight=".515pt" strokecolor="#231f20">
                <v:path arrowok="t"/>
              </v:shape>
            </v:group>
            <v:group style="position:absolute;left:6466;top:-821;width:98;height:103" coordorigin="6466,-821" coordsize="98,103">
              <v:shape style="position:absolute;left:6466;top:-821;width:98;height:103" coordorigin="6466,-821" coordsize="98,103" path="m6510,-821l6466,-780,6564,-719,6510,-821xe" filled="true" fillcolor="#231f20" stroked="false">
                <v:path arrowok="t"/>
                <v:fill type="solid"/>
              </v:shape>
            </v:group>
            <v:group style="position:absolute;left:6077;top:-1243;width:2220;height:545" coordorigin="6077,-1243" coordsize="2220,545">
              <v:shape style="position:absolute;left:6077;top:-1243;width:2220;height:545" coordorigin="6077,-1243" coordsize="2220,545" path="m6077,-1243l8297,-698e" filled="false" stroked="true" strokeweight=".515pt" strokecolor="#231f20">
                <v:path arrowok="t"/>
              </v:shape>
            </v:group>
            <w10:wrap type="none"/>
          </v:group>
        </w:pic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3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13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8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8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Standard</w:t>
      </w:r>
      <w:r>
        <w:rPr>
          <w:rFonts w:ascii="Myriad Pro" w:hAnsi="Myriad Pro" w:cs="Myriad Pro" w:eastAsia="Myriad Pro"/>
          <w:color w:val="231F20"/>
          <w:spacing w:val="13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lettering</w:t>
      </w:r>
      <w:r>
        <w:rPr>
          <w:rFonts w:ascii="Myriad Pro" w:hAnsi="Myriad Pro" w:cs="Myriad Pro" w:eastAsia="Myriad Pro"/>
          <w:color w:val="231F20"/>
          <w:spacing w:val="14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sizes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10"/>
        <w:rPr>
          <w:rFonts w:ascii="Myriad Pro" w:hAnsi="Myriad Pro" w:cs="Myriad Pro" w:eastAsia="Myriad Pro"/>
          <w:sz w:val="21"/>
          <w:szCs w:val="21"/>
        </w:rPr>
      </w:pPr>
    </w:p>
    <w:p>
      <w:pPr>
        <w:pStyle w:val="Heading2"/>
        <w:spacing w:line="240" w:lineRule="auto"/>
        <w:ind w:left="950" w:right="0"/>
        <w:jc w:val="left"/>
        <w:rPr>
          <w:rFonts w:ascii="Myriad Pro Semibold" w:hAnsi="Myriad Pro Semibold" w:cs="Myriad Pro Semibold" w:eastAsia="Myriad Pro Semibold"/>
          <w:b w:val="0"/>
          <w:bCs w:val="0"/>
        </w:rPr>
      </w:pPr>
      <w:r>
        <w:rPr>
          <w:rFonts w:ascii="Myriad Pro Semibold"/>
          <w:color w:val="4F61AB"/>
          <w:spacing w:val="-1"/>
        </w:rPr>
        <w:t>Principles</w:t>
      </w:r>
      <w:r>
        <w:rPr>
          <w:rFonts w:ascii="Myriad Pro Semibold"/>
          <w:color w:val="4F61AB"/>
        </w:rPr>
        <w:t> of dimensioning</w:t>
      </w:r>
      <w:r>
        <w:rPr>
          <w:rFonts w:ascii="Myriad Pro Semibold"/>
          <w:b w:val="0"/>
        </w:rPr>
      </w:r>
    </w:p>
    <w:p>
      <w:pPr>
        <w:pStyle w:val="BodyText"/>
        <w:spacing w:line="280" w:lineRule="auto" w:before="7"/>
        <w:ind w:left="950" w:right="856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good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sketch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one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can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use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blueprint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manufacture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object.</w:t>
      </w:r>
      <w:r>
        <w:rPr>
          <w:rFonts w:ascii="Myriad Pro"/>
          <w:color w:val="231F20"/>
          <w:w w:val="102"/>
        </w:rPr>
        <w:t> </w:t>
      </w:r>
      <w:r>
        <w:rPr>
          <w:rFonts w:ascii="Myriad Pro"/>
          <w:color w:val="231F20"/>
          <w:spacing w:val="29"/>
          <w:w w:val="102"/>
        </w:rPr>
        <w:t>  </w:t>
      </w:r>
      <w:r>
        <w:rPr>
          <w:rFonts w:ascii="Myriad Pro"/>
          <w:color w:val="231F20"/>
          <w:spacing w:val="-3"/>
        </w:rPr>
        <w:t>Your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sketch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must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show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all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necessary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dimensions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part,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locate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any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features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it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may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have</w:t>
      </w:r>
      <w:r>
        <w:rPr>
          <w:rFonts w:ascii="Myriad Pro"/>
          <w:color w:val="231F20"/>
          <w:spacing w:val="50"/>
          <w:w w:val="102"/>
        </w:rPr>
        <w:t> </w:t>
      </w:r>
      <w:r>
        <w:rPr>
          <w:rFonts w:ascii="Myriad Pro"/>
          <w:color w:val="231F20"/>
        </w:rPr>
        <w:t>(such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holes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slots),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give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information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material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made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from,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if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necessary,</w:t>
      </w:r>
      <w:r>
        <w:rPr>
          <w:rFonts w:ascii="Myriad Pro"/>
          <w:color w:val="231F20"/>
          <w:spacing w:val="62"/>
          <w:w w:val="102"/>
        </w:rPr>
        <w:t> </w:t>
      </w:r>
      <w:r>
        <w:rPr>
          <w:rFonts w:ascii="Myriad Pro"/>
          <w:color w:val="231F20"/>
        </w:rPr>
        <w:t>stipulate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processes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used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manufacture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object.</w:t>
      </w:r>
      <w:r>
        <w:rPr>
          <w:rFonts w:ascii="Myriad Pro"/>
        </w:rPr>
      </w:r>
    </w:p>
    <w:p>
      <w:pPr>
        <w:spacing w:after="0" w:line="280" w:lineRule="auto"/>
        <w:jc w:val="left"/>
        <w:rPr>
          <w:rFonts w:ascii="Myriad Pro" w:hAnsi="Myriad Pro" w:cs="Myriad Pro" w:eastAsia="Myriad Pro"/>
        </w:rPr>
        <w:sectPr>
          <w:footerReference w:type="default" r:id="rId17"/>
          <w:footerReference w:type="even" r:id="rId18"/>
          <w:pgSz w:w="12240" w:h="15840"/>
          <w:pgMar w:footer="643" w:header="630" w:top="1080" w:bottom="840" w:left="840" w:right="340"/>
          <w:pgNumType w:start="9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"/>
        <w:rPr>
          <w:rFonts w:ascii="Myriad Pro" w:hAnsi="Myriad Pro" w:cs="Myriad Pro" w:eastAsia="Myriad Pro"/>
          <w:sz w:val="17"/>
          <w:szCs w:val="17"/>
        </w:rPr>
      </w:pPr>
    </w:p>
    <w:p>
      <w:pPr>
        <w:pStyle w:val="BodyText"/>
        <w:spacing w:line="240" w:lineRule="auto" w:before="70"/>
        <w:ind w:left="729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Three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principles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dimensioning</w:t>
      </w:r>
      <w:r>
        <w:rPr>
          <w:rFonts w:ascii="Myriad Pro"/>
          <w:color w:val="231F20"/>
          <w:spacing w:val="27"/>
        </w:rPr>
        <w:t> </w:t>
      </w:r>
      <w:r>
        <w:rPr>
          <w:rFonts w:ascii="Myriad Pro"/>
          <w:color w:val="231F20"/>
        </w:rPr>
        <w:t>must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followed:</w:t>
      </w:r>
      <w:r>
        <w:rPr>
          <w:rFonts w:ascii="Myriad Pro"/>
        </w:rPr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127" w:after="0"/>
        <w:ind w:left="1099" w:right="0" w:hanging="37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Do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not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leave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any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size,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shape,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material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doubt.</w:t>
      </w:r>
      <w:r>
        <w:rPr>
          <w:rFonts w:ascii="Myriad Pro"/>
        </w:rPr>
      </w:r>
    </w:p>
    <w:p>
      <w:pPr>
        <w:spacing w:line="240" w:lineRule="auto" w:before="4"/>
        <w:rPr>
          <w:rFonts w:ascii="Myriad Pro" w:hAnsi="Myriad Pro" w:cs="Myriad Pro" w:eastAsia="Myriad Pro"/>
          <w:sz w:val="18"/>
          <w:szCs w:val="18"/>
        </w:rPr>
      </w:pP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71" w:lineRule="auto" w:before="0" w:after="0"/>
        <w:ind w:left="1099" w:right="1390" w:hanging="37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-7"/>
        </w:rPr>
        <w:t>To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avoid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confusion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possibility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-1"/>
        </w:rPr>
        <w:t>error,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no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dimension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should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repeated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twice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on</w:t>
      </w:r>
      <w:r>
        <w:rPr>
          <w:rFonts w:ascii="Myriad Pro"/>
          <w:color w:val="231F20"/>
          <w:spacing w:val="60"/>
          <w:w w:val="102"/>
        </w:rPr>
        <w:t> </w:t>
      </w:r>
      <w:r>
        <w:rPr>
          <w:rFonts w:ascii="Myriad Pro"/>
          <w:color w:val="231F20"/>
        </w:rPr>
        <w:t>any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sketch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drawing.</w:t>
      </w:r>
      <w:r>
        <w:rPr>
          <w:rFonts w:ascii="Myriad Pro"/>
        </w:rPr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71" w:lineRule="auto" w:before="191" w:after="0"/>
        <w:ind w:left="1099" w:right="1587" w:hanging="37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Dimensions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notations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must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placed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sketch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where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they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can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clearly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and</w:t>
      </w:r>
      <w:r>
        <w:rPr>
          <w:rFonts w:ascii="Myriad Pro"/>
          <w:color w:val="231F20"/>
          <w:spacing w:val="66"/>
          <w:w w:val="102"/>
        </w:rPr>
        <w:t> </w:t>
      </w:r>
      <w:r>
        <w:rPr>
          <w:rFonts w:ascii="Myriad Pro"/>
          <w:color w:val="231F20"/>
        </w:rPr>
        <w:t>easily</w:t>
      </w:r>
      <w:r>
        <w:rPr>
          <w:rFonts w:ascii="Myriad Pro"/>
          <w:color w:val="231F20"/>
          <w:spacing w:val="30"/>
        </w:rPr>
        <w:t> </w:t>
      </w:r>
      <w:r>
        <w:rPr>
          <w:rFonts w:ascii="Myriad Pro"/>
          <w:color w:val="231F20"/>
        </w:rPr>
        <w:t>read.</w:t>
      </w:r>
      <w:r>
        <w:rPr>
          <w:rFonts w:ascii="Myriad Pro"/>
        </w:rPr>
      </w:r>
    </w:p>
    <w:p>
      <w:pPr>
        <w:spacing w:line="240" w:lineRule="auto" w:before="9"/>
        <w:rPr>
          <w:rFonts w:ascii="Myriad Pro" w:hAnsi="Myriad Pro" w:cs="Myriad Pro" w:eastAsia="Myriad Pro"/>
          <w:sz w:val="16"/>
          <w:szCs w:val="16"/>
        </w:rPr>
      </w:pPr>
    </w:p>
    <w:p>
      <w:pPr>
        <w:pStyle w:val="BodyText"/>
        <w:spacing w:line="240" w:lineRule="auto"/>
        <w:ind w:left="729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Consider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14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note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whether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these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three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dimensioning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principles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have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been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followed.</w:t>
      </w:r>
      <w:r>
        <w:rPr>
          <w:rFonts w:ascii="Myriad Pro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"/>
        <w:rPr>
          <w:rFonts w:ascii="Myriad Pro" w:hAnsi="Myriad Pro" w:cs="Myriad Pro" w:eastAsia="Myriad Pro"/>
          <w:sz w:val="14"/>
          <w:szCs w:val="14"/>
        </w:rPr>
      </w:pPr>
    </w:p>
    <w:p>
      <w:pPr>
        <w:tabs>
          <w:tab w:pos="3406" w:val="left" w:leader="none"/>
        </w:tabs>
        <w:spacing w:line="50" w:lineRule="atLeast"/>
        <w:ind w:left="1104" w:right="0" w:firstLine="0"/>
        <w:rPr>
          <w:rFonts w:ascii="Myriad Pro" w:hAnsi="Myriad Pro" w:cs="Myriad Pro" w:eastAsia="Myriad Pro"/>
          <w:sz w:val="5"/>
          <w:szCs w:val="5"/>
        </w:rPr>
      </w:pPr>
      <w:r>
        <w:rPr>
          <w:rFonts w:ascii="Myriad Pro"/>
          <w:sz w:val="5"/>
        </w:rPr>
        <w:pict>
          <v:group style="width:88.3pt;height:3pt;mso-position-horizontal-relative:char;mso-position-vertical-relative:line" coordorigin="0,0" coordsize="1766,60">
            <v:group style="position:absolute;left:91;top:30;width:1669;height:2" coordorigin="91,30" coordsize="1669,2">
              <v:shape style="position:absolute;left:91;top:30;width:1669;height:2" coordorigin="91,30" coordsize="1669,0" path="m91,30l1760,30e" filled="false" stroked="true" strokeweight=".515pt" strokecolor="#231f20">
                <v:path arrowok="t"/>
              </v:shape>
            </v:group>
            <v:group style="position:absolute;left:0;top:0;width:112;height:60" coordorigin="0,0" coordsize="112,60">
              <v:shape style="position:absolute;left:0;top:0;width:112;height:60" coordorigin="0,0" coordsize="112,60" path="m112,0l0,30,112,60,112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Myriad Pro"/>
          <w:sz w:val="5"/>
        </w:rPr>
      </w:r>
      <w:r>
        <w:rPr>
          <w:rFonts w:ascii="Myriad Pro"/>
          <w:sz w:val="5"/>
        </w:rPr>
        <w:tab/>
      </w:r>
      <w:r>
        <w:rPr>
          <w:rFonts w:ascii="Myriad Pro"/>
          <w:sz w:val="5"/>
        </w:rPr>
        <w:pict>
          <v:group style="width:88.55pt;height:3pt;mso-position-horizontal-relative:char;mso-position-vertical-relative:line" coordorigin="0,0" coordsize="1771,60">
            <v:group style="position:absolute;left:5;top:30;width:1675;height:2" coordorigin="5,30" coordsize="1675,2">
              <v:shape style="position:absolute;left:5;top:30;width:1675;height:2" coordorigin="5,30" coordsize="1675,0" path="m5,30l1679,30e" filled="false" stroked="true" strokeweight=".515pt" strokecolor="#231f20">
                <v:path arrowok="t"/>
              </v:shape>
            </v:group>
            <v:group style="position:absolute;left:1659;top:0;width:112;height:60" coordorigin="1659,0" coordsize="112,60">
              <v:shape style="position:absolute;left:1659;top:0;width:112;height:60" coordorigin="1659,0" coordsize="112,60" path="m1659,0l1659,60,1771,30,1659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Myriad Pro"/>
          <w:sz w:val="5"/>
        </w:rPr>
      </w:r>
    </w:p>
    <w:p>
      <w:pPr>
        <w:spacing w:line="240" w:lineRule="auto" w:before="5"/>
        <w:rPr>
          <w:rFonts w:ascii="Myriad Pro" w:hAnsi="Myriad Pro" w:cs="Myriad Pro" w:eastAsia="Myriad Pro"/>
          <w:sz w:val="12"/>
          <w:szCs w:val="12"/>
        </w:rPr>
      </w:pPr>
    </w:p>
    <w:p>
      <w:pPr>
        <w:spacing w:before="75"/>
        <w:ind w:left="4190" w:right="2664" w:firstLine="0"/>
        <w:jc w:val="center"/>
        <w:rPr>
          <w:rFonts w:ascii="Myriad Pro" w:hAnsi="Myriad Pro" w:cs="Myriad Pro" w:eastAsia="Myriad Pro"/>
          <w:sz w:val="18"/>
          <w:szCs w:val="18"/>
        </w:rPr>
      </w:pPr>
      <w:r>
        <w:rPr/>
        <w:pict>
          <v:group style="position:absolute;margin-left:84.511703pt;margin-top:12.042239pt;width:179.1pt;height:77.6pt;mso-position-horizontal-relative:page;mso-position-vertical-relative:paragraph;z-index:2176" coordorigin="1690,241" coordsize="3582,1552">
            <v:group style="position:absolute;left:5236;top:482;width:31;height:31" coordorigin="5236,482" coordsize="31,31">
              <v:shape style="position:absolute;left:5236;top:482;width:31;height:31" coordorigin="5236,482" coordsize="31,31" path="m5236,512l5267,512,5267,482e" filled="false" stroked="true" strokeweight=".515pt" strokecolor="#231f20">
                <v:path arrowok="t"/>
              </v:shape>
            </v:group>
            <v:group style="position:absolute;left:5267;top:311;width:2;height:103" coordorigin="5267,311" coordsize="2,103">
              <v:shape style="position:absolute;left:5267;top:311;width:2;height:103" coordorigin="5267,311" coordsize="0,103" path="m5267,413l5267,311e" filled="false" stroked="true" strokeweight=".515pt" strokecolor="#231f20">
                <v:path arrowok="t"/>
                <v:stroke dashstyle="dash"/>
              </v:shape>
            </v:group>
            <v:group style="position:absolute;left:5236;top:246;width:31;height:31" coordorigin="5236,246" coordsize="31,31">
              <v:shape style="position:absolute;left:5236;top:246;width:31;height:31" coordorigin="5236,246" coordsize="31,31" path="m5267,277l5267,246,5236,246e" filled="false" stroked="true" strokeweight=".515pt" strokecolor="#231f20">
                <v:path arrowok="t"/>
              </v:shape>
            </v:group>
            <v:group style="position:absolute;left:5065;top:246;width:103;height:2" coordorigin="5065,246" coordsize="103,2">
              <v:shape style="position:absolute;left:5065;top:246;width:103;height:2" coordorigin="5065,246" coordsize="103,0" path="m5168,246l5065,246e" filled="false" stroked="true" strokeweight=".515pt" strokecolor="#231f20">
                <v:path arrowok="t"/>
                <v:stroke dashstyle="dash"/>
              </v:shape>
            </v:group>
            <v:group style="position:absolute;left:5000;top:246;width:31;height:31" coordorigin="5000,246" coordsize="31,31">
              <v:shape style="position:absolute;left:5000;top:246;width:31;height:31" coordorigin="5000,246" coordsize="31,31" path="m5031,246l5000,246,5000,277e" filled="false" stroked="true" strokeweight=".515pt" strokecolor="#231f20">
                <v:path arrowok="t"/>
              </v:shape>
            </v:group>
            <v:group style="position:absolute;left:4969;top:281;width:31;height:31" coordorigin="4969,281" coordsize="31,31">
              <v:shape style="position:absolute;left:4969;top:281;width:31;height:31" coordorigin="4969,281" coordsize="31,31" path="m5000,281l5000,312,4969,312e" filled="false" stroked="true" strokeweight=".515pt" strokecolor="#231f20">
                <v:path arrowok="t"/>
              </v:shape>
            </v:group>
            <v:group style="position:absolute;left:2023;top:312;width:2886;height:2" coordorigin="2023,312" coordsize="2886,2">
              <v:shape style="position:absolute;left:2023;top:312;width:2886;height:2" coordorigin="2023,312" coordsize="2886,0" path="m4909,312l2023,312e" filled="false" stroked="true" strokeweight=".515pt" strokecolor="#231f20">
                <v:path arrowok="t"/>
                <v:stroke dashstyle="dash"/>
              </v:shape>
            </v:group>
            <v:group style="position:absolute;left:1962;top:281;width:31;height:31" coordorigin="1962,281" coordsize="31,31">
              <v:shape style="position:absolute;left:1962;top:281;width:31;height:31" coordorigin="1962,281" coordsize="31,31" path="m1993,312l1962,312,1962,281e" filled="false" stroked="true" strokeweight=".515pt" strokecolor="#231f20">
                <v:path arrowok="t"/>
              </v:shape>
            </v:group>
            <v:group style="position:absolute;left:1931;top:246;width:31;height:31" coordorigin="1931,246" coordsize="31,31">
              <v:shape style="position:absolute;left:1931;top:246;width:31;height:31" coordorigin="1931,246" coordsize="31,31" path="m1962,277l1962,246,1931,246e" filled="false" stroked="true" strokeweight=".515pt" strokecolor="#231f20">
                <v:path arrowok="t"/>
              </v:shape>
            </v:group>
            <v:group style="position:absolute;left:1760;top:246;width:103;height:2" coordorigin="1760,246" coordsize="103,2">
              <v:shape style="position:absolute;left:1760;top:246;width:103;height:2" coordorigin="1760,246" coordsize="103,0" path="m1863,246l1760,246e" filled="false" stroked="true" strokeweight=".515pt" strokecolor="#231f20">
                <v:path arrowok="t"/>
                <v:stroke dashstyle="dash"/>
              </v:shape>
            </v:group>
            <v:group style="position:absolute;left:1695;top:246;width:31;height:31" coordorigin="1695,246" coordsize="31,31">
              <v:shape style="position:absolute;left:1695;top:246;width:31;height:31" coordorigin="1695,246" coordsize="31,31" path="m1726,246l1695,246,1695,277e" filled="false" stroked="true" strokeweight=".515pt" strokecolor="#231f20">
                <v:path arrowok="t"/>
              </v:shape>
            </v:group>
            <v:group style="position:absolute;left:1695;top:345;width:2;height:103" coordorigin="1695,345" coordsize="2,103">
              <v:shape style="position:absolute;left:1695;top:345;width:2;height:103" coordorigin="1695,345" coordsize="0,103" path="m1695,345l1695,447e" filled="false" stroked="true" strokeweight=".515pt" strokecolor="#231f20">
                <v:path arrowok="t"/>
                <v:stroke dashstyle="dash"/>
              </v:shape>
            </v:group>
            <v:group style="position:absolute;left:1695;top:482;width:31;height:31" coordorigin="1695,482" coordsize="31,31">
              <v:shape style="position:absolute;left:1695;top:482;width:31;height:31" coordorigin="1695,482" coordsize="31,31" path="m1695,482l1695,512,1726,512e" filled="false" stroked="true" strokeweight=".515pt" strokecolor="#231f20">
                <v:path arrowok="t"/>
              </v:shape>
            </v:group>
            <v:group style="position:absolute;left:1730;top:512;width:31;height:31" coordorigin="1730,512" coordsize="31,31">
              <v:shape style="position:absolute;left:1730;top:512;width:31;height:31" coordorigin="1730,512" coordsize="31,31" path="m1730,512l1761,512,1761,543e" filled="false" stroked="true" strokeweight=".515pt" strokecolor="#231f20">
                <v:path arrowok="t"/>
              </v:shape>
            </v:group>
            <v:group style="position:absolute;left:1761;top:606;width:2;height:852" coordorigin="1761,606" coordsize="2,852">
              <v:shape style="position:absolute;left:1761;top:606;width:2;height:852" coordorigin="1761,606" coordsize="0,852" path="m1761,606l1761,1458e" filled="false" stroked="true" strokeweight=".515pt" strokecolor="#231f20">
                <v:path arrowok="t"/>
                <v:stroke dashstyle="dash"/>
              </v:shape>
            </v:group>
            <v:group style="position:absolute;left:1730;top:1490;width:31;height:31" coordorigin="1730,1490" coordsize="31,31">
              <v:shape style="position:absolute;left:1730;top:1490;width:31;height:31" coordorigin="1730,1490" coordsize="31,31" path="m1761,1490l1761,1520,1730,1520e" filled="false" stroked="true" strokeweight=".515pt" strokecolor="#231f20">
                <v:path arrowok="t"/>
              </v:shape>
            </v:group>
            <v:group style="position:absolute;left:1695;top:1520;width:31;height:31" coordorigin="1695,1520" coordsize="31,31">
              <v:shape style="position:absolute;left:1695;top:1520;width:31;height:31" coordorigin="1695,1520" coordsize="31,31" path="m1726,1520l1695,1520,1695,1551e" filled="false" stroked="true" strokeweight=".515pt" strokecolor="#231f20">
                <v:path arrowok="t"/>
              </v:shape>
            </v:group>
            <v:group style="position:absolute;left:1695;top:1620;width:2;height:103" coordorigin="1695,1620" coordsize="2,103">
              <v:shape style="position:absolute;left:1695;top:1620;width:2;height:103" coordorigin="1695,1620" coordsize="0,103" path="m1695,1620l1695,1722e" filled="false" stroked="true" strokeweight=".515pt" strokecolor="#231f20">
                <v:path arrowok="t"/>
                <v:stroke dashstyle="dash"/>
              </v:shape>
            </v:group>
            <v:group style="position:absolute;left:1695;top:1756;width:31;height:31" coordorigin="1695,1756" coordsize="31,31">
              <v:shape style="position:absolute;left:1695;top:1756;width:31;height:31" coordorigin="1695,1756" coordsize="31,31" path="m1695,1756l1695,1787,1726,1787e" filled="false" stroked="true" strokeweight=".515pt" strokecolor="#231f20">
                <v:path arrowok="t"/>
              </v:shape>
            </v:group>
            <v:group style="position:absolute;left:1794;top:1787;width:103;height:2" coordorigin="1794,1787" coordsize="103,2">
              <v:shape style="position:absolute;left:1794;top:1787;width:103;height:2" coordorigin="1794,1787" coordsize="103,0" path="m1794,1787l1897,1787e" filled="false" stroked="true" strokeweight=".515pt" strokecolor="#231f20">
                <v:path arrowok="t"/>
                <v:stroke dashstyle="dash"/>
              </v:shape>
            </v:group>
            <v:group style="position:absolute;left:1931;top:1756;width:31;height:31" coordorigin="1931,1756" coordsize="31,31">
              <v:shape style="position:absolute;left:1931;top:1756;width:31;height:31" coordorigin="1931,1756" coordsize="31,31" path="m1931,1787l1962,1787,1962,1756e" filled="false" stroked="true" strokeweight=".515pt" strokecolor="#231f20">
                <v:path arrowok="t"/>
              </v:shape>
            </v:group>
            <v:group style="position:absolute;left:1962;top:1721;width:31;height:31" coordorigin="1962,1721" coordsize="31,31">
              <v:shape style="position:absolute;left:1962;top:1721;width:31;height:31" coordorigin="1962,1721" coordsize="31,31" path="m1962,1752l1962,1721,1993,1721e" filled="false" stroked="true" strokeweight=".515pt" strokecolor="#231f20">
                <v:path arrowok="t"/>
              </v:shape>
            </v:group>
            <v:group style="position:absolute;left:2053;top:1721;width:2886;height:2" coordorigin="2053,1721" coordsize="2886,2">
              <v:shape style="position:absolute;left:2053;top:1721;width:2886;height:2" coordorigin="2053,1721" coordsize="2886,0" path="m2053,1721l4939,1721e" filled="false" stroked="true" strokeweight=".515pt" strokecolor="#231f20">
                <v:path arrowok="t"/>
                <v:stroke dashstyle="dash"/>
              </v:shape>
            </v:group>
            <v:group style="position:absolute;left:4969;top:1721;width:31;height:31" coordorigin="4969,1721" coordsize="31,31">
              <v:shape style="position:absolute;left:4969;top:1721;width:31;height:31" coordorigin="4969,1721" coordsize="31,31" path="m4969,1721l5000,1721,5000,1752e" filled="false" stroked="true" strokeweight=".515pt" strokecolor="#231f20">
                <v:path arrowok="t"/>
              </v:shape>
            </v:group>
            <v:group style="position:absolute;left:5000;top:1756;width:31;height:31" coordorigin="5000,1756" coordsize="31,31">
              <v:shape style="position:absolute;left:5000;top:1756;width:31;height:31" coordorigin="5000,1756" coordsize="31,31" path="m5000,1756l5000,1787,5031,1787e" filled="false" stroked="true" strokeweight=".515pt" strokecolor="#231f20">
                <v:path arrowok="t"/>
              </v:shape>
            </v:group>
            <v:group style="position:absolute;left:5099;top:1787;width:103;height:2" coordorigin="5099,1787" coordsize="103,2">
              <v:shape style="position:absolute;left:5099;top:1787;width:103;height:2" coordorigin="5099,1787" coordsize="103,0" path="m5099,1787l5202,1787e" filled="false" stroked="true" strokeweight=".515pt" strokecolor="#231f20">
                <v:path arrowok="t"/>
                <v:stroke dashstyle="dash"/>
              </v:shape>
            </v:group>
            <v:group style="position:absolute;left:5236;top:1756;width:31;height:31" coordorigin="5236,1756" coordsize="31,31">
              <v:shape style="position:absolute;left:5236;top:1756;width:31;height:31" coordorigin="5236,1756" coordsize="31,31" path="m5236,1787l5267,1787,5267,1756e" filled="false" stroked="true" strokeweight=".515pt" strokecolor="#231f20">
                <v:path arrowok="t"/>
              </v:shape>
            </v:group>
            <v:group style="position:absolute;left:5267;top:1585;width:2;height:103" coordorigin="5267,1585" coordsize="2,103">
              <v:shape style="position:absolute;left:5267;top:1585;width:2;height:103" coordorigin="5267,1585" coordsize="0,103" path="m5267,1688l5267,1585e" filled="false" stroked="true" strokeweight=".515pt" strokecolor="#231f20">
                <v:path arrowok="t"/>
                <v:stroke dashstyle="dash"/>
              </v:shape>
            </v:group>
            <v:group style="position:absolute;left:5236;top:1520;width:31;height:31" coordorigin="5236,1520" coordsize="31,31">
              <v:shape style="position:absolute;left:5236;top:1520;width:31;height:31" coordorigin="5236,1520" coordsize="31,31" path="m5267,1551l5267,1520,5236,1520e" filled="false" stroked="true" strokeweight=".515pt" strokecolor="#231f20">
                <v:path arrowok="t"/>
              </v:shape>
            </v:group>
            <v:group style="position:absolute;left:5201;top:1490;width:31;height:31" coordorigin="5201,1490" coordsize="31,31">
              <v:shape style="position:absolute;left:5201;top:1490;width:31;height:31" coordorigin="5201,1490" coordsize="31,31" path="m5232,1520l5201,1520,5201,1490e" filled="false" stroked="true" strokeweight=".515pt" strokecolor="#231f20">
                <v:path arrowok="t"/>
              </v:shape>
            </v:group>
            <v:group style="position:absolute;left:5201;top:575;width:2;height:852" coordorigin="5201,575" coordsize="2,852">
              <v:shape style="position:absolute;left:5201;top:575;width:2;height:852" coordorigin="5201,575" coordsize="0,852" path="m5201,1426l5201,575e" filled="false" stroked="true" strokeweight=".515pt" strokecolor="#231f20">
                <v:path arrowok="t"/>
                <v:stroke dashstyle="dash"/>
              </v:shape>
            </v:group>
            <v:group style="position:absolute;left:5201;top:512;width:31;height:31" coordorigin="5201,512" coordsize="31,31">
              <v:shape style="position:absolute;left:5201;top:512;width:31;height:31" coordorigin="5201,512" coordsize="31,31" path="m5201,543l5201,512,5232,512e" filled="false" stroked="true" strokeweight=".515pt" strokecolor="#231f20">
                <v:path arrowok="t"/>
              </v:shape>
            </v:group>
            <v:group style="position:absolute;left:5035;top:1490;width:31;height:31" coordorigin="5035,1490" coordsize="31,31">
              <v:shape style="position:absolute;left:5035;top:1490;width:31;height:31" coordorigin="5035,1490" coordsize="31,31" path="m5066,1490l5066,1520,5035,1520e" filled="false" stroked="true" strokeweight=".515pt" strokecolor="#231f20">
                <v:path arrowok="t"/>
              </v:shape>
            </v:group>
            <v:group style="position:absolute;left:5000;top:1520;width:31;height:31" coordorigin="5000,1520" coordsize="31,31">
              <v:shape style="position:absolute;left:5000;top:1520;width:31;height:31" coordorigin="5000,1520" coordsize="31,31" path="m5031,1520l5000,1520,5000,1551e" filled="false" stroked="true" strokeweight=".515pt" strokecolor="#231f20">
                <v:path arrowok="t"/>
              </v:shape>
            </v:group>
            <v:group style="position:absolute;left:4969;top:1556;width:31;height:31" coordorigin="4969,1556" coordsize="31,31">
              <v:shape style="position:absolute;left:4969;top:1556;width:31;height:31" coordorigin="4969,1556" coordsize="31,31" path="m5000,1556l5000,1586,4969,1586e" filled="false" stroked="true" strokeweight=".515pt" strokecolor="#231f20">
                <v:path arrowok="t"/>
              </v:shape>
            </v:group>
            <v:group style="position:absolute;left:2023;top:1586;width:2886;height:2" coordorigin="2023,1586" coordsize="2886,2">
              <v:shape style="position:absolute;left:2023;top:1586;width:2886;height:2" coordorigin="2023,1586" coordsize="2886,0" path="m4909,1586l2023,1586e" filled="false" stroked="true" strokeweight=".515pt" strokecolor="#231f20">
                <v:path arrowok="t"/>
                <v:stroke dashstyle="dash"/>
              </v:shape>
            </v:group>
            <v:group style="position:absolute;left:1962;top:1556;width:31;height:31" coordorigin="1962,1556" coordsize="31,31">
              <v:shape style="position:absolute;left:1962;top:1556;width:31;height:31" coordorigin="1962,1556" coordsize="31,31" path="m1993,1586l1962,1586,1962,1556e" filled="false" stroked="true" strokeweight=".515pt" strokecolor="#231f20">
                <v:path arrowok="t"/>
              </v:shape>
            </v:group>
            <v:group style="position:absolute;left:1931;top:1520;width:31;height:31" coordorigin="1931,1520" coordsize="31,31">
              <v:shape style="position:absolute;left:1931;top:1520;width:31;height:31" coordorigin="1931,1520" coordsize="31,31" path="m1962,1551l1962,1520,1931,1520e" filled="false" stroked="true" strokeweight=".515pt" strokecolor="#231f20">
                <v:path arrowok="t"/>
              </v:shape>
            </v:group>
            <v:group style="position:absolute;left:1896;top:1490;width:31;height:31" coordorigin="1896,1490" coordsize="31,31">
              <v:shape style="position:absolute;left:1896;top:1490;width:31;height:31" coordorigin="1896,1490" coordsize="31,31" path="m1927,1520l1896,1520,1896,1490e" filled="false" stroked="true" strokeweight=".515pt" strokecolor="#231f20">
                <v:path arrowok="t"/>
              </v:shape>
            </v:group>
            <v:group style="position:absolute;left:1896;top:575;width:2;height:852" coordorigin="1896,575" coordsize="2,852">
              <v:shape style="position:absolute;left:1896;top:575;width:2;height:852" coordorigin="1896,575" coordsize="0,852" path="m1896,1426l1896,575e" filled="false" stroked="true" strokeweight=".515pt" strokecolor="#231f20">
                <v:path arrowok="t"/>
                <v:stroke dashstyle="dash"/>
              </v:shape>
            </v:group>
            <v:group style="position:absolute;left:1896;top:512;width:31;height:31" coordorigin="1896,512" coordsize="31,31">
              <v:shape style="position:absolute;left:1896;top:512;width:31;height:31" coordorigin="1896,512" coordsize="31,31" path="m1896,543l1896,512,1927,512e" filled="false" stroked="true" strokeweight=".515pt" strokecolor="#231f20">
                <v:path arrowok="t"/>
              </v:shape>
            </v:group>
            <v:group style="position:absolute;left:1931;top:482;width:31;height:31" coordorigin="1931,482" coordsize="31,31">
              <v:shape style="position:absolute;left:1931;top:482;width:31;height:31" coordorigin="1931,482" coordsize="31,31" path="m1931,512l1962,512,1962,482e" filled="false" stroked="true" strokeweight=".515pt" strokecolor="#231f20">
                <v:path arrowok="t"/>
              </v:shape>
            </v:group>
            <v:group style="position:absolute;left:1962;top:446;width:31;height:31" coordorigin="1962,446" coordsize="31,31">
              <v:shape style="position:absolute;left:1962;top:446;width:31;height:31" coordorigin="1962,446" coordsize="31,31" path="m1962,477l1962,446,1993,446e" filled="false" stroked="true" strokeweight=".515pt" strokecolor="#231f20">
                <v:path arrowok="t"/>
              </v:shape>
            </v:group>
            <v:group style="position:absolute;left:2053;top:446;width:2886;height:2" coordorigin="2053,446" coordsize="2886,2">
              <v:shape style="position:absolute;left:2053;top:446;width:2886;height:2" coordorigin="2053,446" coordsize="2886,0" path="m2053,446l4939,446e" filled="false" stroked="true" strokeweight=".515pt" strokecolor="#231f20">
                <v:path arrowok="t"/>
                <v:stroke dashstyle="dash"/>
              </v:shape>
            </v:group>
            <v:group style="position:absolute;left:4969;top:446;width:31;height:31" coordorigin="4969,446" coordsize="31,31">
              <v:shape style="position:absolute;left:4969;top:446;width:31;height:31" coordorigin="4969,446" coordsize="31,31" path="m4969,446l5000,446,5000,477e" filled="false" stroked="true" strokeweight=".515pt" strokecolor="#231f20">
                <v:path arrowok="t"/>
              </v:shape>
            </v:group>
            <v:group style="position:absolute;left:5000;top:482;width:31;height:31" coordorigin="5000,482" coordsize="31,31">
              <v:shape style="position:absolute;left:5000;top:482;width:31;height:31" coordorigin="5000,482" coordsize="31,31" path="m5000,482l5000,512,5031,512e" filled="false" stroked="true" strokeweight=".515pt" strokecolor="#231f20">
                <v:path arrowok="t"/>
              </v:shape>
            </v:group>
            <v:group style="position:absolute;left:5035;top:512;width:31;height:31" coordorigin="5035,512" coordsize="31,31">
              <v:shape style="position:absolute;left:5035;top:512;width:31;height:31" coordorigin="5035,512" coordsize="31,31" path="m5035,512l5066,512,5066,543e" filled="false" stroked="true" strokeweight=".515pt" strokecolor="#231f20">
                <v:path arrowok="t"/>
              </v:shape>
            </v:group>
            <v:group style="position:absolute;left:5066;top:606;width:2;height:852" coordorigin="5066,606" coordsize="2,852">
              <v:shape style="position:absolute;left:5066;top:606;width:2;height:852" coordorigin="5066,606" coordsize="0,852" path="m5066,606l5066,1458e" filled="false" stroked="true" strokeweight=".515pt" strokecolor="#231f20">
                <v:path arrowok="t"/>
                <v:stroke dashstyle="dash"/>
              </v:shape>
            </v:group>
            <w10:wrap type="none"/>
          </v:group>
        </w:pict>
      </w:r>
      <w:r>
        <w:rPr/>
        <w:pict>
          <v:group style="position:absolute;margin-left:289.450012pt;margin-top:5.096639pt;width:3pt;height:42.7pt;mso-position-horizontal-relative:page;mso-position-vertical-relative:paragraph;z-index:2200" coordorigin="5789,102" coordsize="60,854">
            <v:group style="position:absolute;left:5819;top:193;width:2;height:758" coordorigin="5819,193" coordsize="2,758">
              <v:shape style="position:absolute;left:5819;top:193;width:2;height:758" coordorigin="5819,193" coordsize="0,758" path="m5819,193l5819,950e" filled="false" stroked="true" strokeweight=".515pt" strokecolor="#231f20">
                <v:path arrowok="t"/>
              </v:shape>
            </v:group>
            <v:group style="position:absolute;left:5789;top:102;width:60;height:112" coordorigin="5789,102" coordsize="60,112">
              <v:shape style="position:absolute;left:5789;top:102;width:60;height:112" coordorigin="5789,102" coordsize="60,112" path="m5819,102l5789,214,5849,214,5819,102xe" filled="true" fillcolor="#231f20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shape style="position:absolute;margin-left:71.731201pt;margin-top:-14.668861pt;width:224.85pt;height:111.75pt;mso-position-horizontal-relative:page;mso-position-vertical-relative:paragraph;z-index:22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072"/>
                    <w:gridCol w:w="404"/>
                  </w:tblGrid>
                  <w:tr>
                    <w:trPr>
                      <w:trHeight w:val="390" w:hRule="exact"/>
                    </w:trPr>
                    <w:tc>
                      <w:tcPr>
                        <w:tcW w:w="4072" w:type="dxa"/>
                        <w:tcBorders>
                          <w:top w:val="nil" w:sz="6" w:space="0" w:color="auto"/>
                          <w:left w:val="single" w:sz="4" w:space="0" w:color="231F20"/>
                          <w:bottom w:val="single" w:sz="8" w:space="0" w:color="231F20"/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62"/>
                          <w:jc w:val="center"/>
                          <w:rPr>
                            <w:rFonts w:ascii="Myriad Pro" w:hAnsi="Myriad Pro" w:cs="Myriad Pro" w:eastAsia="Myriad Pro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yriad Pro"/>
                            <w:color w:val="231F20"/>
                            <w:sz w:val="20"/>
                          </w:rPr>
                          <w:t>1350</w:t>
                        </w:r>
                        <w:r>
                          <w:rPr>
                            <w:rFonts w:ascii="Myriad Pro"/>
                            <w:sz w:val="20"/>
                          </w:rPr>
                        </w:r>
                      </w:p>
                    </w:tc>
                    <w:tc>
                      <w:tcPr>
                        <w:tcW w:w="404" w:type="dxa"/>
                        <w:tcBorders>
                          <w:top w:val="nil" w:sz="6" w:space="0" w:color="auto"/>
                          <w:left w:val="single" w:sz="4" w:space="0" w:color="231F20"/>
                          <w:bottom w:val="single" w:sz="4" w:space="0" w:color="231F2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1829" w:hRule="exact"/>
                    </w:trPr>
                    <w:tc>
                      <w:tcPr>
                        <w:tcW w:w="4072" w:type="dxa"/>
                        <w:tcBorders>
                          <w:top w:val="single" w:sz="8" w:space="0" w:color="231F20"/>
                          <w:left w:val="single" w:sz="8" w:space="0" w:color="231F20"/>
                          <w:bottom w:val="single" w:sz="8" w:space="0" w:color="231F20"/>
                          <w:right w:val="single" w:sz="8" w:space="0" w:color="231F2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04" w:type="dxa"/>
                        <w:tcBorders>
                          <w:top w:val="single" w:sz="4" w:space="0" w:color="231F20"/>
                          <w:left w:val="single" w:sz="8" w:space="0" w:color="231F20"/>
                          <w:bottom w:val="single" w:sz="4" w:space="0" w:color="231F2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Myriad Pro" w:hAnsi="Myriad Pro" w:cs="Myriad Pro" w:eastAsia="Myriad Pro"/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Myriad Pro" w:hAnsi="Myriad Pro" w:cs="Myriad Pro" w:eastAsia="Myriad Pro"/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7"/>
                          <w:ind w:right="0"/>
                          <w:jc w:val="left"/>
                          <w:rPr>
                            <w:rFonts w:ascii="Myriad Pro" w:hAnsi="Myriad Pro" w:cs="Myriad Pro" w:eastAsia="Myriad Pro"/>
                            <w:sz w:val="29"/>
                            <w:szCs w:val="29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34" w:right="0"/>
                          <w:jc w:val="left"/>
                          <w:rPr>
                            <w:rFonts w:ascii="Myriad Pro" w:hAnsi="Myriad Pro" w:cs="Myriad Pro" w:eastAsia="Myriad Pro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yriad Pro"/>
                            <w:color w:val="231F20"/>
                            <w:sz w:val="20"/>
                          </w:rPr>
                          <w:t>60</w:t>
                        </w:r>
                        <w:r>
                          <w:rPr>
                            <w:rFonts w:ascii="Myriad Pro"/>
                            <w:sz w:val="20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Myriad Pro"/>
          <w:color w:val="231F20"/>
          <w:sz w:val="18"/>
        </w:rPr>
        <w:t>NOTES:</w:t>
      </w:r>
      <w:r>
        <w:rPr>
          <w:rFonts w:ascii="Myriad Pro"/>
          <w:sz w:val="18"/>
        </w:rPr>
      </w:r>
    </w:p>
    <w:p>
      <w:pPr>
        <w:numPr>
          <w:ilvl w:val="1"/>
          <w:numId w:val="5"/>
        </w:numPr>
        <w:tabs>
          <w:tab w:pos="6202" w:val="left" w:leader="none"/>
        </w:tabs>
        <w:spacing w:before="69"/>
        <w:ind w:left="6201" w:right="0" w:hanging="211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"/>
          <w:color w:val="231F20"/>
          <w:sz w:val="18"/>
        </w:rPr>
        <w:t>All</w:t>
      </w:r>
      <w:r>
        <w:rPr>
          <w:rFonts w:ascii="Myriad Pro"/>
          <w:color w:val="231F20"/>
          <w:spacing w:val="10"/>
          <w:sz w:val="18"/>
        </w:rPr>
        <w:t> </w:t>
      </w:r>
      <w:r>
        <w:rPr>
          <w:rFonts w:ascii="Myriad Pro"/>
          <w:color w:val="231F20"/>
          <w:sz w:val="18"/>
        </w:rPr>
        <w:t>leg</w:t>
      </w:r>
      <w:r>
        <w:rPr>
          <w:rFonts w:ascii="Myriad Pro"/>
          <w:color w:val="231F20"/>
          <w:spacing w:val="4"/>
          <w:sz w:val="18"/>
        </w:rPr>
        <w:t> </w:t>
      </w:r>
      <w:r>
        <w:rPr>
          <w:rFonts w:ascii="Myriad Pro"/>
          <w:color w:val="231F20"/>
          <w:spacing w:val="-1"/>
          <w:sz w:val="18"/>
        </w:rPr>
        <w:t>and</w:t>
      </w:r>
      <w:r>
        <w:rPr>
          <w:rFonts w:ascii="Myriad Pro"/>
          <w:color w:val="231F20"/>
          <w:spacing w:val="9"/>
          <w:sz w:val="18"/>
        </w:rPr>
        <w:t> </w:t>
      </w:r>
      <w:r>
        <w:rPr>
          <w:rFonts w:ascii="Myriad Pro"/>
          <w:color w:val="231F20"/>
          <w:sz w:val="18"/>
        </w:rPr>
        <w:t>rail</w:t>
      </w:r>
      <w:r>
        <w:rPr>
          <w:rFonts w:ascii="Myriad Pro"/>
          <w:color w:val="231F20"/>
          <w:spacing w:val="9"/>
          <w:sz w:val="18"/>
        </w:rPr>
        <w:t> </w:t>
      </w:r>
      <w:r>
        <w:rPr>
          <w:rFonts w:ascii="Myriad Pro"/>
          <w:color w:val="231F20"/>
          <w:spacing w:val="-1"/>
          <w:sz w:val="18"/>
        </w:rPr>
        <w:t>joints</w:t>
      </w:r>
      <w:r>
        <w:rPr>
          <w:rFonts w:ascii="Myriad Pro"/>
          <w:color w:val="231F20"/>
          <w:spacing w:val="9"/>
          <w:sz w:val="18"/>
        </w:rPr>
        <w:t> </w:t>
      </w:r>
      <w:r>
        <w:rPr>
          <w:rFonts w:ascii="Myriad Pro"/>
          <w:color w:val="231F20"/>
          <w:spacing w:val="-1"/>
          <w:sz w:val="18"/>
        </w:rPr>
        <w:t>to</w:t>
      </w:r>
      <w:r>
        <w:rPr>
          <w:rFonts w:ascii="Myriad Pro"/>
          <w:color w:val="231F20"/>
          <w:spacing w:val="9"/>
          <w:sz w:val="18"/>
        </w:rPr>
        <w:t> </w:t>
      </w:r>
      <w:r>
        <w:rPr>
          <w:rFonts w:ascii="Myriad Pro"/>
          <w:color w:val="231F20"/>
          <w:sz w:val="18"/>
        </w:rPr>
        <w:t>be</w:t>
      </w:r>
      <w:r>
        <w:rPr>
          <w:rFonts w:ascii="Myriad Pro"/>
          <w:color w:val="231F20"/>
          <w:spacing w:val="3"/>
          <w:sz w:val="18"/>
        </w:rPr>
        <w:t> </w:t>
      </w:r>
      <w:r>
        <w:rPr>
          <w:rFonts w:ascii="Myriad Pro"/>
          <w:color w:val="231F20"/>
          <w:spacing w:val="-1"/>
          <w:sz w:val="18"/>
        </w:rPr>
        <w:t>dowelled</w:t>
      </w:r>
      <w:r>
        <w:rPr>
          <w:rFonts w:ascii="Myriad Pro"/>
          <w:color w:val="231F20"/>
          <w:spacing w:val="10"/>
          <w:sz w:val="18"/>
        </w:rPr>
        <w:t> </w:t>
      </w:r>
      <w:r>
        <w:rPr>
          <w:rFonts w:ascii="Myriad Pro"/>
          <w:color w:val="231F20"/>
          <w:spacing w:val="-1"/>
          <w:sz w:val="18"/>
        </w:rPr>
        <w:t>and</w:t>
      </w:r>
      <w:r>
        <w:rPr>
          <w:rFonts w:ascii="Myriad Pro"/>
          <w:color w:val="231F20"/>
          <w:spacing w:val="9"/>
          <w:sz w:val="18"/>
        </w:rPr>
        <w:t> </w:t>
      </w:r>
      <w:r>
        <w:rPr>
          <w:rFonts w:ascii="Myriad Pro"/>
          <w:color w:val="231F20"/>
          <w:spacing w:val="-1"/>
          <w:sz w:val="18"/>
        </w:rPr>
        <w:t>glued</w:t>
      </w:r>
      <w:r>
        <w:rPr>
          <w:rFonts w:ascii="Myriad Pro"/>
          <w:sz w:val="18"/>
        </w:rPr>
      </w:r>
    </w:p>
    <w:p>
      <w:pPr>
        <w:numPr>
          <w:ilvl w:val="1"/>
          <w:numId w:val="5"/>
        </w:numPr>
        <w:tabs>
          <w:tab w:pos="6202" w:val="left" w:leader="none"/>
        </w:tabs>
        <w:spacing w:before="12"/>
        <w:ind w:left="6201" w:right="0" w:hanging="211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"/>
          <w:color w:val="231F20"/>
          <w:spacing w:val="-1"/>
          <w:sz w:val="18"/>
        </w:rPr>
        <w:t>Leg</w:t>
      </w:r>
      <w:r>
        <w:rPr>
          <w:rFonts w:ascii="Myriad Pro"/>
          <w:color w:val="231F20"/>
          <w:spacing w:val="10"/>
          <w:sz w:val="18"/>
        </w:rPr>
        <w:t> </w:t>
      </w:r>
      <w:r>
        <w:rPr>
          <w:rFonts w:ascii="Myriad Pro"/>
          <w:color w:val="231F20"/>
          <w:sz w:val="18"/>
        </w:rPr>
        <w:t>top</w:t>
      </w:r>
      <w:r>
        <w:rPr>
          <w:rFonts w:ascii="Myriad Pro"/>
          <w:color w:val="231F20"/>
          <w:spacing w:val="10"/>
          <w:sz w:val="18"/>
        </w:rPr>
        <w:t> </w:t>
      </w:r>
      <w:r>
        <w:rPr>
          <w:rFonts w:ascii="Myriad Pro"/>
          <w:color w:val="231F20"/>
          <w:spacing w:val="-1"/>
          <w:sz w:val="18"/>
        </w:rPr>
        <w:t>joints</w:t>
      </w:r>
      <w:r>
        <w:rPr>
          <w:rFonts w:ascii="Myriad Pro"/>
          <w:color w:val="231F20"/>
          <w:spacing w:val="9"/>
          <w:sz w:val="18"/>
        </w:rPr>
        <w:t> </w:t>
      </w:r>
      <w:r>
        <w:rPr>
          <w:rFonts w:ascii="Myriad Pro"/>
          <w:color w:val="231F20"/>
          <w:spacing w:val="-1"/>
          <w:sz w:val="18"/>
        </w:rPr>
        <w:t>to</w:t>
      </w:r>
      <w:r>
        <w:rPr>
          <w:rFonts w:ascii="Myriad Pro"/>
          <w:color w:val="231F20"/>
          <w:spacing w:val="10"/>
          <w:sz w:val="18"/>
        </w:rPr>
        <w:t> </w:t>
      </w:r>
      <w:r>
        <w:rPr>
          <w:rFonts w:ascii="Myriad Pro"/>
          <w:color w:val="231F20"/>
          <w:sz w:val="18"/>
        </w:rPr>
        <w:t>be</w:t>
      </w:r>
      <w:r>
        <w:rPr>
          <w:rFonts w:ascii="Myriad Pro"/>
          <w:color w:val="231F20"/>
          <w:spacing w:val="5"/>
          <w:sz w:val="18"/>
        </w:rPr>
        <w:t> </w:t>
      </w:r>
      <w:r>
        <w:rPr>
          <w:rFonts w:ascii="Myriad Pro"/>
          <w:color w:val="231F20"/>
          <w:spacing w:val="-1"/>
          <w:sz w:val="18"/>
        </w:rPr>
        <w:t>dowelled</w:t>
      </w:r>
      <w:r>
        <w:rPr>
          <w:rFonts w:ascii="Myriad Pro"/>
          <w:color w:val="231F20"/>
          <w:spacing w:val="10"/>
          <w:sz w:val="18"/>
        </w:rPr>
        <w:t> </w:t>
      </w:r>
      <w:r>
        <w:rPr>
          <w:rFonts w:ascii="Myriad Pro"/>
          <w:color w:val="231F20"/>
          <w:spacing w:val="-1"/>
          <w:sz w:val="18"/>
        </w:rPr>
        <w:t>and</w:t>
      </w:r>
      <w:r>
        <w:rPr>
          <w:rFonts w:ascii="Myriad Pro"/>
          <w:color w:val="231F20"/>
          <w:spacing w:val="10"/>
          <w:sz w:val="18"/>
        </w:rPr>
        <w:t> </w:t>
      </w:r>
      <w:r>
        <w:rPr>
          <w:rFonts w:ascii="Myriad Pro"/>
          <w:color w:val="231F20"/>
          <w:spacing w:val="-1"/>
          <w:sz w:val="18"/>
        </w:rPr>
        <w:t>glued</w:t>
      </w:r>
      <w:r>
        <w:rPr>
          <w:rFonts w:ascii="Myriad Pro"/>
          <w:sz w:val="18"/>
        </w:rPr>
      </w:r>
    </w:p>
    <w:p>
      <w:pPr>
        <w:spacing w:before="138"/>
        <w:ind w:left="3887" w:right="3736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/>
        <w:pict>
          <v:group style="position:absolute;margin-left:289.450012pt;margin-top:18.214233pt;width:3pt;height:38.15pt;mso-position-horizontal-relative:page;mso-position-vertical-relative:paragraph;z-index:2224" coordorigin="5789,364" coordsize="60,763">
            <v:group style="position:absolute;left:5819;top:369;width:2;height:666" coordorigin="5819,369" coordsize="2,666">
              <v:shape style="position:absolute;left:5819;top:369;width:2;height:666" coordorigin="5819,369" coordsize="0,666" path="m5819,369l5819,1035e" filled="false" stroked="true" strokeweight=".515pt" strokecolor="#231f20">
                <v:path arrowok="t"/>
              </v:shape>
            </v:group>
            <v:group style="position:absolute;left:5789;top:1015;width:60;height:112" coordorigin="5789,1015" coordsize="60,112">
              <v:shape style="position:absolute;left:5789;top:1015;width:60;height:112" coordorigin="5789,1015" coordsize="60,112" path="m5849,1015l5789,1015,5819,1127,5849,1015xe" filled="true" fillcolor="#231f20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Myriad Pro"/>
          <w:color w:val="231F20"/>
          <w:sz w:val="20"/>
        </w:rPr>
        <w:t>0</w:t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8"/>
        <w:rPr>
          <w:rFonts w:ascii="Myriad Pro" w:hAnsi="Myriad Pro" w:cs="Myriad Pro" w:eastAsia="Myriad Pro"/>
          <w:sz w:val="26"/>
          <w:szCs w:val="26"/>
        </w:rPr>
      </w:pPr>
    </w:p>
    <w:p>
      <w:pPr>
        <w:tabs>
          <w:tab w:pos="6690" w:val="left" w:leader="none"/>
        </w:tabs>
        <w:spacing w:line="200" w:lineRule="atLeast"/>
        <w:ind w:left="807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sz w:val="20"/>
        </w:rPr>
        <w:pict>
          <v:group style="width:249.8pt;height:105.95pt;mso-position-horizontal-relative:char;mso-position-vertical-relative:line" coordorigin="0,0" coordsize="4996,2119">
            <v:group style="position:absolute;left:799;top:901;width:3059;height:208" coordorigin="799,901" coordsize="3059,208">
              <v:shape style="position:absolute;left:799;top:901;width:3059;height:208" coordorigin="799,901" coordsize="3059,208" path="m3858,1109l799,1109,799,901,3858,901,3858,1109xe" filled="false" stroked="true" strokeweight="1.029pt" strokecolor="#231f20">
                <v:path arrowok="t"/>
              </v:shape>
            </v:group>
            <v:group style="position:absolute;left:290;top:344;width:4078;height:208" coordorigin="290,344" coordsize="4078,208">
              <v:shape style="position:absolute;left:290;top:344;width:4078;height:208" coordorigin="290,344" coordsize="4078,208" path="m4367,551l290,551,290,344,4367,344,4367,551xe" filled="false" stroked="true" strokeweight="1.029pt" strokecolor="#231f20">
                <v:path arrowok="t"/>
              </v:shape>
            </v:group>
            <v:group style="position:absolute;left:3858;top:551;width:208;height:1557" coordorigin="3858,551" coordsize="208,1557">
              <v:shape style="position:absolute;left:3858;top:551;width:208;height:1557" coordorigin="3858,551" coordsize="208,1557" path="m4066,2108l3858,2108,3858,551,4066,551,4066,2108xe" filled="false" stroked="true" strokeweight="1.029pt" strokecolor="#231f20">
                <v:path arrowok="t"/>
              </v:shape>
            </v:group>
            <v:group style="position:absolute;left:592;top:551;width:208;height:1557" coordorigin="592,551" coordsize="208,1557">
              <v:shape style="position:absolute;left:592;top:551;width:208;height:1557" coordorigin="592,551" coordsize="208,1557" path="m799,2108l592,2108,592,551,799,551,799,2108xe" filled="false" stroked="true" strokeweight="1.029pt" strokecolor="#231f20">
                <v:path arrowok="t"/>
              </v:shape>
            </v:group>
            <v:group style="position:absolute;left:290;top:5;width:2;height:285" coordorigin="290,5" coordsize="2,285">
              <v:shape style="position:absolute;left:290;top:5;width:2;height:285" coordorigin="290,5" coordsize="0,285" path="m290,290l290,5e" filled="false" stroked="true" strokeweight=".515pt" strokecolor="#231f20">
                <v:path arrowok="t"/>
              </v:shape>
            </v:group>
            <v:group style="position:absolute;left:4112;top:901;width:528;height:2" coordorigin="4112,901" coordsize="528,2">
              <v:shape style="position:absolute;left:4112;top:901;width:528;height:2" coordorigin="4112,901" coordsize="528,0" path="m4639,901l4112,901e" filled="false" stroked="true" strokeweight=".515pt" strokecolor="#231f20">
                <v:path arrowok="t"/>
              </v:shape>
            </v:group>
            <v:group style="position:absolute;left:4401;top:344;width:558;height:2" coordorigin="4401,344" coordsize="558,2">
              <v:shape style="position:absolute;left:4401;top:344;width:558;height:2" coordorigin="4401,344" coordsize="558,0" path="m4958,344l4401,344e" filled="false" stroked="true" strokeweight=".515pt" strokecolor="#231f20">
                <v:path arrowok="t"/>
              </v:shape>
            </v:group>
            <v:group style="position:absolute;left:4112;top:2108;width:847;height:2" coordorigin="4112,2108" coordsize="847,2">
              <v:shape style="position:absolute;left:4112;top:2108;width:847;height:2" coordorigin="4112,2108" coordsize="847,0" path="m4958,2108l4112,2108e" filled="false" stroked="true" strokeweight=".515pt" strokecolor="#231f20">
                <v:path arrowok="t"/>
              </v:shape>
            </v:group>
            <v:group style="position:absolute;left:683;top:148;width:194;height:2" coordorigin="683,148" coordsize="194,2">
              <v:shape style="position:absolute;left:683;top:148;width:194;height:2" coordorigin="683,148" coordsize="194,0" path="m876,148l683,148e" filled="false" stroked="true" strokeweight=".515pt" strokecolor="#231f20">
                <v:path arrowok="t"/>
              </v:shape>
            </v:group>
            <v:group style="position:absolute;left:592;top:118;width:112;height:60" coordorigin="592,118" coordsize="112,60">
              <v:shape style="position:absolute;left:592;top:118;width:112;height:60" coordorigin="592,118" coordsize="112,60" path="m703,118l592,148,703,177,703,118xe" filled="true" fillcolor="#231f20" stroked="false">
                <v:path arrowok="t"/>
                <v:fill type="solid"/>
              </v:shape>
            </v:group>
            <v:group style="position:absolute;left:5;top:148;width:194;height:2" coordorigin="5,148" coordsize="194,2">
              <v:shape style="position:absolute;left:5;top:148;width:194;height:2" coordorigin="5,148" coordsize="194,0" path="m5,148l199,148e" filled="false" stroked="true" strokeweight=".515pt" strokecolor="#231f20">
                <v:path arrowok="t"/>
              </v:shape>
            </v:group>
            <v:group style="position:absolute;left:178;top:118;width:112;height:60" coordorigin="178,118" coordsize="112,60">
              <v:shape style="position:absolute;left:178;top:118;width:112;height:60" coordorigin="178,118" coordsize="112,60" path="m178,118l178,177,290,148,178,118xe" filled="true" fillcolor="#231f20" stroked="false">
                <v:path arrowok="t"/>
                <v:fill type="solid"/>
              </v:shape>
            </v:group>
            <v:group style="position:absolute;left:592;top:5;width:2;height:285" coordorigin="592,5" coordsize="2,285">
              <v:shape style="position:absolute;left:592;top:5;width:2;height:285" coordorigin="592,5" coordsize="0,285" path="m592,290l592,5e" filled="false" stroked="true" strokeweight=".515pt" strokecolor="#231f20">
                <v:path arrowok="t"/>
              </v:shape>
            </v:group>
            <v:group style="position:absolute;left:4070;top:5;width:2;height:285" coordorigin="4070,5" coordsize="2,285">
              <v:shape style="position:absolute;left:4070;top:5;width:2;height:285" coordorigin="4070,5" coordsize="0,285" path="m4070,290l4070,5e" filled="false" stroked="true" strokeweight=".515pt" strokecolor="#231f20">
                <v:path arrowok="t"/>
              </v:shape>
            </v:group>
            <v:group style="position:absolute;left:4463;top:148;width:194;height:2" coordorigin="4463,148" coordsize="194,2">
              <v:shape style="position:absolute;left:4463;top:148;width:194;height:2" coordorigin="4463,148" coordsize="194,0" path="m4657,148l4463,148e" filled="false" stroked="true" strokeweight=".515pt" strokecolor="#231f20">
                <v:path arrowok="t"/>
              </v:shape>
            </v:group>
            <v:group style="position:absolute;left:4372;top:118;width:112;height:60" coordorigin="4372,118" coordsize="112,60">
              <v:shape style="position:absolute;left:4372;top:118;width:112;height:60" coordorigin="4372,118" coordsize="112,60" path="m4484,118l4372,148,4484,177,4484,118xe" filled="true" fillcolor="#231f20" stroked="false">
                <v:path arrowok="t"/>
                <v:fill type="solid"/>
              </v:shape>
            </v:group>
            <v:group style="position:absolute;left:3785;top:148;width:194;height:2" coordorigin="3785,148" coordsize="194,2">
              <v:shape style="position:absolute;left:3785;top:148;width:194;height:2" coordorigin="3785,148" coordsize="194,0" path="m3785,148l3979,148e" filled="false" stroked="true" strokeweight=".515pt" strokecolor="#231f20">
                <v:path arrowok="t"/>
              </v:shape>
            </v:group>
            <v:group style="position:absolute;left:3959;top:118;width:112;height:60" coordorigin="3959,118" coordsize="112,60">
              <v:shape style="position:absolute;left:3959;top:118;width:112;height:60" coordorigin="3959,118" coordsize="112,60" path="m3959,118l3959,177,4070,148,3959,118xe" filled="true" fillcolor="#231f20" stroked="false">
                <v:path arrowok="t"/>
                <v:fill type="solid"/>
              </v:shape>
            </v:group>
            <v:group style="position:absolute;left:4372;top:5;width:2;height:285" coordorigin="4372,5" coordsize="2,285">
              <v:shape style="position:absolute;left:4372;top:5;width:2;height:285" coordorigin="4372,5" coordsize="0,285" path="m4372,290l4372,5e" filled="false" stroked="true" strokeweight=".515pt" strokecolor="#231f20">
                <v:path arrowok="t"/>
              </v:shape>
            </v:group>
            <v:group style="position:absolute;left:4579;top:435;width:2;height:92" coordorigin="4579,435" coordsize="2,92">
              <v:shape style="position:absolute;left:4579;top:435;width:2;height:92" coordorigin="4579,435" coordsize="0,92" path="m4579,435l4579,526e" filled="false" stroked="true" strokeweight=".515pt" strokecolor="#231f20">
                <v:path arrowok="t"/>
              </v:shape>
            </v:group>
            <v:group style="position:absolute;left:4579;top:711;width:2;height:100" coordorigin="4579,711" coordsize="2,100">
              <v:shape style="position:absolute;left:4579;top:711;width:2;height:100" coordorigin="4579,711" coordsize="0,100" path="m4579,711l4579,810e" filled="false" stroked="true" strokeweight=".515pt" strokecolor="#231f20">
                <v:path arrowok="t"/>
              </v:shape>
            </v:group>
            <v:group style="position:absolute;left:4549;top:344;width:60;height:112" coordorigin="4549,344" coordsize="60,112">
              <v:shape style="position:absolute;left:4549;top:344;width:60;height:112" coordorigin="4549,344" coordsize="60,112" path="m4579,344l4549,455,4609,455,4579,344xe" filled="true" fillcolor="#231f20" stroked="false">
                <v:path arrowok="t"/>
                <v:fill type="solid"/>
              </v:shape>
            </v:group>
            <v:group style="position:absolute;left:4549;top:790;width:60;height:112" coordorigin="4549,790" coordsize="60,112">
              <v:shape style="position:absolute;left:4549;top:790;width:60;height:112" coordorigin="4549,790" coordsize="60,112" path="m4609,790l4549,790,4579,901,4609,790xe" filled="true" fillcolor="#231f20" stroked="false">
                <v:path arrowok="t"/>
                <v:fill type="solid"/>
              </v:shape>
            </v:group>
            <v:group style="position:absolute;left:4847;top:435;width:2;height:721" coordorigin="4847,435" coordsize="2,721">
              <v:shape style="position:absolute;left:4847;top:435;width:2;height:721" coordorigin="4847,435" coordsize="0,721" path="m4847,435l4847,1156e" filled="false" stroked="true" strokeweight=".515pt" strokecolor="#231f20">
                <v:path arrowok="t"/>
              </v:shape>
            </v:group>
            <v:group style="position:absolute;left:4847;top:1364;width:2;height:641" coordorigin="4847,1364" coordsize="2,641">
              <v:shape style="position:absolute;left:4847;top:1364;width:2;height:641" coordorigin="4847,1364" coordsize="0,641" path="m4847,1364l4847,2005e" filled="false" stroked="true" strokeweight=".515pt" strokecolor="#231f20">
                <v:path arrowok="t"/>
              </v:shape>
            </v:group>
            <v:group style="position:absolute;left:4817;top:344;width:60;height:112" coordorigin="4817,344" coordsize="60,112">
              <v:shape style="position:absolute;left:4817;top:344;width:60;height:112" coordorigin="4817,344" coordsize="60,112" path="m4847,344l4817,455,4877,455,4847,344xe" filled="true" fillcolor="#231f20" stroked="false">
                <v:path arrowok="t"/>
                <v:fill type="solid"/>
              </v:shape>
            </v:group>
            <v:group style="position:absolute;left:4817;top:1985;width:60;height:112" coordorigin="4817,1985" coordsize="60,112">
              <v:shape style="position:absolute;left:4817;top:1985;width:60;height:112" coordorigin="4817,1985" coordsize="60,112" path="m4877,1985l4817,1985,4847,2096,4877,1985xe" filled="true" fillcolor="#231f20" stroked="false">
                <v:path arrowok="t"/>
                <v:fill type="solid"/>
              </v:shape>
              <v:shape style="position:absolute;left:331;top:56;width:212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80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112;top:56;width:212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80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409;top:520;width:317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200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679;top:1167;width:317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500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Myriad Pro"/>
          <w:sz w:val="20"/>
        </w:rPr>
      </w:r>
      <w:r>
        <w:rPr>
          <w:rFonts w:ascii="Myriad Pro"/>
          <w:sz w:val="20"/>
        </w:rPr>
        <w:tab/>
      </w:r>
      <w:r>
        <w:rPr>
          <w:rFonts w:ascii="Myriad Pro"/>
          <w:sz w:val="20"/>
        </w:rPr>
        <w:pict>
          <v:group style="width:118.8pt;height:116.7pt;mso-position-horizontal-relative:char;mso-position-vertical-relative:line" coordorigin="0,0" coordsize="2376,2334">
            <v:group style="position:absolute;left:10;top:552;width:2072;height:208" coordorigin="10,552" coordsize="2072,208">
              <v:shape style="position:absolute;left:10;top:552;width:2072;height:208" coordorigin="10,552" coordsize="2072,208" path="m2081,760l10,760,10,552,2081,552,2081,760xe" filled="false" stroked="true" strokeweight="1.029pt" strokecolor="#231f20">
                <v:path arrowok="t"/>
              </v:shape>
            </v:group>
            <v:group style="position:absolute;left:371;top:767;width:208;height:1557" coordorigin="371,767" coordsize="208,1557">
              <v:shape style="position:absolute;left:371;top:767;width:208;height:1557" coordorigin="371,767" coordsize="208,1557" path="m578,2323l371,2323,371,767,578,767,578,2323xe" filled="false" stroked="true" strokeweight="1.029pt" strokecolor="#231f20">
                <v:path arrowok="t"/>
              </v:shape>
            </v:group>
            <v:group style="position:absolute;left:1555;top:767;width:208;height:1557" coordorigin="1555,767" coordsize="208,1557">
              <v:shape style="position:absolute;left:1555;top:767;width:208;height:1557" coordorigin="1555,767" coordsize="208,1557" path="m1762,2323l1555,2323,1555,767,1762,767,1762,2323xe" filled="false" stroked="true" strokeweight="1.029pt" strokecolor="#231f20">
                <v:path arrowok="t"/>
              </v:shape>
            </v:group>
            <v:group style="position:absolute;left:578;top:1116;width:974;height:208" coordorigin="578,1116" coordsize="974,208">
              <v:shape style="position:absolute;left:578;top:1116;width:974;height:208" coordorigin="578,1116" coordsize="974,208" path="m1552,1324l578,1324,578,1116,1552,1116,1552,1324xe" filled="false" stroked="true" strokeweight="1.029pt" strokecolor="#231f20">
                <v:path arrowok="t"/>
              </v:shape>
            </v:group>
            <v:group style="position:absolute;left:1264;top:148;width:727;height:2" coordorigin="1264,148" coordsize="727,2">
              <v:shape style="position:absolute;left:1264;top:148;width:727;height:2" coordorigin="1264,148" coordsize="727,0" path="m1264,148l1990,148e" filled="false" stroked="true" strokeweight=".515pt" strokecolor="#231f20">
                <v:path arrowok="t"/>
              </v:shape>
            </v:group>
            <v:group style="position:absolute;left:1970;top:118;width:112;height:60" coordorigin="1970,118" coordsize="112,60">
              <v:shape style="position:absolute;left:1970;top:118;width:112;height:60" coordorigin="1970,118" coordsize="112,60" path="m1970,118l1970,177,2081,147,1970,118xe" filled="true" fillcolor="#231f20" stroked="false">
                <v:path arrowok="t"/>
                <v:fill type="solid"/>
              </v:shape>
            </v:group>
            <v:group style="position:absolute;left:1762;top:220;width:2;height:285" coordorigin="1762,220" coordsize="2,285">
              <v:shape style="position:absolute;left:1762;top:220;width:2;height:285" coordorigin="1762,220" coordsize="0,285" path="m1762,505l1762,220e" filled="false" stroked="true" strokeweight=".515pt" strokecolor="#231f20">
                <v:path arrowok="t"/>
              </v:shape>
            </v:group>
            <v:group style="position:absolute;left:101;top:148;width:766;height:2" coordorigin="101,148" coordsize="766,2">
              <v:shape style="position:absolute;left:101;top:148;width:766;height:2" coordorigin="101,148" coordsize="766,0" path="m101,148l867,148e" filled="false" stroked="true" strokeweight=".515pt" strokecolor="#231f20">
                <v:path arrowok="t"/>
              </v:shape>
            </v:group>
            <v:group style="position:absolute;left:10;top:118;width:112;height:60" coordorigin="10,118" coordsize="112,60">
              <v:shape style="position:absolute;left:10;top:118;width:112;height:60" coordorigin="10,118" coordsize="112,60" path="m122,118l10,147,122,177,122,118xe" filled="true" fillcolor="#231f20" stroked="false">
                <v:path arrowok="t"/>
                <v:fill type="solid"/>
              </v:shape>
            </v:group>
            <v:group style="position:absolute;left:10;top:5;width:2;height:500" coordorigin="10,5" coordsize="2,500">
              <v:shape style="position:absolute;left:10;top:5;width:2;height:500" coordorigin="10,5" coordsize="0,500" path="m10,505l10,5e" filled="false" stroked="true" strokeweight=".515pt" strokecolor="#231f20">
                <v:path arrowok="t"/>
              </v:shape>
            </v:group>
            <v:group style="position:absolute;left:2081;top:5;width:2;height:500" coordorigin="2081,5" coordsize="2,500">
              <v:shape style="position:absolute;left:2081;top:5;width:2;height:500" coordorigin="2081,5" coordsize="0,500" path="m2081,505l2081,5e" filled="false" stroked="true" strokeweight=".515pt" strokecolor="#231f20">
                <v:path arrowok="t"/>
              </v:shape>
            </v:group>
            <v:group style="position:absolute;left:2176;top:363;width:194;height:2" coordorigin="2176,363" coordsize="194,2">
              <v:shape style="position:absolute;left:2176;top:363;width:194;height:2" coordorigin="2176,363" coordsize="194,0" path="m2370,363l2176,363e" filled="false" stroked="true" strokeweight=".515pt" strokecolor="#231f20">
                <v:path arrowok="t"/>
              </v:shape>
            </v:group>
            <v:group style="position:absolute;left:2085;top:333;width:112;height:60" coordorigin="2085,333" coordsize="112,60">
              <v:shape style="position:absolute;left:2085;top:333;width:112;height:60" coordorigin="2085,333" coordsize="112,60" path="m2197,333l2085,363,2197,393,2197,333xe" filled="true" fillcolor="#231f20" stroked="false">
                <v:path arrowok="t"/>
                <v:fill type="solid"/>
              </v:shape>
            </v:group>
            <v:group style="position:absolute;left:1472;top:363;width:194;height:2" coordorigin="1472,363" coordsize="194,2">
              <v:shape style="position:absolute;left:1472;top:363;width:194;height:2" coordorigin="1472,363" coordsize="194,0" path="m1472,363l1665,363e" filled="false" stroked="true" strokeweight=".515pt" strokecolor="#231f20">
                <v:path arrowok="t"/>
              </v:shape>
            </v:group>
            <v:group style="position:absolute;left:1645;top:333;width:112;height:60" coordorigin="1645,333" coordsize="112,60">
              <v:shape style="position:absolute;left:1645;top:333;width:112;height:60" coordorigin="1645,333" coordsize="112,60" path="m1645,333l1645,393,1757,363,1645,333xe" filled="true" fillcolor="#231f20" stroked="false">
                <v:path arrowok="t"/>
                <v:fill type="solid"/>
              </v:shape>
              <v:shape style="position:absolute;left:893;top:50;width:317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600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818;top:271;width:212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80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Myriad Pro"/>
          <w:sz w:val="20"/>
        </w:rPr>
      </w:r>
    </w:p>
    <w:p>
      <w:pPr>
        <w:spacing w:line="240" w:lineRule="auto" w:before="8"/>
        <w:rPr>
          <w:rFonts w:ascii="Myriad Pro" w:hAnsi="Myriad Pro" w:cs="Myriad Pro" w:eastAsia="Myriad Pro"/>
          <w:sz w:val="7"/>
          <w:szCs w:val="7"/>
        </w:rPr>
      </w:pPr>
    </w:p>
    <w:p>
      <w:pPr>
        <w:spacing w:before="76"/>
        <w:ind w:left="0" w:right="295" w:firstLine="0"/>
        <w:jc w:val="center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1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14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Shop</w:t>
      </w:r>
      <w:r>
        <w:rPr>
          <w:rFonts w:ascii="Myriad Pro" w:hAnsi="Myriad Pro" w:cs="Myriad Pro" w:eastAsia="Myriad Pro"/>
          <w:color w:val="231F20"/>
          <w:spacing w:val="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table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5"/>
        <w:rPr>
          <w:rFonts w:ascii="Myriad Pro" w:hAnsi="Myriad Pro" w:cs="Myriad Pro" w:eastAsia="Myriad Pro"/>
          <w:sz w:val="17"/>
          <w:szCs w:val="17"/>
        </w:rPr>
      </w:pPr>
    </w:p>
    <w:p>
      <w:pPr>
        <w:pStyle w:val="BodyText"/>
        <w:spacing w:line="280" w:lineRule="auto"/>
        <w:ind w:left="729" w:right="1163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Although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dimensions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notations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clear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easy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read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14,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following</w:t>
      </w:r>
      <w:r>
        <w:rPr>
          <w:rFonts w:ascii="Myriad Pro"/>
          <w:color w:val="231F20"/>
          <w:spacing w:val="76"/>
          <w:w w:val="102"/>
        </w:rPr>
        <w:t> </w:t>
      </w:r>
      <w:r>
        <w:rPr>
          <w:rFonts w:ascii="Myriad Pro"/>
          <w:color w:val="231F20"/>
        </w:rPr>
        <w:t>points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should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  <w:spacing w:val="1"/>
        </w:rPr>
        <w:t>made:</w:t>
      </w:r>
      <w:r>
        <w:rPr>
          <w:rFonts w:ascii="Myriad Pro"/>
        </w:rPr>
      </w:r>
    </w:p>
    <w:p>
      <w:pPr>
        <w:pStyle w:val="BodyText"/>
        <w:numPr>
          <w:ilvl w:val="0"/>
          <w:numId w:val="6"/>
        </w:numPr>
        <w:tabs>
          <w:tab w:pos="1471" w:val="left" w:leader="none"/>
        </w:tabs>
        <w:spacing w:line="240" w:lineRule="auto" w:before="100" w:after="0"/>
        <w:ind w:left="1516" w:right="0" w:hanging="417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Leg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rail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sizes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have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not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been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shown.</w:t>
      </w:r>
      <w:r>
        <w:rPr>
          <w:rFonts w:ascii="Myriad Pro"/>
        </w:rPr>
      </w:r>
    </w:p>
    <w:p>
      <w:pPr>
        <w:spacing w:line="240" w:lineRule="auto" w:before="2"/>
        <w:rPr>
          <w:rFonts w:ascii="Myriad Pro" w:hAnsi="Myriad Pro" w:cs="Myriad Pro" w:eastAsia="Myriad Pro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471" w:val="left" w:leader="none"/>
        </w:tabs>
        <w:spacing w:line="240" w:lineRule="auto" w:before="0" w:after="0"/>
        <w:ind w:left="1470" w:right="0" w:hanging="371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thickness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top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has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not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been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given.</w:t>
      </w:r>
      <w:r>
        <w:rPr>
          <w:rFonts w:ascii="Myriad Pro"/>
        </w:rPr>
      </w:r>
    </w:p>
    <w:p>
      <w:pPr>
        <w:spacing w:line="240" w:lineRule="auto" w:before="2"/>
        <w:rPr>
          <w:rFonts w:ascii="Myriad Pro" w:hAnsi="Myriad Pro" w:cs="Myriad Pro" w:eastAsia="Myriad Pro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471" w:val="left" w:leader="none"/>
        </w:tabs>
        <w:spacing w:line="240" w:lineRule="auto" w:before="0" w:after="0"/>
        <w:ind w:left="1470" w:right="0" w:hanging="371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material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has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not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been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given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notation.</w:t>
      </w:r>
      <w:r>
        <w:rPr>
          <w:rFonts w:ascii="Myriad Pro"/>
        </w:rPr>
      </w:r>
    </w:p>
    <w:p>
      <w:pPr>
        <w:spacing w:line="240" w:lineRule="auto" w:before="2"/>
        <w:rPr>
          <w:rFonts w:ascii="Myriad Pro" w:hAnsi="Myriad Pro" w:cs="Myriad Pro" w:eastAsia="Myriad Pro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471" w:val="left" w:leader="none"/>
        </w:tabs>
        <w:spacing w:line="240" w:lineRule="auto" w:before="0" w:after="0"/>
        <w:ind w:left="1470" w:right="0" w:hanging="371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600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dimension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has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been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repeated.</w:t>
      </w:r>
      <w:r>
        <w:rPr>
          <w:rFonts w:ascii="Myriad Pro"/>
        </w:rPr>
      </w:r>
    </w:p>
    <w:p>
      <w:pPr>
        <w:spacing w:line="240" w:lineRule="auto" w:before="2"/>
        <w:rPr>
          <w:rFonts w:ascii="Myriad Pro" w:hAnsi="Myriad Pro" w:cs="Myriad Pro" w:eastAsia="Myriad Pro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471" w:val="left" w:leader="none"/>
        </w:tabs>
        <w:spacing w:line="240" w:lineRule="auto" w:before="0" w:after="0"/>
        <w:ind w:left="1470" w:right="0" w:hanging="371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1"/>
        </w:rPr>
        <w:t>type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finish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used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has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not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been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given.</w:t>
      </w:r>
      <w:r>
        <w:rPr>
          <w:rFonts w:ascii="Myriad Pro"/>
        </w:rPr>
      </w:r>
    </w:p>
    <w:p>
      <w:pPr>
        <w:spacing w:line="240" w:lineRule="auto" w:before="2"/>
        <w:rPr>
          <w:rFonts w:ascii="Myriad Pro" w:hAnsi="Myriad Pro" w:cs="Myriad Pro" w:eastAsia="Myriad Pro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471" w:val="left" w:leader="none"/>
        </w:tabs>
        <w:spacing w:line="240" w:lineRule="auto" w:before="0" w:after="0"/>
        <w:ind w:left="1470" w:right="0" w:hanging="371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Note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2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redundant.</w:t>
      </w:r>
      <w:r>
        <w:rPr>
          <w:rFonts w:ascii="Myriad Pro"/>
        </w:rPr>
      </w:r>
    </w:p>
    <w:p>
      <w:pPr>
        <w:spacing w:after="0" w:line="240" w:lineRule="auto"/>
        <w:jc w:val="left"/>
        <w:rPr>
          <w:rFonts w:ascii="Myriad Pro" w:hAnsi="Myriad Pro" w:cs="Myriad Pro" w:eastAsia="Myriad Pro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17"/>
          <w:szCs w:val="17"/>
        </w:rPr>
      </w:pPr>
    </w:p>
    <w:p>
      <w:pPr>
        <w:pStyle w:val="BodyText"/>
        <w:spacing w:line="280" w:lineRule="auto" w:before="70"/>
        <w:ind w:left="920" w:right="1163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sketch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shop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table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far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from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complete,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table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could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not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made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without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50"/>
          <w:w w:val="102"/>
        </w:rPr>
        <w:t> </w:t>
      </w:r>
      <w:r>
        <w:rPr>
          <w:rFonts w:ascii="Myriad Pro"/>
          <w:color w:val="231F20"/>
        </w:rPr>
        <w:t>lot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guesswork.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15,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other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hand,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shows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completed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sketch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that,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along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with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the</w:t>
      </w:r>
      <w:r>
        <w:rPr>
          <w:rFonts w:ascii="Myriad Pro"/>
          <w:color w:val="231F20"/>
          <w:spacing w:val="50"/>
          <w:w w:val="102"/>
        </w:rPr>
        <w:t> </w:t>
      </w:r>
      <w:r>
        <w:rPr>
          <w:rFonts w:ascii="Myriad Pro"/>
          <w:color w:val="231F20"/>
          <w:spacing w:val="1"/>
        </w:rPr>
        <w:t>necessary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notes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dimension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information,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can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readily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used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for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construction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purposes.</w:t>
      </w:r>
      <w:r>
        <w:rPr>
          <w:rFonts w:ascii="Myriad Pro"/>
        </w:rPr>
      </w:r>
    </w:p>
    <w:p>
      <w:pPr>
        <w:spacing w:line="240" w:lineRule="auto" w:before="1"/>
        <w:rPr>
          <w:rFonts w:ascii="Myriad Pro" w:hAnsi="Myriad Pro" w:cs="Myriad Pro" w:eastAsia="Myriad Pro"/>
          <w:sz w:val="17"/>
          <w:szCs w:val="17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17"/>
          <w:szCs w:val="17"/>
        </w:rPr>
        <w:sectPr>
          <w:footerReference w:type="default" r:id="rId20"/>
          <w:footerReference w:type="even" r:id="rId21"/>
          <w:pgSz w:w="12240" w:h="15840"/>
          <w:pgMar w:footer="643" w:header="630" w:top="1080" w:bottom="840" w:left="880" w:right="340"/>
          <w:pgNumType w:start="11"/>
        </w:sectPr>
      </w:pPr>
    </w:p>
    <w:p>
      <w:pPr>
        <w:spacing w:before="73"/>
        <w:ind w:left="0" w:right="54" w:firstLine="0"/>
        <w:jc w:val="right"/>
        <w:rPr>
          <w:rFonts w:ascii="Myriad Pro" w:hAnsi="Myriad Pro" w:cs="Myriad Pro" w:eastAsia="Myriad Pro"/>
          <w:sz w:val="20"/>
          <w:szCs w:val="20"/>
        </w:rPr>
      </w:pPr>
      <w:r>
        <w:rPr/>
        <w:pict>
          <v:group style="position:absolute;margin-left:239.036804pt;margin-top:9.871648pt;width:197.6pt;height:296.05pt;mso-position-horizontal-relative:page;mso-position-vertical-relative:paragraph;z-index:-107824" coordorigin="4781,197" coordsize="3952,5921">
            <v:group style="position:absolute;left:5305;top:774;width:2200;height:4560" coordorigin="5305,774" coordsize="2200,4560">
              <v:shape style="position:absolute;left:5305;top:774;width:2200;height:4560" coordorigin="5305,774" coordsize="2200,4560" path="m7027,5245l5379,3583,5342,3533,5318,3477,5306,3417,5305,1049,5306,1026,5320,960,5349,901,5390,851,5442,811,5503,785,5570,774,7229,774,7252,775,7318,789,7378,817,7428,859,7467,910,7493,971,7505,1038,7505,5058,7502,5094,7485,5161,7454,5219,7411,5266,7358,5301,7299,5324,7237,5334,7205,5333,7142,5320,7081,5291,7027,5245xe" filled="false" stroked="true" strokeweight="1.029pt" strokecolor="#231f20">
                <v:path arrowok="t"/>
              </v:shape>
            </v:group>
            <v:group style="position:absolute;left:5477;top:2798;width:348;height:347" coordorigin="5477,2798" coordsize="348,347">
              <v:shape style="position:absolute;left:5477;top:2798;width:348;height:347" coordorigin="5477,2798" coordsize="348,347" path="m5634,2798l5573,2816,5523,2855,5489,2912,5477,2983,5480,3005,5505,3065,5550,3111,5611,3139,5658,3144,5680,3142,5742,3119,5790,3075,5819,3016,5825,2971,5823,2951,5804,2890,5764,2841,5707,2809,5634,2798xe" filled="true" fillcolor="#ffffff" stroked="false">
                <v:path arrowok="t"/>
                <v:fill type="solid"/>
              </v:shape>
            </v:group>
            <v:group style="position:absolute;left:5477;top:2798;width:348;height:347" coordorigin="5477,2798" coordsize="348,347">
              <v:shape style="position:absolute;left:5477;top:2798;width:348;height:347" coordorigin="5477,2798" coordsize="348,347" path="m5825,2971l5812,3037,5776,3091,5723,3129,5658,3144,5633,3143,5569,3123,5518,3082,5486,3026,5477,2983,5479,2958,5498,2891,5538,2840,5592,2807,5634,2798,5660,2799,5728,2818,5780,2856,5813,2909,5825,2971xe" filled="false" stroked="true" strokeweight="1.029pt" strokecolor="#231f20">
                <v:path arrowok="t"/>
              </v:shape>
            </v:group>
            <v:group style="position:absolute;left:7040;top:4043;width:348;height:347" coordorigin="7040,4043" coordsize="348,347">
              <v:shape style="position:absolute;left:7040;top:4043;width:348;height:347" coordorigin="7040,4043" coordsize="348,347" path="m7197,4043l7135,4061,7085,4100,7052,4157,7040,4228,7043,4250,7068,4310,7113,4356,7173,4384,7220,4390,7243,4387,7305,4364,7353,4320,7381,4261,7387,4216,7386,4196,7367,4135,7327,4087,7269,4054,7197,4043xe" filled="true" fillcolor="#ffffff" stroked="false">
                <v:path arrowok="t"/>
                <v:fill type="solid"/>
              </v:shape>
            </v:group>
            <v:group style="position:absolute;left:7040;top:4043;width:348;height:347" coordorigin="7040,4043" coordsize="348,347">
              <v:shape style="position:absolute;left:7040;top:4043;width:348;height:347" coordorigin="7040,4043" coordsize="348,347" path="m7387,4216l7374,4282,7339,4337,7286,4374,7220,4390,7196,4388,7131,4368,7081,4327,7049,4271,7040,4228,7042,4203,7061,4137,7100,4085,7155,4053,7197,4043,7223,4044,7290,4063,7343,4101,7376,4155,7387,4216xe" filled="false" stroked="true" strokeweight="1.029pt" strokecolor="#231f20">
                <v:path arrowok="t"/>
              </v:shape>
            </v:group>
            <v:group style="position:absolute;left:7040;top:897;width:348;height:347" coordorigin="7040,897" coordsize="348,347">
              <v:shape style="position:absolute;left:7040;top:897;width:348;height:347" coordorigin="7040,897" coordsize="348,347" path="m7197,897l7135,915,7085,954,7052,1011,7040,1082,7043,1104,7068,1164,7113,1210,7173,1238,7220,1243,7243,1241,7305,1218,7353,1174,7381,1115,7387,1070,7386,1050,7367,989,7327,940,7269,908,7197,897xe" filled="true" fillcolor="#ffffff" stroked="false">
                <v:path arrowok="t"/>
                <v:fill type="solid"/>
              </v:shape>
            </v:group>
            <v:group style="position:absolute;left:7040;top:897;width:348;height:347" coordorigin="7040,897" coordsize="348,347">
              <v:shape style="position:absolute;left:7040;top:897;width:348;height:347" coordorigin="7040,897" coordsize="348,347" path="m7387,1070l7374,1136,7339,1190,7286,1228,7220,1243,7196,1242,7131,1222,7081,1181,7049,1125,7040,1082,7042,1057,7061,990,7100,939,7155,906,7197,897,7223,898,7290,917,7343,955,7376,1008,7387,1070xe" filled="false" stroked="true" strokeweight="1.029pt" strokecolor="#231f20">
                <v:path arrowok="t"/>
              </v:shape>
            </v:group>
            <v:group style="position:absolute;left:5477;top:938;width:348;height:347" coordorigin="5477,938" coordsize="348,347">
              <v:shape style="position:absolute;left:5477;top:938;width:348;height:347" coordorigin="5477,938" coordsize="348,347" path="m5634,938l5573,956,5523,995,5489,1052,5477,1123,5480,1145,5505,1205,5550,1251,5611,1279,5658,1284,5680,1282,5742,1259,5790,1215,5819,1156,5825,1111,5823,1091,5804,1030,5764,982,5707,949,5634,938xe" filled="true" fillcolor="#ffffff" stroked="false">
                <v:path arrowok="t"/>
                <v:fill type="solid"/>
              </v:shape>
            </v:group>
            <v:group style="position:absolute;left:5477;top:938;width:348;height:347" coordorigin="5477,938" coordsize="348,347">
              <v:shape style="position:absolute;left:5477;top:938;width:348;height:347" coordorigin="5477,938" coordsize="348,347" path="m5825,1111l5812,1177,5776,1231,5723,1269,5658,1284,5633,1283,5569,1263,5518,1222,5486,1166,5477,1123,5479,1098,5498,1032,5538,980,5592,947,5634,938,5660,939,5728,958,5780,996,5813,1049,5825,1111xe" filled="false" stroked="true" strokeweight="1.029pt" strokecolor="#231f20">
                <v:path arrowok="t"/>
              </v:shape>
            </v:group>
            <v:group style="position:absolute;left:6059;top:2294;width:705;height:705" coordorigin="6059,2294" coordsize="705,705">
              <v:shape style="position:absolute;left:6059;top:2294;width:705;height:705" coordorigin="6059,2294" coordsize="705,705" path="m6764,2646l6753,2731,6724,2808,6679,2876,6619,2931,6548,2971,6468,2994,6411,2999,6382,2997,6300,2981,6226,2946,6162,2895,6112,2832,6077,2758,6060,2675,6059,2646,6060,2617,6077,2535,6112,2461,6162,2397,6226,2347,6300,2312,6382,2295,6411,2294,6440,2295,6523,2312,6597,2347,6660,2397,6711,2461,6746,2535,6762,2617,6764,2646xe" filled="false" stroked="true" strokeweight="1.029pt" strokecolor="#231f20">
                <v:path arrowok="t"/>
              </v:shape>
            </v:group>
            <v:group style="position:absolute;left:6411;top:374;width:2;height:5037" coordorigin="6411,374" coordsize="2,5037">
              <v:shape style="position:absolute;left:6411;top:374;width:2;height:5037" coordorigin="6411,374" coordsize="0,5037" path="m6411,374l6411,5411e" filled="false" stroked="true" strokeweight=".515159pt" strokecolor="#231f20">
                <v:path arrowok="t"/>
                <v:stroke dashstyle="longDash"/>
              </v:shape>
            </v:group>
            <v:group style="position:absolute;left:6239;top:2646;width:31;height:2" coordorigin="6239,2646" coordsize="31,2">
              <v:shape style="position:absolute;left:6239;top:2646;width:31;height:2" coordorigin="6239,2646" coordsize="31,0" path="m6239,2646l6269,2646e" filled="false" stroked="true" strokeweight=".515pt" strokecolor="#231f20">
                <v:path arrowok="t"/>
              </v:shape>
            </v:group>
            <v:group style="position:absolute;left:6331;top:2646;width:1896;height:2" coordorigin="6331,2646" coordsize="1896,2">
              <v:shape style="position:absolute;left:6331;top:2646;width:1896;height:2" coordorigin="6331,2646" coordsize="1896,0" path="m6331,2646l8226,2646e" filled="false" stroked="true" strokeweight=".515155pt" strokecolor="#231f20">
                <v:path arrowok="t"/>
                <v:stroke dashstyle="longDash"/>
              </v:shape>
            </v:group>
            <v:group style="position:absolute;left:4786;top:2971;width:1011;height:2" coordorigin="4786,2971" coordsize="1011,2">
              <v:shape style="position:absolute;left:4786;top:2971;width:1011;height:2" coordorigin="4786,2971" coordsize="1011,0" path="m4786,2971l5797,2971e" filled="false" stroked="true" strokeweight=".515003pt" strokecolor="#231f20">
                <v:path arrowok="t"/>
                <v:stroke dashstyle="longDash"/>
              </v:shape>
            </v:group>
            <v:group style="position:absolute;left:5651;top:3671;width:2;height:31" coordorigin="5651,3671" coordsize="2,31">
              <v:shape style="position:absolute;left:5651;top:3671;width:2;height:31" coordorigin="5651,3671" coordsize="0,31" path="m5651,3702l5651,3671e" filled="false" stroked="true" strokeweight=".515pt" strokecolor="#231f20">
                <v:path arrowok="t"/>
              </v:shape>
            </v:group>
            <v:group style="position:absolute;left:5651;top:2836;width:2;height:786" coordorigin="5651,2836" coordsize="2,786">
              <v:shape style="position:absolute;left:5651;top:2836;width:2;height:786" coordorigin="5651,2836" coordsize="0,786" path="m5651,2836l5651,3621e" filled="false" stroked="true" strokeweight=".515018pt" strokecolor="#231f20">
                <v:path arrowok="t"/>
                <v:stroke dashstyle="longDash"/>
              </v:shape>
            </v:group>
            <v:group style="position:absolute;left:4786;top:1110;width:176;height:2" coordorigin="4786,1110" coordsize="176,2">
              <v:shape style="position:absolute;left:4786;top:1110;width:176;height:2" coordorigin="4786,1110" coordsize="176,0" path="m4786,1110l4961,1110e" filled="false" stroked="true" strokeweight=".515pt" strokecolor="#231f20">
                <v:path arrowok="t"/>
              </v:shape>
            </v:group>
            <v:group style="position:absolute;left:5012;top:1111;width:786;height:2" coordorigin="5012,1111" coordsize="786,2">
              <v:shape style="position:absolute;left:5012;top:1111;width:786;height:2" coordorigin="5012,1111" coordsize="786,0" path="m5012,1111l5797,1111e" filled="false" stroked="true" strokeweight=".542951pt" strokecolor="#231f20">
                <v:path arrowok="t"/>
                <v:stroke dashstyle="longDash"/>
              </v:shape>
            </v:group>
            <v:group style="position:absolute;left:5651;top:1379;width:2;height:31" coordorigin="5651,1379" coordsize="2,31">
              <v:shape style="position:absolute;left:5651;top:1379;width:2;height:31" coordorigin="5651,1379" coordsize="0,31" path="m5651,1410l5651,1379e" filled="false" stroked="true" strokeweight=".515pt" strokecolor="#231f20">
                <v:path arrowok="t"/>
              </v:shape>
            </v:group>
            <v:group style="position:absolute;left:5651;top:374;width:2;height:955" coordorigin="5651,374" coordsize="2,955">
              <v:shape style="position:absolute;left:5651;top:374;width:2;height:955" coordorigin="5651,374" coordsize="0,955" path="m5651,374l5651,1328e" filled="false" stroked="true" strokeweight=".515118pt" strokecolor="#231f20">
                <v:path arrowok="t"/>
                <v:stroke dashstyle="longDash"/>
              </v:shape>
            </v:group>
            <v:group style="position:absolute;left:7111;top:1069;width:1116;height:2" coordorigin="7111,1069" coordsize="1116,2">
              <v:shape style="position:absolute;left:7111;top:1069;width:1116;height:2" coordorigin="7111,1069" coordsize="1116,0" path="m7111,1069l8226,1069e" filled="false" stroked="true" strokeweight=".515037pt" strokecolor="#231f20">
                <v:path arrowok="t"/>
                <v:stroke dashstyle="longDash"/>
              </v:shape>
            </v:group>
            <v:group style="position:absolute;left:7213;top:1379;width:2;height:31" coordorigin="7213,1379" coordsize="2,31">
              <v:shape style="position:absolute;left:7213;top:1379;width:2;height:31" coordorigin="7213,1379" coordsize="0,31" path="m7213,1410l7213,1379e" filled="false" stroked="true" strokeweight=".515pt" strokecolor="#231f20">
                <v:path arrowok="t"/>
              </v:shape>
            </v:group>
            <v:group style="position:absolute;left:7213;top:374;width:2;height:955" coordorigin="7213,374" coordsize="2,955">
              <v:shape style="position:absolute;left:7213;top:374;width:2;height:955" coordorigin="7213,374" coordsize="0,955" path="m7213,374l7213,1328e" filled="false" stroked="true" strokeweight=".523017pt" strokecolor="#231f20">
                <v:path arrowok="t"/>
                <v:stroke dashstyle="longDash"/>
              </v:shape>
            </v:group>
            <v:group style="position:absolute;left:7152;top:4216;width:1075;height:2" coordorigin="7152,4216" coordsize="1075,2">
              <v:shape style="position:absolute;left:7152;top:4216;width:1075;height:2" coordorigin="7152,4216" coordsize="1075,0" path="m7152,4216l8226,4216e" filled="false" stroked="true" strokeweight=".515054pt" strokecolor="#231f20">
                <v:path arrowok="t"/>
                <v:stroke dashstyle="longDash"/>
              </v:shape>
            </v:group>
            <v:group style="position:absolute;left:7213;top:3797;width:2;height:1939" coordorigin="7213,3797" coordsize="2,1939">
              <v:shape style="position:absolute;left:7213;top:3797;width:2;height:1939" coordorigin="7213,3797" coordsize="0,1939" path="m7213,3797l7213,5736e" filled="false" stroked="true" strokeweight=".5151pt" strokecolor="#231f20">
                <v:path arrowok="t"/>
              </v:shape>
            </v:group>
            <v:group style="position:absolute;left:7703;top:774;width:1024;height:2" coordorigin="7703,774" coordsize="1024,2">
              <v:shape style="position:absolute;left:7703;top:774;width:1024;height:2" coordorigin="7703,774" coordsize="1024,0" path="m7703,774l8727,774e" filled="false" stroked="true" strokeweight=".515pt" strokecolor="#231f20">
                <v:path arrowok="t"/>
              </v:shape>
            </v:group>
            <v:group style="position:absolute;left:7505;top:5334;width:1222;height:2" coordorigin="7505,5334" coordsize="1222,2">
              <v:shape style="position:absolute;left:7505;top:5334;width:1222;height:2" coordorigin="7505,5334" coordsize="1222,0" path="m7505,5334l8727,5334e" filled="false" stroked="true" strokeweight=".515pt" strokecolor="#231f20">
                <v:path arrowok="t"/>
              </v:shape>
            </v:group>
            <v:group style="position:absolute;left:7177;top:5057;width:689;height:2" coordorigin="7177,5057" coordsize="689,2">
              <v:shape style="position:absolute;left:7177;top:5057;width:689;height:2" coordorigin="7177,5057" coordsize="689,0" path="m7177,5057l7866,5057e" filled="false" stroked="true" strokeweight=".515pt" strokecolor="#231f20">
                <v:path arrowok="t"/>
                <v:stroke dashstyle="dash"/>
              </v:shape>
            </v:group>
            <v:group style="position:absolute;left:6474;top:5334;width:637;height:2" coordorigin="6474,5334" coordsize="637,2">
              <v:shape style="position:absolute;left:6474;top:5334;width:637;height:2" coordorigin="6474,5334" coordsize="637,0" path="m6474,5334l7111,5334e" filled="false" stroked="true" strokeweight=".515pt" strokecolor="#231f20">
                <v:path arrowok="t"/>
              </v:shape>
            </v:group>
            <v:group style="position:absolute;left:6547;top:5003;width:83;height:248" coordorigin="6547,5003" coordsize="83,248">
              <v:shape style="position:absolute;left:6547;top:5003;width:83;height:248" coordorigin="6547,5003" coordsize="83,248" path="m6547,5250l6558,5190,6574,5131,6594,5075,6620,5021,6629,5003e" filled="false" stroked="true" strokeweight=".515pt" strokecolor="#231f20">
                <v:path arrowok="t"/>
              </v:shape>
            </v:group>
            <v:group style="position:absolute;left:6520;top:5228;width:60;height:114" coordorigin="6520,5228" coordsize="60,114">
              <v:shape style="position:absolute;left:6520;top:5228;width:60;height:114" coordorigin="6520,5228" coordsize="60,114" path="m6520,5228l6541,5341,6580,5232,6520,5228xe" filled="true" fillcolor="#231f20" stroked="false">
                <v:path arrowok="t"/>
                <v:fill type="solid"/>
              </v:shape>
            </v:group>
            <v:group style="position:absolute;left:6602;top:4914;width:87;height:110" coordorigin="6602,4914" coordsize="87,110">
              <v:shape style="position:absolute;left:6602;top:4914;width:87;height:110" coordorigin="6602,4914" coordsize="87,110" path="m6689,4914l6602,4990,6652,5023,6689,4914xe" filled="true" fillcolor="#231f20" stroked="false">
                <v:path arrowok="t"/>
                <v:fill type="solid"/>
              </v:shape>
            </v:group>
            <v:group style="position:absolute;left:7214;top:5057;width:139;height:139" coordorigin="7214,5057" coordsize="139,139">
              <v:shape style="position:absolute;left:7214;top:5057;width:139;height:139" coordorigin="7214,5057" coordsize="139,139" path="m7214,5057l7352,5196e" filled="false" stroked="true" strokeweight=".515pt" strokecolor="#231f20">
                <v:path arrowok="t"/>
              </v:shape>
            </v:group>
            <v:group style="position:absolute;left:7316;top:5160;width:101;height:101" coordorigin="7316,5160" coordsize="101,101">
              <v:shape style="position:absolute;left:7316;top:5160;width:101;height:101" coordorigin="7316,5160" coordsize="101,101" path="m7359,5160l7316,5202,7416,5260,7359,5160xe" filled="true" fillcolor="#231f20" stroked="false">
                <v:path arrowok="t"/>
                <v:fill type="solid"/>
              </v:shape>
            </v:group>
            <v:group style="position:absolute;left:7436;top:5280;width:825;height:591" coordorigin="7436,5280" coordsize="825,591">
              <v:shape style="position:absolute;left:7436;top:5280;width:825;height:591" coordorigin="7436,5280" coordsize="825,591" path="m7436,5280l8027,5870,8260,5870e" filled="false" stroked="true" strokeweight=".515pt" strokecolor="#231f20">
                <v:path arrowok="t"/>
              </v:shape>
            </v:group>
            <v:group style="position:absolute;left:5390;top:3414;width:149;height:50" coordorigin="5390,3414" coordsize="149,50">
              <v:shape style="position:absolute;left:5390;top:3414;width:149;height:50" coordorigin="5390,3414" coordsize="149,50" path="m5539,3414l5390,3464e" filled="false" stroked="true" strokeweight=".515pt" strokecolor="#231f20">
                <v:path arrowok="t"/>
              </v:shape>
            </v:group>
            <v:group style="position:absolute;left:5321;top:3436;width:93;height:52" coordorigin="5321,3436" coordsize="93,52">
              <v:shape style="position:absolute;left:5321;top:3436;width:93;height:52" coordorigin="5321,3436" coordsize="93,52" path="m5398,3436l5321,3487,5413,3481,5398,3436xe" filled="true" fillcolor="#231f20" stroked="false">
                <v:path arrowok="t"/>
                <v:fill type="solid"/>
              </v:shape>
            </v:group>
            <v:group style="position:absolute;left:4835;top:3492;width:471;height:131" coordorigin="4835,3492" coordsize="471,131">
              <v:shape style="position:absolute;left:4835;top:3492;width:471;height:131" coordorigin="4835,3492" coordsize="471,131" path="m5306,3492l4943,3622,4835,3622e" filled="false" stroked="true" strokeweight=".515pt" strokecolor="#231f20">
                <v:path arrowok="t"/>
              </v:shape>
            </v:group>
            <v:group style="position:absolute;left:7213;top:908;width:161;height:161" coordorigin="7213,908" coordsize="161,161">
              <v:shape style="position:absolute;left:7213;top:908;width:161;height:161" coordorigin="7213,908" coordsize="161,161" path="m7213,1069l7374,908e" filled="false" stroked="true" strokeweight=".515pt" strokecolor="#231f20">
                <v:path arrowok="t"/>
              </v:shape>
            </v:group>
            <v:group style="position:absolute;left:7346;top:857;width:81;height:81" coordorigin="7346,857" coordsize="81,81">
              <v:shape style="position:absolute;left:7346;top:857;width:81;height:81" coordorigin="7346,857" coordsize="81,81" path="m7426,857l7346,903,7380,937,7426,857xe" filled="true" fillcolor="#231f20" stroked="false">
                <v:path arrowok="t"/>
                <v:fill type="solid"/>
              </v:shape>
            </v:group>
            <v:group style="position:absolute;left:7336;top:553;width:524;height:394" coordorigin="7336,553" coordsize="524,394">
              <v:shape style="position:absolute;left:7336;top:553;width:524;height:394" coordorigin="7336,553" coordsize="524,394" path="m7336,946l7730,553,7859,553e" filled="false" stroked="true" strokeweight=".515pt" strokecolor="#231f20">
                <v:path arrowok="t"/>
              </v:shape>
            </v:group>
            <v:group style="position:absolute;left:5443;top:902;width:209;height:210" coordorigin="5443,902" coordsize="209,210">
              <v:shape style="position:absolute;left:5443;top:902;width:209;height:210" coordorigin="5443,902" coordsize="209,210" path="m5651,1111l5443,902e" filled="false" stroked="true" strokeweight=".515pt" strokecolor="#231f20">
                <v:path arrowok="t"/>
              </v:shape>
            </v:group>
            <v:group style="position:absolute;left:5391;top:850;width:80;height:81" coordorigin="5391,850" coordsize="80,81">
              <v:shape style="position:absolute;left:5391;top:850;width:80;height:81" coordorigin="5391,850" coordsize="80,81" path="m5391,850l5437,930,5471,896,5391,850xe" filled="true" fillcolor="#231f20" stroked="false">
                <v:path arrowok="t"/>
                <v:fill type="solid"/>
              </v:shape>
            </v:group>
            <v:group style="position:absolute;left:4999;top:587;width:524;height:394" coordorigin="4999,587" coordsize="524,394">
              <v:shape style="position:absolute;left:4999;top:587;width:524;height:394" coordorigin="4999,587" coordsize="524,394" path="m5523,981l5129,587,4999,587e" filled="false" stroked="true" strokeweight=".515pt" strokecolor="#231f20">
                <v:path arrowok="t"/>
              </v:shape>
            </v:group>
            <v:group style="position:absolute;left:5817;top:2119;width:545;height:452" coordorigin="5817,2119" coordsize="545,452">
              <v:shape style="position:absolute;left:5817;top:2119;width:545;height:452" coordorigin="5817,2119" coordsize="545,452" path="m5817,2119l6065,2119,6361,2570e" filled="false" stroked="true" strokeweight=".515pt" strokecolor="#231f20">
                <v:path arrowok="t"/>
              </v:shape>
            </v:group>
            <v:group style="position:absolute;left:6325;top:2537;width:87;height:110" coordorigin="6325,2537" coordsize="87,110">
              <v:shape style="position:absolute;left:6325;top:2537;width:87;height:110" coordorigin="6325,2537" coordsize="87,110" path="m6375,2537l6325,2569,6411,2646,6375,2537xe" filled="true" fillcolor="#231f20" stroked="false">
                <v:path arrowok="t"/>
                <v:fill type="solid"/>
              </v:shape>
            </v:group>
            <v:group style="position:absolute;left:5306;top:3561;width:2;height:2552" coordorigin="5306,3561" coordsize="2,2552">
              <v:shape style="position:absolute;left:5306;top:3561;width:2;height:2552" coordorigin="5306,3561" coordsize="0,2552" path="m5306,3561l5306,6112e" filled="false" stroked="true" strokeweight=".515pt" strokecolor="#231f20">
                <v:path arrowok="t"/>
              </v:shape>
            </v:group>
            <v:group style="position:absolute;left:5651;top:3879;width:2;height:1857" coordorigin="5651,3879" coordsize="2,1857">
              <v:shape style="position:absolute;left:5651;top:3879;width:2;height:1857" coordorigin="5651,3879" coordsize="0,1857" path="m5651,3879l5651,5736e" filled="false" stroked="true" strokeweight=".515009pt" strokecolor="#231f20">
                <v:path arrowok="t"/>
              </v:shape>
            </v:group>
            <v:group style="position:absolute;left:7505;top:5380;width:2;height:710" coordorigin="7505,5380" coordsize="2,710">
              <v:shape style="position:absolute;left:7505;top:5380;width:2;height:710" coordorigin="7505,5380" coordsize="0,710" path="m7505,5380l7505,6089e" filled="false" stroked="true" strokeweight=".515pt" strokecolor="#231f20">
                <v:path arrowok="t"/>
              </v:shape>
            </v:group>
            <v:group style="position:absolute;left:6777;top:5890;width:728;height:2" coordorigin="6777,5890" coordsize="728,2">
              <v:shape style="position:absolute;left:6777;top:5890;width:728;height:2" coordorigin="6777,5890" coordsize="728,0" path="m6777,5890l7505,5890e" filled="false" stroked="true" strokeweight=".515pt" strokecolor="#231f20">
                <v:path arrowok="t"/>
              </v:shape>
            </v:group>
            <v:group style="position:absolute;left:5306;top:5890;width:729;height:2" coordorigin="5306,5890" coordsize="729,2">
              <v:shape style="position:absolute;left:5306;top:5890;width:729;height:2" coordorigin="5306,5890" coordsize="729,0" path="m5306,5890l6034,5890e" filled="false" stroked="true" strokeweight=".515pt" strokecolor="#231f20">
                <v:path arrowok="t"/>
              </v:shape>
            </v:group>
            <v:group style="position:absolute;left:5305;top:5862;width:89;height:56" coordorigin="5305,5862" coordsize="89,56">
              <v:shape style="position:absolute;left:5305;top:5862;width:89;height:56" coordorigin="5305,5862" coordsize="89,56" path="m5394,5862l5305,5890,5394,5918,5394,5862xe" filled="true" fillcolor="#231f20" stroked="false">
                <v:path arrowok="t"/>
                <v:fill type="solid"/>
              </v:shape>
            </v:group>
            <v:group style="position:absolute;left:5305;top:5862;width:89;height:56" coordorigin="5305,5862" coordsize="89,56">
              <v:shape style="position:absolute;left:5305;top:5862;width:89;height:56" coordorigin="5305,5862" coordsize="89,56" path="m5394,5862l5305,5890,5394,5918,5394,5862xe" filled="false" stroked="true" strokeweight="0pt" strokecolor="#231f20">
                <v:path arrowok="t"/>
              </v:shape>
            </v:group>
            <v:group style="position:absolute;left:7416;top:5862;width:89;height:56" coordorigin="7416,5862" coordsize="89,56">
              <v:shape style="position:absolute;left:7416;top:5862;width:89;height:56" coordorigin="7416,5862" coordsize="89,56" path="m7416,5862l7416,5918,7505,5890,7416,5862xe" filled="true" fillcolor="#231f20" stroked="false">
                <v:path arrowok="t"/>
                <v:fill type="solid"/>
              </v:shape>
            </v:group>
            <v:group style="position:absolute;left:7416;top:5862;width:89;height:56" coordorigin="7416,5862" coordsize="89,56">
              <v:shape style="position:absolute;left:7416;top:5862;width:89;height:56" coordorigin="7416,5862" coordsize="89,56" path="m7416,5918l7505,5890,7416,5862,7416,5918xe" filled="false" stroked="true" strokeweight="0pt" strokecolor="#231f20">
                <v:path arrowok="t"/>
              </v:shape>
            </v:group>
            <v:group style="position:absolute;left:4985;top:5057;width:224;height:2" coordorigin="4985,5057" coordsize="224,2">
              <v:shape style="position:absolute;left:4985;top:5057;width:224;height:2" coordorigin="4985,5057" coordsize="224,0" path="m4985,5057l5208,5057e" filled="false" stroked="true" strokeweight=".515pt" strokecolor="#231f20">
                <v:path arrowok="t"/>
              </v:shape>
            </v:group>
            <v:group style="position:absolute;left:5188;top:5027;width:112;height:60" coordorigin="5188,5027" coordsize="112,60">
              <v:shape style="position:absolute;left:5188;top:5027;width:112;height:60" coordorigin="5188,5027" coordsize="112,60" path="m5188,5027l5188,5087,5299,5057,5188,5027xe" filled="true" fillcolor="#231f20" stroked="false">
                <v:path arrowok="t"/>
                <v:fill type="solid"/>
              </v:shape>
            </v:group>
            <v:group style="position:absolute;left:6573;top:5551;width:641;height:2" coordorigin="6573,5551" coordsize="641,2">
              <v:shape style="position:absolute;left:6573;top:5551;width:641;height:2" coordorigin="6573,5551" coordsize="641,0" path="m6573,5551l7213,5551e" filled="false" stroked="true" strokeweight=".515pt" strokecolor="#231f20">
                <v:path arrowok="t"/>
              </v:shape>
            </v:group>
            <v:group style="position:absolute;left:5651;top:5551;width:641;height:2" coordorigin="5651,5551" coordsize="641,2">
              <v:shape style="position:absolute;left:5651;top:5551;width:641;height:2" coordorigin="5651,5551" coordsize="641,0" path="m5651,5551l6291,5551e" filled="false" stroked="true" strokeweight=".515pt" strokecolor="#231f20">
                <v:path arrowok="t"/>
              </v:shape>
            </v:group>
            <v:group style="position:absolute;left:5651;top:5523;width:89;height:56" coordorigin="5651,5523" coordsize="89,56">
              <v:shape style="position:absolute;left:5651;top:5523;width:89;height:56" coordorigin="5651,5523" coordsize="89,56" path="m5739,5523l5651,5551,5739,5578,5739,5523xe" filled="true" fillcolor="#231f20" stroked="false">
                <v:path arrowok="t"/>
                <v:fill type="solid"/>
              </v:shape>
            </v:group>
            <v:group style="position:absolute;left:5651;top:5523;width:89;height:56" coordorigin="5651,5523" coordsize="89,56">
              <v:shape style="position:absolute;left:5651;top:5523;width:89;height:56" coordorigin="5651,5523" coordsize="89,56" path="m5739,5523l5651,5551,5739,5578,5739,5523xe" filled="false" stroked="true" strokeweight="0pt" strokecolor="#231f20">
                <v:path arrowok="t"/>
              </v:shape>
            </v:group>
            <v:group style="position:absolute;left:7125;top:5523;width:89;height:56" coordorigin="7125,5523" coordsize="89,56">
              <v:shape style="position:absolute;left:7125;top:5523;width:89;height:56" coordorigin="7125,5523" coordsize="89,56" path="m7125,5523l7125,5578,7213,5551,7125,5523xe" filled="true" fillcolor="#231f20" stroked="false">
                <v:path arrowok="t"/>
                <v:fill type="solid"/>
              </v:shape>
            </v:group>
            <v:group style="position:absolute;left:7125;top:5523;width:89;height:56" coordorigin="7125,5523" coordsize="89,56">
              <v:shape style="position:absolute;left:7125;top:5523;width:89;height:56" coordorigin="7125,5523" coordsize="89,56" path="m7125,5578l7213,5551,7125,5523,7125,5578xe" filled="false" stroked="true" strokeweight="0pt" strokecolor="#231f20">
                <v:path arrowok="t"/>
              </v:shape>
            </v:group>
            <v:group style="position:absolute;left:6172;top:5057;width:240;height:2" coordorigin="6172,5057" coordsize="240,2">
              <v:shape style="position:absolute;left:6172;top:5057;width:240;height:2" coordorigin="6172,5057" coordsize="240,0" path="m6172,5057l6411,5057e" filled="false" stroked="true" strokeweight=".515pt" strokecolor="#231f20">
                <v:path arrowok="t"/>
              </v:shape>
            </v:group>
            <v:group style="position:absolute;left:5651;top:5057;width:240;height:2" coordorigin="5651,5057" coordsize="240,2">
              <v:shape style="position:absolute;left:5651;top:5057;width:240;height:2" coordorigin="5651,5057" coordsize="240,0" path="m5651,5057l5890,5057e" filled="false" stroked="true" strokeweight=".515pt" strokecolor="#231f20">
                <v:path arrowok="t"/>
              </v:shape>
            </v:group>
            <v:group style="position:absolute;left:5651;top:5030;width:89;height:56" coordorigin="5651,5030" coordsize="89,56">
              <v:shape style="position:absolute;left:5651;top:5030;width:89;height:56" coordorigin="5651,5030" coordsize="89,56" path="m5739,5030l5651,5057,5739,5085,5739,5030xe" filled="true" fillcolor="#231f20" stroked="false">
                <v:path arrowok="t"/>
                <v:fill type="solid"/>
              </v:shape>
            </v:group>
            <v:group style="position:absolute;left:5651;top:5030;width:89;height:56" coordorigin="5651,5030" coordsize="89,56">
              <v:shape style="position:absolute;left:5651;top:5030;width:89;height:56" coordorigin="5651,5030" coordsize="89,56" path="m5739,5030l5651,5057,5739,5085,5739,5030xe" filled="false" stroked="true" strokeweight="0pt" strokecolor="#231f20">
                <v:path arrowok="t"/>
              </v:shape>
            </v:group>
            <v:group style="position:absolute;left:6323;top:5030;width:89;height:56" coordorigin="6323,5030" coordsize="89,56">
              <v:shape style="position:absolute;left:6323;top:5030;width:89;height:56" coordorigin="6323,5030" coordsize="89,56" path="m6323,5030l6323,5085,6411,5057,6323,5030xe" filled="true" fillcolor="#231f20" stroked="false">
                <v:path arrowok="t"/>
                <v:fill type="solid"/>
              </v:shape>
            </v:group>
            <v:group style="position:absolute;left:6323;top:5030;width:89;height:56" coordorigin="6323,5030" coordsize="89,56">
              <v:shape style="position:absolute;left:6323;top:5030;width:89;height:56" coordorigin="6323,5030" coordsize="89,56" path="m6323,5085l6411,5057,6323,5030,6323,5085xe" filled="false" stroked="true" strokeweight="0pt" strokecolor="#231f20">
                <v:path arrowok="t"/>
              </v:shape>
            </v:group>
            <v:group style="position:absolute;left:4971;top:2188;width:2;height:784" coordorigin="4971,2188" coordsize="2,784">
              <v:shape style="position:absolute;left:4971;top:2188;width:2;height:784" coordorigin="4971,2188" coordsize="0,784" path="m4971,2188l4971,2971e" filled="false" stroked="true" strokeweight=".515pt" strokecolor="#231f20">
                <v:path arrowok="t"/>
              </v:shape>
            </v:group>
            <v:group style="position:absolute;left:4971;top:1110;width:2;height:784" coordorigin="4971,1110" coordsize="2,784">
              <v:shape style="position:absolute;left:4971;top:1110;width:2;height:784" coordorigin="4971,1110" coordsize="0,784" path="m4971,1110l4971,1893e" filled="false" stroked="true" strokeweight=".515pt" strokecolor="#231f20">
                <v:path arrowok="t"/>
              </v:shape>
            </v:group>
            <v:group style="position:absolute;left:4943;top:1110;width:56;height:89" coordorigin="4943,1110" coordsize="56,89">
              <v:shape style="position:absolute;left:4943;top:1110;width:56;height:89" coordorigin="4943,1110" coordsize="56,89" path="m4971,1110l4943,1199,4999,1199,4971,1110xe" filled="true" fillcolor="#231f20" stroked="false">
                <v:path arrowok="t"/>
                <v:fill type="solid"/>
              </v:shape>
            </v:group>
            <v:group style="position:absolute;left:4943;top:1110;width:56;height:89" coordorigin="4943,1110" coordsize="56,89">
              <v:shape style="position:absolute;left:4943;top:1110;width:56;height:89" coordorigin="4943,1110" coordsize="56,89" path="m4999,1199l4971,1110,4943,1199,4999,1199xe" filled="false" stroked="true" strokeweight="0pt" strokecolor="#231f20">
                <v:path arrowok="t"/>
              </v:shape>
            </v:group>
            <v:group style="position:absolute;left:4943;top:2882;width:56;height:89" coordorigin="4943,2882" coordsize="56,89">
              <v:shape style="position:absolute;left:4943;top:2882;width:56;height:89" coordorigin="4943,2882" coordsize="56,89" path="m4999,2882l4943,2882,4971,2971,4999,2882xe" filled="true" fillcolor="#231f20" stroked="false">
                <v:path arrowok="t"/>
                <v:fill type="solid"/>
              </v:shape>
            </v:group>
            <v:group style="position:absolute;left:4943;top:2882;width:56;height:89" coordorigin="4943,2882" coordsize="56,89">
              <v:shape style="position:absolute;left:4943;top:2882;width:56;height:89" coordorigin="4943,2882" coordsize="56,89" path="m4943,2882l4971,2971,4999,2882,4943,2882xe" filled="false" stroked="true" strokeweight="0pt" strokecolor="#231f20">
                <v:path arrowok="t"/>
              </v:shape>
            </v:group>
            <v:group style="position:absolute;left:6172;top:560;width:500;height:2" coordorigin="6172,560" coordsize="500,2">
              <v:shape style="position:absolute;left:6172;top:560;width:500;height:2" coordorigin="6172,560" coordsize="500,0" path="m6172,560l6672,560e" filled="false" stroked="true" strokeweight=".515pt" strokecolor="#231f20">
                <v:path arrowok="t"/>
              </v:shape>
            </v:group>
            <v:group style="position:absolute;left:5651;top:560;width:240;height:2" coordorigin="5651,560" coordsize="240,2">
              <v:shape style="position:absolute;left:5651;top:560;width:240;height:2" coordorigin="5651,560" coordsize="240,0" path="m5651,560l5890,560e" filled="false" stroked="true" strokeweight=".515pt" strokecolor="#231f20">
                <v:path arrowok="t"/>
              </v:shape>
            </v:group>
            <v:group style="position:absolute;left:5651;top:532;width:89;height:56" coordorigin="5651,532" coordsize="89,56">
              <v:shape style="position:absolute;left:5651;top:532;width:89;height:56" coordorigin="5651,532" coordsize="89,56" path="m5739,532l5651,560,5739,587,5739,532xe" filled="true" fillcolor="#231f20" stroked="false">
                <v:path arrowok="t"/>
                <v:fill type="solid"/>
              </v:shape>
            </v:group>
            <v:group style="position:absolute;left:5651;top:532;width:89;height:56" coordorigin="5651,532" coordsize="89,56">
              <v:shape style="position:absolute;left:5651;top:532;width:89;height:56" coordorigin="5651,532" coordsize="89,56" path="m5739,532l5651,560,5739,587,5739,532xe" filled="false" stroked="true" strokeweight="0pt" strokecolor="#231f20">
                <v:path arrowok="t"/>
              </v:shape>
            </v:group>
            <v:group style="position:absolute;left:6323;top:532;width:89;height:56" coordorigin="6323,532" coordsize="89,56">
              <v:shape style="position:absolute;left:6323;top:532;width:89;height:56" coordorigin="6323,532" coordsize="89,56" path="m6323,532l6323,587,6411,560,6323,532xe" filled="true" fillcolor="#231f20" stroked="false">
                <v:path arrowok="t"/>
                <v:fill type="solid"/>
              </v:shape>
            </v:group>
            <v:group style="position:absolute;left:6323;top:532;width:89;height:56" coordorigin="6323,532" coordsize="89,56">
              <v:shape style="position:absolute;left:6323;top:532;width:89;height:56" coordorigin="6323,532" coordsize="89,56" path="m6323,587l6411,560,6323,532,6323,587xe" filled="false" stroked="true" strokeweight="0pt" strokecolor="#231f20">
                <v:path arrowok="t"/>
              </v:shape>
            </v:group>
            <v:group style="position:absolute;left:6953;top:560;width:261;height:2" coordorigin="6953,560" coordsize="261,2">
              <v:shape style="position:absolute;left:6953;top:560;width:261;height:2" coordorigin="6953,560" coordsize="261,0" path="m6953,560l7213,560e" filled="false" stroked="true" strokeweight=".515pt" strokecolor="#231f20">
                <v:path arrowok="t"/>
              </v:shape>
            </v:group>
            <v:group style="position:absolute;left:6411;top:532;width:89;height:56" coordorigin="6411,532" coordsize="89,56">
              <v:shape style="position:absolute;left:6411;top:532;width:89;height:56" coordorigin="6411,532" coordsize="89,56" path="m6500,532l6411,560,6500,587,6500,532xe" filled="true" fillcolor="#231f20" stroked="false">
                <v:path arrowok="t"/>
                <v:fill type="solid"/>
              </v:shape>
            </v:group>
            <v:group style="position:absolute;left:6411;top:532;width:89;height:56" coordorigin="6411,532" coordsize="89,56">
              <v:shape style="position:absolute;left:6411;top:532;width:89;height:56" coordorigin="6411,532" coordsize="89,56" path="m6500,532l6411,560,6500,587,6500,532xe" filled="false" stroked="true" strokeweight="0pt" strokecolor="#231f20">
                <v:path arrowok="t"/>
              </v:shape>
            </v:group>
            <v:group style="position:absolute;left:7125;top:532;width:89;height:56" coordorigin="7125,532" coordsize="89,56">
              <v:shape style="position:absolute;left:7125;top:532;width:89;height:56" coordorigin="7125,532" coordsize="89,56" path="m7125,532l7125,587,7213,560,7125,532xe" filled="true" fillcolor="#231f20" stroked="false">
                <v:path arrowok="t"/>
                <v:fill type="solid"/>
              </v:shape>
            </v:group>
            <v:group style="position:absolute;left:7125;top:532;width:89;height:56" coordorigin="7125,532" coordsize="89,56">
              <v:shape style="position:absolute;left:7125;top:532;width:89;height:56" coordorigin="7125,532" coordsize="89,56" path="m7125,587l7213,560,7125,532,7125,587xe" filled="false" stroked="true" strokeweight="0pt" strokecolor="#231f20">
                <v:path arrowok="t"/>
              </v:shape>
            </v:group>
            <v:group style="position:absolute;left:8541;top:3201;width:2;height:2133" coordorigin="8541,3201" coordsize="2,2133">
              <v:shape style="position:absolute;left:8541;top:3201;width:2;height:2133" coordorigin="8541,3201" coordsize="0,2133" path="m8541,3201l8541,5334e" filled="false" stroked="true" strokeweight=".515pt" strokecolor="#231f20">
                <v:path arrowok="t"/>
              </v:shape>
            </v:group>
            <v:group style="position:absolute;left:8541;top:774;width:2;height:2133" coordorigin="8541,774" coordsize="2,2133">
              <v:shape style="position:absolute;left:8541;top:774;width:2;height:2133" coordorigin="8541,774" coordsize="0,2133" path="m8541,774l8541,2907e" filled="false" stroked="true" strokeweight=".515pt" strokecolor="#231f20">
                <v:path arrowok="t"/>
              </v:shape>
            </v:group>
            <v:group style="position:absolute;left:8514;top:774;width:56;height:89" coordorigin="8514,774" coordsize="56,89">
              <v:shape style="position:absolute;left:8514;top:774;width:56;height:89" coordorigin="8514,774" coordsize="56,89" path="m8541,774l8514,862,8569,862,8541,774xe" filled="true" fillcolor="#231f20" stroked="false">
                <v:path arrowok="t"/>
                <v:fill type="solid"/>
              </v:shape>
            </v:group>
            <v:group style="position:absolute;left:8514;top:774;width:56;height:89" coordorigin="8514,774" coordsize="56,89">
              <v:shape style="position:absolute;left:8514;top:774;width:56;height:89" coordorigin="8514,774" coordsize="56,89" path="m8569,862l8541,774,8514,862,8569,862xe" filled="false" stroked="true" strokeweight="0pt" strokecolor="#231f20">
                <v:path arrowok="t"/>
              </v:shape>
            </v:group>
            <v:group style="position:absolute;left:8514;top:5245;width:56;height:89" coordorigin="8514,5245" coordsize="56,89">
              <v:shape style="position:absolute;left:8514;top:5245;width:56;height:89" coordorigin="8514,5245" coordsize="56,89" path="m8569,5245l8514,5245,8541,5334,8569,5245xe" filled="true" fillcolor="#231f20" stroked="false">
                <v:path arrowok="t"/>
                <v:fill type="solid"/>
              </v:shape>
            </v:group>
            <v:group style="position:absolute;left:8514;top:5245;width:56;height:89" coordorigin="8514,5245" coordsize="56,89">
              <v:shape style="position:absolute;left:8514;top:5245;width:56;height:89" coordorigin="8514,5245" coordsize="56,89" path="m8514,5245l8541,5334,8569,5245,8514,5245xe" filled="false" stroked="true" strokeweight="0pt" strokecolor="#231f20">
                <v:path arrowok="t"/>
              </v:shape>
            </v:group>
            <v:group style="position:absolute;left:4930;top:203;width:665;height:744" coordorigin="4930,203" coordsize="665,744">
              <v:shape style="position:absolute;left:4930;top:203;width:665;height:744" coordorigin="4930,203" coordsize="665,744" path="m5595,946l5116,203,4930,203e" filled="false" stroked="true" strokeweight=".515pt" strokecolor="#231f20">
                <v:path arrowok="t"/>
              </v:shape>
            </v:group>
            <v:group style="position:absolute;left:5523;top:857;width:72;height:90" coordorigin="5523,857" coordsize="72,90">
              <v:shape style="position:absolute;left:5523;top:857;width:72;height:90" coordorigin="5523,857" coordsize="72,90" path="m5570,857l5523,887,5595,946,5570,857xe" filled="true" fillcolor="#231f20" stroked="false">
                <v:path arrowok="t"/>
                <v:fill type="solid"/>
              </v:shape>
            </v:group>
            <v:group style="position:absolute;left:5523;top:857;width:72;height:90" coordorigin="5523,857" coordsize="72,90">
              <v:shape style="position:absolute;left:5523;top:857;width:72;height:90" coordorigin="5523,857" coordsize="72,90" path="m5523,887l5595,946,5570,857,5523,887xe" filled="false" stroked="true" strokeweight="0pt" strokecolor="#231f20">
                <v:path arrowok="t"/>
              </v:shape>
            </v:group>
            <v:group style="position:absolute;left:8041;top:2005;width:2;height:1280" coordorigin="8041,2005" coordsize="2,1280">
              <v:shape style="position:absolute;left:8041;top:2005;width:2;height:1280" coordorigin="8041,2005" coordsize="0,1280" path="m8041,2005l8041,3284e" filled="false" stroked="true" strokeweight=".515pt" strokecolor="#231f20">
                <v:path arrowok="t"/>
              </v:shape>
            </v:group>
            <v:group style="position:absolute;left:8041;top:1069;width:2;height:642" coordorigin="8041,1069" coordsize="2,642">
              <v:shape style="position:absolute;left:8041;top:1069;width:2;height:642" coordorigin="8041,1069" coordsize="0,642" path="m8041,1069l8041,1711e" filled="false" stroked="true" strokeweight=".515pt" strokecolor="#231f20">
                <v:path arrowok="t"/>
              </v:shape>
            </v:group>
            <v:group style="position:absolute;left:8013;top:1069;width:56;height:89" coordorigin="8013,1069" coordsize="56,89">
              <v:shape style="position:absolute;left:8013;top:1069;width:56;height:89" coordorigin="8013,1069" coordsize="56,89" path="m8041,1069l8013,1157,8069,1157,8041,1069xe" filled="true" fillcolor="#231f20" stroked="false">
                <v:path arrowok="t"/>
                <v:fill type="solid"/>
              </v:shape>
            </v:group>
            <v:group style="position:absolute;left:8013;top:1069;width:56;height:89" coordorigin="8013,1069" coordsize="56,89">
              <v:shape style="position:absolute;left:8013;top:1069;width:56;height:89" coordorigin="8013,1069" coordsize="56,89" path="m8069,1157l8041,1069,8013,1157,8069,1157xe" filled="false" stroked="true" strokeweight="0pt" strokecolor="#231f20">
                <v:path arrowok="t"/>
              </v:shape>
            </v:group>
            <v:group style="position:absolute;left:8013;top:2558;width:56;height:89" coordorigin="8013,2558" coordsize="56,89">
              <v:shape style="position:absolute;left:8013;top:2558;width:56;height:89" coordorigin="8013,2558" coordsize="56,89" path="m8069,2558l8013,2558,8041,2646,8069,2558xe" filled="true" fillcolor="#231f20" stroked="false">
                <v:path arrowok="t"/>
                <v:fill type="solid"/>
              </v:shape>
            </v:group>
            <v:group style="position:absolute;left:8013;top:2558;width:56;height:89" coordorigin="8013,2558" coordsize="56,89">
              <v:shape style="position:absolute;left:8013;top:2558;width:56;height:89" coordorigin="8013,2558" coordsize="56,89" path="m8013,2558l8041,2646,8069,2558,8013,2558xe" filled="false" stroked="true" strokeweight="0pt" strokecolor="#231f20">
                <v:path arrowok="t"/>
              </v:shape>
            </v:group>
            <v:group style="position:absolute;left:8041;top:3578;width:2;height:912" coordorigin="8041,3578" coordsize="2,912">
              <v:shape style="position:absolute;left:8041;top:3578;width:2;height:912" coordorigin="8041,3578" coordsize="0,912" path="m8041,3578l8041,4490e" filled="false" stroked="true" strokeweight=".515pt" strokecolor="#231f20">
                <v:path arrowok="t"/>
              </v:shape>
            </v:group>
            <v:group style="position:absolute;left:8013;top:2646;width:56;height:89" coordorigin="8013,2646" coordsize="56,89">
              <v:shape style="position:absolute;left:8013;top:2646;width:56;height:89" coordorigin="8013,2646" coordsize="56,89" path="m8041,2646l8013,2735,8069,2735,8041,2646xe" filled="true" fillcolor="#231f20" stroked="false">
                <v:path arrowok="t"/>
                <v:fill type="solid"/>
              </v:shape>
            </v:group>
            <v:group style="position:absolute;left:8013;top:2646;width:56;height:89" coordorigin="8013,2646" coordsize="56,89">
              <v:shape style="position:absolute;left:8013;top:2646;width:56;height:89" coordorigin="8013,2646" coordsize="56,89" path="m8069,2735l8041,2646,8013,2735,8069,2735xe" filled="false" stroked="true" strokeweight="0pt" strokecolor="#231f20">
                <v:path arrowok="t"/>
              </v:shape>
            </v:group>
            <v:group style="position:absolute;left:8013;top:4128;width:56;height:89" coordorigin="8013,4128" coordsize="56,89">
              <v:shape style="position:absolute;left:8013;top:4128;width:56;height:89" coordorigin="8013,4128" coordsize="56,89" path="m8069,4128l8013,4128,8041,4216,8069,4128xe" filled="true" fillcolor="#231f20" stroked="false">
                <v:path arrowok="t"/>
                <v:fill type="solid"/>
              </v:shape>
            </v:group>
            <v:group style="position:absolute;left:8013;top:4128;width:56;height:89" coordorigin="8013,4128" coordsize="56,89">
              <v:shape style="position:absolute;left:8013;top:4128;width:56;height:89" coordorigin="8013,4128" coordsize="56,89" path="m8013,4128l8041,4216,8069,4128,8013,4128xe" filled="false" stroked="true" strokeweight="0pt" strokecolor="#231f20">
                <v:path arrowok="t"/>
              </v:shape>
            </v:group>
            <v:group style="position:absolute;left:8041;top:4784;width:2;height:274" coordorigin="8041,4784" coordsize="2,274">
              <v:shape style="position:absolute;left:8041;top:4784;width:2;height:274" coordorigin="8041,4784" coordsize="0,274" path="m8041,4784l8041,5057e" filled="false" stroked="true" strokeweight=".515pt" strokecolor="#231f20">
                <v:path arrowok="t"/>
              </v:shape>
            </v:group>
            <v:group style="position:absolute;left:8013;top:4216;width:56;height:89" coordorigin="8013,4216" coordsize="56,89">
              <v:shape style="position:absolute;left:8013;top:4216;width:56;height:89" coordorigin="8013,4216" coordsize="56,89" path="m8041,4216l8013,4304,8069,4304,8041,4216xe" filled="true" fillcolor="#231f20" stroked="false">
                <v:path arrowok="t"/>
                <v:fill type="solid"/>
              </v:shape>
            </v:group>
            <v:group style="position:absolute;left:8013;top:4216;width:56;height:89" coordorigin="8013,4216" coordsize="56,89">
              <v:shape style="position:absolute;left:8013;top:4216;width:56;height:89" coordorigin="8013,4216" coordsize="56,89" path="m8069,4304l8041,4216,8013,4304,8069,4304xe" filled="false" stroked="true" strokeweight="0pt" strokecolor="#231f20">
                <v:path arrowok="t"/>
              </v:shape>
            </v:group>
            <v:group style="position:absolute;left:8013;top:4969;width:56;height:89" coordorigin="8013,4969" coordsize="56,89">
              <v:shape style="position:absolute;left:8013;top:4969;width:56;height:89" coordorigin="8013,4969" coordsize="56,89" path="m8069,4969l8013,4969,8041,5057,8069,4969xe" filled="true" fillcolor="#231f20" stroked="false">
                <v:path arrowok="t"/>
                <v:fill type="solid"/>
              </v:shape>
            </v:group>
            <v:group style="position:absolute;left:8013;top:4969;width:56;height:89" coordorigin="8013,4969" coordsize="56,89">
              <v:shape style="position:absolute;left:8013;top:4969;width:56;height:89" coordorigin="8013,4969" coordsize="56,89" path="m8013,4969l8041,5057,8069,4969,8013,4969xe" filled="false" stroked="true" strokeweight="0pt" strokecolor="#231f20">
                <v:path arrowok="t"/>
              </v:shape>
            </v:group>
            <v:group style="position:absolute;left:7959;top:5057;width:268;height:2" coordorigin="7959,5057" coordsize="268,2">
              <v:shape style="position:absolute;left:7959;top:5057;width:268;height:2" coordorigin="7959,5057" coordsize="268,0" path="m7959,5057l8226,5057e" filled="false" stroked="true" strokeweight=".515pt" strokecolor="#231f20">
                <v:path arrowok="t"/>
              </v:shape>
            </v:group>
            <w10:wrap type="none"/>
          </v:group>
        </w:pict>
      </w:r>
      <w:r>
        <w:rPr>
          <w:rFonts w:ascii="Myriad Pro" w:hAnsi="Myriad Pro"/>
          <w:color w:val="231F20"/>
          <w:sz w:val="20"/>
        </w:rPr>
        <w:t>Ø15</w:t>
      </w:r>
      <w:r>
        <w:rPr>
          <w:rFonts w:ascii="Myriad Pro" w:hAnsi="Myriad Pro"/>
          <w:color w:val="231F20"/>
          <w:spacing w:val="9"/>
          <w:sz w:val="20"/>
        </w:rPr>
        <w:t> </w:t>
      </w:r>
      <w:r>
        <w:rPr>
          <w:rFonts w:ascii="Myriad Pro" w:hAnsi="Myriad Pro"/>
          <w:color w:val="231F20"/>
          <w:sz w:val="20"/>
        </w:rPr>
        <w:t>4</w:t>
      </w:r>
      <w:r>
        <w:rPr>
          <w:rFonts w:ascii="Myriad Pro" w:hAnsi="Myriad Pro"/>
          <w:color w:val="231F20"/>
          <w:spacing w:val="10"/>
          <w:sz w:val="20"/>
        </w:rPr>
        <w:t> </w:t>
      </w:r>
      <w:r>
        <w:rPr>
          <w:rFonts w:ascii="Myriad Pro" w:hAnsi="Myriad Pro"/>
          <w:color w:val="231F20"/>
          <w:sz w:val="20"/>
        </w:rPr>
        <w:t>holes</w:t>
      </w:r>
      <w:r>
        <w:rPr>
          <w:rFonts w:ascii="Myriad Pro" w:hAnsi="Myriad Pro"/>
          <w:sz w:val="20"/>
        </w:rPr>
      </w:r>
    </w:p>
    <w:p>
      <w:pPr>
        <w:spacing w:before="102"/>
        <w:ind w:left="0" w:right="0" w:firstLine="0"/>
        <w:jc w:val="righ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R15</w:t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  <w:r>
        <w:rPr/>
        <w:br w:type="column"/>
      </w:r>
      <w:r>
        <w:rPr>
          <w:rFonts w:ascii="Myriad Pro"/>
          <w:sz w:val="20"/>
        </w:rPr>
      </w:r>
    </w:p>
    <w:p>
      <w:pPr>
        <w:spacing w:line="240" w:lineRule="auto" w:before="10"/>
        <w:rPr>
          <w:rFonts w:ascii="Myriad Pro" w:hAnsi="Myriad Pro" w:cs="Myriad Pro" w:eastAsia="Myriad Pro"/>
          <w:sz w:val="15"/>
          <w:szCs w:val="15"/>
        </w:rPr>
      </w:pPr>
    </w:p>
    <w:p>
      <w:pPr>
        <w:tabs>
          <w:tab w:pos="1714" w:val="left" w:leader="none"/>
        </w:tabs>
        <w:spacing w:before="0"/>
        <w:ind w:left="933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35</w:t>
        <w:tab/>
        <w:t>45</w:t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  <w:r>
        <w:rPr/>
        <w:br w:type="column"/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5"/>
          <w:szCs w:val="15"/>
        </w:rPr>
      </w:pPr>
    </w:p>
    <w:p>
      <w:pPr>
        <w:spacing w:before="0"/>
        <w:ind w:left="932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R15</w:t>
      </w:r>
      <w:r>
        <w:rPr>
          <w:rFonts w:ascii="Myriad Pro"/>
          <w:sz w:val="20"/>
        </w:rPr>
      </w:r>
    </w:p>
    <w:p>
      <w:pPr>
        <w:spacing w:after="0"/>
        <w:jc w:val="left"/>
        <w:rPr>
          <w:rFonts w:ascii="Myriad Pro" w:hAnsi="Myriad Pro" w:cs="Myriad Pro" w:eastAsia="Myriad Pro"/>
          <w:sz w:val="20"/>
          <w:szCs w:val="20"/>
        </w:rPr>
        <w:sectPr>
          <w:type w:val="continuous"/>
          <w:pgSz w:w="12240" w:h="15840"/>
          <w:pgMar w:top="1080" w:bottom="280" w:left="880" w:right="340"/>
          <w:cols w:num="3" w:equalWidth="0">
            <w:col w:w="4072" w:space="40"/>
            <w:col w:w="1927" w:space="40"/>
            <w:col w:w="4941"/>
          </w:cols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"/>
        <w:rPr>
          <w:rFonts w:ascii="Myriad Pro" w:hAnsi="Myriad Pro" w:cs="Myriad Pro" w:eastAsia="Myriad Pro"/>
          <w:sz w:val="22"/>
          <w:szCs w:val="22"/>
        </w:rPr>
      </w:pPr>
    </w:p>
    <w:p>
      <w:pPr>
        <w:spacing w:line="211" w:lineRule="exact" w:before="73"/>
        <w:ind w:left="4190" w:right="889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75</w:t>
      </w:r>
      <w:r>
        <w:rPr>
          <w:rFonts w:ascii="Myriad Pro"/>
          <w:sz w:val="20"/>
        </w:rPr>
      </w:r>
    </w:p>
    <w:p>
      <w:pPr>
        <w:tabs>
          <w:tab w:pos="569" w:val="left" w:leader="none"/>
        </w:tabs>
        <w:spacing w:line="291" w:lineRule="exact" w:before="0"/>
        <w:ind w:left="0" w:right="2124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/>
          <w:color w:val="231F20"/>
          <w:position w:val="8"/>
          <w:sz w:val="20"/>
        </w:rPr>
        <w:t>90</w:t>
        <w:tab/>
      </w:r>
      <w:r>
        <w:rPr>
          <w:rFonts w:ascii="Myriad Pro" w:hAnsi="Myriad Pro"/>
          <w:color w:val="231F20"/>
          <w:sz w:val="20"/>
        </w:rPr>
        <w:t>Ø30</w:t>
      </w:r>
      <w:r>
        <w:rPr>
          <w:rFonts w:ascii="Myriad Pro" w:hAns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20"/>
          <w:szCs w:val="20"/>
        </w:rPr>
        <w:sectPr>
          <w:type w:val="continuous"/>
          <w:pgSz w:w="12240" w:h="15840"/>
          <w:pgMar w:top="1080" w:bottom="280" w:left="880" w:right="340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2"/>
        <w:rPr>
          <w:rFonts w:ascii="Myriad Pro" w:hAnsi="Myriad Pro" w:cs="Myriad Pro" w:eastAsia="Myriad Pro"/>
          <w:sz w:val="25"/>
          <w:szCs w:val="25"/>
        </w:rPr>
      </w:pPr>
    </w:p>
    <w:p>
      <w:pPr>
        <w:spacing w:before="0"/>
        <w:ind w:left="0" w:right="0" w:firstLine="0"/>
        <w:jc w:val="righ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R20</w:t>
      </w:r>
      <w:r>
        <w:rPr>
          <w:rFonts w:ascii="Myriad Pro"/>
          <w:sz w:val="20"/>
        </w:rPr>
      </w:r>
    </w:p>
    <w:p>
      <w:pPr>
        <w:spacing w:line="240" w:lineRule="auto" w:before="10"/>
        <w:rPr>
          <w:rFonts w:ascii="Myriad Pro" w:hAnsi="Myriad Pro" w:cs="Myriad Pro" w:eastAsia="Myriad Pro"/>
          <w:sz w:val="17"/>
          <w:szCs w:val="17"/>
        </w:rPr>
      </w:pPr>
      <w:r>
        <w:rPr/>
        <w:br w:type="column"/>
      </w:r>
      <w:r>
        <w:rPr>
          <w:rFonts w:ascii="Myriad Pro"/>
          <w:sz w:val="17"/>
        </w:rPr>
      </w:r>
    </w:p>
    <w:p>
      <w:pPr>
        <w:spacing w:before="0"/>
        <w:ind w:left="370" w:right="0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240</w:t>
      </w:r>
      <w:r>
        <w:rPr>
          <w:rFonts w:ascii="Myriad Pro"/>
          <w:color w:val="231F20"/>
          <w:spacing w:val="13"/>
          <w:sz w:val="20"/>
        </w:rPr>
        <w:t> </w:t>
      </w:r>
      <w:r>
        <w:rPr>
          <w:rFonts w:ascii="Myriad Pro"/>
          <w:color w:val="231F20"/>
          <w:sz w:val="20"/>
        </w:rPr>
        <w:t>REF</w:t>
      </w:r>
      <w:r>
        <w:rPr>
          <w:rFonts w:ascii="Myriad Pro"/>
          <w:sz w:val="20"/>
        </w:rPr>
      </w:r>
    </w:p>
    <w:p>
      <w:pPr>
        <w:spacing w:before="137"/>
        <w:ind w:left="0" w:right="628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75</w:t>
      </w:r>
      <w:r>
        <w:rPr>
          <w:rFonts w:ascii="Myriad Pro"/>
          <w:sz w:val="20"/>
        </w:rPr>
      </w:r>
    </w:p>
    <w:p>
      <w:pPr>
        <w:spacing w:after="0"/>
        <w:jc w:val="center"/>
        <w:rPr>
          <w:rFonts w:ascii="Myriad Pro" w:hAnsi="Myriad Pro" w:cs="Myriad Pro" w:eastAsia="Myriad Pro"/>
          <w:sz w:val="20"/>
          <w:szCs w:val="20"/>
        </w:rPr>
        <w:sectPr>
          <w:type w:val="continuous"/>
          <w:pgSz w:w="12240" w:h="15840"/>
          <w:pgMar w:top="1080" w:bottom="280" w:left="880" w:right="340"/>
          <w:cols w:num="2" w:equalWidth="0">
            <w:col w:w="3893" w:space="40"/>
            <w:col w:w="7087"/>
          </w:cols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6"/>
        <w:rPr>
          <w:rFonts w:ascii="Myriad Pro" w:hAnsi="Myriad Pro" w:cs="Myriad Pro" w:eastAsia="Myriad Pro"/>
          <w:sz w:val="18"/>
          <w:szCs w:val="18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18"/>
          <w:szCs w:val="18"/>
        </w:rPr>
        <w:sectPr>
          <w:type w:val="continuous"/>
          <w:pgSz w:w="12240" w:h="15840"/>
          <w:pgMar w:top="1080" w:bottom="280" w:left="880" w:right="340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2"/>
        <w:rPr>
          <w:rFonts w:ascii="Myriad Pro" w:hAnsi="Myriad Pro" w:cs="Myriad Pro" w:eastAsia="Myriad Pro"/>
          <w:sz w:val="21"/>
          <w:szCs w:val="21"/>
        </w:rPr>
      </w:pPr>
    </w:p>
    <w:p>
      <w:pPr>
        <w:tabs>
          <w:tab w:pos="575" w:val="left" w:leader="none"/>
        </w:tabs>
        <w:spacing w:before="0"/>
        <w:ind w:left="0" w:right="0" w:firstLine="0"/>
        <w:jc w:val="righ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20</w:t>
        <w:tab/>
        <w:t>40</w:t>
      </w:r>
      <w:r>
        <w:rPr>
          <w:rFonts w:ascii="Myriad Pro"/>
          <w:sz w:val="20"/>
        </w:rPr>
      </w:r>
    </w:p>
    <w:p>
      <w:pPr>
        <w:spacing w:before="73"/>
        <w:ind w:left="1758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/>
        <w:br w:type="column"/>
      </w:r>
      <w:r>
        <w:rPr>
          <w:rFonts w:ascii="Myriad Pro"/>
          <w:color w:val="231F20"/>
          <w:sz w:val="20"/>
        </w:rPr>
        <w:t>60</w:t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4"/>
          <w:szCs w:val="24"/>
        </w:rPr>
      </w:pPr>
    </w:p>
    <w:p>
      <w:pPr>
        <w:spacing w:before="0"/>
        <w:ind w:left="416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/>
          <w:color w:val="231F20"/>
          <w:sz w:val="20"/>
        </w:rPr>
        <w:t>45</w:t>
      </w:r>
      <w:r>
        <w:rPr>
          <w:rFonts w:ascii="Myriad Pro" w:hAnsi="Myriad Pro"/>
          <w:color w:val="231F20"/>
          <w:position w:val="2"/>
          <w:sz w:val="20"/>
        </w:rPr>
        <w:t>º</w:t>
      </w:r>
      <w:r>
        <w:rPr>
          <w:rFonts w:ascii="Myriad Pro" w:hAnsi="Myriad Pro"/>
          <w:sz w:val="20"/>
        </w:rPr>
      </w:r>
    </w:p>
    <w:p>
      <w:pPr>
        <w:spacing w:before="125"/>
        <w:ind w:left="149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75</w:t>
      </w:r>
      <w:r>
        <w:rPr>
          <w:rFonts w:ascii="Myriad Pro"/>
          <w:sz w:val="20"/>
        </w:rPr>
      </w:r>
    </w:p>
    <w:p>
      <w:pPr>
        <w:spacing w:after="0"/>
        <w:jc w:val="left"/>
        <w:rPr>
          <w:rFonts w:ascii="Myriad Pro" w:hAnsi="Myriad Pro" w:cs="Myriad Pro" w:eastAsia="Myriad Pro"/>
          <w:sz w:val="20"/>
          <w:szCs w:val="20"/>
        </w:rPr>
        <w:sectPr>
          <w:type w:val="continuous"/>
          <w:pgSz w:w="12240" w:h="15840"/>
          <w:pgMar w:top="1080" w:bottom="280" w:left="880" w:right="340"/>
          <w:cols w:num="2" w:equalWidth="0">
            <w:col w:w="5257" w:space="40"/>
            <w:col w:w="5723"/>
          </w:cols>
        </w:sectPr>
      </w:pPr>
    </w:p>
    <w:p>
      <w:pPr>
        <w:spacing w:before="99"/>
        <w:ind w:left="0" w:right="0" w:firstLine="0"/>
        <w:jc w:val="righ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110</w:t>
      </w:r>
      <w:r>
        <w:rPr>
          <w:rFonts w:ascii="Myriad Pro"/>
          <w:color w:val="231F20"/>
          <w:spacing w:val="13"/>
          <w:sz w:val="20"/>
        </w:rPr>
        <w:t> </w:t>
      </w:r>
      <w:r>
        <w:rPr>
          <w:rFonts w:ascii="Myriad Pro"/>
          <w:color w:val="231F20"/>
          <w:sz w:val="20"/>
        </w:rPr>
        <w:t>REF</w:t>
      </w:r>
      <w:r>
        <w:rPr>
          <w:rFonts w:ascii="Myriad Pro"/>
          <w:sz w:val="20"/>
        </w:rPr>
      </w:r>
    </w:p>
    <w:p>
      <w:pPr>
        <w:spacing w:before="103"/>
        <w:ind w:left="1533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/>
        <w:br w:type="column"/>
      </w:r>
      <w:r>
        <w:rPr>
          <w:rFonts w:ascii="Myriad Pro"/>
          <w:color w:val="231F20"/>
          <w:sz w:val="20"/>
        </w:rPr>
        <w:t>R15</w:t>
      </w:r>
      <w:r>
        <w:rPr>
          <w:rFonts w:ascii="Myriad Pro"/>
          <w:sz w:val="20"/>
        </w:rPr>
      </w:r>
    </w:p>
    <w:p>
      <w:pPr>
        <w:spacing w:after="0"/>
        <w:jc w:val="left"/>
        <w:rPr>
          <w:rFonts w:ascii="Myriad Pro" w:hAnsi="Myriad Pro" w:cs="Myriad Pro" w:eastAsia="Myriad Pro"/>
          <w:sz w:val="20"/>
          <w:szCs w:val="20"/>
        </w:rPr>
        <w:sectPr>
          <w:type w:val="continuous"/>
          <w:pgSz w:w="12240" w:h="15840"/>
          <w:pgMar w:top="1080" w:bottom="280" w:left="880" w:right="340"/>
          <w:cols w:num="2" w:equalWidth="0">
            <w:col w:w="5862" w:space="40"/>
            <w:col w:w="5118"/>
          </w:cols>
        </w:sectPr>
      </w:pPr>
    </w:p>
    <w:p>
      <w:pPr>
        <w:spacing w:line="240" w:lineRule="auto" w:before="5"/>
        <w:rPr>
          <w:rFonts w:ascii="Myriad Pro" w:hAnsi="Myriad Pro" w:cs="Myriad Pro" w:eastAsia="Myriad Pro"/>
          <w:sz w:val="9"/>
          <w:szCs w:val="9"/>
        </w:rPr>
      </w:pPr>
    </w:p>
    <w:p>
      <w:pPr>
        <w:spacing w:before="76"/>
        <w:ind w:left="3822" w:right="3736" w:firstLine="0"/>
        <w:jc w:val="center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8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15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4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5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Dimensioning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2"/>
        <w:rPr>
          <w:rFonts w:ascii="Myriad Pro" w:hAnsi="Myriad Pro" w:cs="Myriad Pro" w:eastAsia="Myriad Pro"/>
          <w:sz w:val="23"/>
          <w:szCs w:val="23"/>
        </w:rPr>
      </w:pPr>
    </w:p>
    <w:p>
      <w:pPr>
        <w:spacing w:before="0"/>
        <w:ind w:left="920" w:right="0" w:firstLine="0"/>
        <w:jc w:val="left"/>
        <w:rPr>
          <w:rFonts w:ascii="Myriad Pro Semibold" w:hAnsi="Myriad Pro Semibold" w:cs="Myriad Pro Semibold" w:eastAsia="Myriad Pro Semibold"/>
          <w:sz w:val="31"/>
          <w:szCs w:val="31"/>
        </w:rPr>
      </w:pPr>
      <w:r>
        <w:rPr>
          <w:rFonts w:ascii="Myriad Pro Semibold"/>
          <w:b/>
          <w:color w:val="4F61AB"/>
          <w:sz w:val="31"/>
        </w:rPr>
        <w:t>Rules</w:t>
      </w:r>
      <w:r>
        <w:rPr>
          <w:rFonts w:ascii="Myriad Pro Semibold"/>
          <w:b/>
          <w:color w:val="4F61AB"/>
          <w:spacing w:val="-16"/>
          <w:sz w:val="31"/>
        </w:rPr>
        <w:t> </w:t>
      </w:r>
      <w:r>
        <w:rPr>
          <w:rFonts w:ascii="Myriad Pro Semibold"/>
          <w:b/>
          <w:color w:val="4F61AB"/>
          <w:sz w:val="31"/>
        </w:rPr>
        <w:t>of</w:t>
      </w:r>
      <w:r>
        <w:rPr>
          <w:rFonts w:ascii="Myriad Pro Semibold"/>
          <w:b/>
          <w:color w:val="4F61AB"/>
          <w:spacing w:val="-15"/>
          <w:sz w:val="31"/>
        </w:rPr>
        <w:t> </w:t>
      </w:r>
      <w:r>
        <w:rPr>
          <w:rFonts w:ascii="Myriad Pro Semibold"/>
          <w:b/>
          <w:color w:val="4F61AB"/>
          <w:sz w:val="31"/>
        </w:rPr>
        <w:t>dimensioning</w:t>
      </w:r>
      <w:r>
        <w:rPr>
          <w:rFonts w:ascii="Myriad Pro Semibold"/>
          <w:sz w:val="31"/>
        </w:rPr>
      </w:r>
    </w:p>
    <w:p>
      <w:pPr>
        <w:pStyle w:val="BodyText"/>
        <w:spacing w:line="240" w:lineRule="auto" w:before="22"/>
        <w:ind w:left="920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-1"/>
        </w:rPr>
        <w:t>For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most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objects,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there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three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types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dimensions:</w:t>
      </w:r>
      <w:r>
        <w:rPr>
          <w:rFonts w:ascii="Myriad Pro"/>
        </w:rPr>
      </w:r>
    </w:p>
    <w:p>
      <w:pPr>
        <w:pStyle w:val="BodyText"/>
        <w:numPr>
          <w:ilvl w:val="1"/>
          <w:numId w:val="6"/>
        </w:numPr>
        <w:tabs>
          <w:tab w:pos="1662" w:val="left" w:leader="none"/>
        </w:tabs>
        <w:spacing w:line="240" w:lineRule="auto" w:before="137" w:after="0"/>
        <w:ind w:left="1661" w:right="0" w:hanging="37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1"/>
        </w:rPr>
        <w:t>si</w:t>
      </w:r>
      <w:r>
        <w:rPr>
          <w:rFonts w:ascii="Myriad Pro"/>
          <w:color w:val="231F20"/>
        </w:rPr>
        <w:t>ze</w:t>
      </w:r>
      <w:r>
        <w:rPr>
          <w:rFonts w:ascii="Myriad Pro"/>
          <w:color w:val="231F20"/>
          <w:spacing w:val="45"/>
        </w:rPr>
        <w:t> </w:t>
      </w:r>
      <w:r>
        <w:rPr>
          <w:rFonts w:ascii="Myriad Pro"/>
          <w:color w:val="231F20"/>
          <w:spacing w:val="1"/>
        </w:rPr>
        <w:t>dimensions</w:t>
      </w:r>
      <w:r>
        <w:rPr>
          <w:rFonts w:ascii="Myriad Pro"/>
        </w:rPr>
      </w:r>
    </w:p>
    <w:p>
      <w:pPr>
        <w:spacing w:line="240" w:lineRule="auto" w:before="2"/>
        <w:rPr>
          <w:rFonts w:ascii="Myriad Pro" w:hAnsi="Myriad Pro" w:cs="Myriad Pro" w:eastAsia="Myriad Pro"/>
          <w:sz w:val="19"/>
          <w:szCs w:val="19"/>
        </w:rPr>
      </w:pPr>
    </w:p>
    <w:p>
      <w:pPr>
        <w:pStyle w:val="BodyText"/>
        <w:numPr>
          <w:ilvl w:val="1"/>
          <w:numId w:val="6"/>
        </w:numPr>
        <w:tabs>
          <w:tab w:pos="1662" w:val="left" w:leader="none"/>
        </w:tabs>
        <w:spacing w:line="240" w:lineRule="auto" w:before="0" w:after="0"/>
        <w:ind w:left="1661" w:right="0" w:hanging="37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location </w:t>
      </w:r>
      <w:r>
        <w:rPr>
          <w:rFonts w:ascii="Myriad Pro"/>
          <w:color w:val="231F20"/>
          <w:spacing w:val="12"/>
        </w:rPr>
        <w:t> </w:t>
      </w:r>
      <w:r>
        <w:rPr>
          <w:rFonts w:ascii="Myriad Pro"/>
          <w:color w:val="231F20"/>
          <w:spacing w:val="1"/>
        </w:rPr>
        <w:t>dimensions</w:t>
      </w:r>
      <w:r>
        <w:rPr>
          <w:rFonts w:ascii="Myriad Pro"/>
        </w:rPr>
      </w:r>
    </w:p>
    <w:p>
      <w:pPr>
        <w:spacing w:line="240" w:lineRule="auto" w:before="2"/>
        <w:rPr>
          <w:rFonts w:ascii="Myriad Pro" w:hAnsi="Myriad Pro" w:cs="Myriad Pro" w:eastAsia="Myriad Pro"/>
          <w:sz w:val="19"/>
          <w:szCs w:val="19"/>
        </w:rPr>
      </w:pPr>
    </w:p>
    <w:p>
      <w:pPr>
        <w:pStyle w:val="BodyText"/>
        <w:numPr>
          <w:ilvl w:val="1"/>
          <w:numId w:val="6"/>
        </w:numPr>
        <w:tabs>
          <w:tab w:pos="1662" w:val="left" w:leader="none"/>
        </w:tabs>
        <w:spacing w:line="240" w:lineRule="auto" w:before="0" w:after="0"/>
        <w:ind w:left="1661" w:right="0" w:hanging="37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notation </w:t>
      </w:r>
      <w:r>
        <w:rPr>
          <w:rFonts w:ascii="Myriad Pro"/>
          <w:color w:val="231F20"/>
          <w:spacing w:val="13"/>
        </w:rPr>
        <w:t> </w:t>
      </w:r>
      <w:r>
        <w:rPr>
          <w:rFonts w:ascii="Myriad Pro"/>
          <w:color w:val="231F20"/>
          <w:spacing w:val="1"/>
        </w:rPr>
        <w:t>dimensions</w:t>
      </w:r>
      <w:r>
        <w:rPr>
          <w:rFonts w:ascii="Myriad Pro"/>
        </w:rPr>
      </w:r>
    </w:p>
    <w:p>
      <w:pPr>
        <w:spacing w:line="240" w:lineRule="auto" w:before="2"/>
        <w:rPr>
          <w:rFonts w:ascii="Myriad Pro" w:hAnsi="Myriad Pro" w:cs="Myriad Pro" w:eastAsia="Myriad Pro"/>
          <w:sz w:val="19"/>
          <w:szCs w:val="19"/>
        </w:rPr>
      </w:pPr>
    </w:p>
    <w:p>
      <w:pPr>
        <w:pStyle w:val="BodyText"/>
        <w:spacing w:line="280" w:lineRule="auto"/>
        <w:ind w:left="920" w:right="1163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16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illustrates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difference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between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size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location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dimensions.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(S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=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size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  <w:spacing w:val="1"/>
        </w:rPr>
        <w:t>dimension</w:t>
      </w:r>
      <w:r>
        <w:rPr>
          <w:rFonts w:ascii="Myriad Pro"/>
          <w:color w:val="231F20"/>
          <w:spacing w:val="70"/>
          <w:w w:val="102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L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=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location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  <w:spacing w:val="1"/>
        </w:rPr>
        <w:t>dimension).</w:t>
      </w:r>
      <w:r>
        <w:rPr>
          <w:rFonts w:ascii="Myriad Pro"/>
        </w:rPr>
      </w:r>
    </w:p>
    <w:p>
      <w:pPr>
        <w:spacing w:after="0" w:line="280" w:lineRule="auto"/>
        <w:jc w:val="left"/>
        <w:rPr>
          <w:rFonts w:ascii="Myriad Pro" w:hAnsi="Myriad Pro" w:cs="Myriad Pro" w:eastAsia="Myriad Pro"/>
        </w:rPr>
        <w:sectPr>
          <w:type w:val="continuous"/>
          <w:pgSz w:w="12240" w:h="15840"/>
          <w:pgMar w:top="1080" w:bottom="280" w:left="880" w:right="340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5"/>
        <w:rPr>
          <w:rFonts w:ascii="Myriad Pro" w:hAnsi="Myriad Pro" w:cs="Myriad Pro" w:eastAsia="Myriad Pro"/>
          <w:sz w:val="25"/>
          <w:szCs w:val="25"/>
        </w:rPr>
      </w:pPr>
    </w:p>
    <w:p>
      <w:pPr>
        <w:tabs>
          <w:tab w:pos="7965" w:val="left" w:leader="none"/>
        </w:tabs>
        <w:spacing w:line="200" w:lineRule="atLeast"/>
        <w:ind w:left="1959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sz w:val="20"/>
        </w:rPr>
        <w:pict>
          <v:group style="width:281.05pt;height:204.9pt;mso-position-horizontal-relative:char;mso-position-vertical-relative:line" coordorigin="0,0" coordsize="5621,4098">
            <v:group style="position:absolute;left:587;top:348;width:4432;height:2954" coordorigin="587,348" coordsize="4432,2954">
              <v:shape style="position:absolute;left:587;top:348;width:4432;height:2954" coordorigin="587,348" coordsize="4432,2954" path="m5018,3302l587,3302,587,348,5018,348,5018,3302xe" filled="false" stroked="true" strokeweight="1.029pt" strokecolor="#231f20">
                <v:path arrowok="t"/>
              </v:shape>
            </v:group>
            <v:group style="position:absolute;left:1394;top:2239;width:594;height:594" coordorigin="1394,2239" coordsize="594,594">
              <v:shape style="position:absolute;left:1394;top:2239;width:594;height:594" coordorigin="1394,2239" coordsize="594,594" path="m1988,2536l1979,2607,1954,2672,1916,2729,1866,2776,1806,2810,1739,2829,1691,2833,1666,2832,1597,2818,1534,2788,1481,2746,1438,2692,1409,2630,1395,2560,1394,2536,1395,2512,1409,2442,1438,2380,1481,2326,1534,2283,1597,2254,1666,2240,1691,2239,1715,2240,1785,2254,1847,2283,1901,2326,1943,2380,1972,2442,1987,2512,1988,2536xe" filled="false" stroked="true" strokeweight="1.029pt" strokecolor="#231f20">
                <v:path arrowok="t"/>
              </v:shape>
            </v:group>
            <v:group style="position:absolute;left:3627;top:782;width:594;height:594" coordorigin="3627,782" coordsize="594,594">
              <v:shape style="position:absolute;left:3627;top:782;width:594;height:594" coordorigin="3627,782" coordsize="594,594" path="m4221,1079l4212,1150,4188,1215,4149,1272,4099,1319,4039,1353,3972,1372,3924,1376,3899,1375,3830,1361,3767,1331,3714,1289,3671,1235,3642,1173,3628,1103,3627,1079,3628,1055,3642,985,3671,923,3714,869,3767,827,3830,797,3899,783,3924,782,3948,783,4018,797,4080,827,4134,869,4176,923,4206,985,4220,1055,4221,1079xe" filled="false" stroked="true" strokeweight="1.029pt" strokecolor="#231f20">
                <v:path arrowok="t"/>
              </v:shape>
            </v:group>
            <v:group style="position:absolute;left:1691;top:2239;width:2;height:1063" coordorigin="1691,2239" coordsize="2,1063">
              <v:shape style="position:absolute;left:1691;top:2239;width:2;height:1063" coordorigin="1691,2239" coordsize="0,1063" path="m1691,2239l1691,3302e" filled="false" stroked="true" strokeweight=".515pt" strokecolor="#231f20">
                <v:path arrowok="t"/>
                <v:stroke dashstyle="dash"/>
              </v:shape>
            </v:group>
            <v:group style="position:absolute;left:3924;top:348;width:2;height:2954" coordorigin="3924,348" coordsize="2,2954">
              <v:shape style="position:absolute;left:3924;top:348;width:2;height:2954" coordorigin="3924,348" coordsize="0,2954" path="m3924,348l3924,3301e" filled="false" stroked="true" strokeweight=".515pt" strokecolor="#231f20">
                <v:path arrowok="t"/>
                <v:stroke dashstyle="dash"/>
              </v:shape>
            </v:group>
            <v:group style="position:absolute;left:5;top:2536;width:1983;height:2" coordorigin="5,2536" coordsize="1983,2">
              <v:shape style="position:absolute;left:5;top:2536;width:1983;height:2" coordorigin="5,2536" coordsize="1983,0" path="m5,2536l1988,2536e" filled="false" stroked="true" strokeweight=".515pt" strokecolor="#231f20">
                <v:path arrowok="t"/>
                <v:stroke dashstyle="dash"/>
              </v:shape>
            </v:group>
            <v:group style="position:absolute;left:3581;top:1079;width:1809;height:2" coordorigin="3581,1079" coordsize="1809,2">
              <v:shape style="position:absolute;left:3581;top:1079;width:1809;height:2" coordorigin="3581,1079" coordsize="1809,0" path="m3581,1079l5390,1079e" filled="false" stroked="true" strokeweight=".515pt" strokecolor="#231f20">
                <v:path arrowok="t"/>
                <v:stroke dashstyle="dash"/>
              </v:shape>
            </v:group>
            <v:group style="position:absolute;left:587;top:3363;width:2;height:730" coordorigin="587,3363" coordsize="2,730">
              <v:shape style="position:absolute;left:587;top:3363;width:2;height:730" coordorigin="587,3363" coordsize="0,730" path="m587,3363l587,4093e" filled="false" stroked="true" strokeweight=".515002pt" strokecolor="#231f20">
                <v:path arrowok="t"/>
              </v:shape>
            </v:group>
            <v:group style="position:absolute;left:1691;top:3363;width:2;height:392" coordorigin="1691,3363" coordsize="2,392">
              <v:shape style="position:absolute;left:1691;top:3363;width:2;height:392" coordorigin="1691,3363" coordsize="0,392" path="m1691,3363l1691,3755e" filled="false" stroked="true" strokeweight=".515001pt" strokecolor="#231f20">
                <v:path arrowok="t"/>
              </v:shape>
            </v:group>
            <v:group style="position:absolute;left:3924;top:3363;width:2;height:392" coordorigin="3924,3363" coordsize="2,392">
              <v:shape style="position:absolute;left:3924;top:3363;width:2;height:392" coordorigin="3924,3363" coordsize="0,392" path="m3924,3363l3924,3755e" filled="false" stroked="true" strokeweight=".515pt" strokecolor="#231f20">
                <v:path arrowok="t"/>
              </v:shape>
            </v:group>
            <v:group style="position:absolute;left:4994;top:348;width:622;height:2" coordorigin="4994,348" coordsize="622,2">
              <v:shape style="position:absolute;left:4994;top:348;width:622;height:2" coordorigin="4994,348" coordsize="622,0" path="m4994,348l5615,348e" filled="false" stroked="true" strokeweight=".51503pt" strokecolor="#231f20">
                <v:path arrowok="t"/>
              </v:shape>
            </v:group>
            <v:group style="position:absolute;left:5098;top:3302;width:518;height:2" coordorigin="5098,3302" coordsize="518,2">
              <v:shape style="position:absolute;left:5098;top:3302;width:518;height:2" coordorigin="5098,3302" coordsize="518,0" path="m5098,3302l5615,3302e" filled="false" stroked="true" strokeweight=".515pt" strokecolor="#231f20">
                <v:path arrowok="t"/>
              </v:shape>
            </v:group>
            <v:group style="position:absolute;left:5;top:3302;width:530;height:2" coordorigin="5,3302" coordsize="530,2">
              <v:shape style="position:absolute;left:5;top:3302;width:530;height:2" coordorigin="5,3302" coordsize="530,0" path="m5,3302l535,3302e" filled="false" stroked="true" strokeweight=".515pt" strokecolor="#231f20">
                <v:path arrowok="t"/>
              </v:shape>
            </v:group>
            <v:group style="position:absolute;left:5018;top:3363;width:2;height:730" coordorigin="5018,3363" coordsize="2,730">
              <v:shape style="position:absolute;left:5018;top:3363;width:2;height:730" coordorigin="5018,3363" coordsize="0,730" path="m5018,3363l5018,4093e" filled="false" stroked="true" strokeweight=".515pt" strokecolor="#231f20">
                <v:path arrowok="t"/>
              </v:shape>
            </v:group>
            <v:group style="position:absolute;left:2888;top:3907;width:2130;height:2" coordorigin="2888,3907" coordsize="2130,2">
              <v:shape style="position:absolute;left:2888;top:3907;width:2130;height:2" coordorigin="2888,3907" coordsize="2130,0" path="m2888,3907l5018,3907e" filled="false" stroked="true" strokeweight=".515pt" strokecolor="#231f20">
                <v:path arrowok="t"/>
              </v:shape>
            </v:group>
            <v:group style="position:absolute;left:587;top:3907;width:2130;height:2" coordorigin="587,3907" coordsize="2130,2">
              <v:shape style="position:absolute;left:587;top:3907;width:2130;height:2" coordorigin="587,3907" coordsize="2130,0" path="m587,3907l2716,3907e" filled="false" stroked="true" strokeweight=".515pt" strokecolor="#231f20">
                <v:path arrowok="t"/>
              </v:shape>
            </v:group>
            <v:group style="position:absolute;left:587;top:3880;width:89;height:56" coordorigin="587,3880" coordsize="89,56">
              <v:shape style="position:absolute;left:587;top:3880;width:89;height:56" coordorigin="587,3880" coordsize="89,56" path="m675,3880l587,3907,675,3935,675,3880xe" filled="true" fillcolor="#231f20" stroked="false">
                <v:path arrowok="t"/>
                <v:fill type="solid"/>
              </v:shape>
            </v:group>
            <v:group style="position:absolute;left:587;top:3880;width:89;height:56" coordorigin="587,3880" coordsize="89,56">
              <v:shape style="position:absolute;left:587;top:3880;width:89;height:56" coordorigin="587,3880" coordsize="89,56" path="m675,3880l587,3907,675,3935,675,3880xe" filled="false" stroked="true" strokeweight="0pt" strokecolor="#231f20">
                <v:path arrowok="t"/>
              </v:shape>
            </v:group>
            <v:group style="position:absolute;left:4930;top:3880;width:89;height:56" coordorigin="4930,3880" coordsize="89,56">
              <v:shape style="position:absolute;left:4930;top:3880;width:89;height:56" coordorigin="4930,3880" coordsize="89,56" path="m4930,3880l4930,3935,5018,3907,4930,3880xe" filled="true" fillcolor="#231f20" stroked="false">
                <v:path arrowok="t"/>
                <v:fill type="solid"/>
              </v:shape>
            </v:group>
            <v:group style="position:absolute;left:4930;top:3880;width:89;height:56" coordorigin="4930,3880" coordsize="89,56">
              <v:shape style="position:absolute;left:4930;top:3880;width:89;height:56" coordorigin="4930,3880" coordsize="89,56" path="m4930,3935l5018,3907,4930,3880,4930,3935xe" filled="false" stroked="true" strokeweight="0pt" strokecolor="#231f20">
                <v:path arrowok="t"/>
              </v:shape>
            </v:group>
            <v:group style="position:absolute;left:1223;top:3570;width:1501;height:2" coordorigin="1223,3570" coordsize="1501,2">
              <v:shape style="position:absolute;left:1223;top:3570;width:1501;height:2" coordorigin="1223,3570" coordsize="1501,0" path="m1223,3570l2723,3570e" filled="false" stroked="true" strokeweight=".515pt" strokecolor="#231f20">
                <v:path arrowok="t"/>
              </v:shape>
            </v:group>
            <v:group style="position:absolute;left:587;top:3570;width:469;height:2" coordorigin="587,3570" coordsize="469,2">
              <v:shape style="position:absolute;left:587;top:3570;width:469;height:2" coordorigin="587,3570" coordsize="469,0" path="m587,3570l1055,3570e" filled="false" stroked="true" strokeweight=".515pt" strokecolor="#231f20">
                <v:path arrowok="t"/>
              </v:shape>
            </v:group>
            <v:group style="position:absolute;left:587;top:3542;width:89;height:56" coordorigin="587,3542" coordsize="89,56">
              <v:shape style="position:absolute;left:587;top:3542;width:89;height:56" coordorigin="587,3542" coordsize="89,56" path="m675,3542l587,3570,675,3597,675,3542xe" filled="true" fillcolor="#231f20" stroked="false">
                <v:path arrowok="t"/>
                <v:fill type="solid"/>
              </v:shape>
            </v:group>
            <v:group style="position:absolute;left:587;top:3542;width:89;height:56" coordorigin="587,3542" coordsize="89,56">
              <v:shape style="position:absolute;left:587;top:3542;width:89;height:56" coordorigin="587,3542" coordsize="89,56" path="m675,3542l587,3570,675,3597,675,3542xe" filled="false" stroked="true" strokeweight="0pt" strokecolor="#231f20">
                <v:path arrowok="t"/>
              </v:shape>
            </v:group>
            <v:group style="position:absolute;left:1602;top:3542;width:89;height:56" coordorigin="1602,3542" coordsize="89,56">
              <v:shape style="position:absolute;left:1602;top:3542;width:89;height:56" coordorigin="1602,3542" coordsize="89,56" path="m1602,3542l1602,3597,1691,3570,1602,3542xe" filled="true" fillcolor="#231f20" stroked="false">
                <v:path arrowok="t"/>
                <v:fill type="solid"/>
              </v:shape>
            </v:group>
            <v:group style="position:absolute;left:1602;top:3542;width:89;height:56" coordorigin="1602,3542" coordsize="89,56">
              <v:shape style="position:absolute;left:1602;top:3542;width:89;height:56" coordorigin="1602,3542" coordsize="89,56" path="m1602,3597l1691,3570,1602,3542,1602,3597xe" filled="false" stroked="true" strokeweight="0pt" strokecolor="#231f20">
                <v:path arrowok="t"/>
              </v:shape>
            </v:group>
            <v:group style="position:absolute;left:2891;top:3570;width:1033;height:2" coordorigin="2891,3570" coordsize="1033,2">
              <v:shape style="position:absolute;left:2891;top:3570;width:1033;height:2" coordorigin="2891,3570" coordsize="1033,0" path="m2891,3570l3924,3570e" filled="false" stroked="true" strokeweight=".515pt" strokecolor="#231f20">
                <v:path arrowok="t"/>
              </v:shape>
            </v:group>
            <v:group style="position:absolute;left:1691;top:3542;width:89;height:56" coordorigin="1691,3542" coordsize="89,56">
              <v:shape style="position:absolute;left:1691;top:3542;width:89;height:56" coordorigin="1691,3542" coordsize="89,56" path="m1779,3542l1691,3570,1779,3597,1779,3542xe" filled="true" fillcolor="#231f20" stroked="false">
                <v:path arrowok="t"/>
                <v:fill type="solid"/>
              </v:shape>
            </v:group>
            <v:group style="position:absolute;left:1691;top:3542;width:89;height:56" coordorigin="1691,3542" coordsize="89,56">
              <v:shape style="position:absolute;left:1691;top:3542;width:89;height:56" coordorigin="1691,3542" coordsize="89,56" path="m1779,3542l1691,3570,1779,3597,1779,3542xe" filled="false" stroked="true" strokeweight="0pt" strokecolor="#231f20">
                <v:path arrowok="t"/>
              </v:shape>
            </v:group>
            <v:group style="position:absolute;left:3835;top:3542;width:89;height:56" coordorigin="3835,3542" coordsize="89,56">
              <v:shape style="position:absolute;left:3835;top:3542;width:89;height:56" coordorigin="3835,3542" coordsize="89,56" path="m3835,3542l3835,3597,3924,3570,3835,3542xe" filled="true" fillcolor="#231f20" stroked="false">
                <v:path arrowok="t"/>
                <v:fill type="solid"/>
              </v:shape>
            </v:group>
            <v:group style="position:absolute;left:3835;top:3542;width:89;height:56" coordorigin="3835,3542" coordsize="89,56">
              <v:shape style="position:absolute;left:3835;top:3542;width:89;height:56" coordorigin="3835,3542" coordsize="89,56" path="m3835,3597l3924,3570,3835,3542,3835,3597xe" filled="false" stroked="true" strokeweight="0pt" strokecolor="#231f20">
                <v:path arrowok="t"/>
              </v:shape>
            </v:group>
            <v:group style="position:absolute;left:5179;top:348;width:2;height:219" coordorigin="5179,348" coordsize="2,219">
              <v:shape style="position:absolute;left:5179;top:348;width:2;height:219" coordorigin="5179,348" coordsize="0,219" path="m5179,566l5179,348e" filled="false" stroked="true" strokeweight=".515pt" strokecolor="#231f20">
                <v:path arrowok="t"/>
              </v:shape>
            </v:group>
            <v:group style="position:absolute;left:5179;top:861;width:2;height:219" coordorigin="5179,861" coordsize="2,219">
              <v:shape style="position:absolute;left:5179;top:861;width:2;height:219" coordorigin="5179,861" coordsize="0,219" path="m5179,1079l5179,861e" filled="false" stroked="true" strokeweight=".515pt" strokecolor="#231f20">
                <v:path arrowok="t"/>
              </v:shape>
            </v:group>
            <v:group style="position:absolute;left:5151;top:991;width:56;height:89" coordorigin="5151,991" coordsize="56,89">
              <v:shape style="position:absolute;left:5151;top:991;width:56;height:89" coordorigin="5151,991" coordsize="56,89" path="m5207,991l5151,991,5179,1079,5207,991xe" filled="true" fillcolor="#231f20" stroked="false">
                <v:path arrowok="t"/>
                <v:fill type="solid"/>
              </v:shape>
            </v:group>
            <v:group style="position:absolute;left:5151;top:991;width:56;height:89" coordorigin="5151,991" coordsize="56,89">
              <v:shape style="position:absolute;left:5151;top:991;width:56;height:89" coordorigin="5151,991" coordsize="56,89" path="m5151,991l5179,1079,5207,991,5151,991xe" filled="false" stroked="true" strokeweight="0pt" strokecolor="#231f20">
                <v:path arrowok="t"/>
              </v:shape>
            </v:group>
            <v:group style="position:absolute;left:5151;top:348;width:56;height:89" coordorigin="5151,348" coordsize="56,89">
              <v:shape style="position:absolute;left:5151;top:348;width:56;height:89" coordorigin="5151,348" coordsize="56,89" path="m5179,348l5151,436,5207,436,5179,348xe" filled="true" fillcolor="#231f20" stroked="false">
                <v:path arrowok="t"/>
                <v:fill type="solid"/>
              </v:shape>
            </v:group>
            <v:group style="position:absolute;left:5151;top:348;width:56;height:89" coordorigin="5151,348" coordsize="56,89">
              <v:shape style="position:absolute;left:5151;top:348;width:56;height:89" coordorigin="5151,348" coordsize="56,89" path="m5207,436l5179,348,5151,436,5207,436xe" filled="false" stroked="true" strokeweight="0pt" strokecolor="#231f20">
                <v:path arrowok="t"/>
              </v:shape>
            </v:group>
            <v:group style="position:absolute;left:5457;top:1972;width:2;height:1330" coordorigin="5457,1972" coordsize="2,1330">
              <v:shape style="position:absolute;left:5457;top:1972;width:2;height:1330" coordorigin="5457,1972" coordsize="0,1330" path="m5457,1972l5457,3302e" filled="false" stroked="true" strokeweight=".515pt" strokecolor="#231f20">
                <v:path arrowok="t"/>
              </v:shape>
            </v:group>
            <v:group style="position:absolute;left:5457;top:348;width:2;height:1330" coordorigin="5457,348" coordsize="2,1330">
              <v:shape style="position:absolute;left:5457;top:348;width:2;height:1330" coordorigin="5457,348" coordsize="0,1330" path="m5457,348l5457,1678e" filled="false" stroked="true" strokeweight=".515pt" strokecolor="#231f20">
                <v:path arrowok="t"/>
              </v:shape>
            </v:group>
            <v:group style="position:absolute;left:5429;top:348;width:56;height:89" coordorigin="5429,348" coordsize="56,89">
              <v:shape style="position:absolute;left:5429;top:348;width:56;height:89" coordorigin="5429,348" coordsize="56,89" path="m5457,348l5429,436,5485,436,5457,348xe" filled="true" fillcolor="#231f20" stroked="false">
                <v:path arrowok="t"/>
                <v:fill type="solid"/>
              </v:shape>
            </v:group>
            <v:group style="position:absolute;left:5429;top:348;width:56;height:89" coordorigin="5429,348" coordsize="56,89">
              <v:shape style="position:absolute;left:5429;top:348;width:56;height:89" coordorigin="5429,348" coordsize="56,89" path="m5485,436l5457,348,5429,436,5485,436xe" filled="false" stroked="true" strokeweight="0pt" strokecolor="#231f20">
                <v:path arrowok="t"/>
              </v:shape>
            </v:group>
            <v:group style="position:absolute;left:5429;top:3213;width:56;height:89" coordorigin="5429,3213" coordsize="56,89">
              <v:shape style="position:absolute;left:5429;top:3213;width:56;height:89" coordorigin="5429,3213" coordsize="56,89" path="m5485,3213l5429,3213,5457,3302,5485,3213xe" filled="true" fillcolor="#231f20" stroked="false">
                <v:path arrowok="t"/>
                <v:fill type="solid"/>
              </v:shape>
            </v:group>
            <v:group style="position:absolute;left:5429;top:3213;width:56;height:89" coordorigin="5429,3213" coordsize="56,89">
              <v:shape style="position:absolute;left:5429;top:3213;width:56;height:89" coordorigin="5429,3213" coordsize="56,89" path="m5429,3213l5457,3302,5485,3213,5429,3213xe" filled="false" stroked="true" strokeweight="0pt" strokecolor="#231f20">
                <v:path arrowok="t"/>
              </v:shape>
            </v:group>
            <v:group style="position:absolute;left:190;top:2536;width:2;height:236" coordorigin="190,2536" coordsize="2,236">
              <v:shape style="position:absolute;left:190;top:2536;width:2;height:236" coordorigin="190,2536" coordsize="0,236" path="m190,2772l190,2536e" filled="false" stroked="true" strokeweight=".515pt" strokecolor="#231f20">
                <v:path arrowok="t"/>
              </v:shape>
            </v:group>
            <v:group style="position:absolute;left:190;top:3066;width:2;height:236" coordorigin="190,3066" coordsize="2,236">
              <v:shape style="position:absolute;left:190;top:3066;width:2;height:236" coordorigin="190,3066" coordsize="0,236" path="m190,3302l190,3066e" filled="false" stroked="true" strokeweight=".515pt" strokecolor="#231f20">
                <v:path arrowok="t"/>
              </v:shape>
            </v:group>
            <v:group style="position:absolute;left:163;top:3213;width:56;height:89" coordorigin="163,3213" coordsize="56,89">
              <v:shape style="position:absolute;left:163;top:3213;width:56;height:89" coordorigin="163,3213" coordsize="56,89" path="m218,3213l163,3213,190,3302,218,3213xe" filled="true" fillcolor="#231f20" stroked="false">
                <v:path arrowok="t"/>
                <v:fill type="solid"/>
              </v:shape>
            </v:group>
            <v:group style="position:absolute;left:163;top:3213;width:56;height:89" coordorigin="163,3213" coordsize="56,89">
              <v:shape style="position:absolute;left:163;top:3213;width:56;height:89" coordorigin="163,3213" coordsize="56,89" path="m163,3213l190,3302,218,3213,163,3213xe" filled="false" stroked="true" strokeweight="0pt" strokecolor="#231f20">
                <v:path arrowok="t"/>
              </v:shape>
            </v:group>
            <v:group style="position:absolute;left:163;top:2536;width:56;height:89" coordorigin="163,2536" coordsize="56,89">
              <v:shape style="position:absolute;left:163;top:2536;width:56;height:89" coordorigin="163,2536" coordsize="56,89" path="m190,2536l163,2624,218,2624,190,2536xe" filled="true" fillcolor="#231f20" stroked="false">
                <v:path arrowok="t"/>
                <v:fill type="solid"/>
              </v:shape>
            </v:group>
            <v:group style="position:absolute;left:163;top:2536;width:56;height:89" coordorigin="163,2536" coordsize="56,89">
              <v:shape style="position:absolute;left:163;top:2536;width:56;height:89" coordorigin="163,2536" coordsize="56,89" path="m218,2624l190,2536,163,2624,218,2624xe" filled="false" stroked="true" strokeweight="0pt" strokecolor="#231f20">
                <v:path arrowok="t"/>
              </v:shape>
            </v:group>
            <v:group style="position:absolute;left:3140;top:103;width:605;height:740" coordorigin="3140,103" coordsize="605,740">
              <v:shape style="position:absolute;left:3140;top:103;width:605;height:740" coordorigin="3140,103" coordsize="605,740" path="m3745,842l3326,103,3140,103e" filled="false" stroked="true" strokeweight=".515pt" strokecolor="#231f20">
                <v:path arrowok="t"/>
              </v:shape>
            </v:group>
            <v:group style="position:absolute;left:3677;top:751;width:68;height:91" coordorigin="3677,751" coordsize="68,91">
              <v:shape style="position:absolute;left:3677;top:751;width:68;height:91" coordorigin="3677,751" coordsize="68,91" path="m3726,751l3677,779,3745,842,3726,751xe" filled="true" fillcolor="#231f20" stroked="false">
                <v:path arrowok="t"/>
                <v:fill type="solid"/>
              </v:shape>
            </v:group>
            <v:group style="position:absolute;left:3677;top:751;width:68;height:91" coordorigin="3677,751" coordsize="68,91">
              <v:shape style="position:absolute;left:3677;top:751;width:68;height:91" coordorigin="3677,751" coordsize="68,91" path="m3677,779l3745,842,3726,751,3677,779xe" filled="false" stroked="true" strokeweight="0pt" strokecolor="#231f20">
                <v:path arrowok="t"/>
              </v:shape>
              <v:shape style="position:absolute;left:2099;top:0;width:1007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 w:hAnsi="Myriad Pro"/>
                          <w:color w:val="231F20"/>
                          <w:sz w:val="20"/>
                        </w:rPr>
                        <w:t>Ø20</w:t>
                      </w:r>
                      <w:r>
                        <w:rPr>
                          <w:rFonts w:ascii="Myriad Pro" w:hAnsi="Myriad Pro"/>
                          <w:color w:val="231F20"/>
                          <w:spacing w:val="9"/>
                          <w:sz w:val="20"/>
                        </w:rPr>
                        <w:t> </w:t>
                      </w:r>
                      <w:r>
                        <w:rPr>
                          <w:rFonts w:ascii="Myriad Pro" w:hAnsi="Myriad Pro"/>
                          <w:color w:val="231F20"/>
                          <w:sz w:val="20"/>
                        </w:rPr>
                        <w:t>2</w:t>
                      </w:r>
                      <w:r>
                        <w:rPr>
                          <w:rFonts w:ascii="Myriad Pro" w:hAnsi="Myriad Pro"/>
                          <w:color w:val="231F20"/>
                          <w:spacing w:val="10"/>
                          <w:sz w:val="20"/>
                        </w:rPr>
                        <w:t> </w:t>
                      </w:r>
                      <w:r>
                        <w:rPr>
                          <w:rFonts w:ascii="Myriad Pro" w:hAnsi="Myriad Pro"/>
                          <w:color w:val="231F20"/>
                          <w:sz w:val="20"/>
                        </w:rPr>
                        <w:t>holes</w:t>
                      </w:r>
                      <w:r>
                        <w:rPr>
                          <w:rFonts w:ascii="Myriad Pro" w:hAns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130;top:611;width:98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L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406;top:1722;width:102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S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42;top:2816;width:98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L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090;top:3467;width:98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L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2752;top:3467;width:105;height:544" type="#_x0000_t202" filled="false" stroked="false">
                <v:textbox inset="0,0,0,0">
                  <w:txbxContent>
                    <w:p>
                      <w:pPr>
                        <w:spacing w:line="213" w:lineRule="exact" w:before="0"/>
                        <w:ind w:left="0" w:right="0" w:firstLine="6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L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  <w:p>
                      <w:pPr>
                        <w:spacing w:line="233" w:lineRule="exact" w:before="97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S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Myriad Pro"/>
          <w:sz w:val="20"/>
        </w:rPr>
      </w:r>
      <w:r>
        <w:rPr>
          <w:rFonts w:ascii="Myriad Pro"/>
          <w:sz w:val="20"/>
        </w:rPr>
        <w:tab/>
      </w:r>
      <w:r>
        <w:rPr>
          <w:rFonts w:ascii="Myriad Pro"/>
          <w:position w:val="37"/>
          <w:sz w:val="20"/>
        </w:rPr>
        <w:pict>
          <v:group style="width:41.65pt;height:169.75pt;mso-position-horizontal-relative:char;mso-position-vertical-relative:line" coordorigin="0,0" coordsize="833,3395">
            <v:group style="position:absolute;left:10;top:10;width:813;height:2954" coordorigin="10,10" coordsize="813,2954">
              <v:shape style="position:absolute;left:10;top:10;width:813;height:2954" coordorigin="10,10" coordsize="813,2954" path="m822,2964l10,2964,10,10,822,10,822,2964xe" filled="false" stroked="true" strokeweight="1.029pt" strokecolor="#231f20">
                <v:path arrowok="t"/>
              </v:shape>
            </v:group>
            <v:group style="position:absolute;left:26;top:741;width:797;height:2" coordorigin="26,741" coordsize="797,2">
              <v:shape style="position:absolute;left:26;top:741;width:797;height:2" coordorigin="26,741" coordsize="797,0" path="m822,741l26,741e" filled="false" stroked="true" strokeweight=".515pt" strokecolor="#231f20">
                <v:path arrowok="t"/>
                <v:stroke dashstyle="dash"/>
              </v:shape>
            </v:group>
            <v:group style="position:absolute;left:15;top:3025;width:2;height:364" coordorigin="15,3025" coordsize="2,364">
              <v:shape style="position:absolute;left:15;top:3025;width:2;height:364" coordorigin="15,3025" coordsize="0,364" path="m15,3025l15,3389e" filled="false" stroked="true" strokeweight=".515pt" strokecolor="#231f20">
                <v:path arrowok="t"/>
              </v:shape>
            </v:group>
            <v:group style="position:absolute;left:822;top:3025;width:2;height:364" coordorigin="822,3025" coordsize="2,364">
              <v:shape style="position:absolute;left:822;top:3025;width:2;height:364" coordorigin="822,3025" coordsize="0,364" path="m822,3025l822,3389e" filled="false" stroked="true" strokeweight=".515pt" strokecolor="#231f20">
                <v:path arrowok="t"/>
              </v:shape>
            </v:group>
            <v:group style="position:absolute;left:10;top:1038;width:813;height:2" coordorigin="10,1038" coordsize="813,2">
              <v:shape style="position:absolute;left:10;top:1038;width:813;height:2" coordorigin="10,1038" coordsize="813,0" path="m10,1038l822,1038e" filled="false" stroked="true" strokeweight=".515pt" strokecolor="#231f20">
                <v:path arrowok="t"/>
                <v:stroke dashstyle="dash"/>
              </v:shape>
            </v:group>
            <v:group style="position:absolute;left:10;top:2495;width:813;height:2" coordorigin="10,2495" coordsize="813,2">
              <v:shape style="position:absolute;left:10;top:2495;width:813;height:2" coordorigin="10,2495" coordsize="813,0" path="m10,2495l822,2495e" filled="false" stroked="true" strokeweight=".515pt" strokecolor="#231f20">
                <v:path arrowok="t"/>
                <v:stroke dashstyle="dash"/>
              </v:shape>
            </v:group>
            <v:group style="position:absolute;left:10;top:2198;width:813;height:2" coordorigin="10,2198" coordsize="813,2">
              <v:shape style="position:absolute;left:10;top:2198;width:813;height:2" coordorigin="10,2198" coordsize="813,0" path="m822,2198l10,2198e" filled="false" stroked="true" strokeweight=".515pt" strokecolor="#231f20">
                <v:path arrowok="t"/>
                <v:stroke dashstyle="dash"/>
              </v:shape>
            </v:group>
            <v:group style="position:absolute;left:10;top:1901;width:813;height:2" coordorigin="10,1901" coordsize="813,2">
              <v:shape style="position:absolute;left:10;top:1901;width:813;height:2" coordorigin="10,1901" coordsize="813,0" path="m10,1901l822,1901e" filled="false" stroked="true" strokeweight=".515pt" strokecolor="#231f20">
                <v:path arrowok="t"/>
                <v:stroke dashstyle="dash"/>
              </v:shape>
            </v:group>
            <v:group style="position:absolute;left:505;top:3204;width:318;height:2" coordorigin="505,3204" coordsize="318,2">
              <v:shape style="position:absolute;left:505;top:3204;width:318;height:2" coordorigin="505,3204" coordsize="318,0" path="m505,3204l822,3204e" filled="false" stroked="true" strokeweight=".515pt" strokecolor="#231f20">
                <v:path arrowok="t"/>
              </v:shape>
            </v:group>
            <v:group style="position:absolute;left:15;top:3204;width:318;height:2" coordorigin="15,3204" coordsize="318,2">
              <v:shape style="position:absolute;left:15;top:3204;width:318;height:2" coordorigin="15,3204" coordsize="318,0" path="m15,3204l333,3204e" filled="false" stroked="true" strokeweight=".515pt" strokecolor="#231f20">
                <v:path arrowok="t"/>
              </v:shape>
            </v:group>
            <v:group style="position:absolute;left:15;top:3176;width:89;height:56" coordorigin="15,3176" coordsize="89,56">
              <v:shape style="position:absolute;left:15;top:3176;width:89;height:56" coordorigin="15,3176" coordsize="89,56" path="m103,3176l15,3204,103,3232,103,3176xe" filled="true" fillcolor="#231f20" stroked="false">
                <v:path arrowok="t"/>
                <v:fill type="solid"/>
              </v:shape>
            </v:group>
            <v:group style="position:absolute;left:15;top:3176;width:89;height:56" coordorigin="15,3176" coordsize="89,56">
              <v:shape style="position:absolute;left:15;top:3176;width:89;height:56" coordorigin="15,3176" coordsize="89,56" path="m103,3176l15,3204,103,3232,103,3176xe" filled="false" stroked="true" strokeweight="0pt" strokecolor="#231f20">
                <v:path arrowok="t"/>
              </v:shape>
            </v:group>
            <v:group style="position:absolute;left:734;top:3176;width:89;height:56" coordorigin="734,3176" coordsize="89,56">
              <v:shape style="position:absolute;left:734;top:3176;width:89;height:56" coordorigin="734,3176" coordsize="89,56" path="m734,3176l734,3232,822,3204,734,3176xe" filled="true" fillcolor="#231f20" stroked="false">
                <v:path arrowok="t"/>
                <v:fill type="solid"/>
              </v:shape>
            </v:group>
            <v:group style="position:absolute;left:734;top:3176;width:89;height:56" coordorigin="734,3176" coordsize="89,56">
              <v:shape style="position:absolute;left:734;top:3176;width:89;height:56" coordorigin="734,3176" coordsize="89,56" path="m734,3232l822,3204,734,3176,734,3232xe" filled="false" stroked="true" strokeweight="0pt" strokecolor="#231f20">
                <v:path arrowok="t"/>
              </v:shape>
              <v:shape style="position:absolute;left:10;top:10;width:813;height:731" type="#_x0000_t202" filled="false" stroked="false">
                <v:textbox inset="0,0,0,0">
                  <w:txbxContent>
                    <w:p>
                      <w:pPr>
                        <w:spacing w:line="240" w:lineRule="auto" w:before="8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</w:p>
                    <w:p>
                      <w:pPr>
                        <w:tabs>
                          <w:tab w:pos="812" w:val="left" w:leader="none"/>
                        </w:tabs>
                        <w:spacing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w w:val="102"/>
                          <w:sz w:val="20"/>
                        </w:rPr>
                      </w:r>
                      <w:r>
                        <w:rPr>
                          <w:rFonts w:ascii="Myriad Pro"/>
                          <w:color w:val="231F20"/>
                          <w:w w:val="102"/>
                          <w:sz w:val="20"/>
                          <w:u w:val="dotted" w:color="231F20"/>
                        </w:rPr>
                        <w:t> </w:t>
                      </w:r>
                      <w:r>
                        <w:rPr>
                          <w:rFonts w:ascii="Myriad Pro"/>
                          <w:color w:val="231F20"/>
                          <w:sz w:val="20"/>
                          <w:u w:val="dotted" w:color="231F20"/>
                        </w:rPr>
                        <w:tab/>
                      </w:r>
                      <w:r>
                        <w:rPr>
                          <w:rFonts w:ascii="Myriad Pro"/>
                          <w:color w:val="231F20"/>
                          <w:sz w:val="20"/>
                        </w:rPr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68;top:3101;width:102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S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Myriad Pro"/>
          <w:position w:val="37"/>
          <w:sz w:val="20"/>
        </w:rPr>
      </w:r>
    </w:p>
    <w:p>
      <w:pPr>
        <w:spacing w:before="76"/>
        <w:ind w:left="0" w:right="201" w:firstLine="0"/>
        <w:jc w:val="center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1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16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Shim</w:t>
      </w:r>
      <w:r>
        <w:rPr>
          <w:rFonts w:ascii="Myriad Pro" w:hAnsi="Myriad Pro" w:cs="Myriad Pro" w:eastAsia="Myriad Pro"/>
          <w:color w:val="231F20"/>
          <w:spacing w:val="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plate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5"/>
        <w:rPr>
          <w:rFonts w:ascii="Myriad Pro" w:hAnsi="Myriad Pro" w:cs="Myriad Pro" w:eastAsia="Myriad Pro"/>
          <w:sz w:val="17"/>
          <w:szCs w:val="17"/>
        </w:rPr>
      </w:pPr>
    </w:p>
    <w:p>
      <w:pPr>
        <w:pStyle w:val="BodyText"/>
        <w:spacing w:line="280" w:lineRule="auto"/>
        <w:ind w:left="775" w:right="1163"/>
        <w:jc w:val="left"/>
        <w:rPr>
          <w:rFonts w:ascii="Myriad Pro" w:hAnsi="Myriad Pro" w:cs="Myriad Pro" w:eastAsia="Myriad Pro"/>
        </w:rPr>
      </w:pPr>
      <w:r>
        <w:rPr>
          <w:rFonts w:ascii="Myriad Pro" w:hAnsi="Myriad Pro" w:cs="Myriad Pro" w:eastAsia="Myriad Pro"/>
          <w:color w:val="231F20"/>
        </w:rPr>
        <w:t>Size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dimensions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are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necessary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so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that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material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size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of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object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can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be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determined.</w:t>
      </w:r>
      <w:r>
        <w:rPr>
          <w:rFonts w:ascii="Myriad Pro" w:hAnsi="Myriad Pro" w:cs="Myriad Pro" w:eastAsia="Myriad Pro"/>
          <w:color w:val="231F20"/>
          <w:spacing w:val="52"/>
          <w:w w:val="102"/>
        </w:rPr>
        <w:t> </w:t>
      </w:r>
      <w:r>
        <w:rPr>
          <w:rFonts w:ascii="Myriad Pro" w:hAnsi="Myriad Pro" w:cs="Myriad Pro" w:eastAsia="Myriad Pro"/>
          <w:color w:val="231F20"/>
        </w:rPr>
        <w:t>Location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dimensions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are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necessary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so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that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parts,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holes,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or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other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features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can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be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positioned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in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  <w:spacing w:val="18"/>
        </w:rPr>
      </w:r>
      <w:r>
        <w:rPr>
          <w:rFonts w:ascii="Myriad Pro" w:hAnsi="Myriad Pro" w:cs="Myriad Pro" w:eastAsia="Myriad Pro"/>
          <w:color w:val="231F20"/>
        </w:rPr>
        <w:t>or</w:t>
      </w:r>
      <w:r>
        <w:rPr>
          <w:rFonts w:ascii="Myriad Pro" w:hAnsi="Myriad Pro" w:cs="Myriad Pro" w:eastAsia="Myriad Pro"/>
          <w:color w:val="231F20"/>
          <w:spacing w:val="59"/>
        </w:rPr>
        <w:t> </w:t>
      </w:r>
      <w:r>
        <w:rPr>
          <w:rFonts w:ascii="Myriad Pro" w:hAnsi="Myriad Pro" w:cs="Myriad Pro" w:eastAsia="Myriad Pro"/>
          <w:color w:val="231F20"/>
        </w:rPr>
        <w:t>on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object.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Notation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dimensions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describe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part,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hole,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or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other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feature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with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a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short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note</w:t>
      </w:r>
      <w:r>
        <w:rPr>
          <w:rFonts w:ascii="Myriad Pro" w:hAnsi="Myriad Pro" w:cs="Myriad Pro" w:eastAsia="Myriad Pro"/>
          <w:color w:val="231F20"/>
          <w:spacing w:val="76"/>
          <w:w w:val="102"/>
        </w:rPr>
        <w:t> </w:t>
      </w:r>
      <w:r>
        <w:rPr>
          <w:rFonts w:ascii="Myriad Pro" w:hAnsi="Myriad Pro" w:cs="Myriad Pro" w:eastAsia="Myriad Pro"/>
          <w:color w:val="231F20"/>
        </w:rPr>
        <w:t>such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as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-5"/>
        </w:rPr>
        <w:t> </w:t>
      </w:r>
      <w:r>
        <w:rPr>
          <w:rFonts w:ascii="Myriad Pro" w:hAnsi="Myriad Pro" w:cs="Myriad Pro" w:eastAsia="Myriad Pro"/>
          <w:color w:val="231F20"/>
          <w:spacing w:val="-3"/>
        </w:rPr>
        <w:t>“ø20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2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holes”</w:t>
      </w:r>
      <w:r>
        <w:rPr>
          <w:rFonts w:ascii="Myriad Pro" w:hAnsi="Myriad Pro" w:cs="Myriad Pro" w:eastAsia="Myriad Pro"/>
          <w:color w:val="231F20"/>
          <w:spacing w:val="-6"/>
        </w:rPr>
        <w:t> </w:t>
      </w:r>
      <w:r>
        <w:rPr>
          <w:rFonts w:ascii="Myriad Pro" w:hAnsi="Myriad Pro" w:cs="Myriad Pro" w:eastAsia="Myriad Pro"/>
          <w:color w:val="231F20"/>
        </w:rPr>
        <w:t>notation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(see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Figure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16).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Keep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these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points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in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mind:</w:t>
      </w:r>
      <w:r>
        <w:rPr>
          <w:rFonts w:ascii="Myriad Pro" w:hAnsi="Myriad Pro" w:cs="Myriad Pro" w:eastAsia="Myriad Pro"/>
        </w:rPr>
      </w:r>
    </w:p>
    <w:p>
      <w:pPr>
        <w:pStyle w:val="BodyText"/>
        <w:numPr>
          <w:ilvl w:val="0"/>
          <w:numId w:val="6"/>
        </w:numPr>
        <w:tabs>
          <w:tab w:pos="1517" w:val="left" w:leader="none"/>
        </w:tabs>
        <w:spacing w:line="240" w:lineRule="auto" w:before="100" w:after="0"/>
        <w:ind w:left="1516" w:right="0" w:hanging="37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Keep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all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dimension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lines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at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least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10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mm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(3/8")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clear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1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lines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wherever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possible.</w:t>
      </w:r>
      <w:r>
        <w:rPr>
          <w:rFonts w:ascii="Myriad Pro"/>
        </w:rPr>
      </w:r>
    </w:p>
    <w:p>
      <w:pPr>
        <w:spacing w:line="240" w:lineRule="auto" w:before="2"/>
        <w:rPr>
          <w:rFonts w:ascii="Myriad Pro" w:hAnsi="Myriad Pro" w:cs="Myriad Pro" w:eastAsia="Myriad Pro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517" w:val="left" w:leader="none"/>
        </w:tabs>
        <w:spacing w:line="240" w:lineRule="auto" w:before="0" w:after="0"/>
        <w:ind w:left="1516" w:right="0" w:hanging="37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-1"/>
        </w:rPr>
        <w:t>Try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group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related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dimensions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rather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than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scattering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  <w:spacing w:val="1"/>
        </w:rPr>
        <w:t>them.</w:t>
      </w:r>
      <w:r>
        <w:rPr>
          <w:rFonts w:ascii="Myriad Pro"/>
        </w:rPr>
      </w:r>
    </w:p>
    <w:p>
      <w:pPr>
        <w:spacing w:line="240" w:lineRule="auto" w:before="2"/>
        <w:rPr>
          <w:rFonts w:ascii="Myriad Pro" w:hAnsi="Myriad Pro" w:cs="Myriad Pro" w:eastAsia="Myriad Pro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517" w:val="left" w:leader="none"/>
        </w:tabs>
        <w:spacing w:line="240" w:lineRule="auto" w:before="0" w:after="0"/>
        <w:ind w:left="1516" w:right="0" w:hanging="37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-1"/>
        </w:rPr>
        <w:t>Try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keep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dimensions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off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views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themselves.</w:t>
      </w:r>
      <w:r>
        <w:rPr>
          <w:rFonts w:ascii="Myriad Pro"/>
        </w:rPr>
      </w:r>
    </w:p>
    <w:p>
      <w:pPr>
        <w:spacing w:line="240" w:lineRule="auto" w:before="2"/>
        <w:rPr>
          <w:rFonts w:ascii="Myriad Pro" w:hAnsi="Myriad Pro" w:cs="Myriad Pro" w:eastAsia="Myriad Pro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517" w:val="left" w:leader="none"/>
        </w:tabs>
        <w:spacing w:line="280" w:lineRule="auto" w:before="0" w:after="0"/>
        <w:ind w:left="1516" w:right="1106" w:hanging="37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Separate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one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line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dimensions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from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another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line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dimensions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from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notation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by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68"/>
          <w:w w:val="102"/>
        </w:rPr>
        <w:t> </w:t>
      </w:r>
      <w:r>
        <w:rPr>
          <w:rFonts w:ascii="Myriad Pro"/>
          <w:color w:val="231F20"/>
        </w:rPr>
        <w:t>space</w:t>
      </w:r>
      <w:r>
        <w:rPr>
          <w:rFonts w:ascii="Myriad Pro"/>
          <w:color w:val="231F20"/>
          <w:spacing w:val="-7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-7"/>
        </w:rPr>
        <w:t> </w:t>
      </w:r>
      <w:r>
        <w:rPr>
          <w:rFonts w:ascii="Myriad Pro"/>
          <w:color w:val="231F20"/>
        </w:rPr>
        <w:t>at</w:t>
      </w:r>
      <w:r>
        <w:rPr>
          <w:rFonts w:ascii="Myriad Pro"/>
          <w:color w:val="231F20"/>
          <w:spacing w:val="-7"/>
        </w:rPr>
        <w:t> </w:t>
      </w:r>
      <w:r>
        <w:rPr>
          <w:rFonts w:ascii="Myriad Pro"/>
          <w:color w:val="231F20"/>
        </w:rPr>
        <w:t>least</w:t>
      </w:r>
      <w:r>
        <w:rPr>
          <w:rFonts w:ascii="Myriad Pro"/>
          <w:color w:val="231F20"/>
          <w:spacing w:val="-7"/>
        </w:rPr>
        <w:t> </w:t>
      </w:r>
      <w:r>
        <w:rPr>
          <w:rFonts w:ascii="Myriad Pro"/>
          <w:color w:val="231F20"/>
        </w:rPr>
        <w:t>10</w:t>
      </w:r>
      <w:r>
        <w:rPr>
          <w:rFonts w:ascii="Myriad Pro"/>
          <w:color w:val="231F20"/>
          <w:spacing w:val="-7"/>
        </w:rPr>
        <w:t> </w:t>
      </w:r>
      <w:r>
        <w:rPr>
          <w:rFonts w:ascii="Myriad Pro"/>
          <w:color w:val="231F20"/>
        </w:rPr>
        <w:t>mm</w:t>
      </w:r>
      <w:r>
        <w:rPr>
          <w:rFonts w:ascii="Myriad Pro"/>
          <w:color w:val="231F20"/>
          <w:spacing w:val="-7"/>
        </w:rPr>
        <w:t> </w:t>
      </w:r>
      <w:r>
        <w:rPr>
          <w:rFonts w:ascii="Myriad Pro"/>
          <w:color w:val="231F20"/>
          <w:spacing w:val="2"/>
        </w:rPr>
        <w:t>(3/8").</w:t>
      </w:r>
      <w:r>
        <w:rPr>
          <w:rFonts w:ascii="Myriad Pro"/>
        </w:rPr>
      </w:r>
    </w:p>
    <w:p>
      <w:pPr>
        <w:pStyle w:val="BodyText"/>
        <w:numPr>
          <w:ilvl w:val="0"/>
          <w:numId w:val="6"/>
        </w:numPr>
        <w:tabs>
          <w:tab w:pos="1517" w:val="left" w:leader="none"/>
        </w:tabs>
        <w:spacing w:line="280" w:lineRule="auto" w:before="192" w:after="0"/>
        <w:ind w:left="1516" w:right="2001" w:hanging="37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Leave</w:t>
      </w:r>
      <w:r>
        <w:rPr>
          <w:rFonts w:ascii="Myriad Pro"/>
          <w:color w:val="231F20"/>
          <w:spacing w:val="7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8"/>
        </w:rPr>
        <w:t> </w:t>
      </w:r>
      <w:r>
        <w:rPr>
          <w:rFonts w:ascii="Myriad Pro"/>
          <w:color w:val="231F20"/>
        </w:rPr>
        <w:t>space</w:t>
      </w:r>
      <w:r>
        <w:rPr>
          <w:rFonts w:ascii="Myriad Pro"/>
          <w:color w:val="231F20"/>
          <w:spacing w:val="7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8"/>
        </w:rPr>
        <w:t> </w:t>
      </w:r>
      <w:r>
        <w:rPr>
          <w:rFonts w:ascii="Myriad Pro"/>
          <w:color w:val="231F20"/>
        </w:rPr>
        <w:t>approximately</w:t>
      </w:r>
      <w:r>
        <w:rPr>
          <w:rFonts w:ascii="Myriad Pro"/>
          <w:color w:val="231F20"/>
          <w:spacing w:val="8"/>
        </w:rPr>
        <w:t> </w:t>
      </w:r>
      <w:r>
        <w:rPr>
          <w:rFonts w:ascii="Myriad Pro"/>
          <w:color w:val="231F20"/>
        </w:rPr>
        <w:t>3</w:t>
      </w:r>
      <w:r>
        <w:rPr>
          <w:rFonts w:ascii="Myriad Pro"/>
          <w:color w:val="231F20"/>
          <w:spacing w:val="7"/>
        </w:rPr>
        <w:t> </w:t>
      </w:r>
      <w:r>
        <w:rPr>
          <w:rFonts w:ascii="Myriad Pro"/>
          <w:color w:val="231F20"/>
        </w:rPr>
        <w:t>mm</w:t>
      </w:r>
      <w:r>
        <w:rPr>
          <w:rFonts w:ascii="Myriad Pro"/>
          <w:color w:val="231F20"/>
          <w:spacing w:val="8"/>
        </w:rPr>
        <w:t> </w:t>
      </w:r>
      <w:r>
        <w:rPr>
          <w:rFonts w:ascii="Myriad Pro"/>
          <w:color w:val="231F20"/>
          <w:spacing w:val="1"/>
        </w:rPr>
        <w:t>(1/8")</w:t>
      </w:r>
      <w:r>
        <w:rPr>
          <w:rFonts w:ascii="Myriad Pro"/>
          <w:color w:val="231F20"/>
          <w:spacing w:val="8"/>
        </w:rPr>
        <w:t> </w:t>
      </w:r>
      <w:r>
        <w:rPr>
          <w:rFonts w:ascii="Myriad Pro"/>
          <w:color w:val="231F20"/>
        </w:rPr>
        <w:t>between</w:t>
      </w:r>
      <w:r>
        <w:rPr>
          <w:rFonts w:ascii="Myriad Pro"/>
          <w:color w:val="231F20"/>
          <w:spacing w:val="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8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8"/>
        </w:rPr>
        <w:t> </w:t>
      </w:r>
      <w:r>
        <w:rPr>
          <w:rFonts w:ascii="Myriad Pro"/>
          <w:color w:val="231F20"/>
        </w:rPr>
        <w:t>outline</w:t>
      </w:r>
      <w:r>
        <w:rPr>
          <w:rFonts w:ascii="Myriad Pro"/>
          <w:color w:val="231F20"/>
          <w:spacing w:val="7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8"/>
        </w:rPr>
        <w:t> </w:t>
      </w:r>
      <w:r>
        <w:rPr>
          <w:rFonts w:ascii="Myriad Pro"/>
          <w:color w:val="231F20"/>
          <w:spacing w:val="1"/>
        </w:rPr>
        <w:t>the</w:t>
      </w:r>
      <w:r>
        <w:rPr>
          <w:rFonts w:ascii="Myriad Pro"/>
          <w:color w:val="231F20"/>
          <w:spacing w:val="46"/>
          <w:w w:val="102"/>
        </w:rPr>
        <w:t> </w:t>
      </w:r>
      <w:r>
        <w:rPr>
          <w:rFonts w:ascii="Myriad Pro"/>
          <w:color w:val="231F20"/>
        </w:rPr>
        <w:t>beginning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any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extension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line.</w:t>
      </w:r>
      <w:r>
        <w:rPr>
          <w:rFonts w:ascii="Myriad Pro"/>
        </w:rPr>
      </w:r>
    </w:p>
    <w:p>
      <w:pPr>
        <w:pStyle w:val="BodyText"/>
        <w:numPr>
          <w:ilvl w:val="0"/>
          <w:numId w:val="6"/>
        </w:numPr>
        <w:tabs>
          <w:tab w:pos="1517" w:val="left" w:leader="none"/>
        </w:tabs>
        <w:spacing w:line="240" w:lineRule="auto" w:before="192" w:after="0"/>
        <w:ind w:left="1516" w:right="0" w:hanging="37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Keep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arrowheads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slim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neat.</w:t>
      </w:r>
      <w:r>
        <w:rPr>
          <w:rFonts w:ascii="Myriad Pro"/>
        </w:rPr>
      </w:r>
    </w:p>
    <w:p>
      <w:pPr>
        <w:spacing w:line="240" w:lineRule="auto" w:before="2"/>
        <w:rPr>
          <w:rFonts w:ascii="Myriad Pro" w:hAnsi="Myriad Pro" w:cs="Myriad Pro" w:eastAsia="Myriad Pro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517" w:val="left" w:leader="none"/>
        </w:tabs>
        <w:spacing w:line="240" w:lineRule="auto" w:before="0" w:after="0"/>
        <w:ind w:left="1516" w:right="0" w:hanging="37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Never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dimension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hidden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line.</w:t>
      </w:r>
      <w:r>
        <w:rPr>
          <w:rFonts w:ascii="Myriad Pro"/>
        </w:rPr>
      </w:r>
    </w:p>
    <w:p>
      <w:pPr>
        <w:spacing w:line="240" w:lineRule="auto" w:before="2"/>
        <w:rPr>
          <w:rFonts w:ascii="Myriad Pro" w:hAnsi="Myriad Pro" w:cs="Myriad Pro" w:eastAsia="Myriad Pro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517" w:val="left" w:leader="none"/>
        </w:tabs>
        <w:spacing w:line="280" w:lineRule="auto" w:before="0" w:after="0"/>
        <w:ind w:left="1516" w:right="1390" w:hanging="37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Draw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leader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lines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angle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when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intersecting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lines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avoid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confusing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them</w:t>
      </w:r>
      <w:r>
        <w:rPr>
          <w:rFonts w:ascii="Myriad Pro"/>
          <w:color w:val="231F20"/>
          <w:spacing w:val="80"/>
          <w:w w:val="102"/>
        </w:rPr>
        <w:t> </w:t>
      </w:r>
      <w:r>
        <w:rPr>
          <w:rFonts w:ascii="Myriad Pro"/>
          <w:color w:val="231F20"/>
        </w:rPr>
        <w:t>with</w:t>
      </w:r>
      <w:r>
        <w:rPr>
          <w:rFonts w:ascii="Myriad Pro"/>
          <w:color w:val="231F20"/>
          <w:spacing w:val="32"/>
        </w:rPr>
        <w:t> </w:t>
      </w:r>
      <w:r>
        <w:rPr>
          <w:rFonts w:ascii="Myriad Pro"/>
          <w:color w:val="231F20"/>
        </w:rPr>
        <w:t>extension</w:t>
      </w:r>
      <w:r>
        <w:rPr>
          <w:rFonts w:ascii="Myriad Pro"/>
          <w:color w:val="231F20"/>
          <w:spacing w:val="32"/>
        </w:rPr>
        <w:t> </w:t>
      </w:r>
      <w:r>
        <w:rPr>
          <w:rFonts w:ascii="Myriad Pro"/>
          <w:color w:val="231F20"/>
        </w:rPr>
        <w:t>lines.</w:t>
      </w:r>
      <w:r>
        <w:rPr>
          <w:rFonts w:ascii="Myriad Pro"/>
        </w:rPr>
      </w:r>
    </w:p>
    <w:p>
      <w:pPr>
        <w:pStyle w:val="BodyText"/>
        <w:spacing w:line="280" w:lineRule="auto" w:before="192"/>
        <w:ind w:left="775" w:right="1163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17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illustrates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good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placement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dimensions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notations.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Note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placement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  <w:spacing w:val="1"/>
        </w:rPr>
        <w:t>of</w:t>
      </w:r>
      <w:r>
        <w:rPr>
          <w:rFonts w:ascii="Myriad Pro"/>
          <w:color w:val="231F20"/>
          <w:spacing w:val="64"/>
          <w:w w:val="102"/>
        </w:rPr>
        <w:t> </w:t>
      </w:r>
      <w:r>
        <w:rPr>
          <w:rFonts w:ascii="Myriad Pro"/>
          <w:color w:val="231F20"/>
        </w:rPr>
        <w:t>extension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lines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use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centre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lines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locate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features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such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holes.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Also,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note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  <w:spacing w:val="1"/>
        </w:rPr>
        <w:t>shape</w:t>
      </w:r>
      <w:r>
        <w:rPr>
          <w:rFonts w:ascii="Myriad Pro"/>
          <w:color w:val="231F20"/>
          <w:spacing w:val="56"/>
          <w:w w:val="102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size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arrowheads.</w:t>
      </w:r>
      <w:r>
        <w:rPr>
          <w:rFonts w:ascii="Myriad Pro"/>
        </w:rPr>
      </w:r>
    </w:p>
    <w:p>
      <w:pPr>
        <w:spacing w:after="0" w:line="280" w:lineRule="auto"/>
        <w:jc w:val="left"/>
        <w:rPr>
          <w:rFonts w:ascii="Myriad Pro" w:hAnsi="Myriad Pro" w:cs="Myriad Pro" w:eastAsia="Myriad Pro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2"/>
        <w:rPr>
          <w:rFonts w:ascii="Myriad Pro" w:hAnsi="Myriad Pro" w:cs="Myriad Pro" w:eastAsia="Myriad Pro"/>
          <w:sz w:val="16"/>
          <w:szCs w:val="16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16"/>
          <w:szCs w:val="16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6" w:lineRule="auto" w:before="73"/>
        <w:ind w:left="3661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/>
        <w:pict>
          <v:group style="position:absolute;margin-left:176.774597pt;margin-top:26.660706pt;width:281pt;height:214.9pt;mso-position-horizontal-relative:page;mso-position-vertical-relative:paragraph;z-index:-107464" coordorigin="3535,533" coordsize="5620,4298">
            <v:group style="position:absolute;left:4925;top:2500;width:757;height:757" coordorigin="4925,2500" coordsize="757,757">
              <v:shape style="position:absolute;left:4925;top:2500;width:757;height:757" coordorigin="4925,2500" coordsize="757,757" path="m5304,3256l5242,3251,5156,3226,5080,3183,5016,3124,4968,3052,4936,2969,4927,2909,4925,2878,4927,2847,4936,2787,4968,2704,5016,2632,5080,2573,5156,2530,5242,2505,5304,2500,5335,2501,5394,2511,5477,2542,5550,2591,5609,2655,5652,2731,5677,2817,5682,2878,5680,2909,5671,2969,5639,3052,5591,3124,5527,3183,5451,3226,5365,3251,5304,3256xe" filled="false" stroked="true" strokeweight="1.029pt" strokecolor="#231f20">
                <v:path arrowok="t"/>
              </v:shape>
            </v:group>
            <v:group style="position:absolute;left:4577;top:2029;width:4397;height:2232" coordorigin="4577,2029" coordsize="4397,2232">
              <v:shape style="position:absolute;left:4577;top:2029;width:4397;height:2232" coordorigin="4577,2029" coordsize="4397,2232" path="m4577,2029l4577,4261,8119,4261,8122,4191,8130,4122,8144,4056,8163,3991,8186,3929,8214,3868,8247,3811,8284,3757,8325,3705,8369,3657,8417,3612,8469,3572,8523,3535,8581,3502,8641,3474,8703,3450,8768,3432,8835,3418,8903,3410,8973,3407,8973,2029,4577,2029xe" filled="false" stroked="true" strokeweight="1.029pt" strokecolor="#231f20">
                <v:path arrowok="t"/>
              </v:shape>
            </v:group>
            <v:group style="position:absolute;left:5304;top:1583;width:2;height:1790" coordorigin="5304,1583" coordsize="2,1790">
              <v:shape style="position:absolute;left:5304;top:1583;width:2;height:1790" coordorigin="5304,1583" coordsize="0,1790" path="m5304,1583l5304,3373e" filled="false" stroked="true" strokeweight=".515002pt" strokecolor="#231f20">
                <v:path arrowok="t"/>
                <v:stroke dashstyle="dash"/>
              </v:shape>
            </v:group>
            <v:group style="position:absolute;left:8973;top:3419;width:2;height:1068" coordorigin="8973,3419" coordsize="2,1068">
              <v:shape style="position:absolute;left:8973;top:3419;width:2;height:1068" coordorigin="8973,3419" coordsize="0,1068" path="m8973,4486l8973,3419e" filled="false" stroked="true" strokeweight=".515pt" strokecolor="#231f20">
                <v:path arrowok="t"/>
                <v:stroke dashstyle="dash"/>
              </v:shape>
            </v:group>
            <v:group style="position:absolute;left:4282;top:2878;width:1530;height:2" coordorigin="4282,2878" coordsize="1530,2">
              <v:shape style="position:absolute;left:4282;top:2878;width:1530;height:2" coordorigin="4282,2878" coordsize="1530,0" path="m4282,2878l5811,2878e" filled="false" stroked="true" strokeweight=".515pt" strokecolor="#231f20">
                <v:path arrowok="t"/>
                <v:stroke dashstyle="dash"/>
              </v:shape>
            </v:group>
            <v:group style="position:absolute;left:8171;top:4273;width:980;height:2" coordorigin="8171,4273" coordsize="980,2">
              <v:shape style="position:absolute;left:8171;top:4273;width:980;height:2" coordorigin="8171,4273" coordsize="980,0" path="m9150,4273l8171,4273e" filled="false" stroked="true" strokeweight=".515pt" strokecolor="#231f20">
                <v:path arrowok="t"/>
                <v:stroke dashstyle="dash"/>
              </v:shape>
            </v:group>
            <v:group style="position:absolute;left:8428;top:3727;width:546;height:546" coordorigin="8428,3727" coordsize="546,546">
              <v:shape style="position:absolute;left:8428;top:3727;width:546;height:546" coordorigin="8428,3727" coordsize="546,546" path="m8973,4273l8428,3727e" filled="false" stroked="true" strokeweight=".515pt" strokecolor="#231f20">
                <v:path arrowok="t"/>
              </v:shape>
            </v:group>
            <v:group style="position:absolute;left:8364;top:3663;width:101;height:101" coordorigin="8364,3663" coordsize="101,101">
              <v:shape style="position:absolute;left:8364;top:3663;width:101;height:101" coordorigin="8364,3663" coordsize="101,101" path="m8364,3663l8421,3763,8464,3721,8364,3663xe" filled="true" fillcolor="#231f20" stroked="false">
                <v:path arrowok="t"/>
                <v:fill type="solid"/>
              </v:shape>
            </v:group>
            <v:group style="position:absolute;left:4577;top:1105;width:2;height:883" coordorigin="4577,1105" coordsize="2,883">
              <v:shape style="position:absolute;left:4577;top:1105;width:2;height:883" coordorigin="4577,1105" coordsize="0,883" path="m4577,1105l4577,1987e" filled="false" stroked="true" strokeweight=".515002pt" strokecolor="#231f20">
                <v:path arrowok="t"/>
              </v:shape>
            </v:group>
            <v:group style="position:absolute;left:8973;top:1105;width:2;height:883" coordorigin="8973,1105" coordsize="2,883">
              <v:shape style="position:absolute;left:8973;top:1105;width:2;height:883" coordorigin="8973,1105" coordsize="0,883" path="m8973,1105l8973,1987e" filled="false" stroked="true" strokeweight=".515pt" strokecolor="#231f20">
                <v:path arrowok="t"/>
              </v:shape>
            </v:group>
            <v:group style="position:absolute;left:5913;top:2878;width:326;height:2" coordorigin="5913,2878" coordsize="326,2">
              <v:shape style="position:absolute;left:5913;top:2878;width:326;height:2" coordorigin="5913,2878" coordsize="326,0" path="m5913,2878l6238,2878e" filled="false" stroked="true" strokeweight=".515pt" strokecolor="#231f20">
                <v:path arrowok="t"/>
              </v:shape>
            </v:group>
            <v:group style="position:absolute;left:4152;top:731;width:346;height:1158" coordorigin="4152,731" coordsize="346,1158">
              <v:shape style="position:absolute;left:4152;top:731;width:346;height:1158" coordorigin="4152,731" coordsize="346,1158" path="m4497,731l4154,731,4152,1888e" filled="false" stroked="true" strokeweight=".515pt" strokecolor="#231f20">
                <v:path arrowok="t"/>
              </v:shape>
            </v:group>
            <v:group style="position:absolute;left:4122;top:1868;width:60;height:112" coordorigin="4122,1868" coordsize="60,112">
              <v:shape style="position:absolute;left:4122;top:1868;width:60;height:112" coordorigin="4122,1868" coordsize="60,112" path="m4122,1868l4152,1979,4182,1868,4122,1868xe" filled="true" fillcolor="#231f20" stroked="false">
                <v:path arrowok="t"/>
                <v:fill type="solid"/>
              </v:shape>
            </v:group>
            <v:group style="position:absolute;left:8904;top:538;width:236;height:555" coordorigin="8904,538" coordsize="236,555">
              <v:shape style="position:absolute;left:8904;top:538;width:236;height:555" coordorigin="8904,538" coordsize="236,555" path="m8905,1093l8904,538,9140,538e" filled="false" stroked="true" strokeweight=".515pt" strokecolor="#231f20">
                <v:path arrowok="t"/>
              </v:shape>
            </v:group>
            <v:group style="position:absolute;left:8875;top:1072;width:60;height:112" coordorigin="8875,1072" coordsize="60,112">
              <v:shape style="position:absolute;left:8875;top:1072;width:60;height:112" coordorigin="8875,1072" coordsize="60,112" path="m8935,1072l8875,1072,8906,1184,8935,1072xe" filled="true" fillcolor="#231f20" stroked="false">
                <v:path arrowok="t"/>
                <v:fill type="solid"/>
              </v:shape>
            </v:group>
            <v:group style="position:absolute;left:4187;top:4357;width:334;height:469" coordorigin="4187,4357" coordsize="334,469">
              <v:shape style="position:absolute;left:4187;top:4357;width:334;height:469" coordorigin="4187,4357" coordsize="334,469" path="m4521,4357l4372,4826,4187,4826e" filled="false" stroked="true" strokeweight=".515pt" strokecolor="#231f20">
                <v:path arrowok="t"/>
              </v:shape>
            </v:group>
            <v:group style="position:absolute;left:4467;top:4357;width:54;height:93" coordorigin="4467,4357" coordsize="54,93">
              <v:shape style="position:absolute;left:4467;top:4357;width:54;height:93" coordorigin="4467,4357" coordsize="54,93" path="m4521,4357l4467,4433,4520,4450,4521,4357xe" filled="true" fillcolor="#231f20" stroked="false">
                <v:path arrowok="t"/>
                <v:fill type="solid"/>
              </v:shape>
            </v:group>
            <v:group style="position:absolute;left:4467;top:4357;width:54;height:93" coordorigin="4467,4357" coordsize="54,93">
              <v:shape style="position:absolute;left:4467;top:4357;width:54;height:93" coordorigin="4467,4357" coordsize="54,93" path="m4520,4450l4521,4357,4467,4433,4520,4450xe" filled="false" stroked="true" strokeweight="0pt" strokecolor="#231f20">
                <v:path arrowok="t"/>
              </v:shape>
            </v:group>
            <v:group style="position:absolute;left:6099;top:3717;width:2;height:545" coordorigin="6099,3717" coordsize="2,545">
              <v:shape style="position:absolute;left:6099;top:3717;width:2;height:545" coordorigin="6099,3717" coordsize="0,545" path="m6099,3717l6099,4261e" filled="false" stroked="true" strokeweight=".515pt" strokecolor="#231f20">
                <v:path arrowok="t"/>
              </v:shape>
            </v:group>
            <v:group style="position:absolute;left:6099;top:2878;width:2;height:545" coordorigin="6099,2878" coordsize="2,545">
              <v:shape style="position:absolute;left:6099;top:2878;width:2;height:545" coordorigin="6099,2878" coordsize="0,545" path="m6099,2878l6099,3422e" filled="false" stroked="true" strokeweight=".515pt" strokecolor="#231f20">
                <v:path arrowok="t"/>
              </v:shape>
            </v:group>
            <v:group style="position:absolute;left:6168;top:4261;width:48;height:2" coordorigin="6168,4261" coordsize="48,2">
              <v:shape style="position:absolute;left:6168;top:4261;width:48;height:2" coordorigin="6168,4261" coordsize="48,0" path="m6168,4261l6216,4261e" filled="false" stroked="true" strokeweight=".515pt" strokecolor="#231f20">
                <v:path arrowok="t"/>
              </v:shape>
            </v:group>
            <v:group style="position:absolute;left:6071;top:2878;width:56;height:89" coordorigin="6071,2878" coordsize="56,89">
              <v:shape style="position:absolute;left:6071;top:2878;width:56;height:89" coordorigin="6071,2878" coordsize="56,89" path="m6099,2878l6071,2966,6127,2966,6099,2878xe" filled="true" fillcolor="#231f20" stroked="false">
                <v:path arrowok="t"/>
                <v:fill type="solid"/>
              </v:shape>
            </v:group>
            <v:group style="position:absolute;left:6071;top:2878;width:56;height:89" coordorigin="6071,2878" coordsize="56,89">
              <v:shape style="position:absolute;left:6071;top:2878;width:56;height:89" coordorigin="6071,2878" coordsize="56,89" path="m6127,2966l6099,2878,6071,2966,6127,2966xe" filled="false" stroked="true" strokeweight="0pt" strokecolor="#231f20">
                <v:path arrowok="t"/>
              </v:shape>
            </v:group>
            <v:group style="position:absolute;left:6071;top:4173;width:56;height:89" coordorigin="6071,4173" coordsize="56,89">
              <v:shape style="position:absolute;left:6071;top:4173;width:56;height:89" coordorigin="6071,4173" coordsize="56,89" path="m6127,4173l6071,4173,6099,4261,6127,4173xe" filled="true" fillcolor="#231f20" stroked="false">
                <v:path arrowok="t"/>
                <v:fill type="solid"/>
              </v:shape>
            </v:group>
            <v:group style="position:absolute;left:6071;top:4173;width:56;height:89" coordorigin="6071,4173" coordsize="56,89">
              <v:shape style="position:absolute;left:6071;top:4173;width:56;height:89" coordorigin="6071,4173" coordsize="56,89" path="m6071,4173l6099,4261,6127,4173,6071,4173xe" filled="false" stroked="true" strokeweight="0pt" strokecolor="#231f20">
                <v:path arrowok="t"/>
              </v:shape>
            </v:group>
            <v:group style="position:absolute;left:4152;top:3292;width:2;height:969" coordorigin="4152,3292" coordsize="2,969">
              <v:shape style="position:absolute;left:4152;top:3292;width:2;height:969" coordorigin="4152,3292" coordsize="0,969" path="m4152,3292l4152,4261e" filled="false" stroked="true" strokeweight=".515pt" strokecolor="#231f20">
                <v:path arrowok="t"/>
              </v:shape>
            </v:group>
            <v:group style="position:absolute;left:4152;top:2029;width:2;height:969" coordorigin="4152,2029" coordsize="2,969">
              <v:shape style="position:absolute;left:4152;top:2029;width:2;height:969" coordorigin="4152,2029" coordsize="0,969" path="m4152,2029l4152,2998e" filled="false" stroked="true" strokeweight=".515pt" strokecolor="#231f20">
                <v:path arrowok="t"/>
              </v:shape>
            </v:group>
            <v:group style="position:absolute;left:4035;top:2029;width:450;height:2" coordorigin="4035,2029" coordsize="450,2">
              <v:shape style="position:absolute;left:4035;top:2029;width:450;height:2" coordorigin="4035,2029" coordsize="450,0" path="m4035,2029l4485,2029e" filled="false" stroked="true" strokeweight=".515pt" strokecolor="#231f20">
                <v:path arrowok="t"/>
              </v:shape>
            </v:group>
            <v:group style="position:absolute;left:4035;top:4261;width:450;height:2" coordorigin="4035,4261" coordsize="450,2">
              <v:shape style="position:absolute;left:4035;top:4261;width:450;height:2" coordorigin="4035,4261" coordsize="450,0" path="m4485,4261l4035,4261e" filled="false" stroked="true" strokeweight=".515pt" strokecolor="#231f20">
                <v:path arrowok="t"/>
              </v:shape>
            </v:group>
            <v:group style="position:absolute;left:4124;top:2029;width:56;height:89" coordorigin="4124,2029" coordsize="56,89">
              <v:shape style="position:absolute;left:4124;top:2029;width:56;height:89" coordorigin="4124,2029" coordsize="56,89" path="m4152,2029l4124,2117,4180,2117,4152,2029xe" filled="true" fillcolor="#231f20" stroked="false">
                <v:path arrowok="t"/>
                <v:fill type="solid"/>
              </v:shape>
            </v:group>
            <v:group style="position:absolute;left:4124;top:2029;width:56;height:89" coordorigin="4124,2029" coordsize="56,89">
              <v:shape style="position:absolute;left:4124;top:2029;width:56;height:89" coordorigin="4124,2029" coordsize="56,89" path="m4180,2117l4152,2029,4124,2117,4180,2117xe" filled="false" stroked="true" strokeweight="0pt" strokecolor="#231f20">
                <v:path arrowok="t"/>
              </v:shape>
            </v:group>
            <v:group style="position:absolute;left:4124;top:4173;width:56;height:89" coordorigin="4124,4173" coordsize="56,89">
              <v:shape style="position:absolute;left:4124;top:4173;width:56;height:89" coordorigin="4124,4173" coordsize="56,89" path="m4180,4173l4124,4173,4152,4261,4180,4173xe" filled="true" fillcolor="#231f20" stroked="false">
                <v:path arrowok="t"/>
                <v:fill type="solid"/>
              </v:shape>
            </v:group>
            <v:group style="position:absolute;left:4124;top:4173;width:56;height:89" coordorigin="4124,4173" coordsize="56,89">
              <v:shape style="position:absolute;left:4124;top:4173;width:56;height:89" coordorigin="4124,4173" coordsize="56,89" path="m4124,4173l4152,4261,4180,4173,4124,4173xe" filled="false" stroked="true" strokeweight="0pt" strokecolor="#231f20">
                <v:path arrowok="t"/>
              </v:shape>
            </v:group>
            <v:group style="position:absolute;left:4399;top:2601;width:2;height:278" coordorigin="4399,2601" coordsize="2,278">
              <v:shape style="position:absolute;left:4399;top:2601;width:2;height:278" coordorigin="4399,2601" coordsize="0,278" path="m4399,2601l4399,2878e" filled="false" stroked="true" strokeweight=".515pt" strokecolor="#231f20">
                <v:path arrowok="t"/>
              </v:shape>
            </v:group>
            <v:group style="position:absolute;left:4399;top:2029;width:2;height:278" coordorigin="4399,2029" coordsize="2,278">
              <v:shape style="position:absolute;left:4399;top:2029;width:2;height:278" coordorigin="4399,2029" coordsize="0,278" path="m4399,2029l4399,2307e" filled="false" stroked="true" strokeweight=".515pt" strokecolor="#231f20">
                <v:path arrowok="t"/>
              </v:shape>
            </v:group>
            <v:group style="position:absolute;left:4371;top:2029;width:56;height:89" coordorigin="4371,2029" coordsize="56,89">
              <v:shape style="position:absolute;left:4371;top:2029;width:56;height:89" coordorigin="4371,2029" coordsize="56,89" path="m4399,2029l4371,2117,4426,2117,4399,2029xe" filled="true" fillcolor="#231f20" stroked="false">
                <v:path arrowok="t"/>
                <v:fill type="solid"/>
              </v:shape>
            </v:group>
            <v:group style="position:absolute;left:4371;top:2029;width:56;height:89" coordorigin="4371,2029" coordsize="56,89">
              <v:shape style="position:absolute;left:4371;top:2029;width:56;height:89" coordorigin="4371,2029" coordsize="56,89" path="m4426,2117l4399,2029,4371,2117,4426,2117xe" filled="false" stroked="true" strokeweight="0pt" strokecolor="#231f20">
                <v:path arrowok="t"/>
              </v:shape>
            </v:group>
            <v:group style="position:absolute;left:4371;top:2790;width:56;height:89" coordorigin="4371,2790" coordsize="56,89">
              <v:shape style="position:absolute;left:4371;top:2790;width:56;height:89" coordorigin="4371,2790" coordsize="56,89" path="m4426,2790l4371,2790,4399,2878,4426,2790xe" filled="true" fillcolor="#231f20" stroked="false">
                <v:path arrowok="t"/>
                <v:fill type="solid"/>
              </v:shape>
            </v:group>
            <v:group style="position:absolute;left:4371;top:2790;width:56;height:89" coordorigin="4371,2790" coordsize="56,89">
              <v:shape style="position:absolute;left:4371;top:2790;width:56;height:89" coordorigin="4371,2790" coordsize="56,89" path="m4371,2790l4399,2878,4426,2790,4371,2790xe" filled="false" stroked="true" strokeweight="0pt" strokecolor="#231f20">
                <v:path arrowok="t"/>
              </v:shape>
            </v:group>
            <v:group style="position:absolute;left:5304;top:1513;width:1749;height:1365" coordorigin="5304,1513" coordsize="1749,1365">
              <v:shape style="position:absolute;left:5304;top:1513;width:1749;height:1365" coordorigin="5304,1513" coordsize="1749,1365" path="m5304,2878l6867,1513,7052,1513e" filled="false" stroked="true" strokeweight=".515pt" strokecolor="#231f20">
                <v:path arrowok="t"/>
              </v:shape>
            </v:group>
            <v:group style="position:absolute;left:5304;top:2799;width:85;height:80" coordorigin="5304,2799" coordsize="85,80">
              <v:shape style="position:absolute;left:5304;top:2799;width:85;height:80" coordorigin="5304,2799" coordsize="85,80" path="m5352,2799l5304,2878,5388,2841,5352,2799xe" filled="true" fillcolor="#231f20" stroked="false">
                <v:path arrowok="t"/>
                <v:fill type="solid"/>
              </v:shape>
            </v:group>
            <v:group style="position:absolute;left:5304;top:2799;width:85;height:80" coordorigin="5304,2799" coordsize="85,80">
              <v:shape style="position:absolute;left:5304;top:2799;width:85;height:80" coordorigin="5304,2799" coordsize="85,80" path="m5352,2799l5304,2878,5388,2841,5352,2799xe" filled="false" stroked="true" strokeweight="0pt" strokecolor="#231f20">
                <v:path arrowok="t"/>
              </v:shape>
            </v:group>
            <v:group style="position:absolute;left:3541;top:3677;width:519;height:567" coordorigin="3541,3677" coordsize="519,567">
              <v:shape style="position:absolute;left:3541;top:3677;width:519;height:567" coordorigin="3541,3677" coordsize="519,567" path="m4059,4244l3726,3677,3541,3677e" filled="false" stroked="true" strokeweight=".515pt" strokecolor="#231f20">
                <v:path arrowok="t"/>
              </v:shape>
            </v:group>
            <v:group style="position:absolute;left:3990;top:4154;width:69;height:91" coordorigin="3990,4154" coordsize="69,91">
              <v:shape style="position:absolute;left:3990;top:4154;width:69;height:91" coordorigin="3990,4154" coordsize="69,91" path="m4038,4154l3990,4182,4059,4244,4038,4154xe" filled="true" fillcolor="#231f20" stroked="false">
                <v:path arrowok="t"/>
                <v:fill type="solid"/>
              </v:shape>
            </v:group>
            <v:group style="position:absolute;left:3990;top:4154;width:69;height:91" coordorigin="3990,4154" coordsize="69,91">
              <v:shape style="position:absolute;left:3990;top:4154;width:69;height:91" coordorigin="3990,4154" coordsize="69,91" path="m3990,4182l4059,4244,4038,4154,3990,4182xe" filled="false" stroked="true" strokeweight="0pt" strokecolor="#231f20">
                <v:path arrowok="t"/>
              </v:shape>
            </v:group>
            <v:group style="position:absolute;left:5024;top:1700;width:280;height:2" coordorigin="5024,1700" coordsize="280,2">
              <v:shape style="position:absolute;left:5024;top:1700;width:280;height:2" coordorigin="5024,1700" coordsize="280,0" path="m5024,1700l5304,1700e" filled="false" stroked="true" strokeweight=".515pt" strokecolor="#231f20">
                <v:path arrowok="t"/>
              </v:shape>
            </v:group>
            <v:group style="position:absolute;left:4577;top:1700;width:280;height:2" coordorigin="4577,1700" coordsize="280,2">
              <v:shape style="position:absolute;left:4577;top:1700;width:280;height:2" coordorigin="4577,1700" coordsize="280,0" path="m4577,1700l4857,1700e" filled="false" stroked="true" strokeweight=".515pt" strokecolor="#231f20">
                <v:path arrowok="t"/>
              </v:shape>
            </v:group>
            <v:group style="position:absolute;left:4577;top:1672;width:89;height:56" coordorigin="4577,1672" coordsize="89,56">
              <v:shape style="position:absolute;left:4577;top:1672;width:89;height:56" coordorigin="4577,1672" coordsize="89,56" path="m4665,1672l4577,1700,4665,1728,4665,1672xe" filled="true" fillcolor="#231f20" stroked="false">
                <v:path arrowok="t"/>
                <v:fill type="solid"/>
              </v:shape>
            </v:group>
            <v:group style="position:absolute;left:4577;top:1672;width:89;height:56" coordorigin="4577,1672" coordsize="89,56">
              <v:shape style="position:absolute;left:4577;top:1672;width:89;height:56" coordorigin="4577,1672" coordsize="89,56" path="m4665,1672l4577,1700,4665,1728,4665,1672xe" filled="false" stroked="true" strokeweight="0pt" strokecolor="#231f20">
                <v:path arrowok="t"/>
              </v:shape>
            </v:group>
            <v:group style="position:absolute;left:5215;top:1672;width:89;height:56" coordorigin="5215,1672" coordsize="89,56">
              <v:shape style="position:absolute;left:5215;top:1672;width:89;height:56" coordorigin="5215,1672" coordsize="89,56" path="m5215,1672l5215,1728,5304,1700,5215,1672xe" filled="true" fillcolor="#231f20" stroked="false">
                <v:path arrowok="t"/>
                <v:fill type="solid"/>
              </v:shape>
            </v:group>
            <v:group style="position:absolute;left:5215;top:1672;width:89;height:56" coordorigin="5215,1672" coordsize="89,56">
              <v:shape style="position:absolute;left:5215;top:1672;width:89;height:56" coordorigin="5215,1672" coordsize="89,56" path="m5215,1728l5304,1700,5215,1672,5215,1728xe" filled="false" stroked="true" strokeweight="0pt" strokecolor="#231f20">
                <v:path arrowok="t"/>
              </v:shape>
            </v:group>
            <v:group style="position:absolute;left:6861;top:1221;width:2113;height:2" coordorigin="6861,1221" coordsize="2113,2">
              <v:shape style="position:absolute;left:6861;top:1221;width:2113;height:2" coordorigin="6861,1221" coordsize="2113,0" path="m6861,1221l8973,1221e" filled="false" stroked="true" strokeweight=".515pt" strokecolor="#231f20">
                <v:path arrowok="t"/>
              </v:shape>
            </v:group>
            <v:group style="position:absolute;left:4577;top:1221;width:2113;height:2" coordorigin="4577,1221" coordsize="2113,2">
              <v:shape style="position:absolute;left:4577;top:1221;width:2113;height:2" coordorigin="4577,1221" coordsize="2113,0" path="m4577,1221l6689,1221e" filled="false" stroked="true" strokeweight=".515pt" strokecolor="#231f20">
                <v:path arrowok="t"/>
              </v:shape>
            </v:group>
            <v:group style="position:absolute;left:4577;top:1194;width:89;height:56" coordorigin="4577,1194" coordsize="89,56">
              <v:shape style="position:absolute;left:4577;top:1194;width:89;height:56" coordorigin="4577,1194" coordsize="89,56" path="m4665,1194l4577,1221,4665,1249,4665,1194xe" filled="true" fillcolor="#231f20" stroked="false">
                <v:path arrowok="t"/>
                <v:fill type="solid"/>
              </v:shape>
            </v:group>
            <v:group style="position:absolute;left:4577;top:1194;width:89;height:56" coordorigin="4577,1194" coordsize="89,56">
              <v:shape style="position:absolute;left:4577;top:1194;width:89;height:56" coordorigin="4577,1194" coordsize="89,56" path="m4665,1194l4577,1221,4665,1249,4665,1194xe" filled="false" stroked="true" strokeweight="0pt" strokecolor="#231f20">
                <v:path arrowok="t"/>
              </v:shape>
            </v:group>
            <v:group style="position:absolute;left:8885;top:1194;width:89;height:56" coordorigin="8885,1194" coordsize="89,56">
              <v:shape style="position:absolute;left:8885;top:1194;width:89;height:56" coordorigin="8885,1194" coordsize="89,56" path="m8885,1194l8885,1249,8973,1221,8885,1194xe" filled="true" fillcolor="#231f20" stroked="false">
                <v:path arrowok="t"/>
                <v:fill type="solid"/>
              </v:shape>
            </v:group>
            <v:group style="position:absolute;left:8885;top:1194;width:89;height:56" coordorigin="8885,1194" coordsize="89,56">
              <v:shape style="position:absolute;left:8885;top:1194;width:89;height:56" coordorigin="8885,1194" coordsize="89,56" path="m8885,1249l8973,1221,8885,1194,8885,1249xe" filled="false" stroked="true" strokeweight="0pt" strokecolor="#231f20">
                <v:path arrowok="t"/>
              </v:shape>
            </v:group>
            <w10:wrap type="none"/>
          </v:group>
        </w:pict>
      </w:r>
      <w:r>
        <w:rPr>
          <w:rFonts w:ascii="Myriad Pro"/>
          <w:color w:val="231F20"/>
          <w:spacing w:val="-1"/>
          <w:sz w:val="20"/>
        </w:rPr>
        <w:t>Overall</w:t>
      </w:r>
      <w:r>
        <w:rPr>
          <w:rFonts w:ascii="Myriad Pro"/>
          <w:color w:val="231F20"/>
          <w:spacing w:val="14"/>
          <w:sz w:val="20"/>
        </w:rPr>
        <w:t> </w:t>
      </w:r>
      <w:r>
        <w:rPr>
          <w:rFonts w:ascii="Myriad Pro"/>
          <w:color w:val="231F20"/>
          <w:sz w:val="20"/>
        </w:rPr>
        <w:t>or</w:t>
      </w:r>
      <w:r>
        <w:rPr>
          <w:rFonts w:ascii="Myriad Pro"/>
          <w:color w:val="231F20"/>
          <w:spacing w:val="15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larger</w:t>
      </w:r>
      <w:r>
        <w:rPr>
          <w:rFonts w:ascii="Myriad Pro"/>
          <w:color w:val="231F20"/>
          <w:spacing w:val="15"/>
          <w:sz w:val="20"/>
        </w:rPr>
        <w:t> </w:t>
      </w:r>
      <w:r>
        <w:rPr>
          <w:rFonts w:ascii="Myriad Pro"/>
          <w:color w:val="231F20"/>
          <w:sz w:val="20"/>
        </w:rPr>
        <w:t>dimensions</w:t>
      </w:r>
      <w:r>
        <w:rPr>
          <w:rFonts w:ascii="Myriad Pro"/>
          <w:color w:val="231F20"/>
          <w:spacing w:val="15"/>
          <w:sz w:val="20"/>
        </w:rPr>
        <w:t> </w:t>
      </w:r>
      <w:r>
        <w:rPr>
          <w:rFonts w:ascii="Myriad Pro"/>
          <w:color w:val="231F20"/>
          <w:spacing w:val="15"/>
          <w:sz w:val="20"/>
        </w:rPr>
      </w:r>
      <w:r>
        <w:rPr>
          <w:rFonts w:ascii="Myriad Pro"/>
          <w:color w:val="231F20"/>
          <w:sz w:val="20"/>
        </w:rPr>
        <w:t>should</w:t>
      </w:r>
      <w:r>
        <w:rPr>
          <w:rFonts w:ascii="Myriad Pro"/>
          <w:color w:val="231F20"/>
          <w:spacing w:val="30"/>
          <w:sz w:val="20"/>
        </w:rPr>
        <w:t> </w:t>
      </w:r>
      <w:r>
        <w:rPr>
          <w:rFonts w:ascii="Myriad Pro"/>
          <w:color w:val="231F20"/>
          <w:sz w:val="20"/>
        </w:rPr>
        <w:t>be</w:t>
      </w:r>
      <w:r>
        <w:rPr>
          <w:rFonts w:ascii="Myriad Pro"/>
          <w:color w:val="231F20"/>
          <w:spacing w:val="11"/>
          <w:sz w:val="20"/>
        </w:rPr>
        <w:t> </w:t>
      </w:r>
      <w:r>
        <w:rPr>
          <w:rFonts w:ascii="Myriad Pro"/>
          <w:color w:val="231F20"/>
          <w:sz w:val="20"/>
        </w:rPr>
        <w:t>farther</w:t>
      </w:r>
      <w:r>
        <w:rPr>
          <w:rFonts w:ascii="Myriad Pro"/>
          <w:color w:val="231F20"/>
          <w:spacing w:val="11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from</w:t>
      </w:r>
      <w:r>
        <w:rPr>
          <w:rFonts w:ascii="Myriad Pro"/>
          <w:color w:val="231F20"/>
          <w:spacing w:val="11"/>
          <w:sz w:val="20"/>
        </w:rPr>
        <w:t> </w:t>
      </w:r>
      <w:r>
        <w:rPr>
          <w:rFonts w:ascii="Myriad Pro"/>
          <w:color w:val="231F20"/>
          <w:sz w:val="20"/>
        </w:rPr>
        <w:t>the</w:t>
      </w:r>
      <w:r>
        <w:rPr>
          <w:rFonts w:ascii="Myriad Pro"/>
          <w:color w:val="231F20"/>
          <w:spacing w:val="11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drawing</w:t>
      </w:r>
      <w:r>
        <w:rPr>
          <w:rFonts w:ascii="Myriad Pro"/>
          <w:color w:val="231F20"/>
          <w:spacing w:val="11"/>
          <w:sz w:val="20"/>
        </w:rPr>
        <w:t> </w:t>
      </w:r>
      <w:r>
        <w:rPr>
          <w:rFonts w:ascii="Myriad Pro"/>
          <w:color w:val="231F20"/>
          <w:spacing w:val="11"/>
          <w:sz w:val="20"/>
        </w:rPr>
      </w:r>
      <w:r>
        <w:rPr>
          <w:rFonts w:ascii="Myriad Pro"/>
          <w:color w:val="231F20"/>
          <w:sz w:val="20"/>
        </w:rPr>
        <w:t>than</w:t>
      </w:r>
      <w:r>
        <w:rPr>
          <w:rFonts w:ascii="Myriad Pro"/>
          <w:color w:val="231F20"/>
          <w:spacing w:val="29"/>
          <w:sz w:val="20"/>
        </w:rPr>
        <w:t> </w:t>
      </w:r>
      <w:r>
        <w:rPr>
          <w:rFonts w:ascii="Myriad Pro"/>
          <w:color w:val="231F20"/>
          <w:sz w:val="20"/>
        </w:rPr>
        <w:t>smaller</w:t>
      </w:r>
      <w:r>
        <w:rPr>
          <w:rFonts w:ascii="Myriad Pro"/>
          <w:color w:val="231F20"/>
          <w:spacing w:val="32"/>
          <w:sz w:val="20"/>
        </w:rPr>
        <w:t> </w:t>
      </w:r>
      <w:r>
        <w:rPr>
          <w:rFonts w:ascii="Myriad Pro"/>
          <w:color w:val="231F20"/>
          <w:sz w:val="20"/>
        </w:rPr>
        <w:t>dimensions</w:t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  <w:r>
        <w:rPr/>
        <w:br w:type="column"/>
      </w:r>
      <w:r>
        <w:rPr>
          <w:rFonts w:ascii="Myriad Pro"/>
          <w:sz w:val="20"/>
        </w:rPr>
      </w:r>
    </w:p>
    <w:p>
      <w:pPr>
        <w:spacing w:line="246" w:lineRule="auto" w:before="177"/>
        <w:ind w:left="1614" w:right="849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pacing w:val="-1"/>
          <w:sz w:val="20"/>
        </w:rPr>
        <w:t>Arrowhead</w:t>
      </w:r>
      <w:r>
        <w:rPr>
          <w:rFonts w:ascii="Myriad Pro"/>
          <w:color w:val="231F20"/>
          <w:spacing w:val="27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ratio</w:t>
      </w:r>
      <w:r>
        <w:rPr>
          <w:rFonts w:ascii="Myriad Pro"/>
          <w:color w:val="231F20"/>
          <w:spacing w:val="27"/>
          <w:w w:val="102"/>
          <w:sz w:val="20"/>
        </w:rPr>
        <w:t> </w:t>
      </w:r>
      <w:r>
        <w:rPr>
          <w:rFonts w:ascii="Myriad Pro"/>
          <w:color w:val="231F20"/>
          <w:sz w:val="20"/>
        </w:rPr>
        <w:t>should</w:t>
      </w:r>
      <w:r>
        <w:rPr>
          <w:rFonts w:ascii="Myriad Pro"/>
          <w:color w:val="231F20"/>
          <w:spacing w:val="12"/>
          <w:sz w:val="20"/>
        </w:rPr>
        <w:t> </w:t>
      </w:r>
      <w:r>
        <w:rPr>
          <w:rFonts w:ascii="Myriad Pro"/>
          <w:color w:val="231F20"/>
          <w:sz w:val="20"/>
        </w:rPr>
        <w:t>be</w:t>
      </w:r>
      <w:r>
        <w:rPr>
          <w:rFonts w:ascii="Myriad Pro"/>
          <w:color w:val="231F20"/>
          <w:spacing w:val="12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approx.</w:t>
      </w:r>
      <w:r>
        <w:rPr>
          <w:rFonts w:ascii="Myriad Pro"/>
          <w:color w:val="231F20"/>
          <w:spacing w:val="12"/>
          <w:sz w:val="20"/>
        </w:rPr>
        <w:t> </w:t>
      </w:r>
      <w:r>
        <w:rPr>
          <w:rFonts w:ascii="Myriad Pro"/>
          <w:color w:val="231F20"/>
          <w:sz w:val="20"/>
        </w:rPr>
        <w:t>3:1</w:t>
      </w:r>
      <w:r>
        <w:rPr>
          <w:rFonts w:ascii="Myriad Pro"/>
          <w:sz w:val="20"/>
        </w:rPr>
      </w:r>
    </w:p>
    <w:p>
      <w:pPr>
        <w:spacing w:after="0" w:line="246" w:lineRule="auto"/>
        <w:jc w:val="left"/>
        <w:rPr>
          <w:rFonts w:ascii="Myriad Pro" w:hAnsi="Myriad Pro" w:cs="Myriad Pro" w:eastAsia="Myriad Pro"/>
          <w:sz w:val="20"/>
          <w:szCs w:val="20"/>
        </w:rPr>
        <w:sectPr>
          <w:type w:val="continuous"/>
          <w:pgSz w:w="12240" w:h="15840"/>
          <w:pgMar w:top="1080" w:bottom="280" w:left="880" w:right="340"/>
          <w:cols w:num="2" w:equalWidth="0">
            <w:col w:w="6676" w:space="40"/>
            <w:col w:w="4304"/>
          </w:cols>
        </w:sectPr>
      </w:pPr>
    </w:p>
    <w:p>
      <w:pPr>
        <w:spacing w:line="240" w:lineRule="auto" w:before="1"/>
        <w:rPr>
          <w:rFonts w:ascii="Myriad Pro" w:hAnsi="Myriad Pro" w:cs="Myriad Pro" w:eastAsia="Myriad Pro"/>
          <w:sz w:val="9"/>
          <w:szCs w:val="9"/>
        </w:rPr>
      </w:pPr>
    </w:p>
    <w:p>
      <w:pPr>
        <w:spacing w:before="73"/>
        <w:ind w:left="4190" w:right="3420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S</w:t>
      </w:r>
      <w:r>
        <w:rPr>
          <w:rFonts w:ascii="Myriad Pro"/>
          <w:sz w:val="20"/>
        </w:rPr>
      </w:r>
    </w:p>
    <w:p>
      <w:pPr>
        <w:spacing w:line="213" w:lineRule="exact" w:before="51"/>
        <w:ind w:left="4190" w:right="1979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/>
          <w:color w:val="231F20"/>
          <w:sz w:val="20"/>
        </w:rPr>
        <w:t>S</w:t>
      </w:r>
      <w:r>
        <w:rPr>
          <w:rFonts w:ascii="Myriad Pro" w:hAnsi="Myriad Pro"/>
          <w:color w:val="231F20"/>
          <w:spacing w:val="5"/>
          <w:sz w:val="20"/>
        </w:rPr>
        <w:t> </w:t>
      </w:r>
      <w:r>
        <w:rPr>
          <w:rFonts w:ascii="Myriad Pro" w:hAnsi="Myriad Pro"/>
          <w:color w:val="231F20"/>
          <w:sz w:val="20"/>
        </w:rPr>
        <w:t>-</w:t>
      </w:r>
      <w:r>
        <w:rPr>
          <w:rFonts w:ascii="Myriad Pro" w:hAnsi="Myriad Pro"/>
          <w:color w:val="231F20"/>
          <w:spacing w:val="5"/>
          <w:sz w:val="20"/>
        </w:rPr>
        <w:t> </w:t>
      </w:r>
      <w:r>
        <w:rPr>
          <w:rFonts w:ascii="Myriad Pro" w:hAnsi="Myriad Pro"/>
          <w:color w:val="231F20"/>
          <w:sz w:val="20"/>
        </w:rPr>
        <w:t>Ø</w:t>
      </w:r>
      <w:r>
        <w:rPr>
          <w:rFonts w:ascii="Myriad Pro" w:hAnsi="Myriad Pro"/>
          <w:color w:val="231F20"/>
          <w:spacing w:val="6"/>
          <w:sz w:val="20"/>
        </w:rPr>
        <w:t> </w:t>
      </w:r>
      <w:r>
        <w:rPr>
          <w:rFonts w:ascii="Myriad Pro" w:hAnsi="Myriad Pro"/>
          <w:color w:val="231F20"/>
          <w:sz w:val="20"/>
        </w:rPr>
        <w:t>hole</w:t>
      </w:r>
      <w:r>
        <w:rPr>
          <w:rFonts w:ascii="Myriad Pro" w:hAnsi="Myriad Pro"/>
          <w:sz w:val="20"/>
        </w:rPr>
      </w:r>
    </w:p>
    <w:p>
      <w:pPr>
        <w:spacing w:line="213" w:lineRule="exact" w:before="0"/>
        <w:ind w:left="0" w:right="2897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L</w:t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9"/>
        <w:rPr>
          <w:rFonts w:ascii="Myriad Pro" w:hAnsi="Myriad Pro" w:cs="Myriad Pro" w:eastAsia="Myriad Pro"/>
          <w:sz w:val="16"/>
          <w:szCs w:val="16"/>
        </w:rPr>
      </w:pPr>
    </w:p>
    <w:p>
      <w:pPr>
        <w:spacing w:before="73"/>
        <w:ind w:left="3470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L</w:t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20"/>
          <w:szCs w:val="20"/>
        </w:rPr>
        <w:sectPr>
          <w:type w:val="continuous"/>
          <w:pgSz w:w="12240" w:h="15840"/>
          <w:pgMar w:top="1080" w:bottom="280" w:left="880" w:right="340"/>
        </w:sectPr>
      </w:pPr>
    </w:p>
    <w:p>
      <w:pPr>
        <w:spacing w:line="240" w:lineRule="auto" w:before="7"/>
        <w:rPr>
          <w:rFonts w:ascii="Myriad Pro" w:hAnsi="Myriad Pro" w:cs="Myriad Pro" w:eastAsia="Myriad Pro"/>
          <w:sz w:val="17"/>
          <w:szCs w:val="17"/>
        </w:rPr>
      </w:pPr>
    </w:p>
    <w:p>
      <w:pPr>
        <w:spacing w:line="201" w:lineRule="exact" w:before="0"/>
        <w:ind w:left="1276" w:right="0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S</w:t>
      </w:r>
      <w:r>
        <w:rPr>
          <w:rFonts w:ascii="Myriad Pro"/>
          <w:sz w:val="20"/>
        </w:rPr>
      </w:r>
    </w:p>
    <w:p>
      <w:pPr>
        <w:spacing w:line="201" w:lineRule="exact" w:before="0"/>
        <w:ind w:left="925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pacing w:val="-1"/>
          <w:sz w:val="20"/>
        </w:rPr>
        <w:t>Allow</w:t>
      </w:r>
      <w:r>
        <w:rPr>
          <w:rFonts w:ascii="Myriad Pro"/>
          <w:color w:val="231F20"/>
          <w:spacing w:val="16"/>
          <w:sz w:val="20"/>
        </w:rPr>
        <w:t> </w:t>
      </w:r>
      <w:r>
        <w:rPr>
          <w:rFonts w:ascii="Myriad Pro"/>
          <w:color w:val="231F20"/>
          <w:sz w:val="20"/>
        </w:rPr>
        <w:t>the</w:t>
      </w:r>
      <w:r>
        <w:rPr>
          <w:rFonts w:ascii="Myriad Pro"/>
          <w:color w:val="231F20"/>
          <w:spacing w:val="17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extension</w:t>
      </w:r>
      <w:r>
        <w:rPr>
          <w:rFonts w:ascii="Myriad Pro"/>
          <w:sz w:val="20"/>
        </w:rPr>
      </w:r>
    </w:p>
    <w:p>
      <w:pPr>
        <w:tabs>
          <w:tab w:pos="5170" w:val="left" w:leader="none"/>
        </w:tabs>
        <w:spacing w:line="256" w:lineRule="exact" w:before="3"/>
        <w:ind w:left="1077" w:right="0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position w:val="2"/>
          <w:sz w:val="20"/>
        </w:rPr>
        <w:t>line</w:t>
      </w:r>
      <w:r>
        <w:rPr>
          <w:rFonts w:ascii="Myriad Pro"/>
          <w:color w:val="231F20"/>
          <w:spacing w:val="7"/>
          <w:position w:val="2"/>
          <w:sz w:val="20"/>
        </w:rPr>
        <w:t> </w:t>
      </w:r>
      <w:r>
        <w:rPr>
          <w:rFonts w:ascii="Myriad Pro"/>
          <w:color w:val="231F20"/>
          <w:spacing w:val="-1"/>
          <w:position w:val="2"/>
          <w:sz w:val="20"/>
        </w:rPr>
        <w:t>to</w:t>
      </w:r>
      <w:r>
        <w:rPr>
          <w:rFonts w:ascii="Myriad Pro"/>
          <w:color w:val="231F20"/>
          <w:spacing w:val="8"/>
          <w:position w:val="2"/>
          <w:sz w:val="20"/>
        </w:rPr>
        <w:t> </w:t>
      </w:r>
      <w:r>
        <w:rPr>
          <w:rFonts w:ascii="Myriad Pro"/>
          <w:color w:val="231F20"/>
          <w:position w:val="2"/>
          <w:sz w:val="20"/>
        </w:rPr>
        <w:t>go</w:t>
      </w:r>
      <w:r>
        <w:rPr>
          <w:rFonts w:ascii="Myriad Pro"/>
          <w:color w:val="231F20"/>
          <w:spacing w:val="8"/>
          <w:position w:val="2"/>
          <w:sz w:val="20"/>
        </w:rPr>
        <w:t> </w:t>
      </w:r>
      <w:r>
        <w:rPr>
          <w:rFonts w:ascii="Myriad Pro"/>
          <w:color w:val="231F20"/>
          <w:position w:val="2"/>
          <w:sz w:val="20"/>
        </w:rPr>
        <w:t>past</w:t>
      </w:r>
      <w:r>
        <w:rPr>
          <w:rFonts w:ascii="Myriad Pro"/>
          <w:color w:val="231F20"/>
          <w:spacing w:val="7"/>
          <w:position w:val="2"/>
          <w:sz w:val="20"/>
        </w:rPr>
        <w:t> </w:t>
      </w:r>
      <w:r>
        <w:rPr>
          <w:rFonts w:ascii="Myriad Pro"/>
          <w:color w:val="231F20"/>
          <w:position w:val="2"/>
          <w:sz w:val="20"/>
        </w:rPr>
        <w:t>the</w:t>
        <w:tab/>
      </w:r>
      <w:r>
        <w:rPr>
          <w:rFonts w:ascii="Myriad Pro"/>
          <w:color w:val="231F20"/>
          <w:sz w:val="20"/>
        </w:rPr>
        <w:t>L</w:t>
      </w:r>
      <w:r>
        <w:rPr>
          <w:rFonts w:ascii="Myriad Pro"/>
          <w:sz w:val="20"/>
        </w:rPr>
      </w:r>
    </w:p>
    <w:p>
      <w:pPr>
        <w:spacing w:line="246" w:lineRule="auto" w:before="0"/>
        <w:ind w:left="1186" w:right="2639" w:firstLine="171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dimension</w:t>
      </w:r>
      <w:r>
        <w:rPr>
          <w:rFonts w:ascii="Myriad Pro"/>
          <w:color w:val="231F20"/>
          <w:spacing w:val="24"/>
          <w:sz w:val="20"/>
        </w:rPr>
        <w:t> </w:t>
      </w:r>
      <w:r>
        <w:rPr>
          <w:rFonts w:ascii="Myriad Pro"/>
          <w:color w:val="231F20"/>
          <w:sz w:val="20"/>
        </w:rPr>
        <w:t>line</w:t>
      </w:r>
      <w:r>
        <w:rPr>
          <w:rFonts w:ascii="Myriad Pro"/>
          <w:color w:val="231F20"/>
          <w:w w:val="102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by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approx.</w:t>
      </w:r>
      <w:r>
        <w:rPr>
          <w:rFonts w:ascii="Myriad Pro"/>
          <w:color w:val="231F20"/>
          <w:spacing w:val="10"/>
          <w:sz w:val="20"/>
        </w:rPr>
        <w:t> </w:t>
      </w:r>
      <w:r>
        <w:rPr>
          <w:rFonts w:ascii="Myriad Pro"/>
          <w:color w:val="231F20"/>
          <w:sz w:val="20"/>
        </w:rPr>
        <w:t>2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z w:val="20"/>
        </w:rPr>
        <w:t>mm</w:t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  <w:r>
        <w:rPr/>
        <w:br w:type="column"/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5"/>
        <w:rPr>
          <w:rFonts w:ascii="Myriad Pro" w:hAnsi="Myriad Pro" w:cs="Myriad Pro" w:eastAsia="Myriad Pro"/>
          <w:sz w:val="21"/>
          <w:szCs w:val="21"/>
        </w:rPr>
      </w:pPr>
    </w:p>
    <w:p>
      <w:pPr>
        <w:spacing w:before="0"/>
        <w:ind w:left="925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S-Rad</w:t>
      </w:r>
      <w:r>
        <w:rPr>
          <w:rFonts w:ascii="Myriad Pro"/>
          <w:sz w:val="20"/>
        </w:rPr>
      </w:r>
    </w:p>
    <w:p>
      <w:pPr>
        <w:spacing w:after="0"/>
        <w:jc w:val="left"/>
        <w:rPr>
          <w:rFonts w:ascii="Myriad Pro" w:hAnsi="Myriad Pro" w:cs="Myriad Pro" w:eastAsia="Myriad Pro"/>
          <w:sz w:val="20"/>
          <w:szCs w:val="20"/>
        </w:rPr>
        <w:sectPr>
          <w:type w:val="continuous"/>
          <w:pgSz w:w="12240" w:h="15840"/>
          <w:pgMar w:top="1080" w:bottom="280" w:left="880" w:right="340"/>
          <w:cols w:num="2" w:equalWidth="0">
            <w:col w:w="5268" w:space="1086"/>
            <w:col w:w="4666"/>
          </w:cols>
        </w:sectPr>
      </w:pPr>
    </w:p>
    <w:p>
      <w:pPr>
        <w:spacing w:line="240" w:lineRule="auto" w:before="7"/>
        <w:rPr>
          <w:rFonts w:ascii="Myriad Pro" w:hAnsi="Myriad Pro" w:cs="Myriad Pro" w:eastAsia="Myriad Pro"/>
          <w:sz w:val="9"/>
          <w:szCs w:val="9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9"/>
          <w:szCs w:val="9"/>
        </w:rPr>
        <w:sectPr>
          <w:type w:val="continuous"/>
          <w:pgSz w:w="12240" w:h="15840"/>
          <w:pgMar w:top="1080" w:bottom="280" w:left="880" w:right="340"/>
        </w:sectPr>
      </w:pPr>
    </w:p>
    <w:p>
      <w:pPr>
        <w:spacing w:line="246" w:lineRule="auto" w:before="73"/>
        <w:ind w:left="1191" w:right="0" w:firstLine="359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pacing w:val="-2"/>
          <w:sz w:val="20"/>
        </w:rPr>
        <w:t>Leave</w:t>
      </w:r>
      <w:r>
        <w:rPr>
          <w:rFonts w:ascii="Myriad Pro"/>
          <w:color w:val="231F20"/>
          <w:spacing w:val="11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approx.</w:t>
      </w:r>
      <w:r>
        <w:rPr>
          <w:rFonts w:ascii="Myriad Pro"/>
          <w:color w:val="231F20"/>
          <w:spacing w:val="11"/>
          <w:sz w:val="20"/>
        </w:rPr>
        <w:t> </w:t>
      </w:r>
      <w:r>
        <w:rPr>
          <w:rFonts w:ascii="Myriad Pro"/>
          <w:color w:val="231F20"/>
          <w:sz w:val="20"/>
        </w:rPr>
        <w:t>3</w:t>
      </w:r>
      <w:r>
        <w:rPr>
          <w:rFonts w:ascii="Myriad Pro"/>
          <w:color w:val="231F20"/>
          <w:spacing w:val="12"/>
          <w:sz w:val="20"/>
        </w:rPr>
        <w:t> </w:t>
      </w:r>
      <w:r>
        <w:rPr>
          <w:rFonts w:ascii="Myriad Pro"/>
          <w:color w:val="231F20"/>
          <w:sz w:val="20"/>
        </w:rPr>
        <w:t>mm</w:t>
      </w:r>
      <w:r>
        <w:rPr>
          <w:rFonts w:ascii="Myriad Pro"/>
          <w:color w:val="231F20"/>
          <w:spacing w:val="24"/>
          <w:w w:val="102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between</w:t>
      </w:r>
      <w:r>
        <w:rPr>
          <w:rFonts w:ascii="Myriad Pro"/>
          <w:color w:val="231F20"/>
          <w:spacing w:val="13"/>
          <w:sz w:val="20"/>
        </w:rPr>
        <w:t> </w:t>
      </w:r>
      <w:r>
        <w:rPr>
          <w:rFonts w:ascii="Myriad Pro"/>
          <w:color w:val="231F20"/>
          <w:sz w:val="20"/>
        </w:rPr>
        <w:t>object</w:t>
      </w:r>
      <w:r>
        <w:rPr>
          <w:rFonts w:ascii="Myriad Pro"/>
          <w:color w:val="231F20"/>
          <w:spacing w:val="14"/>
          <w:sz w:val="20"/>
        </w:rPr>
        <w:t> </w:t>
      </w:r>
      <w:r>
        <w:rPr>
          <w:rFonts w:ascii="Myriad Pro"/>
          <w:color w:val="231F20"/>
          <w:sz w:val="20"/>
        </w:rPr>
        <w:t>line</w:t>
      </w:r>
      <w:r>
        <w:rPr>
          <w:rFonts w:ascii="Myriad Pro"/>
          <w:color w:val="231F20"/>
          <w:spacing w:val="13"/>
          <w:sz w:val="20"/>
        </w:rPr>
        <w:t> </w:t>
      </w:r>
      <w:r>
        <w:rPr>
          <w:rFonts w:ascii="Myriad Pro"/>
          <w:color w:val="231F20"/>
          <w:sz w:val="20"/>
        </w:rPr>
        <w:t>and</w:t>
      </w:r>
      <w:r>
        <w:rPr>
          <w:rFonts w:ascii="Myriad Pro"/>
          <w:sz w:val="20"/>
        </w:rPr>
      </w:r>
    </w:p>
    <w:p>
      <w:pPr>
        <w:spacing w:before="1"/>
        <w:ind w:left="2072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pacing w:val="-1"/>
          <w:sz w:val="20"/>
        </w:rPr>
        <w:t>extension</w:t>
      </w:r>
      <w:r>
        <w:rPr>
          <w:rFonts w:ascii="Myriad Pro"/>
          <w:color w:val="231F20"/>
          <w:spacing w:val="23"/>
          <w:sz w:val="20"/>
        </w:rPr>
        <w:t> </w:t>
      </w:r>
      <w:r>
        <w:rPr>
          <w:rFonts w:ascii="Myriad Pro"/>
          <w:color w:val="231F20"/>
          <w:sz w:val="20"/>
        </w:rPr>
        <w:t>line</w:t>
      </w:r>
      <w:r>
        <w:rPr>
          <w:rFonts w:ascii="Myriad Pro"/>
          <w:sz w:val="20"/>
        </w:rPr>
      </w:r>
    </w:p>
    <w:p>
      <w:pPr>
        <w:spacing w:line="246" w:lineRule="auto" w:before="89"/>
        <w:ind w:left="1652" w:right="3151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/>
        <w:br w:type="column"/>
      </w:r>
      <w:r>
        <w:rPr>
          <w:rFonts w:ascii="Myriad Pro"/>
          <w:color w:val="231F20"/>
          <w:sz w:val="20"/>
        </w:rPr>
        <w:t>S</w:t>
      </w:r>
      <w:r>
        <w:rPr>
          <w:rFonts w:ascii="Myriad Pro"/>
          <w:color w:val="231F20"/>
          <w:spacing w:val="11"/>
          <w:sz w:val="20"/>
        </w:rPr>
        <w:t> </w:t>
      </w:r>
      <w:r>
        <w:rPr>
          <w:rFonts w:ascii="Myriad Pro"/>
          <w:color w:val="231F20"/>
          <w:sz w:val="20"/>
        </w:rPr>
        <w:t>=</w:t>
      </w:r>
      <w:r>
        <w:rPr>
          <w:rFonts w:ascii="Myriad Pro"/>
          <w:color w:val="231F20"/>
          <w:spacing w:val="11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size</w:t>
      </w:r>
      <w:r>
        <w:rPr>
          <w:rFonts w:ascii="Myriad Pro"/>
          <w:color w:val="231F20"/>
          <w:spacing w:val="12"/>
          <w:sz w:val="20"/>
        </w:rPr>
        <w:t> </w:t>
      </w:r>
      <w:r>
        <w:rPr>
          <w:rFonts w:ascii="Myriad Pro"/>
          <w:color w:val="231F20"/>
          <w:sz w:val="20"/>
        </w:rPr>
        <w:t>dimensions</w:t>
      </w:r>
      <w:r>
        <w:rPr>
          <w:rFonts w:ascii="Myriad Pro"/>
          <w:color w:val="231F20"/>
          <w:spacing w:val="11"/>
          <w:sz w:val="20"/>
        </w:rPr>
        <w:t> </w:t>
      </w:r>
      <w:r>
        <w:rPr>
          <w:rFonts w:ascii="Myriad Pro"/>
          <w:color w:val="231F20"/>
          <w:sz w:val="20"/>
        </w:rPr>
        <w:t>and</w:t>
      </w:r>
      <w:r>
        <w:rPr>
          <w:rFonts w:ascii="Myriad Pro"/>
          <w:color w:val="231F20"/>
          <w:spacing w:val="12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notations</w:t>
      </w:r>
      <w:r>
        <w:rPr>
          <w:rFonts w:ascii="Myriad Pro"/>
          <w:color w:val="231F20"/>
          <w:spacing w:val="21"/>
          <w:w w:val="102"/>
          <w:sz w:val="20"/>
        </w:rPr>
        <w:t> </w:t>
      </w:r>
      <w:r>
        <w:rPr>
          <w:rFonts w:ascii="Myriad Pro"/>
          <w:color w:val="231F20"/>
          <w:sz w:val="20"/>
        </w:rPr>
        <w:t>L</w:t>
      </w:r>
      <w:r>
        <w:rPr>
          <w:rFonts w:ascii="Myriad Pro"/>
          <w:color w:val="231F20"/>
          <w:spacing w:val="13"/>
          <w:sz w:val="20"/>
        </w:rPr>
        <w:t> </w:t>
      </w:r>
      <w:r>
        <w:rPr>
          <w:rFonts w:ascii="Myriad Pro"/>
          <w:color w:val="231F20"/>
          <w:sz w:val="20"/>
        </w:rPr>
        <w:t>=</w:t>
      </w:r>
      <w:r>
        <w:rPr>
          <w:rFonts w:ascii="Myriad Pro"/>
          <w:color w:val="231F20"/>
          <w:spacing w:val="13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location</w:t>
      </w:r>
      <w:r>
        <w:rPr>
          <w:rFonts w:ascii="Myriad Pro"/>
          <w:color w:val="231F20"/>
          <w:spacing w:val="14"/>
          <w:sz w:val="20"/>
        </w:rPr>
        <w:t> </w:t>
      </w:r>
      <w:r>
        <w:rPr>
          <w:rFonts w:ascii="Myriad Pro"/>
          <w:color w:val="231F20"/>
          <w:sz w:val="20"/>
        </w:rPr>
        <w:t>dimensions</w:t>
      </w:r>
      <w:r>
        <w:rPr>
          <w:rFonts w:ascii="Myriad Pro"/>
          <w:sz w:val="20"/>
        </w:rPr>
      </w:r>
    </w:p>
    <w:p>
      <w:pPr>
        <w:spacing w:line="240" w:lineRule="auto" w:before="6"/>
        <w:rPr>
          <w:rFonts w:ascii="Myriad Pro" w:hAnsi="Myriad Pro" w:cs="Myriad Pro" w:eastAsia="Myriad Pro"/>
          <w:sz w:val="26"/>
          <w:szCs w:val="26"/>
        </w:rPr>
      </w:pPr>
    </w:p>
    <w:p>
      <w:pPr>
        <w:spacing w:before="0"/>
        <w:ind w:left="961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2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17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Extension</w:t>
      </w:r>
      <w:r>
        <w:rPr>
          <w:rFonts w:ascii="Myriad Pro" w:hAnsi="Myriad Pro" w:cs="Myriad Pro" w:eastAsia="Myriad Pro"/>
          <w:color w:val="231F20"/>
          <w:spacing w:val="13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line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usage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after="0"/>
        <w:jc w:val="left"/>
        <w:rPr>
          <w:rFonts w:ascii="Myriad Pro" w:hAnsi="Myriad Pro" w:cs="Myriad Pro" w:eastAsia="Myriad Pro"/>
          <w:sz w:val="18"/>
          <w:szCs w:val="18"/>
        </w:rPr>
        <w:sectPr>
          <w:type w:val="continuous"/>
          <w:pgSz w:w="12240" w:h="15840"/>
          <w:pgMar w:top="1080" w:bottom="280" w:left="880" w:right="340"/>
          <w:cols w:num="2" w:equalWidth="0">
            <w:col w:w="3273" w:space="40"/>
            <w:col w:w="7707"/>
          </w:cols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1"/>
        <w:rPr>
          <w:rFonts w:ascii="Myriad Pro" w:hAnsi="Myriad Pro" w:cs="Myriad Pro" w:eastAsia="Myriad Pro"/>
          <w:sz w:val="16"/>
          <w:szCs w:val="16"/>
        </w:rPr>
      </w:pPr>
    </w:p>
    <w:p>
      <w:pPr>
        <w:pStyle w:val="Heading3"/>
        <w:spacing w:line="240" w:lineRule="auto"/>
        <w:ind w:right="0"/>
        <w:jc w:val="left"/>
        <w:rPr>
          <w:rFonts w:ascii="Myriad Pro Semibold" w:hAnsi="Myriad Pro Semibold" w:cs="Myriad Pro Semibold" w:eastAsia="Myriad Pro Semibold"/>
          <w:b w:val="0"/>
          <w:bCs w:val="0"/>
        </w:rPr>
      </w:pPr>
      <w:r>
        <w:rPr>
          <w:rFonts w:ascii="Myriad Pro Semibold"/>
          <w:color w:val="4F61AB"/>
        </w:rPr>
        <w:t>Dimensioning</w:t>
      </w:r>
      <w:r>
        <w:rPr>
          <w:rFonts w:ascii="Myriad Pro Semibold"/>
          <w:color w:val="4F61AB"/>
          <w:spacing w:val="-31"/>
        </w:rPr>
        <w:t> </w:t>
      </w:r>
      <w:r>
        <w:rPr>
          <w:rFonts w:ascii="Myriad Pro Semibold"/>
          <w:color w:val="4F61AB"/>
          <w:spacing w:val="-1"/>
        </w:rPr>
        <w:t>systems</w:t>
      </w:r>
      <w:r>
        <w:rPr>
          <w:rFonts w:ascii="Myriad Pro Semibold"/>
          <w:b w:val="0"/>
        </w:rPr>
      </w:r>
    </w:p>
    <w:p>
      <w:pPr>
        <w:pStyle w:val="BodyText"/>
        <w:spacing w:line="280" w:lineRule="auto" w:before="22"/>
        <w:ind w:left="920" w:right="961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-3"/>
        </w:rPr>
        <w:t>Two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systems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used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for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dimensioning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drawings.</w:t>
      </w:r>
      <w:r>
        <w:rPr>
          <w:rFonts w:ascii="Myriad Pro"/>
          <w:color w:val="231F20"/>
          <w:spacing w:val="11"/>
        </w:rPr>
        <w:t> </w:t>
      </w:r>
      <w:r>
        <w:rPr>
          <w:rFonts w:ascii="Myriad Pro"/>
          <w:color w:val="231F20"/>
        </w:rPr>
        <w:t>They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aligned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i/>
          <w:color w:val="231F20"/>
        </w:rPr>
        <w:t>unidirectional</w:t>
      </w:r>
      <w:r>
        <w:rPr>
          <w:rFonts w:ascii="Myriad Pro"/>
          <w:i/>
          <w:color w:val="231F20"/>
          <w:spacing w:val="82"/>
          <w:w w:val="102"/>
        </w:rPr>
        <w:t> </w:t>
      </w:r>
      <w:r>
        <w:rPr>
          <w:rFonts w:ascii="Myriad Pro"/>
          <w:color w:val="231F20"/>
        </w:rPr>
        <w:t>systems.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18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shows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examples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both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systems.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can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see,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aligned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system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requires</w:t>
      </w:r>
      <w:r>
        <w:rPr>
          <w:rFonts w:ascii="Myriad Pro"/>
          <w:color w:val="231F20"/>
          <w:spacing w:val="84"/>
          <w:w w:val="102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turn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drawing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its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side,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whereas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unidirectional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system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may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read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from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the</w:t>
      </w:r>
      <w:r>
        <w:rPr>
          <w:rFonts w:ascii="Myriad Pro"/>
          <w:color w:val="231F20"/>
          <w:spacing w:val="60"/>
          <w:w w:val="102"/>
        </w:rPr>
        <w:t> </w:t>
      </w:r>
      <w:r>
        <w:rPr>
          <w:rFonts w:ascii="Myriad Pro"/>
          <w:color w:val="231F20"/>
        </w:rPr>
        <w:t>normal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reading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position.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  <w:spacing w:val="-1"/>
        </w:rPr>
        <w:t>For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most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drawings,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unidirectional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system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preferred,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it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  <w:spacing w:val="1"/>
        </w:rPr>
        <w:t>easier</w:t>
      </w:r>
      <w:r>
        <w:rPr>
          <w:rFonts w:ascii="Myriad Pro"/>
          <w:color w:val="231F20"/>
          <w:spacing w:val="66"/>
          <w:w w:val="102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read;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  <w:spacing w:val="-1"/>
        </w:rPr>
        <w:t>however,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architectural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drawings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still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use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aligned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system.</w:t>
      </w:r>
      <w:r>
        <w:rPr>
          <w:rFonts w:ascii="Myriad Pro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7"/>
        <w:rPr>
          <w:rFonts w:ascii="Myriad Pro" w:hAnsi="Myriad Pro" w:cs="Myriad Pro" w:eastAsia="Myriad Pro"/>
          <w:sz w:val="25"/>
          <w:szCs w:val="25"/>
        </w:rPr>
      </w:pPr>
    </w:p>
    <w:p>
      <w:pPr>
        <w:tabs>
          <w:tab w:pos="7768" w:val="left" w:leader="none"/>
        </w:tabs>
        <w:spacing w:line="200" w:lineRule="atLeast"/>
        <w:ind w:left="4741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sz w:val="20"/>
        </w:rPr>
        <w:pict>
          <v:group style="width:26.6pt;height:29.55pt;mso-position-horizontal-relative:char;mso-position-vertical-relative:line" coordorigin="0,0" coordsize="532,591">
            <v:group style="position:absolute;left:409;top:5;width:2;height:581" coordorigin="409,5" coordsize="2,581">
              <v:shape style="position:absolute;left:409;top:5;width:2;height:581" coordorigin="409,5" coordsize="0,581" path="m409,5l409,585e" filled="false" stroked="true" strokeweight=".515pt" strokecolor="#231f20">
                <v:path arrowok="t"/>
              </v:shape>
            </v:group>
            <v:group style="position:absolute;left:5;top:5;width:521;height:2" coordorigin="5,5" coordsize="521,2">
              <v:shape style="position:absolute;left:5;top:5;width:521;height:2" coordorigin="5,5" coordsize="521,0" path="m5,5l526,5e" filled="false" stroked="true" strokeweight=".515pt" strokecolor="#231f20">
                <v:path arrowok="t"/>
              </v:shape>
            </v:group>
            <v:group style="position:absolute;left:382;top:5;width:56;height:89" coordorigin="382,5" coordsize="56,89">
              <v:shape style="position:absolute;left:382;top:5;width:56;height:89" coordorigin="382,5" coordsize="56,89" path="m409,5l382,93,437,93,409,5xe" filled="true" fillcolor="#231f20" stroked="false">
                <v:path arrowok="t"/>
                <v:fill type="solid"/>
              </v:shape>
            </v:group>
            <v:group style="position:absolute;left:382;top:5;width:56;height:89" coordorigin="382,5" coordsize="56,89">
              <v:shape style="position:absolute;left:382;top:5;width:56;height:89" coordorigin="382,5" coordsize="56,89" path="m437,93l409,5,382,93,437,93xe" filled="false" stroked="true" strokeweight="0pt" strokecolor="#231f20">
                <v:path arrowok="t"/>
              </v:shape>
            </v:group>
          </v:group>
        </w:pict>
      </w:r>
      <w:r>
        <w:rPr>
          <w:rFonts w:ascii="Myriad Pro"/>
          <w:sz w:val="20"/>
        </w:rPr>
      </w:r>
      <w:r>
        <w:rPr>
          <w:rFonts w:ascii="Myriad Pro"/>
          <w:sz w:val="20"/>
        </w:rPr>
        <w:tab/>
      </w:r>
      <w:r>
        <w:rPr>
          <w:rFonts w:ascii="Myriad Pro"/>
          <w:position w:val="1"/>
          <w:sz w:val="20"/>
        </w:rPr>
        <w:pict>
          <v:group style="width:26.6pt;height:29.25pt;mso-position-horizontal-relative:char;mso-position-vertical-relative:line" coordorigin="0,0" coordsize="532,585">
            <v:group style="position:absolute;left:409;top:5;width:2;height:575" coordorigin="409,5" coordsize="2,575">
              <v:shape style="position:absolute;left:409;top:5;width:2;height:575" coordorigin="409,5" coordsize="0,575" path="m409,5l409,579e" filled="false" stroked="true" strokeweight=".515pt" strokecolor="#231f20">
                <v:path arrowok="t"/>
              </v:shape>
            </v:group>
            <v:group style="position:absolute;left:5;top:5;width:521;height:2" coordorigin="5,5" coordsize="521,2">
              <v:shape style="position:absolute;left:5;top:5;width:521;height:2" coordorigin="5,5" coordsize="521,0" path="m5,5l526,5e" filled="false" stroked="true" strokeweight=".515pt" strokecolor="#231f20">
                <v:path arrowok="t"/>
              </v:shape>
            </v:group>
            <v:group style="position:absolute;left:382;top:5;width:56;height:89" coordorigin="382,5" coordsize="56,89">
              <v:shape style="position:absolute;left:382;top:5;width:56;height:89" coordorigin="382,5" coordsize="56,89" path="m409,5l382,93,437,93,409,5xe" filled="true" fillcolor="#231f20" stroked="false">
                <v:path arrowok="t"/>
                <v:fill type="solid"/>
              </v:shape>
            </v:group>
            <v:group style="position:absolute;left:382;top:5;width:56;height:89" coordorigin="382,5" coordsize="56,89">
              <v:shape style="position:absolute;left:382;top:5;width:56;height:89" coordorigin="382,5" coordsize="56,89" path="m437,93l409,5,382,93,437,93xe" filled="false" stroked="true" strokeweight="0pt" strokecolor="#231f20">
                <v:path arrowok="t"/>
              </v:shape>
            </v:group>
          </v:group>
        </w:pict>
      </w:r>
      <w:r>
        <w:rPr>
          <w:rFonts w:ascii="Myriad Pro"/>
          <w:position w:val="1"/>
          <w:sz w:val="20"/>
        </w:rPr>
      </w:r>
    </w:p>
    <w:p>
      <w:pPr>
        <w:spacing w:before="6"/>
        <w:ind w:left="0" w:right="2734" w:firstLine="0"/>
        <w:jc w:val="right"/>
        <w:rPr>
          <w:rFonts w:ascii="Myriad Pro" w:hAnsi="Myriad Pro" w:cs="Myriad Pro" w:eastAsia="Myriad Pro"/>
          <w:sz w:val="20"/>
          <w:szCs w:val="20"/>
        </w:rPr>
      </w:pPr>
      <w:r>
        <w:rPr/>
        <w:pict>
          <v:group style="position:absolute;margin-left:334.228088pt;margin-top:-50.98196pt;width:93.85pt;height:93.85pt;mso-position-horizontal-relative:page;mso-position-vertical-relative:paragraph;z-index:2656" coordorigin="6685,-1020" coordsize="1877,1877">
            <v:shape style="position:absolute;left:6685;top:-1020;width:1877;height:1877" coordorigin="6685,-1020" coordsize="1877,1877" path="m8127,-586l8127,-1020,6685,-1020,6685,857,8561,857,8561,-586,8127,-586xe" filled="false" stroked="true" strokeweight="1.029pt" strokecolor="#231f20">
              <v:path arrowok="t"/>
            </v:shape>
            <w10:wrap type="none"/>
          </v:group>
        </w:pict>
      </w:r>
      <w:r>
        <w:rPr/>
        <w:pict>
          <v:group style="position:absolute;margin-left:182.908096pt;margin-top:-50.98196pt;width:93.85pt;height:93.85pt;mso-position-horizontal-relative:page;mso-position-vertical-relative:paragraph;z-index:2680" coordorigin="3658,-1020" coordsize="1877,1877">
            <v:shape style="position:absolute;left:3658;top:-1020;width:1877;height:1877" coordorigin="3658,-1020" coordsize="1877,1877" path="m5100,-586l5100,-1020,3658,-1020,3658,857,5534,857,5534,-586,5100,-586xe" filled="false" stroked="true" strokeweight="1.029pt" strokecolor="#231f20">
              <v:path arrowok="t"/>
            </v:shape>
            <w10:wrap type="none"/>
          </v:group>
        </w:pict>
      </w:r>
      <w:r>
        <w:rPr/>
        <w:pict>
          <v:shape style="position:absolute;margin-left:295.439758pt;margin-top:.497252pt;width:12.3pt;height:12.6pt;mso-position-horizontal-relative:page;mso-position-vertical-relative:paragraph;z-index:2800" type="#_x0000_t202" filled="false" stroked="false">
            <v:textbox inset="0,0,0,0" style="layout-flow:vertical;mso-layout-flow-alt:bottom-to-top">
              <w:txbxContent>
                <w:p>
                  <w:pPr>
                    <w:spacing w:line="233" w:lineRule="exact" w:before="0"/>
                    <w:ind w:left="20" w:right="0" w:firstLine="0"/>
                    <w:jc w:val="left"/>
                    <w:rPr>
                      <w:rFonts w:ascii="Myriad Pro" w:hAnsi="Myriad Pro" w:cs="Myriad Pro" w:eastAsia="Myriad Pro"/>
                      <w:sz w:val="20"/>
                      <w:szCs w:val="20"/>
                    </w:rPr>
                  </w:pPr>
                  <w:r>
                    <w:rPr>
                      <w:rFonts w:ascii="Myriad Pro"/>
                      <w:color w:val="231F20"/>
                      <w:w w:val="102"/>
                      <w:sz w:val="20"/>
                    </w:rPr>
                    <w:t>40</w:t>
                  </w:r>
                  <w:r>
                    <w:rPr>
                      <w:rFonts w:ascii="Myriad Pro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Myriad Pro"/>
          <w:color w:val="231F20"/>
          <w:sz w:val="20"/>
        </w:rPr>
        <w:t>40</w:t>
      </w:r>
      <w:r>
        <w:rPr>
          <w:rFonts w:ascii="Myriad Pro"/>
          <w:sz w:val="20"/>
        </w:rPr>
      </w:r>
    </w:p>
    <w:p>
      <w:pPr>
        <w:spacing w:line="240" w:lineRule="auto" w:before="1"/>
        <w:rPr>
          <w:rFonts w:ascii="Myriad Pro" w:hAnsi="Myriad Pro" w:cs="Myriad Pro" w:eastAsia="Myriad Pro"/>
          <w:sz w:val="2"/>
          <w:szCs w:val="2"/>
        </w:rPr>
      </w:pPr>
    </w:p>
    <w:p>
      <w:pPr>
        <w:tabs>
          <w:tab w:pos="7768" w:val="left" w:leader="none"/>
        </w:tabs>
        <w:spacing w:line="200" w:lineRule="atLeast"/>
        <w:ind w:left="4741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sz w:val="20"/>
        </w:rPr>
        <w:pict>
          <v:group style="width:26.6pt;height:29.55pt;mso-position-horizontal-relative:char;mso-position-vertical-relative:line" coordorigin="0,0" coordsize="532,591">
            <v:group style="position:absolute;left:409;top:5;width:2;height:581" coordorigin="409,5" coordsize="2,581">
              <v:shape style="position:absolute;left:409;top:5;width:2;height:581" coordorigin="409,5" coordsize="0,581" path="m409,5l409,585e" filled="false" stroked="true" strokeweight=".515pt" strokecolor="#231f20">
                <v:path arrowok="t"/>
              </v:shape>
            </v:group>
            <v:group style="position:absolute;left:5;top:585;width:521;height:2" coordorigin="5,585" coordsize="521,2">
              <v:shape style="position:absolute;left:5;top:585;width:521;height:2" coordorigin="5,585" coordsize="521,0" path="m5,585l526,585e" filled="false" stroked="true" strokeweight=".515pt" strokecolor="#231f20">
                <v:path arrowok="t"/>
              </v:shape>
            </v:group>
            <v:group style="position:absolute;left:382;top:497;width:56;height:89" coordorigin="382,497" coordsize="56,89">
              <v:shape style="position:absolute;left:382;top:497;width:56;height:89" coordorigin="382,497" coordsize="56,89" path="m437,497l382,497,409,585,437,497xe" filled="true" fillcolor="#231f20" stroked="false">
                <v:path arrowok="t"/>
                <v:fill type="solid"/>
              </v:shape>
            </v:group>
            <v:group style="position:absolute;left:382;top:497;width:56;height:89" coordorigin="382,497" coordsize="56,89">
              <v:shape style="position:absolute;left:382;top:497;width:56;height:89" coordorigin="382,497" coordsize="56,89" path="m382,497l409,585,437,497,382,497xe" filled="false" stroked="true" strokeweight="0pt" strokecolor="#231f20">
                <v:path arrowok="t"/>
              </v:shape>
            </v:group>
          </v:group>
        </w:pict>
      </w:r>
      <w:r>
        <w:rPr>
          <w:rFonts w:ascii="Myriad Pro"/>
          <w:sz w:val="20"/>
        </w:rPr>
      </w:r>
      <w:r>
        <w:rPr>
          <w:rFonts w:ascii="Myriad Pro"/>
          <w:sz w:val="20"/>
        </w:rPr>
        <w:tab/>
      </w:r>
      <w:r>
        <w:rPr>
          <w:rFonts w:ascii="Myriad Pro"/>
          <w:sz w:val="20"/>
        </w:rPr>
        <w:pict>
          <v:group style="width:26.6pt;height:29.25pt;mso-position-horizontal-relative:char;mso-position-vertical-relative:line" coordorigin="0,0" coordsize="532,585">
            <v:group style="position:absolute;left:409;top:5;width:2;height:575" coordorigin="409,5" coordsize="2,575">
              <v:shape style="position:absolute;left:409;top:5;width:2;height:575" coordorigin="409,5" coordsize="0,575" path="m409,5l409,579e" filled="false" stroked="true" strokeweight=".515pt" strokecolor="#231f20">
                <v:path arrowok="t"/>
              </v:shape>
            </v:group>
            <v:group style="position:absolute;left:5;top:579;width:521;height:2" coordorigin="5,579" coordsize="521,2">
              <v:shape style="position:absolute;left:5;top:579;width:521;height:2" coordorigin="5,579" coordsize="521,0" path="m5,579l526,579e" filled="false" stroked="true" strokeweight=".515pt" strokecolor="#231f20">
                <v:path arrowok="t"/>
              </v:shape>
            </v:group>
            <v:group style="position:absolute;left:382;top:491;width:56;height:89" coordorigin="382,491" coordsize="56,89">
              <v:shape style="position:absolute;left:382;top:491;width:56;height:89" coordorigin="382,491" coordsize="56,89" path="m437,491l382,491,409,579,437,491xe" filled="true" fillcolor="#231f20" stroked="false">
                <v:path arrowok="t"/>
                <v:fill type="solid"/>
              </v:shape>
            </v:group>
            <v:group style="position:absolute;left:382;top:491;width:56;height:89" coordorigin="382,491" coordsize="56,89">
              <v:shape style="position:absolute;left:382;top:491;width:56;height:89" coordorigin="382,491" coordsize="56,89" path="m382,491l409,579,437,491,382,491xe" filled="false" stroked="true" strokeweight="0pt" strokecolor="#231f20">
                <v:path arrowok="t"/>
              </v:shape>
            </v:group>
          </v:group>
        </w:pict>
      </w:r>
      <w:r>
        <w:rPr>
          <w:rFonts w:ascii="Myriad Pro"/>
          <w:sz w:val="20"/>
        </w:rPr>
      </w:r>
    </w:p>
    <w:p>
      <w:pPr>
        <w:spacing w:line="240" w:lineRule="auto" w:before="5"/>
        <w:rPr>
          <w:rFonts w:ascii="Myriad Pro" w:hAnsi="Myriad Pro" w:cs="Myriad Pro" w:eastAsia="Myriad Pro"/>
          <w:sz w:val="8"/>
          <w:szCs w:val="8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8"/>
          <w:szCs w:val="8"/>
        </w:rPr>
        <w:sectPr>
          <w:type w:val="continuous"/>
          <w:pgSz w:w="12240" w:h="15840"/>
          <w:pgMar w:top="1080" w:bottom="280" w:left="880" w:right="340"/>
        </w:sectPr>
      </w:pPr>
    </w:p>
    <w:p>
      <w:pPr>
        <w:spacing w:before="73"/>
        <w:ind w:left="0" w:right="0" w:firstLine="0"/>
        <w:jc w:val="right"/>
        <w:rPr>
          <w:rFonts w:ascii="Myriad Pro" w:hAnsi="Myriad Pro" w:cs="Myriad Pro" w:eastAsia="Myriad Pro"/>
          <w:sz w:val="20"/>
          <w:szCs w:val="20"/>
        </w:rPr>
      </w:pPr>
      <w:r>
        <w:rPr/>
        <w:pict>
          <v:group style="position:absolute;margin-left:239.238098pt;margin-top:-.927685pt;width:37.75pt;height:17.150pt;mso-position-horizontal-relative:page;mso-position-vertical-relative:paragraph;z-index:2752" coordorigin="4785,-19" coordsize="755,343">
            <v:group style="position:absolute;left:4790;top:203;width:745;height:2" coordorigin="4790,203" coordsize="745,2">
              <v:shape style="position:absolute;left:4790;top:203;width:745;height:2" coordorigin="4790,203" coordsize="745,0" path="m4790,203l5534,203e" filled="false" stroked="true" strokeweight=".515pt" strokecolor="#231f20">
                <v:path arrowok="t"/>
              </v:shape>
            </v:group>
            <v:group style="position:absolute;left:5534;top:-13;width:2;height:333" coordorigin="5534,-13" coordsize="2,333">
              <v:shape style="position:absolute;left:5534;top:-13;width:2;height:333" coordorigin="5534,-13" coordsize="0,333" path="m5534,-13l5534,319e" filled="false" stroked="true" strokeweight=".515pt" strokecolor="#231f20">
                <v:path arrowok="t"/>
              </v:shape>
            </v:group>
            <v:group style="position:absolute;left:5446;top:175;width:89;height:56" coordorigin="5446,175" coordsize="89,56">
              <v:shape style="position:absolute;left:5446;top:175;width:89;height:56" coordorigin="5446,175" coordsize="89,56" path="m5446,175l5446,230,5534,203,5446,175xe" filled="true" fillcolor="#231f20" stroked="false">
                <v:path arrowok="t"/>
                <v:fill type="solid"/>
              </v:shape>
            </v:group>
            <v:group style="position:absolute;left:5446;top:175;width:89;height:56" coordorigin="5446,175" coordsize="89,56">
              <v:shape style="position:absolute;left:5446;top:175;width:89;height:56" coordorigin="5446,175" coordsize="89,56" path="m5446,230l5534,203,5446,175,5446,230xe" filled="false" stroked="true" strokeweight="0pt" strokecolor="#231f2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82.650208pt;margin-top:-.927685pt;width:37.75pt;height:17.150pt;mso-position-horizontal-relative:page;mso-position-vertical-relative:paragraph;z-index:2776" coordorigin="3653,-19" coordsize="755,343">
            <v:group style="position:absolute;left:3658;top:203;width:745;height:2" coordorigin="3658,203" coordsize="745,2">
              <v:shape style="position:absolute;left:3658;top:203;width:745;height:2" coordorigin="3658,203" coordsize="745,0" path="m3658,203l4403,203e" filled="false" stroked="true" strokeweight=".515pt" strokecolor="#231f20">
                <v:path arrowok="t"/>
              </v:shape>
            </v:group>
            <v:group style="position:absolute;left:3658;top:-13;width:2;height:333" coordorigin="3658,-13" coordsize="2,333">
              <v:shape style="position:absolute;left:3658;top:-13;width:2;height:333" coordorigin="3658,-13" coordsize="0,333" path="m3658,-13l3658,319e" filled="false" stroked="true" strokeweight=".515pt" strokecolor="#231f20">
                <v:path arrowok="t"/>
              </v:shape>
            </v:group>
            <v:group style="position:absolute;left:3658;top:175;width:89;height:56" coordorigin="3658,175" coordsize="89,56">
              <v:shape style="position:absolute;left:3658;top:175;width:89;height:56" coordorigin="3658,175" coordsize="89,56" path="m3746,175l3658,203,3746,230,3746,175xe" filled="true" fillcolor="#231f20" stroked="false">
                <v:path arrowok="t"/>
                <v:fill type="solid"/>
              </v:shape>
            </v:group>
            <v:group style="position:absolute;left:3658;top:175;width:89;height:56" coordorigin="3658,175" coordsize="89,56">
              <v:shape style="position:absolute;left:3658;top:175;width:89;height:56" coordorigin="3658,175" coordsize="89,56" path="m3746,175l3658,203,3746,230,3746,175xe" filled="false" stroked="true" strokeweight="0pt" strokecolor="#231f20">
                <v:path arrowok="t"/>
              </v:shape>
            </v:group>
            <w10:wrap type="none"/>
          </v:group>
        </w:pict>
      </w:r>
      <w:r>
        <w:rPr>
          <w:rFonts w:ascii="Myriad Pro"/>
          <w:color w:val="231F20"/>
          <w:sz w:val="20"/>
        </w:rPr>
        <w:t>100</w:t>
      </w:r>
      <w:r>
        <w:rPr>
          <w:rFonts w:ascii="Myriad Pro"/>
          <w:sz w:val="20"/>
        </w:rPr>
      </w:r>
    </w:p>
    <w:p>
      <w:pPr>
        <w:spacing w:before="73"/>
        <w:ind w:left="0" w:right="1447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/>
        <w:br w:type="column"/>
      </w:r>
      <w:r>
        <w:rPr>
          <w:rFonts w:ascii="Myriad Pro"/>
          <w:color w:val="231F20"/>
          <w:sz w:val="20"/>
        </w:rPr>
        <w:t>100</w:t>
      </w:r>
      <w:r>
        <w:rPr>
          <w:rFonts w:ascii="Myriad Pro"/>
          <w:sz w:val="20"/>
        </w:rPr>
      </w:r>
    </w:p>
    <w:p>
      <w:pPr>
        <w:spacing w:after="0"/>
        <w:jc w:val="center"/>
        <w:rPr>
          <w:rFonts w:ascii="Myriad Pro" w:hAnsi="Myriad Pro" w:cs="Myriad Pro" w:eastAsia="Myriad Pro"/>
          <w:sz w:val="20"/>
          <w:szCs w:val="20"/>
        </w:rPr>
        <w:sectPr>
          <w:type w:val="continuous"/>
          <w:pgSz w:w="12240" w:h="15840"/>
          <w:pgMar w:top="1080" w:bottom="280" w:left="880" w:right="340"/>
          <w:cols w:num="2" w:equalWidth="0">
            <w:col w:w="3875" w:space="40"/>
            <w:col w:w="7105"/>
          </w:cols>
        </w:sectPr>
      </w:pPr>
    </w:p>
    <w:p>
      <w:pPr>
        <w:spacing w:line="240" w:lineRule="auto" w:before="1"/>
        <w:rPr>
          <w:rFonts w:ascii="Myriad Pro" w:hAnsi="Myriad Pro" w:cs="Myriad Pro" w:eastAsia="Myriad Pro"/>
          <w:sz w:val="12"/>
          <w:szCs w:val="12"/>
        </w:rPr>
      </w:pPr>
    </w:p>
    <w:p>
      <w:pPr>
        <w:tabs>
          <w:tab w:pos="5804" w:val="left" w:leader="none"/>
        </w:tabs>
        <w:spacing w:before="73"/>
        <w:ind w:left="2760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/>
        <w:pict>
          <v:group style="position:absolute;margin-left:390.558197pt;margin-top:-23.852474pt;width:37.75pt;height:17.150pt;mso-position-horizontal-relative:page;mso-position-vertical-relative:paragraph;z-index:2704" coordorigin="7811,-477" coordsize="755,343">
            <v:group style="position:absolute;left:7816;top:-256;width:745;height:2" coordorigin="7816,-256" coordsize="745,2">
              <v:shape style="position:absolute;left:7816;top:-256;width:745;height:2" coordorigin="7816,-256" coordsize="745,0" path="m7816,-256l8561,-256e" filled="false" stroked="true" strokeweight=".515pt" strokecolor="#231f20">
                <v:path arrowok="t"/>
              </v:shape>
            </v:group>
            <v:group style="position:absolute;left:8561;top:-472;width:2;height:333" coordorigin="8561,-472" coordsize="2,333">
              <v:shape style="position:absolute;left:8561;top:-472;width:2;height:333" coordorigin="8561,-472" coordsize="0,333" path="m8561,-472l8561,-139e" filled="false" stroked="true" strokeweight=".515pt" strokecolor="#231f20">
                <v:path arrowok="t"/>
              </v:shape>
            </v:group>
            <v:group style="position:absolute;left:8473;top:-284;width:89;height:56" coordorigin="8473,-284" coordsize="89,56">
              <v:shape style="position:absolute;left:8473;top:-284;width:89;height:56" coordorigin="8473,-284" coordsize="89,56" path="m8473,-284l8473,-228,8561,-256,8473,-284xe" filled="true" fillcolor="#231f20" stroked="false">
                <v:path arrowok="t"/>
                <v:fill type="solid"/>
              </v:shape>
            </v:group>
            <v:group style="position:absolute;left:8473;top:-284;width:89;height:56" coordorigin="8473,-284" coordsize="89,56">
              <v:shape style="position:absolute;left:8473;top:-284;width:89;height:56" coordorigin="8473,-284" coordsize="89,56" path="m8473,-228l8561,-256,8473,-284,8473,-228xe" filled="false" stroked="true" strokeweight="0pt" strokecolor="#231f2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33.970306pt;margin-top:-23.852474pt;width:37.75pt;height:17.150pt;mso-position-horizontal-relative:page;mso-position-vertical-relative:paragraph;z-index:2728" coordorigin="6679,-477" coordsize="755,343">
            <v:group style="position:absolute;left:6685;top:-256;width:745;height:2" coordorigin="6685,-256" coordsize="745,2">
              <v:shape style="position:absolute;left:6685;top:-256;width:745;height:2" coordorigin="6685,-256" coordsize="745,0" path="m6685,-256l7429,-256e" filled="false" stroked="true" strokeweight=".515pt" strokecolor="#231f20">
                <v:path arrowok="t"/>
              </v:shape>
            </v:group>
            <v:group style="position:absolute;left:6685;top:-472;width:2;height:333" coordorigin="6685,-472" coordsize="2,333">
              <v:shape style="position:absolute;left:6685;top:-472;width:2;height:333" coordorigin="6685,-472" coordsize="0,333" path="m6685,-472l6685,-139e" filled="false" stroked="true" strokeweight=".515pt" strokecolor="#231f20">
                <v:path arrowok="t"/>
              </v:shape>
            </v:group>
            <v:group style="position:absolute;left:6685;top:-284;width:89;height:56" coordorigin="6685,-284" coordsize="89,56">
              <v:shape style="position:absolute;left:6685;top:-284;width:89;height:56" coordorigin="6685,-284" coordsize="89,56" path="m6773,-284l6685,-256,6773,-228,6773,-284xe" filled="true" fillcolor="#231f20" stroked="false">
                <v:path arrowok="t"/>
                <v:fill type="solid"/>
              </v:shape>
            </v:group>
            <v:group style="position:absolute;left:6685;top:-284;width:89;height:56" coordorigin="6685,-284" coordsize="89,56">
              <v:shape style="position:absolute;left:6685;top:-284;width:89;height:56" coordorigin="6685,-284" coordsize="89,56" path="m6773,-284l6685,-256,6773,-228,6773,-284xe" filled="false" stroked="true" strokeweight="0pt" strokecolor="#231f20">
                <v:path arrowok="t"/>
              </v:shape>
            </v:group>
            <w10:wrap type="none"/>
          </v:group>
        </w:pict>
      </w:r>
      <w:r>
        <w:rPr>
          <w:rFonts w:ascii="Myriad Pro"/>
          <w:color w:val="231F20"/>
          <w:spacing w:val="-1"/>
          <w:sz w:val="20"/>
        </w:rPr>
        <w:t>Aligned</w:t>
      </w:r>
      <w:r>
        <w:rPr>
          <w:rFonts w:ascii="Myriad Pro"/>
          <w:color w:val="231F20"/>
          <w:spacing w:val="33"/>
          <w:sz w:val="20"/>
        </w:rPr>
        <w:t> </w:t>
      </w:r>
      <w:r>
        <w:rPr>
          <w:rFonts w:ascii="Myriad Pro"/>
          <w:color w:val="231F20"/>
          <w:sz w:val="20"/>
        </w:rPr>
        <w:t>dimensions</w:t>
        <w:tab/>
      </w:r>
      <w:r>
        <w:rPr>
          <w:rFonts w:ascii="Myriad Pro"/>
          <w:color w:val="231F20"/>
          <w:spacing w:val="-1"/>
          <w:sz w:val="20"/>
        </w:rPr>
        <w:t>Unidirectional</w:t>
      </w:r>
      <w:r>
        <w:rPr>
          <w:rFonts w:ascii="Myriad Pro"/>
          <w:color w:val="231F20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 </w:t>
      </w:r>
      <w:r>
        <w:rPr>
          <w:rFonts w:ascii="Myriad Pro"/>
          <w:color w:val="231F20"/>
          <w:sz w:val="20"/>
        </w:rPr>
        <w:t>dimensions</w:t>
      </w:r>
      <w:r>
        <w:rPr>
          <w:rFonts w:ascii="Myriad Pro"/>
          <w:sz w:val="20"/>
        </w:rPr>
      </w:r>
    </w:p>
    <w:p>
      <w:pPr>
        <w:spacing w:before="94"/>
        <w:ind w:left="3819" w:right="3736" w:firstLine="0"/>
        <w:jc w:val="center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6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18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5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6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Dimensioning</w:t>
      </w:r>
      <w:r>
        <w:rPr>
          <w:rFonts w:ascii="Myriad Pro" w:hAnsi="Myriad Pro" w:cs="Myriad Pro" w:eastAsia="Myriad Pro"/>
          <w:color w:val="231F20"/>
          <w:spacing w:val="17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systems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after="0"/>
        <w:jc w:val="center"/>
        <w:rPr>
          <w:rFonts w:ascii="Myriad Pro" w:hAnsi="Myriad Pro" w:cs="Myriad Pro" w:eastAsia="Myriad Pro"/>
          <w:sz w:val="18"/>
          <w:szCs w:val="18"/>
        </w:rPr>
        <w:sectPr>
          <w:type w:val="continuous"/>
          <w:pgSz w:w="12240" w:h="15840"/>
          <w:pgMar w:top="1080" w:bottom="280" w:left="880" w:right="340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"/>
        <w:rPr>
          <w:rFonts w:ascii="Myriad Pro" w:hAnsi="Myriad Pro" w:cs="Myriad Pro" w:eastAsia="Myriad Pro"/>
          <w:sz w:val="15"/>
          <w:szCs w:val="15"/>
        </w:rPr>
      </w:pPr>
    </w:p>
    <w:p>
      <w:pPr>
        <w:pStyle w:val="Heading3"/>
        <w:spacing w:line="240" w:lineRule="auto"/>
        <w:ind w:left="762" w:right="0"/>
        <w:jc w:val="left"/>
        <w:rPr>
          <w:b w:val="0"/>
          <w:bCs w:val="0"/>
        </w:rPr>
      </w:pPr>
      <w:r>
        <w:rPr>
          <w:color w:val="4F61AB"/>
          <w:spacing w:val="-2"/>
        </w:rPr>
        <w:t>Systems</w:t>
      </w:r>
      <w:r>
        <w:rPr>
          <w:color w:val="4F61AB"/>
          <w:spacing w:val="-18"/>
        </w:rPr>
        <w:t> </w:t>
      </w:r>
      <w:r>
        <w:rPr>
          <w:color w:val="4F61AB"/>
        </w:rPr>
        <w:t>of</w:t>
      </w:r>
      <w:r>
        <w:rPr>
          <w:color w:val="4F61AB"/>
          <w:spacing w:val="-17"/>
        </w:rPr>
        <w:t> </w:t>
      </w:r>
      <w:r>
        <w:rPr>
          <w:color w:val="4F61AB"/>
          <w:spacing w:val="-1"/>
        </w:rPr>
        <w:t>measurement</w:t>
      </w:r>
      <w:r>
        <w:rPr>
          <w:b w:val="0"/>
        </w:rPr>
      </w:r>
    </w:p>
    <w:p>
      <w:pPr>
        <w:pStyle w:val="BodyText"/>
        <w:spacing w:line="280" w:lineRule="auto" w:before="22"/>
        <w:ind w:left="762" w:right="1163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-5"/>
        </w:rPr>
        <w:t>You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may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required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sketch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read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drawings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constructed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with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either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metric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(SI)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imperial</w:t>
      </w:r>
      <w:r>
        <w:rPr>
          <w:rFonts w:ascii="Myriad Pro"/>
          <w:color w:val="231F20"/>
          <w:spacing w:val="68"/>
          <w:w w:val="102"/>
        </w:rPr>
        <w:t> </w:t>
      </w:r>
      <w:r>
        <w:rPr>
          <w:rFonts w:ascii="Myriad Pro"/>
          <w:color w:val="231F20"/>
        </w:rPr>
        <w:t>dimensions.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-5"/>
        </w:rPr>
        <w:t>You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may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also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encounter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drawings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dual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dimensioned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contain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  <w:spacing w:val="1"/>
        </w:rPr>
        <w:t>both</w:t>
      </w:r>
      <w:r>
        <w:rPr>
          <w:rFonts w:ascii="Myriad Pro"/>
          <w:color w:val="231F20"/>
          <w:spacing w:val="70"/>
          <w:w w:val="102"/>
        </w:rPr>
        <w:t> </w:t>
      </w:r>
      <w:r>
        <w:rPr>
          <w:rFonts w:ascii="Myriad Pro"/>
          <w:color w:val="231F20"/>
        </w:rPr>
        <w:t>systems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measurement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same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drawing.</w:t>
      </w:r>
      <w:r>
        <w:rPr>
          <w:rFonts w:ascii="Myriad Pro"/>
        </w:rPr>
      </w:r>
    </w:p>
    <w:p>
      <w:pPr>
        <w:spacing w:line="240" w:lineRule="auto" w:before="4"/>
        <w:rPr>
          <w:rFonts w:ascii="Myriad Pro" w:hAnsi="Myriad Pro" w:cs="Myriad Pro" w:eastAsia="Myriad Pro"/>
          <w:sz w:val="29"/>
          <w:szCs w:val="29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SI</w:t>
      </w:r>
      <w:r>
        <w:rPr>
          <w:color w:val="4F61AB"/>
          <w:spacing w:val="31"/>
        </w:rPr>
        <w:t> </w:t>
      </w:r>
      <w:r>
        <w:rPr>
          <w:color w:val="4F61AB"/>
        </w:rPr>
        <w:t>system</w:t>
      </w:r>
      <w:r>
        <w:rPr>
          <w:color w:val="4F61AB"/>
          <w:spacing w:val="32"/>
        </w:rPr>
        <w:t> </w:t>
      </w:r>
      <w:r>
        <w:rPr>
          <w:color w:val="4F61AB"/>
        </w:rPr>
        <w:t>of</w:t>
      </w:r>
      <w:r>
        <w:rPr>
          <w:color w:val="4F61AB"/>
          <w:spacing w:val="31"/>
        </w:rPr>
        <w:t> </w:t>
      </w:r>
      <w:r>
        <w:rPr>
          <w:color w:val="4F61AB"/>
        </w:rPr>
        <w:t>measurement</w:t>
      </w:r>
      <w:r>
        <w:rPr>
          <w:b w:val="0"/>
        </w:rPr>
      </w:r>
    </w:p>
    <w:p>
      <w:pPr>
        <w:pStyle w:val="BodyText"/>
        <w:spacing w:line="280" w:lineRule="auto" w:before="34"/>
        <w:ind w:left="762" w:right="139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SI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system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measurement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has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become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official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standard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Canada.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It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common</w:t>
      </w:r>
      <w:r>
        <w:rPr>
          <w:rFonts w:ascii="Myriad Pro"/>
          <w:color w:val="231F20"/>
          <w:spacing w:val="62"/>
          <w:w w:val="102"/>
        </w:rPr>
        <w:t> </w:t>
      </w:r>
      <w:r>
        <w:rPr>
          <w:rFonts w:ascii="Myriad Pro"/>
          <w:color w:val="231F20"/>
        </w:rPr>
        <w:t>practice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shop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drawings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express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all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metric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dimensions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millimetres.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19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shows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76"/>
          <w:w w:val="102"/>
        </w:rPr>
        <w:t> </w:t>
      </w:r>
      <w:r>
        <w:rPr>
          <w:rFonts w:ascii="Myriad Pro"/>
          <w:color w:val="231F20"/>
        </w:rPr>
        <w:t>detail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drawing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for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connector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arm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using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metric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measurements.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All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metric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drawings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  <w:spacing w:val="1"/>
        </w:rPr>
        <w:t>should</w:t>
      </w:r>
      <w:r>
        <w:rPr>
          <w:rFonts w:ascii="Myriad Pro"/>
          <w:color w:val="231F20"/>
          <w:spacing w:val="74"/>
          <w:w w:val="102"/>
        </w:rPr>
        <w:t> </w:t>
      </w:r>
      <w:r>
        <w:rPr>
          <w:rFonts w:ascii="Myriad Pro"/>
          <w:color w:val="231F20"/>
        </w:rPr>
        <w:t>contain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note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specifying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all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dimensions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millimetres.</w:t>
      </w:r>
      <w:r>
        <w:rPr>
          <w:rFonts w:ascii="Myriad Pro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7"/>
        <w:rPr>
          <w:rFonts w:ascii="Myriad Pro" w:hAnsi="Myriad Pro" w:cs="Myriad Pro" w:eastAsia="Myriad Pro"/>
          <w:sz w:val="16"/>
          <w:szCs w:val="16"/>
        </w:rPr>
      </w:pPr>
    </w:p>
    <w:p>
      <w:pPr>
        <w:spacing w:before="73"/>
        <w:ind w:left="2272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/>
        <w:pict>
          <v:group style="position:absolute;margin-left:148.728394pt;margin-top:-90.700058pt;width:292.05pt;height:128.65pt;mso-position-horizontal-relative:page;mso-position-vertical-relative:paragraph;z-index:2920" coordorigin="2975,-1814" coordsize="5841,2573">
            <v:group style="position:absolute;left:3325;top:-1416;width:5480;height:1529" coordorigin="3325,-1416" coordsize="5480,1529">
              <v:shape style="position:absolute;left:3325;top:-1416;width:5480;height:1529" coordorigin="3325,-1416" coordsize="5480,1529" path="m8040,112l4090,112,4027,110,3966,102,3906,90,3849,73,3739,27,3639,-36,3550,-112,3473,-201,3411,-302,3364,-411,3348,-469,3335,-528,3328,-590,3325,-652,3328,-714,3335,-776,3348,-835,3364,-893,3411,-1003,3473,-1103,3550,-1192,3639,-1268,3739,-1331,3849,-1377,3906,-1394,3966,-1406,4027,-1414,4090,-1416,8040,-1416,8102,-1414,8164,-1406,8223,-1394,8281,-1377,8391,-1331,8491,-1268,8580,-1192,8656,-1103,8719,-1003,8765,-893,8782,-835,8794,-776,8802,-714,8804,-652,8802,-590,8794,-528,8782,-469,8765,-411,8719,-302,8656,-201,8580,-112,8491,-36,8391,27,8281,73,8223,90,8164,102,8102,110,8040,112xe" filled="false" stroked="true" strokeweight="1.029pt" strokecolor="#231f20">
                <v:path arrowok="t"/>
              </v:shape>
            </v:group>
            <v:group style="position:absolute;left:5976;top:-931;width:2408;height:557" coordorigin="5976,-931" coordsize="2408,557">
              <v:shape style="position:absolute;left:5976;top:-931;width:2408;height:557" coordorigin="5976,-931" coordsize="2408,557" path="m8106,-931l6254,-931,6232,-930,6167,-916,6108,-888,6058,-847,6018,-794,5990,-732,5977,-661,5976,-636,5979,-613,5996,-549,6027,-491,6071,-443,6125,-406,6187,-382,6254,-374,8106,-374,8172,-382,8233,-405,8287,-442,8330,-491,8362,-551,8380,-619,8384,-668,8382,-691,8364,-755,8333,-813,8289,-861,8235,-898,8173,-922,8106,-931xe" filled="true" fillcolor="#ffffff" stroked="false">
                <v:path arrowok="t"/>
                <v:fill type="solid"/>
              </v:shape>
            </v:group>
            <v:group style="position:absolute;left:5976;top:-931;width:2408;height:557" coordorigin="5976,-931" coordsize="2408,557">
              <v:shape style="position:absolute;left:5976;top:-931;width:2408;height:557" coordorigin="5976,-931" coordsize="2408,557" path="m8106,-374l6254,-374,6231,-375,6165,-388,6106,-417,6055,-458,6016,-509,5989,-570,5976,-636,5977,-661,5990,-732,6018,-794,6058,-847,6108,-888,6167,-916,6232,-930,6254,-931,8106,-931,8173,-922,8235,-898,8289,-861,8333,-813,8364,-755,8382,-691,8384,-668,8383,-643,8370,-572,8342,-510,8302,-457,8252,-416,8194,-388,8129,-375,8106,-374xe" filled="false" stroked="true" strokeweight="1.029pt" strokecolor="#231f20">
                <v:path arrowok="t"/>
              </v:shape>
            </v:group>
            <v:group style="position:absolute;left:3782;top:-930;width:556;height:556" coordorigin="3782,-930" coordsize="556,556">
              <v:shape style="position:absolute;left:3782;top:-930;width:556;height:556" coordorigin="3782,-930" coordsize="556,556" path="m4045,-930l3978,-918,3918,-891,3866,-851,3825,-801,3797,-741,3783,-675,3782,-652,3783,-629,3796,-564,3824,-506,3865,-456,3918,-416,3980,-388,4050,-375,4075,-374,4098,-377,4163,-394,4221,-425,4269,-469,4306,-522,4330,-584,4338,-652,4337,-675,4324,-740,4296,-798,4255,-849,4202,-888,4140,-916,4070,-929,4045,-930xe" filled="true" fillcolor="#ffffff" stroked="false">
                <v:path arrowok="t"/>
                <v:fill type="solid"/>
              </v:shape>
            </v:group>
            <v:group style="position:absolute;left:3782;top:-930;width:556;height:556" coordorigin="3782,-930" coordsize="556,556">
              <v:shape style="position:absolute;left:3782;top:-930;width:556;height:556" coordorigin="3782,-930" coordsize="556,556" path="m4338,-652l4330,-584,4306,-522,4269,-469,4221,-425,4163,-394,4098,-377,4075,-374,4050,-375,3980,-388,3918,-416,3865,-456,3824,-506,3796,-564,3783,-629,3782,-652,3783,-675,3797,-741,3825,-801,3866,-851,3918,-891,3978,-918,4045,-930,4070,-929,4140,-916,4202,-888,4255,-849,4296,-798,4324,-740,4337,-675,4338,-652xe" filled="false" stroked="true" strokeweight="1.029pt" strokecolor="#231f20">
                <v:path arrowok="t"/>
              </v:shape>
            </v:group>
            <v:group style="position:absolute;left:5835;top:-652;width:2778;height:2" coordorigin="5835,-652" coordsize="2778,2">
              <v:shape style="position:absolute;left:5835;top:-652;width:2778;height:2" coordorigin="5835,-652" coordsize="2778,0" path="m5835,-652l8613,-652e" filled="false" stroked="true" strokeweight=".515pt" strokecolor="#231f20">
                <v:path arrowok="t"/>
                <v:stroke dashstyle="dash"/>
              </v:shape>
            </v:group>
            <v:group style="position:absolute;left:6228;top:-971;width:2;height:1043" coordorigin="6228,-971" coordsize="2,1043">
              <v:shape style="position:absolute;left:6228;top:-971;width:2;height:1043" coordorigin="6228,-971" coordsize="0,1043" path="m6228,71l6228,-971e" filled="false" stroked="true" strokeweight=".515pt" strokecolor="#231f20">
                <v:path arrowok="t"/>
                <v:stroke dashstyle="dash"/>
              </v:shape>
            </v:group>
            <v:group style="position:absolute;left:4060;top:-1458;width:2;height:1529" coordorigin="4060,-1458" coordsize="2,1529">
              <v:shape style="position:absolute;left:4060;top:-1458;width:2;height:1529" coordorigin="4060,-1458" coordsize="0,1529" path="m4060,71l4060,-1458e" filled="false" stroked="true" strokeweight=".515pt" strokecolor="#231f20">
                <v:path arrowok="t"/>
                <v:stroke dashstyle="dash"/>
              </v:shape>
            </v:group>
            <v:group style="position:absolute;left:3326;top:-652;width:1462;height:2" coordorigin="3326,-652" coordsize="1462,2">
              <v:shape style="position:absolute;left:3326;top:-652;width:1462;height:2" coordorigin="3326,-652" coordsize="1462,0" path="m4787,-652l3326,-652e" filled="false" stroked="true" strokeweight=".515pt" strokecolor="#231f20">
                <v:path arrowok="t"/>
                <v:stroke dashstyle="dash"/>
              </v:shape>
            </v:group>
            <v:group style="position:absolute;left:8090;top:-951;width:2;height:1043" coordorigin="8090,-951" coordsize="2,1043">
              <v:shape style="position:absolute;left:8090;top:-951;width:2;height:1043" coordorigin="8090,-951" coordsize="0,1043" path="m8090,92l8090,-951e" filled="false" stroked="true" strokeweight=".515pt" strokecolor="#231f20">
                <v:path arrowok="t"/>
                <v:stroke dashstyle="dash"/>
              </v:shape>
            </v:group>
            <v:group style="position:absolute;left:3600;top:-652;width:461;height:461" coordorigin="3600,-652" coordsize="461,461">
              <v:shape style="position:absolute;left:3600;top:-652;width:461;height:461" coordorigin="3600,-652" coordsize="461,461" path="m4060,-652l3600,-192e" filled="false" stroked="true" strokeweight=".515pt" strokecolor="#231f20">
                <v:path arrowok="t"/>
              </v:shape>
            </v:group>
            <v:group style="position:absolute;left:3535;top:-227;width:101;height:101" coordorigin="3535,-227" coordsize="101,101">
              <v:shape style="position:absolute;left:3535;top:-227;width:101;height:101" coordorigin="3535,-227" coordsize="101,101" path="m3593,-227l3535,-127,3635,-185,3593,-227xe" filled="true" fillcolor="#231f20" stroked="false">
                <v:path arrowok="t"/>
                <v:fill type="solid"/>
              </v:shape>
            </v:group>
            <v:group style="position:absolute;left:2980;top:-110;width:543;height:316" coordorigin="2980,-110" coordsize="543,316">
              <v:shape style="position:absolute;left:2980;top:-110;width:543;height:316" coordorigin="2980,-110" coordsize="543,316" path="m3522,-110l3206,206,2980,206e" filled="false" stroked="true" strokeweight=".515pt" strokecolor="#231f20">
                <v:path arrowok="t"/>
              </v:shape>
            </v:group>
            <v:group style="position:absolute;left:6269;top:636;width:1822;height:2" coordorigin="6269,636" coordsize="1822,2">
              <v:shape style="position:absolute;left:6269;top:636;width:1822;height:2" coordorigin="6269,636" coordsize="1822,0" path="m8090,636l6269,636e" filled="false" stroked="true" strokeweight=".515pt" strokecolor="#231f20">
                <v:path arrowok="t"/>
              </v:shape>
            </v:group>
            <v:group style="position:absolute;left:8090;top:203;width:2;height:550" coordorigin="8090,203" coordsize="2,550">
              <v:shape style="position:absolute;left:8090;top:203;width:2;height:550" coordorigin="8090,203" coordsize="0,550" path="m8090,203l8090,753e" filled="false" stroked="true" strokeweight=".515pt" strokecolor="#231f20">
                <v:path arrowok="t"/>
              </v:shape>
            </v:group>
            <v:group style="position:absolute;left:4060;top:636;width:1822;height:2" coordorigin="4060,636" coordsize="1822,2">
              <v:shape style="position:absolute;left:4060;top:636;width:1822;height:2" coordorigin="4060,636" coordsize="1822,0" path="m5881,636l4060,636e" filled="false" stroked="true" strokeweight=".515pt" strokecolor="#231f20">
                <v:path arrowok="t"/>
              </v:shape>
            </v:group>
            <v:group style="position:absolute;left:4060;top:204;width:2;height:549" coordorigin="4060,204" coordsize="2,549">
              <v:shape style="position:absolute;left:4060;top:204;width:2;height:549" coordorigin="4060,204" coordsize="0,549" path="m4060,204l4060,753e" filled="false" stroked="true" strokeweight=".515pt" strokecolor="#231f20">
                <v:path arrowok="t"/>
              </v:shape>
            </v:group>
            <v:group style="position:absolute;left:8002;top:608;width:89;height:56" coordorigin="8002,608" coordsize="89,56">
              <v:shape style="position:absolute;left:8002;top:608;width:89;height:56" coordorigin="8002,608" coordsize="89,56" path="m8002,608l8002,664,8090,636,8002,608xe" filled="true" fillcolor="#231f20" stroked="false">
                <v:path arrowok="t"/>
                <v:fill type="solid"/>
              </v:shape>
            </v:group>
            <v:group style="position:absolute;left:8002;top:608;width:89;height:56" coordorigin="8002,608" coordsize="89,56">
              <v:shape style="position:absolute;left:8002;top:608;width:89;height:56" coordorigin="8002,608" coordsize="89,56" path="m8002,664l8090,636,8002,608,8002,664xe" filled="false" stroked="true" strokeweight="0pt" strokecolor="#231f20">
                <v:path arrowok="t"/>
              </v:shape>
            </v:group>
            <v:group style="position:absolute;left:4060;top:608;width:89;height:56" coordorigin="4060,608" coordsize="89,56">
              <v:shape style="position:absolute;left:4060;top:608;width:89;height:56" coordorigin="4060,608" coordsize="89,56" path="m4148,608l4060,636,4148,664,4148,608xe" filled="true" fillcolor="#231f20" stroked="false">
                <v:path arrowok="t"/>
                <v:fill type="solid"/>
              </v:shape>
            </v:group>
            <v:group style="position:absolute;left:4060;top:608;width:89;height:56" coordorigin="4060,608" coordsize="89,56">
              <v:shape style="position:absolute;left:4060;top:608;width:89;height:56" coordorigin="4060,608" coordsize="89,56" path="m4148,608l4060,636,4148,664,4148,608xe" filled="false" stroked="true" strokeweight="0pt" strokecolor="#231f20">
                <v:path arrowok="t"/>
              </v:shape>
            </v:group>
            <v:group style="position:absolute;left:7300;top:356;width:790;height:2" coordorigin="7300,356" coordsize="790,2">
              <v:shape style="position:absolute;left:7300;top:356;width:790;height:2" coordorigin="7300,356" coordsize="790,0" path="m7300,356l8090,356e" filled="false" stroked="true" strokeweight=".515pt" strokecolor="#231f20">
                <v:path arrowok="t"/>
              </v:shape>
            </v:group>
            <v:group style="position:absolute;left:6228;top:356;width:790;height:2" coordorigin="6228,356" coordsize="790,2">
              <v:shape style="position:absolute;left:6228;top:356;width:790;height:2" coordorigin="6228,356" coordsize="790,0" path="m6228,356l7018,356e" filled="false" stroked="true" strokeweight=".515pt" strokecolor="#231f20">
                <v:path arrowok="t"/>
              </v:shape>
            </v:group>
            <v:group style="position:absolute;left:6228;top:205;width:2;height:268" coordorigin="6228,205" coordsize="2,268">
              <v:shape style="position:absolute;left:6228;top:205;width:2;height:268" coordorigin="6228,205" coordsize="0,268" path="m6228,205l6228,472e" filled="false" stroked="true" strokeweight=".515pt" strokecolor="#231f20">
                <v:path arrowok="t"/>
              </v:shape>
            </v:group>
            <v:group style="position:absolute;left:6228;top:328;width:89;height:56" coordorigin="6228,328" coordsize="89,56">
              <v:shape style="position:absolute;left:6228;top:328;width:89;height:56" coordorigin="6228,328" coordsize="89,56" path="m6317,328l6228,356,6317,383,6317,328xe" filled="true" fillcolor="#231f20" stroked="false">
                <v:path arrowok="t"/>
                <v:fill type="solid"/>
              </v:shape>
            </v:group>
            <v:group style="position:absolute;left:6228;top:328;width:89;height:56" coordorigin="6228,328" coordsize="89,56">
              <v:shape style="position:absolute;left:6228;top:328;width:89;height:56" coordorigin="6228,328" coordsize="89,56" path="m6317,328l6228,356,6317,383,6317,328xe" filled="false" stroked="true" strokeweight="0pt" strokecolor="#231f20">
                <v:path arrowok="t"/>
              </v:shape>
            </v:group>
            <v:group style="position:absolute;left:8002;top:328;width:89;height:56" coordorigin="8002,328" coordsize="89,56">
              <v:shape style="position:absolute;left:8002;top:328;width:89;height:56" coordorigin="8002,328" coordsize="89,56" path="m8002,328l8002,383,8090,356,8002,328xe" filled="true" fillcolor="#231f20" stroked="false">
                <v:path arrowok="t"/>
                <v:fill type="solid"/>
              </v:shape>
            </v:group>
            <v:group style="position:absolute;left:8002;top:328;width:89;height:56" coordorigin="8002,328" coordsize="89,56">
              <v:shape style="position:absolute;left:8002;top:328;width:89;height:56" coordorigin="8002,328" coordsize="89,56" path="m8002,383l8090,356,8002,328,8002,383xe" filled="false" stroked="true" strokeweight="0pt" strokecolor="#231f20">
                <v:path arrowok="t"/>
              </v:shape>
            </v:group>
            <v:group style="position:absolute;left:7409;top:-1711;width:681;height:1060" coordorigin="7409,-1711" coordsize="681,1060">
              <v:shape style="position:absolute;left:7409;top:-1711;width:681;height:1060" coordorigin="7409,-1711" coordsize="681,1060" path="m8090,-652l7595,-1711,7409,-1711e" filled="false" stroked="true" strokeweight=".515pt" strokecolor="#231f20">
                <v:path arrowok="t"/>
              </v:shape>
            </v:group>
            <v:group style="position:absolute;left:8027;top:-744;width:63;height:92" coordorigin="8027,-744" coordsize="63,92">
              <v:shape style="position:absolute;left:8027;top:-744;width:63;height:92" coordorigin="8027,-744" coordsize="63,92" path="m8078,-744l8027,-720,8090,-652,8078,-744xe" filled="true" fillcolor="#231f20" stroked="false">
                <v:path arrowok="t"/>
                <v:fill type="solid"/>
              </v:shape>
            </v:group>
            <v:group style="position:absolute;left:8027;top:-744;width:63;height:92" coordorigin="8027,-744" coordsize="63,92">
              <v:shape style="position:absolute;left:8027;top:-744;width:63;height:92" coordorigin="8027,-744" coordsize="63,92" path="m8027,-720l8090,-652,8078,-744,8027,-720xe" filled="false" stroked="true" strokeweight="0pt" strokecolor="#231f20">
                <v:path arrowok="t"/>
              </v:shape>
            </v:group>
            <v:group style="position:absolute;left:4060;top:-1711;width:516;height:1060" coordorigin="4060,-1711" coordsize="516,1060">
              <v:shape style="position:absolute;left:4060;top:-1711;width:516;height:1060" coordorigin="4060,-1711" coordsize="516,1060" path="m4060,-652l4390,-1711,4576,-1711e" filled="false" stroked="true" strokeweight=".515pt" strokecolor="#231f20">
                <v:path arrowok="t"/>
              </v:shape>
            </v:group>
            <v:group style="position:absolute;left:4060;top:-745;width:54;height:93" coordorigin="4060,-745" coordsize="54,93">
              <v:shape style="position:absolute;left:4060;top:-745;width:54;height:93" coordorigin="4060,-745" coordsize="54,93" path="m4060,-745l4060,-652,4113,-728,4060,-745xe" filled="true" fillcolor="#231f20" stroked="false">
                <v:path arrowok="t"/>
                <v:fill type="solid"/>
              </v:shape>
            </v:group>
            <v:group style="position:absolute;left:4060;top:-745;width:54;height:93" coordorigin="4060,-745" coordsize="54,93">
              <v:shape style="position:absolute;left:4060;top:-745;width:54;height:93" coordorigin="4060,-745" coordsize="54,93" path="m4060,-745l4060,-652,4113,-728,4060,-745xe" filled="false" stroked="true" strokeweight="0pt" strokecolor="#231f20">
                <v:path arrowok="t"/>
              </v:shape>
              <v:shape style="position:absolute;left:4610;top:-1814;width:727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 w:hAnsi="Myriad Pro"/>
                          <w:color w:val="231F20"/>
                          <w:sz w:val="20"/>
                        </w:rPr>
                        <w:t>Ø30</w:t>
                      </w:r>
                      <w:r>
                        <w:rPr>
                          <w:rFonts w:ascii="Myriad Pro" w:hAnsi="Myriad Pro"/>
                          <w:color w:val="231F20"/>
                          <w:spacing w:val="14"/>
                          <w:sz w:val="20"/>
                        </w:rPr>
                        <w:t> </w:t>
                      </w:r>
                      <w:r>
                        <w:rPr>
                          <w:rFonts w:ascii="Myriad Pro" w:hAnsi="Myriad Pro"/>
                          <w:color w:val="231F20"/>
                          <w:sz w:val="20"/>
                        </w:rPr>
                        <w:t>drill</w:t>
                      </w:r>
                      <w:r>
                        <w:rPr>
                          <w:rFonts w:ascii="Myriad Pro" w:hAns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022;top:-1814;width:354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 w:hAnsi="Myriad Pro"/>
                          <w:color w:val="231F20"/>
                          <w:sz w:val="20"/>
                        </w:rPr>
                        <w:t>Ø20</w:t>
                      </w:r>
                      <w:r>
                        <w:rPr>
                          <w:rFonts w:ascii="Myriad Pro" w:hAns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054;top:253;width:212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90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917;top:534;width:317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200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Myriad Pro"/>
          <w:color w:val="231F20"/>
          <w:sz w:val="20"/>
        </w:rPr>
        <w:t>R30</w:t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8"/>
        <w:rPr>
          <w:rFonts w:ascii="Myriad Pro" w:hAnsi="Myriad Pro" w:cs="Myriad Pro" w:eastAsia="Myriad Pro"/>
          <w:sz w:val="18"/>
          <w:szCs w:val="18"/>
        </w:rPr>
      </w:pPr>
    </w:p>
    <w:p>
      <w:pPr>
        <w:spacing w:before="73"/>
        <w:ind w:left="2985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pacing w:val="-1"/>
          <w:sz w:val="20"/>
        </w:rPr>
        <w:t>Notes:</w:t>
      </w:r>
      <w:r>
        <w:rPr>
          <w:rFonts w:ascii="Myriad Pro"/>
          <w:sz w:val="20"/>
        </w:rPr>
      </w:r>
    </w:p>
    <w:p>
      <w:pPr>
        <w:numPr>
          <w:ilvl w:val="0"/>
          <w:numId w:val="7"/>
        </w:numPr>
        <w:tabs>
          <w:tab w:pos="3178" w:val="left" w:leader="none"/>
        </w:tabs>
        <w:spacing w:before="7"/>
        <w:ind w:left="3177" w:right="0" w:hanging="192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pacing w:val="-1"/>
          <w:sz w:val="20"/>
        </w:rPr>
        <w:t>All</w:t>
      </w:r>
      <w:r>
        <w:rPr>
          <w:rFonts w:ascii="Myriad Pro"/>
          <w:color w:val="231F20"/>
          <w:spacing w:val="10"/>
          <w:sz w:val="20"/>
        </w:rPr>
        <w:t> </w:t>
      </w:r>
      <w:r>
        <w:rPr>
          <w:rFonts w:ascii="Myriad Pro"/>
          <w:color w:val="231F20"/>
          <w:sz w:val="20"/>
        </w:rPr>
        <w:t>dimensions</w:t>
      </w:r>
      <w:r>
        <w:rPr>
          <w:rFonts w:ascii="Myriad Pro"/>
          <w:color w:val="231F20"/>
          <w:spacing w:val="11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are</w:t>
      </w:r>
      <w:r>
        <w:rPr>
          <w:rFonts w:ascii="Myriad Pro"/>
          <w:color w:val="231F20"/>
          <w:spacing w:val="11"/>
          <w:sz w:val="20"/>
        </w:rPr>
        <w:t> </w:t>
      </w:r>
      <w:r>
        <w:rPr>
          <w:rFonts w:ascii="Myriad Pro"/>
          <w:color w:val="231F20"/>
          <w:sz w:val="20"/>
        </w:rPr>
        <w:t>in</w:t>
      </w:r>
      <w:r>
        <w:rPr>
          <w:rFonts w:ascii="Myriad Pro"/>
          <w:color w:val="231F20"/>
          <w:spacing w:val="10"/>
          <w:sz w:val="20"/>
        </w:rPr>
        <w:t> </w:t>
      </w:r>
      <w:r>
        <w:rPr>
          <w:rFonts w:ascii="Myriad Pro"/>
          <w:color w:val="231F20"/>
          <w:sz w:val="20"/>
        </w:rPr>
        <w:t>mm</w:t>
      </w:r>
      <w:r>
        <w:rPr>
          <w:rFonts w:ascii="Myriad Pro"/>
          <w:sz w:val="20"/>
        </w:rPr>
      </w:r>
    </w:p>
    <w:p>
      <w:pPr>
        <w:numPr>
          <w:ilvl w:val="0"/>
          <w:numId w:val="7"/>
        </w:numPr>
        <w:tabs>
          <w:tab w:pos="3178" w:val="left" w:leader="none"/>
        </w:tabs>
        <w:spacing w:before="7"/>
        <w:ind w:left="3177" w:right="0" w:hanging="192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color w:val="231F20"/>
          <w:spacing w:val="-1"/>
          <w:sz w:val="20"/>
          <w:szCs w:val="20"/>
        </w:rPr>
        <w:t>Materials</w:t>
      </w:r>
      <w:r>
        <w:rPr>
          <w:rFonts w:ascii="Myriad Pro" w:hAnsi="Myriad Pro" w:cs="Myriad Pro" w:eastAsia="Myriad Pro"/>
          <w:color w:val="231F20"/>
          <w:spacing w:val="7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-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6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×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60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mild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20"/>
          <w:szCs w:val="20"/>
        </w:rPr>
        <w:t>steel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20"/>
          <w:szCs w:val="20"/>
        </w:rPr>
        <w:t>plate</w: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94"/>
        <w:ind w:left="3435" w:right="1466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2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19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8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Connector</w:t>
      </w:r>
      <w:r>
        <w:rPr>
          <w:rFonts w:ascii="Myriad Pro" w:hAnsi="Myriad Pro" w:cs="Myriad Pro" w:eastAsia="Myriad Pro"/>
          <w:color w:val="231F20"/>
          <w:spacing w:val="13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arm</w:t>
      </w:r>
      <w:r>
        <w:rPr>
          <w:rFonts w:ascii="Myriad Pro" w:hAnsi="Myriad Pro" w:cs="Myriad Pro" w:eastAsia="Myriad Pro"/>
          <w:color w:val="231F20"/>
          <w:spacing w:val="13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–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metric</w:t>
      </w:r>
      <w:r>
        <w:rPr>
          <w:rFonts w:ascii="Myriad Pro" w:hAnsi="Myriad Pro" w:cs="Myriad Pro" w:eastAsia="Myriad Pro"/>
          <w:color w:val="231F20"/>
          <w:spacing w:val="13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measurement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3"/>
          <w:szCs w:val="23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1"/>
        </w:rPr>
        <w:t>Imperial</w:t>
      </w:r>
      <w:r>
        <w:rPr>
          <w:color w:val="4F61AB"/>
          <w:spacing w:val="38"/>
        </w:rPr>
        <w:t> </w:t>
      </w:r>
      <w:r>
        <w:rPr>
          <w:color w:val="4F61AB"/>
        </w:rPr>
        <w:t>system</w:t>
      </w:r>
      <w:r>
        <w:rPr>
          <w:color w:val="4F61AB"/>
          <w:spacing w:val="38"/>
        </w:rPr>
        <w:t> </w:t>
      </w:r>
      <w:r>
        <w:rPr>
          <w:color w:val="4F61AB"/>
        </w:rPr>
        <w:t>of</w:t>
      </w:r>
      <w:r>
        <w:rPr>
          <w:color w:val="4F61AB"/>
          <w:spacing w:val="39"/>
        </w:rPr>
        <w:t> </w:t>
      </w:r>
      <w:r>
        <w:rPr>
          <w:color w:val="4F61AB"/>
        </w:rPr>
        <w:t>measurement</w:t>
      </w:r>
      <w:r>
        <w:rPr>
          <w:b w:val="0"/>
        </w:rPr>
      </w:r>
    </w:p>
    <w:p>
      <w:pPr>
        <w:pStyle w:val="BodyText"/>
        <w:spacing w:line="280" w:lineRule="auto" w:before="34"/>
        <w:ind w:left="762" w:right="1163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imperial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drawing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may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use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decimal-inch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system,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  <w:spacing w:val="1"/>
        </w:rPr>
        <w:t>fractional-inch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system,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feet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  <w:spacing w:val="1"/>
        </w:rPr>
        <w:t>and</w:t>
      </w:r>
      <w:r>
        <w:rPr>
          <w:rFonts w:ascii="Myriad Pro"/>
          <w:color w:val="231F20"/>
          <w:spacing w:val="62"/>
          <w:w w:val="102"/>
        </w:rPr>
        <w:t> </w:t>
      </w:r>
      <w:r>
        <w:rPr>
          <w:rFonts w:ascii="Myriad Pro"/>
          <w:color w:val="231F20"/>
        </w:rPr>
        <w:t>inches.</w:t>
      </w:r>
      <w:r>
        <w:rPr>
          <w:rFonts w:ascii="Myriad Pro"/>
        </w:rPr>
      </w:r>
    </w:p>
    <w:p>
      <w:pPr>
        <w:pStyle w:val="BodyText"/>
        <w:numPr>
          <w:ilvl w:val="0"/>
          <w:numId w:val="6"/>
        </w:numPr>
        <w:tabs>
          <w:tab w:pos="1504" w:val="left" w:leader="none"/>
        </w:tabs>
        <w:spacing w:line="280" w:lineRule="auto" w:before="100" w:after="0"/>
        <w:ind w:left="1503" w:right="1390" w:hanging="37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1"/>
        </w:rPr>
        <w:t>In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decimal-inch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system,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  <w:spacing w:val="1"/>
        </w:rPr>
        <w:t>very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accurate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dimensions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for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items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such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machine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  <w:spacing w:val="2"/>
        </w:rPr>
        <w:t>parts</w:t>
      </w:r>
      <w:r>
        <w:rPr>
          <w:rFonts w:ascii="Myriad Pro"/>
          <w:color w:val="231F20"/>
          <w:spacing w:val="62"/>
          <w:w w:val="102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expressed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decimals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inch,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such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0.005</w:t>
      </w:r>
      <w:r>
        <w:rPr>
          <w:rFonts w:ascii="Myriad Pro"/>
          <w:color w:val="231F20"/>
          <w:spacing w:val="-24"/>
        </w:rPr>
        <w:t>"</w:t>
      </w:r>
      <w:r>
        <w:rPr>
          <w:rFonts w:ascii="Myriad Pro"/>
          <w:color w:val="231F20"/>
        </w:rPr>
        <w:t>.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In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words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this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reads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five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2"/>
        </w:rPr>
        <w:t>one-</w:t>
      </w:r>
      <w:r>
        <w:rPr>
          <w:rFonts w:ascii="Myriad Pro"/>
          <w:color w:val="231F20"/>
          <w:spacing w:val="30"/>
          <w:w w:val="102"/>
        </w:rPr>
        <w:t> </w:t>
      </w:r>
      <w:r>
        <w:rPr>
          <w:rFonts w:ascii="Myriad Pro"/>
          <w:color w:val="231F20"/>
        </w:rPr>
        <w:t>thousandths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  <w:spacing w:val="1"/>
        </w:rPr>
        <w:t>inch.</w:t>
      </w:r>
      <w:r>
        <w:rPr>
          <w:rFonts w:ascii="Myriad Pro"/>
        </w:rPr>
      </w:r>
    </w:p>
    <w:p>
      <w:pPr>
        <w:pStyle w:val="BodyText"/>
        <w:numPr>
          <w:ilvl w:val="0"/>
          <w:numId w:val="6"/>
        </w:numPr>
        <w:tabs>
          <w:tab w:pos="1504" w:val="left" w:leader="none"/>
        </w:tabs>
        <w:spacing w:line="280" w:lineRule="auto" w:before="192" w:after="0"/>
        <w:ind w:left="1503" w:right="1163" w:hanging="37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1"/>
        </w:rPr>
        <w:t>In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fraction-inch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system,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dimensions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for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things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such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steel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lumber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sizes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52"/>
          <w:w w:val="102"/>
        </w:rPr>
        <w:t> </w:t>
      </w:r>
      <w:r>
        <w:rPr>
          <w:rFonts w:ascii="Myriad Pro"/>
          <w:color w:val="231F20"/>
        </w:rPr>
        <w:t>expressed</w:t>
      </w:r>
      <w:r>
        <w:rPr>
          <w:rFonts w:ascii="Myriad Pro"/>
          <w:color w:val="231F20"/>
          <w:spacing w:val="5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6"/>
        </w:rPr>
        <w:t> </w:t>
      </w:r>
      <w:r>
        <w:rPr>
          <w:rFonts w:ascii="Myriad Pro"/>
          <w:color w:val="231F20"/>
        </w:rPr>
        <w:t>inches</w:t>
      </w:r>
      <w:r>
        <w:rPr>
          <w:rFonts w:ascii="Myriad Pro"/>
          <w:color w:val="231F20"/>
          <w:spacing w:val="6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5"/>
        </w:rPr>
        <w:t> </w:t>
      </w:r>
      <w:r>
        <w:rPr>
          <w:rFonts w:ascii="Myriad Pro"/>
          <w:color w:val="231F20"/>
          <w:spacing w:val="1"/>
        </w:rPr>
        <w:t>fractions</w:t>
      </w:r>
      <w:r>
        <w:rPr>
          <w:rFonts w:ascii="Myriad Pro"/>
          <w:color w:val="231F20"/>
          <w:spacing w:val="6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6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5"/>
        </w:rPr>
        <w:t> </w:t>
      </w:r>
      <w:r>
        <w:rPr>
          <w:rFonts w:ascii="Myriad Pro"/>
          <w:color w:val="231F20"/>
        </w:rPr>
        <w:t>inch</w:t>
      </w:r>
      <w:r>
        <w:rPr>
          <w:rFonts w:ascii="Myriad Pro"/>
          <w:color w:val="231F20"/>
          <w:spacing w:val="6"/>
        </w:rPr>
        <w:t> </w:t>
      </w:r>
      <w:r>
        <w:rPr>
          <w:rFonts w:ascii="Myriad Pro"/>
          <w:color w:val="231F20"/>
        </w:rPr>
        <w:t>from</w:t>
      </w:r>
      <w:r>
        <w:rPr>
          <w:rFonts w:ascii="Myriad Pro"/>
          <w:color w:val="231F20"/>
          <w:spacing w:val="6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6"/>
        </w:rPr>
        <w:t> </w:t>
      </w:r>
      <w:r>
        <w:rPr>
          <w:rFonts w:ascii="Myriad Pro"/>
          <w:color w:val="231F20"/>
        </w:rPr>
        <w:t>small</w:t>
      </w:r>
      <w:r>
        <w:rPr>
          <w:rFonts w:ascii="Myriad Pro"/>
          <w:color w:val="231F20"/>
          <w:spacing w:val="5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6"/>
        </w:rPr>
        <w:t> </w:t>
      </w:r>
      <w:r>
        <w:rPr>
          <w:rFonts w:ascii="Myriad Pro"/>
          <w:color w:val="231F20"/>
          <w:spacing w:val="1"/>
        </w:rPr>
        <w:t>1/64"</w:t>
      </w:r>
      <w:r>
        <w:rPr>
          <w:rFonts w:ascii="Myriad Pro"/>
          <w:color w:val="231F20"/>
          <w:spacing w:val="6"/>
        </w:rPr>
        <w:t> </w:t>
      </w:r>
      <w:r>
        <w:rPr>
          <w:rFonts w:ascii="Myriad Pro"/>
          <w:color w:val="231F20"/>
        </w:rPr>
        <w:t>(Figure</w:t>
      </w:r>
      <w:r>
        <w:rPr>
          <w:rFonts w:ascii="Myriad Pro"/>
          <w:color w:val="231F20"/>
          <w:spacing w:val="5"/>
        </w:rPr>
        <w:t> </w:t>
      </w:r>
      <w:r>
        <w:rPr>
          <w:rFonts w:ascii="Myriad Pro"/>
          <w:color w:val="231F20"/>
        </w:rPr>
        <w:t>20).</w:t>
      </w:r>
      <w:r>
        <w:rPr>
          <w:rFonts w:ascii="Myriad Pro"/>
          <w:color w:val="231F20"/>
          <w:spacing w:val="6"/>
        </w:rPr>
        <w:t> </w:t>
      </w:r>
      <w:r>
        <w:rPr>
          <w:rFonts w:ascii="Myriad Pro"/>
          <w:color w:val="231F20"/>
          <w:spacing w:val="1"/>
        </w:rPr>
        <w:t>Most</w:t>
      </w:r>
      <w:r>
        <w:rPr>
          <w:rFonts w:ascii="Myriad Pro"/>
          <w:color w:val="231F20"/>
          <w:spacing w:val="50"/>
          <w:w w:val="102"/>
        </w:rPr>
        <w:t> </w:t>
      </w:r>
      <w:r>
        <w:rPr>
          <w:rFonts w:ascii="Myriad Pro"/>
          <w:color w:val="231F20"/>
        </w:rPr>
        <w:t>drawings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dimensioned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imperial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system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will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use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  <w:spacing w:val="1"/>
        </w:rPr>
        <w:t>fraction-inch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system.</w:t>
      </w:r>
      <w:r>
        <w:rPr>
          <w:rFonts w:ascii="Myriad Pro"/>
        </w:rPr>
      </w:r>
    </w:p>
    <w:p>
      <w:pPr>
        <w:spacing w:after="0" w:line="280" w:lineRule="auto"/>
        <w:jc w:val="left"/>
        <w:rPr>
          <w:rFonts w:ascii="Myriad Pro" w:hAnsi="Myriad Pro" w:cs="Myriad Pro" w:eastAsia="Myriad Pro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6"/>
        <w:rPr>
          <w:rFonts w:ascii="Myriad Pro" w:hAnsi="Myriad Pro" w:cs="Myriad Pro" w:eastAsia="Myriad Pro"/>
          <w:sz w:val="16"/>
          <w:szCs w:val="16"/>
        </w:rPr>
      </w:pPr>
    </w:p>
    <w:p>
      <w:pPr>
        <w:numPr>
          <w:ilvl w:val="1"/>
          <w:numId w:val="8"/>
        </w:numPr>
        <w:tabs>
          <w:tab w:pos="2531" w:val="left" w:leader="none"/>
        </w:tabs>
        <w:spacing w:before="73"/>
        <w:ind w:left="2530" w:right="0" w:hanging="274"/>
        <w:jc w:val="left"/>
        <w:rPr>
          <w:rFonts w:ascii="Myriad Pro" w:hAnsi="Myriad Pro" w:cs="Myriad Pro" w:eastAsia="Myriad Pro"/>
          <w:sz w:val="20"/>
          <w:szCs w:val="20"/>
        </w:rPr>
      </w:pPr>
      <w:r>
        <w:rPr/>
        <w:pict>
          <v:group style="position:absolute;margin-left:192.396805pt;margin-top:-90.712425pt;width:292.05pt;height:128.65pt;mso-position-horizontal-relative:page;mso-position-vertical-relative:paragraph;z-index:3136" coordorigin="3848,-1814" coordsize="5841,2573">
            <v:group style="position:absolute;left:4199;top:-1417;width:5480;height:1529" coordorigin="4199,-1417" coordsize="5480,1529">
              <v:shape style="position:absolute;left:4199;top:-1417;width:5480;height:1529" coordorigin="4199,-1417" coordsize="5480,1529" path="m8914,112l4963,112,4901,110,4839,102,4780,90,4722,73,4613,27,4512,-36,4423,-112,4347,-201,4284,-302,4238,-411,4221,-469,4209,-529,4201,-590,4199,-652,4201,-715,4209,-776,4221,-835,4238,-893,4284,-1003,4347,-1103,4423,-1192,4512,-1269,4613,-1331,4722,-1377,4780,-1394,4839,-1407,4901,-1414,4963,-1417,8914,-1417,8976,-1414,9038,-1407,9097,-1394,9155,-1377,9265,-1331,9365,-1269,9454,-1192,9530,-1103,9593,-1003,9639,-893,9656,-835,9668,-776,9676,-715,9678,-652,9676,-590,9668,-529,9656,-469,9639,-411,9593,-302,9530,-201,9454,-112,9365,-36,9265,27,9155,73,9097,90,9038,102,8976,110,8914,112xe" filled="false" stroked="true" strokeweight="1.029pt" strokecolor="#231f20">
                <v:path arrowok="t"/>
              </v:shape>
            </v:group>
            <v:group style="position:absolute;left:6850;top:-931;width:2408;height:557" coordorigin="6850,-931" coordsize="2408,557">
              <v:shape style="position:absolute;left:6850;top:-931;width:2408;height:557" coordorigin="6850,-931" coordsize="2408,557" path="m8980,-931l7128,-931,7105,-930,7040,-916,6982,-888,6932,-847,6892,-794,6864,-732,6851,-661,6850,-636,6852,-613,6870,-549,6901,-491,6945,-443,6999,-406,7060,-382,7128,-374,8980,-374,9046,-382,9107,-405,9161,-442,9204,-491,9236,-551,9254,-619,9258,-668,9256,-691,9238,-756,9207,-813,9163,-861,9109,-899,9047,-922,8980,-931xe" filled="true" fillcolor="#ffffff" stroked="false">
                <v:path arrowok="t"/>
                <v:fill type="solid"/>
              </v:shape>
            </v:group>
            <v:group style="position:absolute;left:6850;top:-931;width:2408;height:557" coordorigin="6850,-931" coordsize="2408,557">
              <v:shape style="position:absolute;left:6850;top:-931;width:2408;height:557" coordorigin="6850,-931" coordsize="2408,557" path="m8980,-374l7128,-374,7105,-375,7039,-388,6980,-417,6929,-458,6889,-509,6862,-570,6850,-636,6851,-661,6864,-732,6892,-794,6932,-847,6982,-888,7040,-916,7105,-930,7128,-931,8980,-931,9047,-922,9109,-899,9163,-861,9207,-813,9238,-756,9256,-691,9258,-668,9257,-643,9244,-573,9216,-510,9176,-457,9126,-416,9068,-388,9002,-375,8980,-374xe" filled="false" stroked="true" strokeweight="1.029pt" strokecolor="#231f20">
                <v:path arrowok="t"/>
              </v:shape>
            </v:group>
            <v:group style="position:absolute;left:4655;top:-930;width:557;height:556" coordorigin="4655,-930" coordsize="557,556">
              <v:shape style="position:absolute;left:4655;top:-930;width:557;height:556" coordorigin="4655,-930" coordsize="557,556" path="m4918,-930l4851,-918,4791,-891,4740,-851,4699,-801,4670,-741,4656,-675,4655,-652,4656,-629,4670,-564,4698,-506,4739,-456,4791,-416,4854,-388,4924,-375,4949,-375,4972,-377,5037,-394,5094,-425,5142,-469,5180,-522,5203,-584,5212,-652,5211,-675,5197,-740,5169,-799,5128,-849,5076,-888,5014,-916,4943,-929,4918,-930xe" filled="true" fillcolor="#ffffff" stroked="false">
                <v:path arrowok="t"/>
                <v:fill type="solid"/>
              </v:shape>
            </v:group>
            <v:group style="position:absolute;left:4655;top:-930;width:557;height:556" coordorigin="4655,-930" coordsize="557,556">
              <v:shape style="position:absolute;left:4655;top:-930;width:557;height:556" coordorigin="4655,-930" coordsize="557,556" path="m5212,-652l5203,-584,5180,-522,5142,-469,5094,-425,5037,-394,4972,-377,4949,-375,4924,-375,4854,-388,4791,-416,4739,-456,4698,-506,4670,-564,4656,-629,4655,-652,4656,-675,4670,-741,4699,-801,4740,-851,4791,-891,4851,-918,4918,-930,4943,-929,5014,-916,5076,-888,5128,-849,5169,-799,5197,-740,5211,-675,5212,-652xe" filled="false" stroked="true" strokeweight="1.029pt" strokecolor="#231f20">
                <v:path arrowok="t"/>
              </v:shape>
            </v:group>
            <v:group style="position:absolute;left:6709;top:-652;width:2779;height:2" coordorigin="6709,-652" coordsize="2779,2">
              <v:shape style="position:absolute;left:6709;top:-652;width:2779;height:2" coordorigin="6709,-652" coordsize="2779,0" path="m6709,-652l9487,-652e" filled="false" stroked="true" strokeweight=".515pt" strokecolor="#231f20">
                <v:path arrowok="t"/>
                <v:stroke dashstyle="dash"/>
              </v:shape>
            </v:group>
            <v:group style="position:absolute;left:7102;top:-971;width:2;height:1043" coordorigin="7102,-971" coordsize="2,1043">
              <v:shape style="position:absolute;left:7102;top:-971;width:2;height:1043" coordorigin="7102,-971" coordsize="0,1043" path="m7102,71l7102,-971e" filled="false" stroked="true" strokeweight=".515pt" strokecolor="#231f20">
                <v:path arrowok="t"/>
                <v:stroke dashstyle="dash"/>
              </v:shape>
            </v:group>
            <v:group style="position:absolute;left:4934;top:-1458;width:2;height:1529" coordorigin="4934,-1458" coordsize="2,1529">
              <v:shape style="position:absolute;left:4934;top:-1458;width:2;height:1529" coordorigin="4934,-1458" coordsize="0,1529" path="m4934,71l4934,-1458e" filled="false" stroked="true" strokeweight=".515pt" strokecolor="#231f20">
                <v:path arrowok="t"/>
                <v:stroke dashstyle="dash"/>
              </v:shape>
            </v:group>
            <v:group style="position:absolute;left:4199;top:-652;width:1462;height:2" coordorigin="4199,-652" coordsize="1462,2">
              <v:shape style="position:absolute;left:4199;top:-652;width:1462;height:2" coordorigin="4199,-652" coordsize="1462,0" path="m5660,-652l4199,-652e" filled="false" stroked="true" strokeweight=".515pt" strokecolor="#231f20">
                <v:path arrowok="t"/>
                <v:stroke dashstyle="dash"/>
              </v:shape>
            </v:group>
            <v:group style="position:absolute;left:8964;top:-951;width:2;height:1043" coordorigin="8964,-951" coordsize="2,1043">
              <v:shape style="position:absolute;left:8964;top:-951;width:2;height:1043" coordorigin="8964,-951" coordsize="0,1043" path="m8964,92l8964,-951e" filled="false" stroked="true" strokeweight=".515pt" strokecolor="#231f20">
                <v:path arrowok="t"/>
                <v:stroke dashstyle="dash"/>
              </v:shape>
            </v:group>
            <v:group style="position:absolute;left:4473;top:-652;width:461;height:461" coordorigin="4473,-652" coordsize="461,461">
              <v:shape style="position:absolute;left:4473;top:-652;width:461;height:461" coordorigin="4473,-652" coordsize="461,461" path="m4934,-652l4473,-192e" filled="false" stroked="true" strokeweight=".515pt" strokecolor="#231f20">
                <v:path arrowok="t"/>
              </v:shape>
            </v:group>
            <v:group style="position:absolute;left:4409;top:-227;width:101;height:101" coordorigin="4409,-227" coordsize="101,101">
              <v:shape style="position:absolute;left:4409;top:-227;width:101;height:101" coordorigin="4409,-227" coordsize="101,101" path="m4466,-227l4409,-127,4509,-185,4466,-227xe" filled="true" fillcolor="#231f20" stroked="false">
                <v:path arrowok="t"/>
                <v:fill type="solid"/>
              </v:shape>
            </v:group>
            <v:group style="position:absolute;left:3853;top:-110;width:543;height:317" coordorigin="3853,-110" coordsize="543,317">
              <v:shape style="position:absolute;left:3853;top:-110;width:543;height:317" coordorigin="3853,-110" coordsize="543,317" path="m4396,-110l4080,206,3853,206e" filled="false" stroked="true" strokeweight=".515pt" strokecolor="#231f20">
                <v:path arrowok="t"/>
              </v:shape>
            </v:group>
            <v:group style="position:absolute;left:8283;top:-1712;width:681;height:1060" coordorigin="8283,-1712" coordsize="681,1060">
              <v:shape style="position:absolute;left:8283;top:-1712;width:681;height:1060" coordorigin="8283,-1712" coordsize="681,1060" path="m8964,-652l8469,-1712,8283,-1712e" filled="false" stroked="true" strokeweight=".515pt" strokecolor="#231f20">
                <v:path arrowok="t"/>
              </v:shape>
            </v:group>
            <v:group style="position:absolute;left:8901;top:-744;width:63;height:92" coordorigin="8901,-744" coordsize="63,92">
              <v:shape style="position:absolute;left:8901;top:-744;width:63;height:92" coordorigin="8901,-744" coordsize="63,92" path="m8952,-744l8901,-720,8964,-652,8952,-744xe" filled="true" fillcolor="#231f20" stroked="false">
                <v:path arrowok="t"/>
                <v:fill type="solid"/>
              </v:shape>
            </v:group>
            <v:group style="position:absolute;left:8901;top:-744;width:63;height:92" coordorigin="8901,-744" coordsize="63,92">
              <v:shape style="position:absolute;left:8901;top:-744;width:63;height:92" coordorigin="8901,-744" coordsize="63,92" path="m8901,-720l8964,-652,8952,-744,8901,-720xe" filled="false" stroked="true" strokeweight="0pt" strokecolor="#231f20">
                <v:path arrowok="t"/>
              </v:shape>
            </v:group>
            <v:group style="position:absolute;left:4934;top:-1712;width:516;height:1060" coordorigin="4934,-1712" coordsize="516,1060">
              <v:shape style="position:absolute;left:4934;top:-1712;width:516;height:1060" coordorigin="4934,-1712" coordsize="516,1060" path="m4934,-652l5264,-1712,5449,-1712e" filled="false" stroked="true" strokeweight=".515pt" strokecolor="#231f20">
                <v:path arrowok="t"/>
              </v:shape>
            </v:group>
            <v:group style="position:absolute;left:4933;top:-745;width:54;height:93" coordorigin="4933,-745" coordsize="54,93">
              <v:shape style="position:absolute;left:4933;top:-745;width:54;height:93" coordorigin="4933,-745" coordsize="54,93" path="m4933,-745l4934,-652,4986,-728,4933,-745xe" filled="true" fillcolor="#231f20" stroked="false">
                <v:path arrowok="t"/>
                <v:fill type="solid"/>
              </v:shape>
            </v:group>
            <v:group style="position:absolute;left:4933;top:-745;width:54;height:93" coordorigin="4933,-745" coordsize="54,93">
              <v:shape style="position:absolute;left:4933;top:-745;width:54;height:93" coordorigin="4933,-745" coordsize="54,93" path="m4933,-745l4934,-652,4986,-728,4933,-745xe" filled="false" stroked="true" strokeweight="0pt" strokecolor="#231f20">
                <v:path arrowok="t"/>
              </v:shape>
            </v:group>
            <v:group style="position:absolute;left:7244;top:636;width:1720;height:2" coordorigin="7244,636" coordsize="1720,2">
              <v:shape style="position:absolute;left:7244;top:636;width:1720;height:2" coordorigin="7244,636" coordsize="1720,0" path="m8964,636l7244,636e" filled="false" stroked="true" strokeweight=".515pt" strokecolor="#231f20">
                <v:path arrowok="t"/>
              </v:shape>
            </v:group>
            <v:group style="position:absolute;left:8964;top:203;width:2;height:550" coordorigin="8964,203" coordsize="2,550">
              <v:shape style="position:absolute;left:8964;top:203;width:2;height:550" coordorigin="8964,203" coordsize="0,550" path="m8964,203l8964,753e" filled="false" stroked="true" strokeweight=".515pt" strokecolor="#231f20">
                <v:path arrowok="t"/>
              </v:shape>
            </v:group>
            <v:group style="position:absolute;left:4934;top:636;width:1720;height:2" coordorigin="4934,636" coordsize="1720,2">
              <v:shape style="position:absolute;left:4934;top:636;width:1720;height:2" coordorigin="4934,636" coordsize="1720,0" path="m6653,636l4934,636e" filled="false" stroked="true" strokeweight=".515pt" strokecolor="#231f20">
                <v:path arrowok="t"/>
              </v:shape>
            </v:group>
            <v:group style="position:absolute;left:4934;top:204;width:2;height:549" coordorigin="4934,204" coordsize="2,549">
              <v:shape style="position:absolute;left:4934;top:204;width:2;height:549" coordorigin="4934,204" coordsize="0,549" path="m4934,204l4934,753e" filled="false" stroked="true" strokeweight=".515pt" strokecolor="#231f20">
                <v:path arrowok="t"/>
              </v:shape>
            </v:group>
            <v:group style="position:absolute;left:8876;top:608;width:89;height:56" coordorigin="8876,608" coordsize="89,56">
              <v:shape style="position:absolute;left:8876;top:608;width:89;height:56" coordorigin="8876,608" coordsize="89,56" path="m8876,608l8876,664,8964,636,8876,608xe" filled="true" fillcolor="#231f20" stroked="false">
                <v:path arrowok="t"/>
                <v:fill type="solid"/>
              </v:shape>
            </v:group>
            <v:group style="position:absolute;left:8876;top:608;width:89;height:56" coordorigin="8876,608" coordsize="89,56">
              <v:shape style="position:absolute;left:8876;top:608;width:89;height:56" coordorigin="8876,608" coordsize="89,56" path="m8876,664l8964,636,8876,608,8876,664xe" filled="false" stroked="true" strokeweight="0pt" strokecolor="#231f20">
                <v:path arrowok="t"/>
              </v:shape>
            </v:group>
            <v:group style="position:absolute;left:4934;top:608;width:89;height:56" coordorigin="4934,608" coordsize="89,56">
              <v:shape style="position:absolute;left:4934;top:608;width:89;height:56" coordorigin="4934,608" coordsize="89,56" path="m5022,608l4934,636,5022,664,5022,608xe" filled="true" fillcolor="#231f20" stroked="false">
                <v:path arrowok="t"/>
                <v:fill type="solid"/>
              </v:shape>
            </v:group>
            <v:group style="position:absolute;left:4934;top:608;width:89;height:56" coordorigin="4934,608" coordsize="89,56">
              <v:shape style="position:absolute;left:4934;top:608;width:89;height:56" coordorigin="4934,608" coordsize="89,56" path="m5022,608l4934,636,5022,664,5022,608xe" filled="false" stroked="true" strokeweight="0pt" strokecolor="#231f20">
                <v:path arrowok="t"/>
              </v:shape>
            </v:group>
            <v:group style="position:absolute;left:8328;top:356;width:636;height:2" coordorigin="8328,356" coordsize="636,2">
              <v:shape style="position:absolute;left:8328;top:356;width:636;height:2" coordorigin="8328,356" coordsize="636,0" path="m8328,356l8964,356e" filled="false" stroked="true" strokeweight=".515pt" strokecolor="#231f20">
                <v:path arrowok="t"/>
              </v:shape>
            </v:group>
            <v:group style="position:absolute;left:7102;top:356;width:636;height:2" coordorigin="7102,356" coordsize="636,2">
              <v:shape style="position:absolute;left:7102;top:356;width:636;height:2" coordorigin="7102,356" coordsize="636,0" path="m7102,356l7738,356e" filled="false" stroked="true" strokeweight=".515pt" strokecolor="#231f20">
                <v:path arrowok="t"/>
              </v:shape>
            </v:group>
            <v:group style="position:absolute;left:7102;top:205;width:2;height:268" coordorigin="7102,205" coordsize="2,268">
              <v:shape style="position:absolute;left:7102;top:205;width:2;height:268" coordorigin="7102,205" coordsize="0,268" path="m7102,205l7102,472e" filled="false" stroked="true" strokeweight=".515pt" strokecolor="#231f20">
                <v:path arrowok="t"/>
              </v:shape>
            </v:group>
            <v:group style="position:absolute;left:7102;top:328;width:89;height:56" coordorigin="7102,328" coordsize="89,56">
              <v:shape style="position:absolute;left:7102;top:328;width:89;height:56" coordorigin="7102,328" coordsize="89,56" path="m7190,328l7102,356,7190,383,7190,328xe" filled="true" fillcolor="#231f20" stroked="false">
                <v:path arrowok="t"/>
                <v:fill type="solid"/>
              </v:shape>
            </v:group>
            <v:group style="position:absolute;left:7102;top:328;width:89;height:56" coordorigin="7102,328" coordsize="89,56">
              <v:shape style="position:absolute;left:7102;top:328;width:89;height:56" coordorigin="7102,328" coordsize="89,56" path="m7190,328l7102,356,7190,383,7190,328xe" filled="false" stroked="true" strokeweight="0pt" strokecolor="#231f20">
                <v:path arrowok="t"/>
              </v:shape>
            </v:group>
            <v:group style="position:absolute;left:8876;top:328;width:89;height:56" coordorigin="8876,328" coordsize="89,56">
              <v:shape style="position:absolute;left:8876;top:328;width:89;height:56" coordorigin="8876,328" coordsize="89,56" path="m8876,328l8876,383,8964,356,8876,328xe" filled="true" fillcolor="#231f20" stroked="false">
                <v:path arrowok="t"/>
                <v:fill type="solid"/>
              </v:shape>
            </v:group>
            <v:group style="position:absolute;left:8876;top:328;width:89;height:56" coordorigin="8876,328" coordsize="89,56">
              <v:shape style="position:absolute;left:8876;top:328;width:89;height:56" coordorigin="8876,328" coordsize="89,56" path="m8876,383l8964,356,8876,328,8876,383xe" filled="false" stroked="true" strokeweight="0pt" strokecolor="#231f20">
                <v:path arrowok="t"/>
              </v:shape>
              <v:shape style="position:absolute;left:5484;top:-1814;width:1079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 w:hAnsi="Myriad Pro"/>
                          <w:color w:val="231F20"/>
                          <w:sz w:val="20"/>
                        </w:rPr>
                        <w:t>1-1/2"</w:t>
                      </w:r>
                      <w:r>
                        <w:rPr>
                          <w:rFonts w:ascii="Myriad Pro" w:hAnsi="Myriad Pro"/>
                          <w:color w:val="231F20"/>
                          <w:spacing w:val="10"/>
                          <w:sz w:val="20"/>
                        </w:rPr>
                        <w:t> </w:t>
                      </w:r>
                      <w:r>
                        <w:rPr>
                          <w:rFonts w:ascii="Myriad Pro" w:hAnsi="Myriad Pro"/>
                          <w:color w:val="231F20"/>
                          <w:sz w:val="20"/>
                        </w:rPr>
                        <w:t>Ø</w:t>
                      </w:r>
                      <w:r>
                        <w:rPr>
                          <w:rFonts w:ascii="Myriad Pro" w:hAnsi="Myriad Pro"/>
                          <w:color w:val="231F20"/>
                          <w:spacing w:val="11"/>
                          <w:sz w:val="20"/>
                        </w:rPr>
                        <w:t> </w:t>
                      </w:r>
                      <w:r>
                        <w:rPr>
                          <w:rFonts w:ascii="Myriad Pro" w:hAnsi="Myriad Pro"/>
                          <w:color w:val="231F20"/>
                          <w:sz w:val="20"/>
                        </w:rPr>
                        <w:t>drill</w:t>
                      </w:r>
                      <w:r>
                        <w:rPr>
                          <w:rFonts w:ascii="Myriad Pro" w:hAns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712;top:-1814;width:537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 w:hAnsi="Myriad Pro"/>
                          <w:color w:val="231F20"/>
                          <w:sz w:val="20"/>
                        </w:rPr>
                        <w:t>3/8"</w:t>
                      </w:r>
                      <w:r>
                        <w:rPr>
                          <w:rFonts w:ascii="Myriad Pro" w:hAnsi="Myriad Pro"/>
                          <w:color w:val="231F20"/>
                          <w:spacing w:val="10"/>
                          <w:sz w:val="20"/>
                        </w:rPr>
                        <w:t> </w:t>
                      </w:r>
                      <w:r>
                        <w:rPr>
                          <w:rFonts w:ascii="Myriad Pro" w:hAnsi="Myriad Pro"/>
                          <w:color w:val="231F20"/>
                          <w:sz w:val="20"/>
                        </w:rPr>
                        <w:t>Ø</w:t>
                      </w:r>
                      <w:r>
                        <w:rPr>
                          <w:rFonts w:ascii="Myriad Pro" w:hAns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773;top:253;width:521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3-5/8"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6689;top:534;width:521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7-7/8"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Myriad Pro"/>
          <w:color w:val="231F20"/>
          <w:sz w:val="20"/>
        </w:rPr>
        <w:t>/2"</w:t>
      </w:r>
      <w:r>
        <w:rPr>
          <w:rFonts w:ascii="Myriad Pro"/>
          <w:color w:val="231F20"/>
          <w:spacing w:val="7"/>
          <w:sz w:val="20"/>
        </w:rPr>
        <w:t> </w:t>
      </w:r>
      <w:r>
        <w:rPr>
          <w:rFonts w:ascii="Myriad Pro"/>
          <w:color w:val="231F20"/>
          <w:sz w:val="20"/>
        </w:rPr>
        <w:t>R</w:t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8"/>
        <w:rPr>
          <w:rFonts w:ascii="Myriad Pro" w:hAnsi="Myriad Pro" w:cs="Myriad Pro" w:eastAsia="Myriad Pro"/>
          <w:sz w:val="18"/>
          <w:szCs w:val="18"/>
        </w:rPr>
      </w:pPr>
    </w:p>
    <w:p>
      <w:pPr>
        <w:spacing w:before="73"/>
        <w:ind w:left="3318" w:right="1466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pacing w:val="-1"/>
          <w:sz w:val="20"/>
        </w:rPr>
        <w:t>Notes:</w:t>
      </w:r>
      <w:r>
        <w:rPr>
          <w:rFonts w:ascii="Myriad Pro"/>
          <w:sz w:val="20"/>
        </w:rPr>
      </w:r>
    </w:p>
    <w:p>
      <w:pPr>
        <w:numPr>
          <w:ilvl w:val="2"/>
          <w:numId w:val="8"/>
        </w:numPr>
        <w:tabs>
          <w:tab w:pos="3511" w:val="left" w:leader="none"/>
        </w:tabs>
        <w:spacing w:before="7"/>
        <w:ind w:left="3510" w:right="0" w:hanging="191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pacing w:val="-1"/>
          <w:sz w:val="20"/>
        </w:rPr>
        <w:t>All</w:t>
      </w:r>
      <w:r>
        <w:rPr>
          <w:rFonts w:ascii="Myriad Pro"/>
          <w:color w:val="231F20"/>
          <w:spacing w:val="11"/>
          <w:sz w:val="20"/>
        </w:rPr>
        <w:t> </w:t>
      </w:r>
      <w:r>
        <w:rPr>
          <w:rFonts w:ascii="Myriad Pro"/>
          <w:color w:val="231F20"/>
          <w:sz w:val="20"/>
        </w:rPr>
        <w:t>dimensions</w:t>
      </w:r>
      <w:r>
        <w:rPr>
          <w:rFonts w:ascii="Myriad Pro"/>
          <w:color w:val="231F20"/>
          <w:spacing w:val="12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are</w:t>
      </w:r>
      <w:r>
        <w:rPr>
          <w:rFonts w:ascii="Myriad Pro"/>
          <w:color w:val="231F20"/>
          <w:spacing w:val="12"/>
          <w:sz w:val="20"/>
        </w:rPr>
        <w:t> </w:t>
      </w:r>
      <w:r>
        <w:rPr>
          <w:rFonts w:ascii="Myriad Pro"/>
          <w:color w:val="231F20"/>
          <w:sz w:val="20"/>
        </w:rPr>
        <w:t>in</w:t>
      </w:r>
      <w:r>
        <w:rPr>
          <w:rFonts w:ascii="Myriad Pro"/>
          <w:color w:val="231F20"/>
          <w:spacing w:val="11"/>
          <w:sz w:val="20"/>
        </w:rPr>
        <w:t> </w:t>
      </w:r>
      <w:r>
        <w:rPr>
          <w:rFonts w:ascii="Myriad Pro"/>
          <w:color w:val="231F20"/>
          <w:sz w:val="20"/>
        </w:rPr>
        <w:t>inches</w:t>
      </w:r>
      <w:r>
        <w:rPr>
          <w:rFonts w:ascii="Myriad Pro"/>
          <w:sz w:val="20"/>
        </w:rPr>
      </w:r>
    </w:p>
    <w:p>
      <w:pPr>
        <w:numPr>
          <w:ilvl w:val="2"/>
          <w:numId w:val="8"/>
        </w:numPr>
        <w:tabs>
          <w:tab w:pos="3511" w:val="left" w:leader="none"/>
        </w:tabs>
        <w:spacing w:before="7"/>
        <w:ind w:left="3510" w:right="0" w:hanging="191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color w:val="231F20"/>
          <w:spacing w:val="-1"/>
          <w:sz w:val="20"/>
          <w:szCs w:val="20"/>
        </w:rPr>
        <w:t>Materials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-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5/16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×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3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mild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20"/>
          <w:szCs w:val="20"/>
        </w:rPr>
        <w:t>steel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20"/>
          <w:szCs w:val="20"/>
        </w:rPr>
        <w:t>plate</w: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94"/>
        <w:ind w:left="3525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2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20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8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8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Connector</w:t>
      </w:r>
      <w:r>
        <w:rPr>
          <w:rFonts w:ascii="Myriad Pro" w:hAnsi="Myriad Pro" w:cs="Myriad Pro" w:eastAsia="Myriad Pro"/>
          <w:color w:val="231F20"/>
          <w:spacing w:val="13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arm</w:t>
      </w:r>
      <w:r>
        <w:rPr>
          <w:rFonts w:ascii="Myriad Pro" w:hAnsi="Myriad Pro" w:cs="Myriad Pro" w:eastAsia="Myriad Pro"/>
          <w:color w:val="231F20"/>
          <w:spacing w:val="13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–</w:t>
      </w:r>
      <w:r>
        <w:rPr>
          <w:rFonts w:ascii="Myriad Pro" w:hAnsi="Myriad Pro" w:cs="Myriad Pro" w:eastAsia="Myriad Pro"/>
          <w:color w:val="231F20"/>
          <w:spacing w:val="14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imperial</w:t>
      </w:r>
      <w:r>
        <w:rPr>
          <w:rFonts w:ascii="Myriad Pro" w:hAnsi="Myriad Pro" w:cs="Myriad Pro" w:eastAsia="Myriad Pro"/>
          <w:color w:val="231F20"/>
          <w:spacing w:val="13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measurement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5"/>
        <w:rPr>
          <w:rFonts w:ascii="Myriad Pro" w:hAnsi="Myriad Pro" w:cs="Myriad Pro" w:eastAsia="Myriad Pro"/>
          <w:sz w:val="17"/>
          <w:szCs w:val="17"/>
        </w:rPr>
      </w:pPr>
    </w:p>
    <w:p>
      <w:pPr>
        <w:pStyle w:val="BodyText"/>
        <w:spacing w:line="280" w:lineRule="auto"/>
        <w:ind w:left="920" w:right="1163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1"/>
        </w:rPr>
        <w:t>In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feet-inch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system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(Figure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21),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dimensions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large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structures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such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machine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frames</w:t>
      </w:r>
      <w:r>
        <w:rPr>
          <w:rFonts w:ascii="Myriad Pro"/>
          <w:color w:val="231F20"/>
          <w:spacing w:val="84"/>
          <w:w w:val="102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buildings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expressed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feet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inches,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such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2'-6"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(two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feet,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six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inches).</w:t>
      </w:r>
      <w:r>
        <w:rPr>
          <w:rFonts w:ascii="Myriad Pro"/>
        </w:rPr>
      </w:r>
    </w:p>
    <w:p>
      <w:pPr>
        <w:spacing w:line="240" w:lineRule="auto" w:before="5"/>
        <w:rPr>
          <w:rFonts w:ascii="Myriad Pro" w:hAnsi="Myriad Pro" w:cs="Myriad Pro" w:eastAsia="Myriad Pro"/>
          <w:sz w:val="29"/>
          <w:szCs w:val="29"/>
        </w:rPr>
      </w:pPr>
    </w:p>
    <w:p>
      <w:pPr>
        <w:spacing w:line="200" w:lineRule="atLeast"/>
        <w:ind w:left="7438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54.5pt;height:93.3pt;mso-position-horizontal-relative:char;mso-position-vertical-relative:line" coordorigin="0,0" coordsize="1090,1866">
            <v:group style="position:absolute;left:968;top:5;width:2;height:1856" coordorigin="968,5" coordsize="2,1856">
              <v:shape style="position:absolute;left:968;top:5;width:2;height:1856" coordorigin="968,5" coordsize="0,1856" path="m968,5l968,1861e" filled="false" stroked="true" strokeweight=".515pt" strokecolor="#231f20">
                <v:path arrowok="t"/>
              </v:shape>
            </v:group>
            <v:group style="position:absolute;left:5;top:5;width:1080;height:2" coordorigin="5,5" coordsize="1080,2">
              <v:shape style="position:absolute;left:5;top:5;width:1080;height:2" coordorigin="5,5" coordsize="1080,0" path="m5,5l1084,5e" filled="false" stroked="true" strokeweight=".515pt" strokecolor="#231f20">
                <v:path arrowok="t"/>
              </v:shape>
            </v:group>
            <v:group style="position:absolute;left:940;top:5;width:56;height:89" coordorigin="940,5" coordsize="56,89">
              <v:shape style="position:absolute;left:940;top:5;width:56;height:89" coordorigin="940,5" coordsize="56,89" path="m968,5l940,94,995,94,968,5xe" filled="true" fillcolor="#231f20" stroked="false">
                <v:path arrowok="t"/>
                <v:fill type="solid"/>
              </v:shape>
            </v:group>
            <v:group style="position:absolute;left:940;top:5;width:56;height:89" coordorigin="940,5" coordsize="56,89">
              <v:shape style="position:absolute;left:940;top:5;width:56;height:89" coordorigin="940,5" coordsize="56,89" path="m995,94l968,5,940,94,995,94xe" filled="false" stroked="true" strokeweight="0pt" strokecolor="#231f20">
                <v:path arrowok="t"/>
              </v:shape>
            </v:group>
            <v:group style="position:absolute;left:359;top:872;width:2;height:573" coordorigin="359,872" coordsize="2,573">
              <v:shape style="position:absolute;left:359;top:872;width:2;height:573" coordorigin="359,872" coordsize="0,573" path="m359,872l359,1445e" filled="false" stroked="true" strokeweight=".515pt" strokecolor="#231f20">
                <v:path arrowok="t"/>
              </v:shape>
            </v:group>
            <v:group style="position:absolute;left:359;top:5;width:2;height:573" coordorigin="359,5" coordsize="2,573">
              <v:shape style="position:absolute;left:359;top:5;width:2;height:573" coordorigin="359,5" coordsize="0,573" path="m359,5l359,578e" filled="false" stroked="true" strokeweight=".515pt" strokecolor="#231f20">
                <v:path arrowok="t"/>
              </v:shape>
            </v:group>
            <v:group style="position:absolute;left:5;top:1445;width:471;height:2" coordorigin="5,1445" coordsize="471,2">
              <v:shape style="position:absolute;left:5;top:1445;width:471;height:2" coordorigin="5,1445" coordsize="471,0" path="m5,1445l476,1445e" filled="false" stroked="true" strokeweight=".515pt" strokecolor="#231f20">
                <v:path arrowok="t"/>
              </v:shape>
            </v:group>
            <v:group style="position:absolute;left:331;top:5;width:56;height:89" coordorigin="331,5" coordsize="56,89">
              <v:shape style="position:absolute;left:331;top:5;width:56;height:89" coordorigin="331,5" coordsize="56,89" path="m359,5l331,94,387,94,359,5xe" filled="true" fillcolor="#231f20" stroked="false">
                <v:path arrowok="t"/>
                <v:fill type="solid"/>
              </v:shape>
            </v:group>
            <v:group style="position:absolute;left:331;top:5;width:56;height:89" coordorigin="331,5" coordsize="56,89">
              <v:shape style="position:absolute;left:331;top:5;width:56;height:89" coordorigin="331,5" coordsize="56,89" path="m387,94l359,5,331,94,387,94xe" filled="false" stroked="true" strokeweight="0pt" strokecolor="#231f20">
                <v:path arrowok="t"/>
              </v:shape>
            </v:group>
            <v:group style="position:absolute;left:331;top:1356;width:56;height:89" coordorigin="331,1356" coordsize="56,89">
              <v:shape style="position:absolute;left:331;top:1356;width:56;height:89" coordorigin="331,1356" coordsize="56,89" path="m387,1356l331,1356,359,1445,387,1356xe" filled="true" fillcolor="#231f20" stroked="false">
                <v:path arrowok="t"/>
                <v:fill type="solid"/>
              </v:shape>
            </v:group>
            <v:group style="position:absolute;left:331;top:1356;width:56;height:89" coordorigin="331,1356" coordsize="56,89">
              <v:shape style="position:absolute;left:331;top:1356;width:56;height:89" coordorigin="331,1356" coordsize="56,89" path="m331,1356l359,1445,387,1356,331,1356xe" filled="false" stroked="true" strokeweight="0pt" strokecolor="#231f20">
                <v:path arrowok="t"/>
              </v:shape>
              <v:shape style="position:absolute;left:168;top:622;width:383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3'-4"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12"/>
        <w:ind w:left="0" w:right="2367" w:firstLine="0"/>
        <w:jc w:val="right"/>
        <w:rPr>
          <w:rFonts w:ascii="Myriad Pro" w:hAnsi="Myriad Pro" w:cs="Myriad Pro" w:eastAsia="Myriad Pro"/>
          <w:sz w:val="20"/>
          <w:szCs w:val="20"/>
        </w:rPr>
      </w:pPr>
      <w:r>
        <w:rPr/>
        <w:pict>
          <v:group style="position:absolute;margin-left:162.832596pt;margin-top:-93.573692pt;width:249.25pt;height:246.6pt;mso-position-horizontal-relative:page;mso-position-vertical-relative:paragraph;z-index:-106816" coordorigin="3257,-1871" coordsize="4985,4932">
            <v:group style="position:absolute;left:7211;top:259;width:1021;height:1886" coordorigin="7211,259" coordsize="1021,1886">
              <v:shape style="position:absolute;left:7211;top:259;width:1021;height:1886" coordorigin="7211,259" coordsize="1021,1886" path="m8068,259l8068,1981,7211,1981,7211,2144,8068,2144,8231,2144,8231,1981,8231,259,8068,259xe" filled="false" stroked="true" strokeweight="1.029pt" strokecolor="#231f20">
                <v:path arrowok="t"/>
              </v:shape>
            </v:group>
            <v:group style="position:absolute;left:3267;top:-1861;width:4965;height:4006" coordorigin="3267,-1861" coordsize="4965,4006">
              <v:shape style="position:absolute;left:3267;top:-1861;width:4965;height:4006" coordorigin="3267,-1861" coordsize="4965,4006" path="m8068,-1861l3430,-1861,3402,-1861,3267,-1861,3267,2144,3402,2144,3430,2144,5555,2144,5555,1981,4668,1981,4668,650,4505,650,4505,1981,3430,1981,3430,-1698,8068,-1698,8068,-1109,8231,-1109,8231,-1698,8231,-1861,8068,-1861xe" filled="false" stroked="true" strokeweight="1.029pt" strokecolor="#231f20">
                <v:path arrowok="t"/>
              </v:shape>
            </v:group>
            <v:group style="position:absolute;left:6672;top:-1109;width:1376;height:1376" coordorigin="6672,-1109" coordsize="1376,1376">
              <v:shape style="position:absolute;left:6672;top:-1109;width:1376;height:1376" coordorigin="6672,-1109" coordsize="1376,1376" path="m8010,-1109l6689,-1109,6672,-1109,6677,-996,6690,-886,6712,-779,6743,-674,6781,-574,6826,-477,6878,-385,6938,-297,7003,-214,7075,-137,7153,-65,7235,1,7323,60,7416,113,7512,158,7613,196,7717,226,7825,248,7935,261,8048,266e" filled="false" stroked="true" strokeweight=".515pt" strokecolor="#231f20">
                <v:path arrowok="t"/>
              </v:shape>
            </v:group>
            <v:group style="position:absolute;left:5566;top:1976;width:1636;height:89" coordorigin="5566,1976" coordsize="1636,89">
              <v:shape style="position:absolute;left:5566;top:1976;width:1636;height:89" coordorigin="5566,1976" coordsize="1636,89" path="m5566,2064l7201,2064,7201,1976,5566,1976,5566,2064xe" filled="true" fillcolor="#ffffff" stroked="false">
                <v:path arrowok="t"/>
                <v:fill type="solid"/>
              </v:shape>
            </v:group>
            <v:group style="position:absolute;left:5566;top:1977;width:1636;height:87" coordorigin="5566,1977" coordsize="1636,87">
              <v:shape style="position:absolute;left:5566;top:1977;width:1636;height:87" coordorigin="5566,1977" coordsize="1636,87" path="m7201,2063l5566,2063,5566,1977,7201,1977,7201,2063xe" filled="false" stroked="true" strokeweight=".515pt" strokecolor="#231f20">
                <v:path arrowok="t"/>
              </v:shape>
            </v:group>
            <v:group style="position:absolute;left:5566;top:2062;width:1636;height:89" coordorigin="5566,2062" coordsize="1636,89">
              <v:shape style="position:absolute;left:5566;top:2062;width:1636;height:89" coordorigin="5566,2062" coordsize="1636,89" path="m5566,2151l7201,2151,7201,2062,5566,2062,5566,2151xe" filled="true" fillcolor="#ffffff" stroked="false">
                <v:path arrowok="t"/>
                <v:fill type="solid"/>
              </v:shape>
            </v:group>
            <v:group style="position:absolute;left:5566;top:2063;width:1636;height:87" coordorigin="5566,2063" coordsize="1636,87">
              <v:shape style="position:absolute;left:5566;top:2063;width:1636;height:87" coordorigin="5566,2063" coordsize="1636,87" path="m7201,2150l5566,2150,5566,2063,7201,2063,7201,2150xe" filled="false" stroked="true" strokeweight=".515pt" strokecolor="#231f20">
                <v:path arrowok="t"/>
              </v:shape>
            </v:group>
            <v:group style="position:absolute;left:3950;top:650;width:2;height:519" coordorigin="3950,650" coordsize="2,519">
              <v:shape style="position:absolute;left:3950;top:650;width:2;height:519" coordorigin="3950,650" coordsize="0,519" path="m3950,1169l3950,650e" filled="false" stroked="true" strokeweight=".515pt" strokecolor="#231f20">
                <v:path arrowok="t"/>
              </v:shape>
            </v:group>
            <v:group style="position:absolute;left:3950;top:1463;width:2;height:519" coordorigin="3950,1463" coordsize="2,519">
              <v:shape style="position:absolute;left:3950;top:1463;width:2;height:519" coordorigin="3950,1463" coordsize="0,519" path="m3950,1981l3950,1463e" filled="false" stroked="true" strokeweight=".515pt" strokecolor="#231f20">
                <v:path arrowok="t"/>
              </v:shape>
            </v:group>
            <v:group style="position:absolute;left:3833;top:1981;width:580;height:2" coordorigin="3833,1981" coordsize="580,2">
              <v:shape style="position:absolute;left:3833;top:1981;width:580;height:2" coordorigin="3833,1981" coordsize="580,0" path="m4412,1981l3833,1981e" filled="false" stroked="true" strokeweight=".515pt" strokecolor="#231f20">
                <v:path arrowok="t"/>
              </v:shape>
            </v:group>
            <v:group style="position:absolute;left:3833;top:650;width:580;height:2" coordorigin="3833,650" coordsize="580,2">
              <v:shape style="position:absolute;left:3833;top:650;width:580;height:2" coordorigin="3833,650" coordsize="580,0" path="m4412,650l3833,650e" filled="false" stroked="true" strokeweight=".515pt" strokecolor="#231f20">
                <v:path arrowok="t"/>
              </v:shape>
            </v:group>
            <v:group style="position:absolute;left:3922;top:1893;width:56;height:89" coordorigin="3922,1893" coordsize="56,89">
              <v:shape style="position:absolute;left:3922;top:1893;width:56;height:89" coordorigin="3922,1893" coordsize="56,89" path="m3978,1893l3922,1893,3950,1981,3978,1893xe" filled="true" fillcolor="#231f20" stroked="false">
                <v:path arrowok="t"/>
                <v:fill type="solid"/>
              </v:shape>
            </v:group>
            <v:group style="position:absolute;left:3922;top:1893;width:56;height:89" coordorigin="3922,1893" coordsize="56,89">
              <v:shape style="position:absolute;left:3922;top:1893;width:56;height:89" coordorigin="3922,1893" coordsize="56,89" path="m3922,1893l3950,1981,3978,1893,3922,1893xe" filled="false" stroked="true" strokeweight="0pt" strokecolor="#231f20">
                <v:path arrowok="t"/>
              </v:shape>
            </v:group>
            <v:group style="position:absolute;left:3922;top:650;width:56;height:89" coordorigin="3922,650" coordsize="56,89">
              <v:shape style="position:absolute;left:3922;top:650;width:56;height:89" coordorigin="3922,650" coordsize="56,89" path="m3950,650l3922,738,3978,738,3950,650xe" filled="true" fillcolor="#231f20" stroked="false">
                <v:path arrowok="t"/>
                <v:fill type="solid"/>
              </v:shape>
            </v:group>
            <v:group style="position:absolute;left:3922;top:650;width:56;height:89" coordorigin="3922,650" coordsize="56,89">
              <v:shape style="position:absolute;left:3922;top:650;width:56;height:89" coordorigin="3922,650" coordsize="56,89" path="m3978,738l3950,650,3922,738,3978,738xe" filled="false" stroked="true" strokeweight="0pt" strokecolor="#231f20">
                <v:path arrowok="t"/>
              </v:shape>
            </v:group>
            <v:group style="position:absolute;left:5702;top:2560;width:682;height:2" coordorigin="5702,2560" coordsize="682,2">
              <v:shape style="position:absolute;left:5702;top:2560;width:682;height:2" coordorigin="5702,2560" coordsize="682,0" path="m5702,2560l6384,2560e" filled="false" stroked="true" strokeweight=".515pt" strokecolor="#231f20">
                <v:path arrowok="t"/>
              </v:shape>
            </v:group>
            <v:group style="position:absolute;left:6295;top:2532;width:89;height:56" coordorigin="6295,2532" coordsize="89,56">
              <v:shape style="position:absolute;left:6295;top:2532;width:89;height:56" coordorigin="6295,2532" coordsize="89,56" path="m6295,2532l6295,2588,6384,2560,6295,2532xe" filled="true" fillcolor="#231f20" stroked="false">
                <v:path arrowok="t"/>
                <v:fill type="solid"/>
              </v:shape>
            </v:group>
            <v:group style="position:absolute;left:6295;top:2532;width:89;height:56" coordorigin="6295,2532" coordsize="89,56">
              <v:shape style="position:absolute;left:6295;top:2532;width:89;height:56" coordorigin="6295,2532" coordsize="89,56" path="m6295,2588l6384,2560,6295,2532,6295,2588xe" filled="false" stroked="true" strokeweight="0pt" strokecolor="#231f20">
                <v:path arrowok="t"/>
              </v:shape>
            </v:group>
            <v:group style="position:absolute;left:6384;top:2199;width:2;height:478" coordorigin="6384,2199" coordsize="2,478">
              <v:shape style="position:absolute;left:6384;top:2199;width:2;height:478" coordorigin="6384,2199" coordsize="0,478" path="m6384,2199l6384,2677e" filled="false" stroked="true" strokeweight=".515pt" strokecolor="#231f20">
                <v:path arrowok="t"/>
              </v:shape>
            </v:group>
            <v:group style="position:absolute;left:6019;top:2938;width:2213;height:2" coordorigin="6019,2938" coordsize="2213,2">
              <v:shape style="position:absolute;left:6019;top:2938;width:2213;height:2" coordorigin="6019,2938" coordsize="2213,0" path="m6019,2938l8231,2938e" filled="false" stroked="true" strokeweight=".515pt" strokecolor="#231f20">
                <v:path arrowok="t"/>
              </v:shape>
            </v:group>
            <v:group style="position:absolute;left:8231;top:2237;width:2;height:818" coordorigin="8231,2237" coordsize="2,818">
              <v:shape style="position:absolute;left:8231;top:2237;width:2;height:818" coordorigin="8231,2237" coordsize="0,818" path="m8231,2237l8231,3055e" filled="false" stroked="true" strokeweight=".515pt" strokecolor="#231f20">
                <v:path arrowok="t"/>
              </v:shape>
            </v:group>
            <v:group style="position:absolute;left:3267;top:2560;width:443;height:2" coordorigin="3267,2560" coordsize="443,2">
              <v:shape style="position:absolute;left:3267;top:2560;width:443;height:2" coordorigin="3267,2560" coordsize="443,0" path="m3267,2560l3710,2560e" filled="false" stroked="true" strokeweight=".515pt" strokecolor="#231f20">
                <v:path arrowok="t"/>
              </v:shape>
            </v:group>
            <v:group style="position:absolute;left:3267;top:2532;width:89;height:56" coordorigin="3267,2532" coordsize="89,56">
              <v:shape style="position:absolute;left:3267;top:2532;width:89;height:56" coordorigin="3267,2532" coordsize="89,56" path="m3355,2532l3267,2560,3355,2588,3355,2532xe" filled="true" fillcolor="#231f20" stroked="false">
                <v:path arrowok="t"/>
                <v:fill type="solid"/>
              </v:shape>
            </v:group>
            <v:group style="position:absolute;left:3267;top:2532;width:89;height:56" coordorigin="3267,2532" coordsize="89,56">
              <v:shape style="position:absolute;left:3267;top:2532;width:89;height:56" coordorigin="3267,2532" coordsize="89,56" path="m3355,2532l3267,2560,3355,2588,3355,2532xe" filled="false" stroked="true" strokeweight="0pt" strokecolor="#231f20">
                <v:path arrowok="t"/>
              </v:shape>
            </v:group>
            <v:group style="position:absolute;left:3267;top:2237;width:2;height:818" coordorigin="3267,2237" coordsize="2,818">
              <v:shape style="position:absolute;left:3267;top:2237;width:2;height:818" coordorigin="3267,2237" coordsize="0,818" path="m3267,2237l3267,3055e" filled="false" stroked="true" strokeweight=".515pt" strokecolor="#231f20">
                <v:path arrowok="t"/>
              </v:shape>
            </v:group>
            <v:group style="position:absolute;left:3267;top:2938;width:2213;height:2" coordorigin="3267,2938" coordsize="2213,2">
              <v:shape style="position:absolute;left:3267;top:2938;width:2213;height:2" coordorigin="3267,2938" coordsize="2213,0" path="m3267,2938l5480,2938e" filled="false" stroked="true" strokeweight=".515pt" strokecolor="#231f20">
                <v:path arrowok="t"/>
              </v:shape>
            </v:group>
            <v:group style="position:absolute;left:3267;top:2910;width:89;height:56" coordorigin="3267,2910" coordsize="89,56">
              <v:shape style="position:absolute;left:3267;top:2910;width:89;height:56" coordorigin="3267,2910" coordsize="89,56" path="m3355,2910l3267,2938,3355,2966,3355,2910xe" filled="true" fillcolor="#231f20" stroked="false">
                <v:path arrowok="t"/>
                <v:fill type="solid"/>
              </v:shape>
            </v:group>
            <v:group style="position:absolute;left:3267;top:2910;width:89;height:56" coordorigin="3267,2910" coordsize="89,56">
              <v:shape style="position:absolute;left:3267;top:2910;width:89;height:56" coordorigin="3267,2910" coordsize="89,56" path="m3355,2910l3267,2938,3355,2966,3355,2910xe" filled="false" stroked="true" strokeweight="0pt" strokecolor="#231f20">
                <v:path arrowok="t"/>
              </v:shape>
            </v:group>
            <v:group style="position:absolute;left:8143;top:2910;width:89;height:56" coordorigin="8143,2910" coordsize="89,56">
              <v:shape style="position:absolute;left:8143;top:2910;width:89;height:56" coordorigin="8143,2910" coordsize="89,56" path="m8143,2910l8143,2966,8231,2938,8143,2910xe" filled="true" fillcolor="#231f20" stroked="false">
                <v:path arrowok="t"/>
                <v:fill type="solid"/>
              </v:shape>
            </v:group>
            <v:group style="position:absolute;left:8143;top:2910;width:89;height:56" coordorigin="8143,2910" coordsize="89,56">
              <v:shape style="position:absolute;left:8143;top:2910;width:89;height:56" coordorigin="8143,2910" coordsize="89,56" path="m8143,2966l8231,2938,8143,2910,8143,2966xe" filled="false" stroked="true" strokeweight="0pt" strokecolor="#231f20">
                <v:path arrowok="t"/>
              </v:shape>
              <v:shape style="position:absolute;left:3430;top:-1698;width:4639;height:590" type="#_x0000_t202" filled="false" stroked="false">
                <v:textbox inset="0,0,0,0">
                  <w:txbxContent>
                    <w:p>
                      <w:pPr>
                        <w:spacing w:before="178"/>
                        <w:ind w:left="1769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 w:hAnsi="Myriad Pro" w:cs="Myriad Pro" w:eastAsia="Myriad Pro"/>
                          <w:color w:val="231F20"/>
                          <w:sz w:val="20"/>
                          <w:szCs w:val="20"/>
                        </w:rPr>
                        <w:t>3'-0"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pacing w:val="8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z w:val="20"/>
                          <w:szCs w:val="20"/>
                        </w:rPr>
                        <w:t>×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pacing w:val="8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z w:val="20"/>
                          <w:szCs w:val="20"/>
                        </w:rPr>
                        <w:t>6'-8"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pacing w:val="9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z w:val="20"/>
                          <w:szCs w:val="20"/>
                        </w:rPr>
                        <w:t>Solid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pacing w:val="8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z w:val="20"/>
                          <w:szCs w:val="20"/>
                        </w:rPr>
                        <w:t>fir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pacing w:val="8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z w:val="20"/>
                          <w:szCs w:val="20"/>
                        </w:rPr>
                        <w:t>door</w:t>
                      </w:r>
                      <w:r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668;top:650;width:3401;height:1327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40" w:lineRule="auto" w:before="8"/>
                        <w:rPr>
                          <w:rFonts w:ascii="Myriad Pro" w:hAnsi="Myriad Pro" w:cs="Myriad Pro" w:eastAsia="Myriad Pro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before="0"/>
                        <w:ind w:left="531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 w:hAnsi="Myriad Pro" w:cs="Myriad Pro" w:eastAsia="Myriad Pro"/>
                          <w:color w:val="231F20"/>
                          <w:sz w:val="20"/>
                          <w:szCs w:val="20"/>
                        </w:rPr>
                        <w:t>4'-0"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pacing w:val="10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z w:val="20"/>
                          <w:szCs w:val="20"/>
                        </w:rPr>
                        <w:t>×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pacing w:val="10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z w:val="20"/>
                          <w:szCs w:val="20"/>
                        </w:rPr>
                        <w:t>3'-8"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pacing w:val="10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z w:val="20"/>
                          <w:szCs w:val="20"/>
                        </w:rPr>
                        <w:t>DH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pacing w:val="10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pacing w:val="-1"/>
                          <w:sz w:val="20"/>
                          <w:szCs w:val="20"/>
                        </w:rPr>
                        <w:t>window</w:t>
                      </w:r>
                      <w:r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706;top:1213;width:489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2'-10"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735;top:2457;width:383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4'-0"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294;top:2457;width:700;height:584" type="#_x0000_t202" filled="false" stroked="false">
                <v:textbox inset="0,0,0,0">
                  <w:txbxContent>
                    <w:p>
                      <w:pPr>
                        <w:spacing w:line="213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5'-0"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  <w:p>
                      <w:pPr>
                        <w:spacing w:line="233" w:lineRule="exact" w:before="138"/>
                        <w:ind w:left="211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12'-6"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Myriad Pro"/>
          <w:color w:val="231F20"/>
          <w:sz w:val="20"/>
        </w:rPr>
        <w:t>10'-3"</w:t>
      </w:r>
      <w:r>
        <w:rPr>
          <w:rFonts w:ascii="Myriad Pro"/>
          <w:sz w:val="20"/>
        </w:rPr>
      </w:r>
    </w:p>
    <w:p>
      <w:pPr>
        <w:spacing w:line="240" w:lineRule="auto" w:before="8"/>
        <w:rPr>
          <w:rFonts w:ascii="Myriad Pro" w:hAnsi="Myriad Pro" w:cs="Myriad Pro" w:eastAsia="Myriad Pro"/>
          <w:sz w:val="2"/>
          <w:szCs w:val="2"/>
        </w:rPr>
      </w:pPr>
    </w:p>
    <w:p>
      <w:pPr>
        <w:spacing w:line="200" w:lineRule="atLeast"/>
        <w:ind w:left="7438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54.5pt;height:93.3pt;mso-position-horizontal-relative:char;mso-position-vertical-relative:line" coordorigin="0,0" coordsize="1090,1866">
            <v:group style="position:absolute;left:968;top:5;width:2;height:1856" coordorigin="968,5" coordsize="2,1856">
              <v:shape style="position:absolute;left:968;top:5;width:2;height:1856" coordorigin="968,5" coordsize="0,1856" path="m968,5l968,1861e" filled="false" stroked="true" strokeweight=".515pt" strokecolor="#231f20">
                <v:path arrowok="t"/>
              </v:shape>
            </v:group>
            <v:group style="position:absolute;left:5;top:1861;width:1080;height:2" coordorigin="5,1861" coordsize="1080,2">
              <v:shape style="position:absolute;left:5;top:1861;width:1080;height:2" coordorigin="5,1861" coordsize="1080,0" path="m5,1861l1084,1861e" filled="false" stroked="true" strokeweight=".515pt" strokecolor="#231f20">
                <v:path arrowok="t"/>
              </v:shape>
            </v:group>
            <v:group style="position:absolute;left:940;top:1772;width:56;height:89" coordorigin="940,1772" coordsize="56,89">
              <v:shape style="position:absolute;left:940;top:1772;width:56;height:89" coordorigin="940,1772" coordsize="56,89" path="m995,1772l940,1772,968,1861,995,1772xe" filled="true" fillcolor="#231f20" stroked="false">
                <v:path arrowok="t"/>
                <v:fill type="solid"/>
              </v:shape>
            </v:group>
            <v:group style="position:absolute;left:940;top:1772;width:56;height:89" coordorigin="940,1772" coordsize="56,89">
              <v:shape style="position:absolute;left:940;top:1772;width:56;height:89" coordorigin="940,1772" coordsize="56,89" path="m940,1772l968,1861,995,1772,940,1772xe" filled="false" stroked="true" strokeweight="0pt" strokecolor="#231f20">
                <v:path arrowok="t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line="240" w:lineRule="auto" w:before="10"/>
        <w:rPr>
          <w:rFonts w:ascii="Myriad Pro" w:hAnsi="Myriad Pro" w:cs="Myriad Pro" w:eastAsia="Myriad Pro"/>
          <w:sz w:val="6"/>
          <w:szCs w:val="6"/>
        </w:rPr>
      </w:pPr>
    </w:p>
    <w:p>
      <w:pPr>
        <w:spacing w:line="200" w:lineRule="atLeast"/>
        <w:ind w:left="3258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56.8pt;height:22.55pt;mso-position-horizontal-relative:char;mso-position-vertical-relative:line" coordorigin="0,0" coordsize="1136,451">
            <v:group style="position:absolute;left:5;top:328;width:1125;height:2" coordorigin="5,328" coordsize="1125,2">
              <v:shape style="position:absolute;left:5;top:328;width:1125;height:2" coordorigin="5,328" coordsize="1125,0" path="m5,328l1130,328e" filled="false" stroked="true" strokeweight=".515pt" strokecolor="#231f20">
                <v:path arrowok="t"/>
              </v:shape>
            </v:group>
            <v:group style="position:absolute;left:360;top:300;width:89;height:56" coordorigin="360,300" coordsize="89,56">
              <v:shape style="position:absolute;left:360;top:300;width:89;height:56" coordorigin="360,300" coordsize="89,56" path="m360,300l360,356,448,328,360,300xe" filled="true" fillcolor="#231f20" stroked="false">
                <v:path arrowok="t"/>
                <v:fill type="solid"/>
              </v:shape>
            </v:group>
            <v:group style="position:absolute;left:360;top:300;width:89;height:56" coordorigin="360,300" coordsize="89,56">
              <v:shape style="position:absolute;left:360;top:300;width:89;height:56" coordorigin="360,300" coordsize="89,56" path="m360,356l448,328,360,300,360,356xe" filled="false" stroked="true" strokeweight="0pt" strokecolor="#231f20">
                <v:path arrowok="t"/>
              </v:shape>
            </v:group>
            <v:group style="position:absolute;left:448;top:5;width:2;height:440" coordorigin="448,5" coordsize="2,440">
              <v:shape style="position:absolute;left:448;top:5;width:2;height:440" coordorigin="448,5" coordsize="0,440" path="m448,5l448,445e" filled="false" stroked="true" strokeweight=".515pt" strokecolor="#231f20">
                <v:path arrowok="t"/>
              </v:shape>
            </v:group>
            <v:group style="position:absolute;left:448;top:300;width:89;height:56" coordorigin="448,300" coordsize="89,56">
              <v:shape style="position:absolute;left:448;top:300;width:89;height:56" coordorigin="448,300" coordsize="89,56" path="m536,300l448,328,536,356,536,300xe" filled="true" fillcolor="#231f20" stroked="false">
                <v:path arrowok="t"/>
                <v:fill type="solid"/>
              </v:shape>
            </v:group>
            <v:group style="position:absolute;left:448;top:300;width:89;height:56" coordorigin="448,300" coordsize="89,56">
              <v:shape style="position:absolute;left:448;top:300;width:89;height:56" coordorigin="448,300" coordsize="89,56" path="m536,300l448,328,536,356,536,300xe" filled="false" stroked="true" strokeweight="0pt" strokecolor="#231f20">
                <v:path arrowok="t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4"/>
        <w:rPr>
          <w:rFonts w:ascii="Myriad Pro" w:hAnsi="Myriad Pro" w:cs="Myriad Pro" w:eastAsia="Myriad Pro"/>
          <w:sz w:val="18"/>
          <w:szCs w:val="18"/>
        </w:rPr>
      </w:pPr>
    </w:p>
    <w:p>
      <w:pPr>
        <w:spacing w:before="0"/>
        <w:ind w:left="3822" w:right="3736" w:firstLine="0"/>
        <w:jc w:val="center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1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21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0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2"/>
          <w:sz w:val="18"/>
          <w:szCs w:val="18"/>
        </w:rPr>
        <w:t>Fuel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storage</w:t>
      </w:r>
      <w:r>
        <w:rPr>
          <w:rFonts w:ascii="Myriad Pro" w:hAnsi="Myriad Pro" w:cs="Myriad Pro" w:eastAsia="Myriad Pro"/>
          <w:color w:val="231F20"/>
          <w:spacing w:val="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shed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after="0"/>
        <w:jc w:val="center"/>
        <w:rPr>
          <w:rFonts w:ascii="Myriad Pro" w:hAnsi="Myriad Pro" w:cs="Myriad Pro" w:eastAsia="Myriad Pro"/>
          <w:sz w:val="18"/>
          <w:szCs w:val="18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432" w:lineRule="exact" w:before="255"/>
        <w:ind w:left="800" w:right="1163" w:firstLine="0"/>
        <w:jc w:val="left"/>
        <w:rPr>
          <w:rFonts w:ascii="Myriad Pro Semibold" w:hAnsi="Myriad Pro Semibold" w:cs="Myriad Pro Semibold" w:eastAsia="Myriad Pro Semibold"/>
          <w:sz w:val="41"/>
          <w:szCs w:val="41"/>
        </w:rPr>
      </w:pPr>
      <w:r>
        <w:rPr>
          <w:rFonts w:ascii="Myriad Pro Semibold"/>
          <w:b/>
          <w:color w:val="4F61AB"/>
          <w:spacing w:val="-7"/>
          <w:sz w:val="41"/>
        </w:rPr>
        <w:t>Use</w:t>
      </w:r>
      <w:r>
        <w:rPr>
          <w:rFonts w:ascii="Myriad Pro Semibold"/>
          <w:b/>
          <w:color w:val="4F61AB"/>
          <w:spacing w:val="-8"/>
          <w:sz w:val="41"/>
        </w:rPr>
        <w:t> </w:t>
      </w:r>
      <w:r>
        <w:rPr>
          <w:rFonts w:ascii="Myriad Pro Semibold"/>
          <w:b/>
          <w:color w:val="4F61AB"/>
          <w:spacing w:val="-6"/>
          <w:sz w:val="41"/>
        </w:rPr>
        <w:t>scale</w:t>
      </w:r>
      <w:r>
        <w:rPr>
          <w:rFonts w:ascii="Myriad Pro Semibold"/>
          <w:b/>
          <w:color w:val="4F61AB"/>
          <w:spacing w:val="-8"/>
          <w:sz w:val="41"/>
        </w:rPr>
        <w:t> </w:t>
      </w:r>
      <w:r>
        <w:rPr>
          <w:rFonts w:ascii="Myriad Pro Semibold"/>
          <w:b/>
          <w:color w:val="4F61AB"/>
          <w:spacing w:val="-6"/>
          <w:sz w:val="41"/>
        </w:rPr>
        <w:t>rulers</w:t>
      </w:r>
      <w:r>
        <w:rPr>
          <w:rFonts w:ascii="Myriad Pro Semibold"/>
          <w:b/>
          <w:color w:val="4F61AB"/>
          <w:spacing w:val="-8"/>
          <w:sz w:val="41"/>
        </w:rPr>
        <w:t> </w:t>
      </w:r>
      <w:r>
        <w:rPr>
          <w:rFonts w:ascii="Myriad Pro Semibold"/>
          <w:b/>
          <w:color w:val="4F61AB"/>
          <w:spacing w:val="-6"/>
          <w:sz w:val="41"/>
        </w:rPr>
        <w:t>to</w:t>
      </w:r>
      <w:r>
        <w:rPr>
          <w:rFonts w:ascii="Myriad Pro Semibold"/>
          <w:b/>
          <w:color w:val="4F61AB"/>
          <w:spacing w:val="-8"/>
          <w:sz w:val="41"/>
        </w:rPr>
        <w:t> determine </w:t>
      </w:r>
      <w:r>
        <w:rPr>
          <w:rFonts w:ascii="Myriad Pro Semibold"/>
          <w:b/>
          <w:color w:val="4F61AB"/>
          <w:spacing w:val="-6"/>
          <w:sz w:val="41"/>
        </w:rPr>
        <w:t>actual</w:t>
      </w:r>
      <w:r>
        <w:rPr>
          <w:rFonts w:ascii="Myriad Pro Semibold"/>
          <w:b/>
          <w:color w:val="4F61AB"/>
          <w:spacing w:val="-8"/>
          <w:sz w:val="41"/>
        </w:rPr>
        <w:t> dimensions </w:t>
      </w:r>
      <w:r>
        <w:rPr>
          <w:rFonts w:ascii="Myriad Pro Semibold"/>
          <w:b/>
          <w:color w:val="4F61AB"/>
          <w:spacing w:val="-6"/>
          <w:sz w:val="41"/>
        </w:rPr>
        <w:t>from</w:t>
      </w:r>
      <w:r>
        <w:rPr>
          <w:rFonts w:ascii="Myriad Pro Semibold"/>
          <w:b/>
          <w:color w:val="4F61AB"/>
          <w:spacing w:val="39"/>
          <w:sz w:val="41"/>
        </w:rPr>
        <w:t> </w:t>
      </w:r>
      <w:r>
        <w:rPr>
          <w:rFonts w:ascii="Myriad Pro Semibold"/>
          <w:b/>
          <w:color w:val="4F61AB"/>
          <w:spacing w:val="-9"/>
          <w:sz w:val="41"/>
        </w:rPr>
        <w:t>drawings</w:t>
      </w:r>
      <w:r>
        <w:rPr>
          <w:rFonts w:ascii="Myriad Pro Semibold"/>
          <w:sz w:val="41"/>
        </w:rPr>
      </w:r>
    </w:p>
    <w:p>
      <w:pPr>
        <w:spacing w:line="240" w:lineRule="auto" w:before="12"/>
        <w:rPr>
          <w:rFonts w:ascii="Myriad Pro Semibold" w:hAnsi="Myriad Pro Semibold" w:cs="Myriad Pro Semibold" w:eastAsia="Myriad Pro Semibold"/>
          <w:b/>
          <w:bCs/>
          <w:sz w:val="31"/>
          <w:szCs w:val="31"/>
        </w:rPr>
      </w:pPr>
    </w:p>
    <w:p>
      <w:pPr>
        <w:pStyle w:val="BodyText"/>
        <w:spacing w:line="280" w:lineRule="auto"/>
        <w:ind w:left="800" w:right="1079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drawings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accurate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convenient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visual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representations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made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used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by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engineers,</w:t>
      </w:r>
      <w:r>
        <w:rPr>
          <w:rFonts w:ascii="Myriad Pro"/>
          <w:color w:val="231F20"/>
          <w:spacing w:val="58"/>
          <w:w w:val="102"/>
        </w:rPr>
        <w:t> </w:t>
      </w:r>
      <w:r>
        <w:rPr>
          <w:rFonts w:ascii="Myriad Pro"/>
          <w:color w:val="231F20"/>
        </w:rPr>
        <w:t>architects,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people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construction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trades.</w:t>
      </w:r>
      <w:r>
        <w:rPr>
          <w:rFonts w:ascii="Myriad Pro"/>
          <w:color w:val="231F20"/>
          <w:spacing w:val="11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accuracy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achieved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because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drawing</w:t>
      </w:r>
      <w:r>
        <w:rPr>
          <w:rFonts w:ascii="Myriad Pro"/>
          <w:color w:val="231F20"/>
          <w:spacing w:val="94"/>
          <w:w w:val="102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  <w:spacing w:val="1"/>
        </w:rPr>
        <w:t>proportional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real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thing.</w:t>
      </w:r>
      <w:r>
        <w:rPr>
          <w:rFonts w:ascii="Myriad Pro"/>
          <w:color w:val="231F20"/>
          <w:spacing w:val="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convenience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comes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from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size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drawing.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It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large</w:t>
      </w:r>
      <w:r>
        <w:rPr>
          <w:rFonts w:ascii="Myriad Pro"/>
          <w:color w:val="231F20"/>
          <w:spacing w:val="38"/>
          <w:w w:val="102"/>
        </w:rPr>
        <w:t> </w:t>
      </w:r>
      <w:r>
        <w:rPr>
          <w:rFonts w:ascii="Myriad Pro"/>
          <w:color w:val="231F20"/>
        </w:rPr>
        <w:t>enough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provide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desired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detail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but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small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enough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handy.</w:t>
      </w:r>
      <w:r>
        <w:rPr>
          <w:rFonts w:ascii="Myriad Pro"/>
        </w:rPr>
      </w:r>
    </w:p>
    <w:p>
      <w:pPr>
        <w:spacing w:line="240" w:lineRule="auto" w:before="9"/>
        <w:rPr>
          <w:rFonts w:ascii="Myriad Pro" w:hAnsi="Myriad Pro" w:cs="Myriad Pro" w:eastAsia="Myriad Pro"/>
          <w:sz w:val="23"/>
          <w:szCs w:val="23"/>
        </w:rPr>
      </w:pPr>
    </w:p>
    <w:p>
      <w:pPr>
        <w:pStyle w:val="BodyText"/>
        <w:spacing w:line="280" w:lineRule="auto"/>
        <w:ind w:left="800" w:right="1163"/>
        <w:jc w:val="left"/>
        <w:rPr>
          <w:rFonts w:ascii="Myriad Pro" w:hAnsi="Myriad Pro" w:cs="Myriad Pro" w:eastAsia="Myriad Pro"/>
        </w:rPr>
      </w:pP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flexibility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to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draw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proportionally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in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different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sizes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is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provided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by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scales.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  <w:spacing w:val="-1"/>
        </w:rPr>
        <w:t>For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purposes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  <w:spacing w:val="17"/>
        </w:rPr>
      </w:r>
      <w:r>
        <w:rPr>
          <w:rFonts w:ascii="Myriad Pro" w:hAnsi="Myriad Pro" w:cs="Myriad Pro" w:eastAsia="Myriad Pro"/>
          <w:color w:val="231F20"/>
        </w:rPr>
        <w:t>of</w:t>
      </w:r>
      <w:r>
        <w:rPr>
          <w:rFonts w:ascii="Myriad Pro" w:hAnsi="Myriad Pro" w:cs="Myriad Pro" w:eastAsia="Myriad Pro"/>
          <w:color w:val="231F20"/>
          <w:spacing w:val="67"/>
        </w:rPr>
        <w:t> </w:t>
      </w:r>
      <w:r>
        <w:rPr>
          <w:rFonts w:ascii="Myriad Pro" w:hAnsi="Myriad Pro" w:cs="Myriad Pro" w:eastAsia="Myriad Pro"/>
          <w:color w:val="231F20"/>
        </w:rPr>
        <w:t>representation,</w:t>
      </w:r>
      <w:r>
        <w:rPr>
          <w:rFonts w:ascii="Myriad Pro" w:hAnsi="Myriad Pro" w:cs="Myriad Pro" w:eastAsia="Myriad Pro"/>
          <w:color w:val="231F20"/>
          <w:spacing w:val="24"/>
        </w:rPr>
        <w:t> </w:t>
      </w:r>
      <w:r>
        <w:rPr>
          <w:rFonts w:ascii="Myriad Pro" w:hAnsi="Myriad Pro" w:cs="Myriad Pro" w:eastAsia="Myriad Pro"/>
          <w:color w:val="231F20"/>
        </w:rPr>
        <w:t>we</w:t>
      </w:r>
      <w:r>
        <w:rPr>
          <w:rFonts w:ascii="Myriad Pro" w:hAnsi="Myriad Pro" w:cs="Myriad Pro" w:eastAsia="Myriad Pro"/>
          <w:color w:val="231F20"/>
          <w:spacing w:val="24"/>
        </w:rPr>
        <w:t> </w:t>
      </w:r>
      <w:r>
        <w:rPr>
          <w:rFonts w:ascii="Myriad Pro" w:hAnsi="Myriad Pro" w:cs="Myriad Pro" w:eastAsia="Myriad Pro"/>
          <w:color w:val="231F20"/>
        </w:rPr>
        <w:t>will</w:t>
      </w:r>
      <w:r>
        <w:rPr>
          <w:rFonts w:ascii="Myriad Pro" w:hAnsi="Myriad Pro" w:cs="Myriad Pro" w:eastAsia="Myriad Pro"/>
          <w:color w:val="231F20"/>
          <w:spacing w:val="24"/>
        </w:rPr>
        <w:t> </w:t>
      </w:r>
      <w:r>
        <w:rPr>
          <w:rFonts w:ascii="Myriad Pro" w:hAnsi="Myriad Pro" w:cs="Myriad Pro" w:eastAsia="Myriad Pro"/>
          <w:color w:val="231F20"/>
        </w:rPr>
        <w:t>only</w:t>
      </w:r>
      <w:r>
        <w:rPr>
          <w:rFonts w:ascii="Myriad Pro" w:hAnsi="Myriad Pro" w:cs="Myriad Pro" w:eastAsia="Myriad Pro"/>
          <w:color w:val="231F20"/>
          <w:spacing w:val="25"/>
        </w:rPr>
        <w:t> </w:t>
      </w:r>
      <w:r>
        <w:rPr>
          <w:rFonts w:ascii="Myriad Pro" w:hAnsi="Myriad Pro" w:cs="Myriad Pro" w:eastAsia="Myriad Pro"/>
          <w:color w:val="231F20"/>
        </w:rPr>
        <w:t>be</w:t>
      </w:r>
      <w:r>
        <w:rPr>
          <w:rFonts w:ascii="Myriad Pro" w:hAnsi="Myriad Pro" w:cs="Myriad Pro" w:eastAsia="Myriad Pro"/>
          <w:color w:val="231F20"/>
          <w:spacing w:val="24"/>
        </w:rPr>
        <w:t> </w:t>
      </w:r>
      <w:r>
        <w:rPr>
          <w:rFonts w:ascii="Myriad Pro" w:hAnsi="Myriad Pro" w:cs="Myriad Pro" w:eastAsia="Myriad Pro"/>
          <w:color w:val="231F20"/>
        </w:rPr>
        <w:t>concerned</w:t>
      </w:r>
      <w:r>
        <w:rPr>
          <w:rFonts w:ascii="Myriad Pro" w:hAnsi="Myriad Pro" w:cs="Myriad Pro" w:eastAsia="Myriad Pro"/>
          <w:color w:val="231F20"/>
          <w:spacing w:val="24"/>
        </w:rPr>
        <w:t> </w:t>
      </w:r>
      <w:r>
        <w:rPr>
          <w:rFonts w:ascii="Myriad Pro" w:hAnsi="Myriad Pro" w:cs="Myriad Pro" w:eastAsia="Myriad Pro"/>
          <w:color w:val="231F20"/>
        </w:rPr>
        <w:t>with</w:t>
      </w:r>
      <w:r>
        <w:rPr>
          <w:rFonts w:ascii="Myriad Pro" w:hAnsi="Myriad Pro" w:cs="Myriad Pro" w:eastAsia="Myriad Pro"/>
          <w:color w:val="231F20"/>
          <w:spacing w:val="25"/>
        </w:rPr>
        <w:t> </w:t>
      </w:r>
      <w:r>
        <w:rPr>
          <w:rFonts w:ascii="Myriad Pro" w:hAnsi="Myriad Pro" w:cs="Myriad Pro" w:eastAsia="Myriad Pro"/>
          <w:color w:val="231F20"/>
        </w:rPr>
        <w:t>reduction</w:t>
      </w:r>
      <w:r>
        <w:rPr>
          <w:rFonts w:ascii="Myriad Pro" w:hAnsi="Myriad Pro" w:cs="Myriad Pro" w:eastAsia="Myriad Pro"/>
          <w:color w:val="231F20"/>
          <w:spacing w:val="24"/>
        </w:rPr>
        <w:t> </w:t>
      </w:r>
      <w:r>
        <w:rPr>
          <w:rFonts w:ascii="Myriad Pro" w:hAnsi="Myriad Pro" w:cs="Myriad Pro" w:eastAsia="Myriad Pro"/>
          <w:color w:val="231F20"/>
        </w:rPr>
        <w:t>scales.</w:t>
      </w:r>
      <w:r>
        <w:rPr>
          <w:rFonts w:ascii="Myriad Pro" w:hAnsi="Myriad Pro" w:cs="Myriad Pro" w:eastAsia="Myriad Pro"/>
          <w:color w:val="231F20"/>
          <w:spacing w:val="24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Reduction</w:t>
      </w:r>
      <w:r>
        <w:rPr>
          <w:rFonts w:ascii="Myriad Pro" w:hAnsi="Myriad Pro" w:cs="Myriad Pro" w:eastAsia="Myriad Pro"/>
          <w:color w:val="231F20"/>
          <w:spacing w:val="25"/>
        </w:rPr>
        <w:t> </w:t>
      </w:r>
      <w:r>
        <w:rPr>
          <w:rFonts w:ascii="Myriad Pro" w:hAnsi="Myriad Pro" w:cs="Myriad Pro" w:eastAsia="Myriad Pro"/>
          <w:color w:val="231F20"/>
        </w:rPr>
        <w:t>scales</w:t>
      </w:r>
      <w:r>
        <w:rPr>
          <w:rFonts w:ascii="Myriad Pro" w:hAnsi="Myriad Pro" w:cs="Myriad Pro" w:eastAsia="Myriad Pro"/>
          <w:color w:val="231F20"/>
          <w:spacing w:val="24"/>
        </w:rPr>
        <w:t> </w:t>
      </w:r>
      <w:r>
        <w:rPr>
          <w:rFonts w:ascii="Myriad Pro" w:hAnsi="Myriad Pro" w:cs="Myriad Pro" w:eastAsia="Myriad Pro"/>
          <w:color w:val="231F20"/>
        </w:rPr>
        <w:t>make</w:t>
      </w:r>
      <w:r>
        <w:rPr>
          <w:rFonts w:ascii="Myriad Pro" w:hAnsi="Myriad Pro" w:cs="Myriad Pro" w:eastAsia="Myriad Pro"/>
          <w:color w:val="231F20"/>
          <w:spacing w:val="24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the</w:t>
      </w:r>
      <w:r>
        <w:rPr>
          <w:rFonts w:ascii="Myriad Pro" w:hAnsi="Myriad Pro" w:cs="Myriad Pro" w:eastAsia="Myriad Pro"/>
          <w:color w:val="231F20"/>
          <w:spacing w:val="72"/>
          <w:w w:val="102"/>
        </w:rPr>
        <w:t> </w:t>
      </w:r>
      <w:r>
        <w:rPr>
          <w:rFonts w:ascii="Myriad Pro" w:hAnsi="Myriad Pro" w:cs="Myriad Pro" w:eastAsia="Myriad Pro"/>
          <w:color w:val="231F20"/>
        </w:rPr>
        <w:t>drawing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smaller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than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object.</w:t>
      </w:r>
      <w:r>
        <w:rPr>
          <w:rFonts w:ascii="Myriad Pro" w:hAnsi="Myriad Pro" w:cs="Myriad Pro" w:eastAsia="Myriad Pro"/>
          <w:color w:val="231F20"/>
          <w:spacing w:val="9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kinds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of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rulers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we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will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be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discussing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for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making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scaled</w:t>
      </w:r>
      <w:r>
        <w:rPr>
          <w:rFonts w:ascii="Myriad Pro" w:hAnsi="Myriad Pro" w:cs="Myriad Pro" w:eastAsia="Myriad Pro"/>
          <w:color w:val="231F20"/>
          <w:spacing w:val="64"/>
          <w:w w:val="102"/>
        </w:rPr>
        <w:t> </w:t>
      </w:r>
      <w:r>
        <w:rPr>
          <w:rFonts w:ascii="Myriad Pro" w:hAnsi="Myriad Pro" w:cs="Myriad Pro" w:eastAsia="Myriad Pro"/>
          <w:color w:val="231F20"/>
        </w:rPr>
        <w:t>drawings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are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architect’s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scale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and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metric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scale,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both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shown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in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Figure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1.</w:t>
      </w:r>
      <w:r>
        <w:rPr>
          <w:rFonts w:ascii="Myriad Pro" w:hAnsi="Myriad Pro" w:cs="Myriad Pro" w:eastAsia="Myriad Pro"/>
        </w:rPr>
      </w:r>
    </w:p>
    <w:p>
      <w:pPr>
        <w:spacing w:line="240" w:lineRule="auto" w:before="6"/>
        <w:rPr>
          <w:rFonts w:ascii="Myriad Pro" w:hAnsi="Myriad Pro" w:cs="Myriad Pro" w:eastAsia="Myriad Pro"/>
          <w:sz w:val="19"/>
          <w:szCs w:val="19"/>
        </w:rPr>
      </w:pPr>
    </w:p>
    <w:p>
      <w:pPr>
        <w:spacing w:line="200" w:lineRule="atLeast"/>
        <w:ind w:left="2084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drawing>
          <wp:inline distT="0" distB="0" distL="0" distR="0">
            <wp:extent cx="4506977" cy="803433"/>
            <wp:effectExtent l="0" t="0" r="0" b="0"/>
            <wp:docPr id="11" name="image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7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06977" cy="803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47"/>
        <w:ind w:left="0" w:right="153" w:firstLine="0"/>
        <w:jc w:val="center"/>
        <w:rPr>
          <w:rFonts w:ascii="Myriad Pro Semibold" w:hAnsi="Myriad Pro Semibold" w:cs="Myriad Pro Semibold" w:eastAsia="Myriad Pro Semibold"/>
          <w:sz w:val="18"/>
          <w:szCs w:val="18"/>
        </w:rPr>
      </w:pPr>
      <w:r>
        <w:rPr>
          <w:rFonts w:ascii="Myriad Pro Semibold"/>
          <w:b/>
          <w:color w:val="231F20"/>
          <w:sz w:val="18"/>
        </w:rPr>
        <w:t>Architect's</w:t>
      </w:r>
      <w:r>
        <w:rPr>
          <w:rFonts w:ascii="Myriad Pro Semibold"/>
          <w:b/>
          <w:color w:val="231F20"/>
          <w:spacing w:val="22"/>
          <w:sz w:val="18"/>
        </w:rPr>
        <w:t> </w:t>
      </w:r>
      <w:r>
        <w:rPr>
          <w:rFonts w:ascii="Myriad Pro Semibold"/>
          <w:b/>
          <w:color w:val="231F20"/>
          <w:sz w:val="18"/>
        </w:rPr>
        <w:t>scale</w:t>
      </w:r>
      <w:r>
        <w:rPr>
          <w:rFonts w:ascii="Myriad Pro Semibold"/>
          <w:b/>
          <w:color w:val="231F20"/>
          <w:spacing w:val="22"/>
          <w:sz w:val="18"/>
        </w:rPr>
        <w:t> </w:t>
      </w:r>
      <w:r>
        <w:rPr>
          <w:rFonts w:ascii="Myriad Pro Semibold"/>
          <w:b/>
          <w:color w:val="231F20"/>
          <w:sz w:val="18"/>
        </w:rPr>
        <w:t>ruler</w:t>
      </w:r>
      <w:r>
        <w:rPr>
          <w:rFonts w:ascii="Myriad Pro Semibold"/>
          <w:sz w:val="18"/>
        </w:rPr>
      </w:r>
    </w:p>
    <w:p>
      <w:pPr>
        <w:spacing w:line="240" w:lineRule="auto" w:before="1"/>
        <w:rPr>
          <w:rFonts w:ascii="Myriad Pro Semibold" w:hAnsi="Myriad Pro Semibold" w:cs="Myriad Pro Semibold" w:eastAsia="Myriad Pro Semibold"/>
          <w:b/>
          <w:bCs/>
          <w:sz w:val="8"/>
          <w:szCs w:val="8"/>
        </w:rPr>
      </w:pPr>
    </w:p>
    <w:p>
      <w:pPr>
        <w:spacing w:line="200" w:lineRule="atLeast"/>
        <w:ind w:left="1731" w:right="0" w:firstLine="0"/>
        <w:rPr>
          <w:rFonts w:ascii="Myriad Pro Semibold" w:hAnsi="Myriad Pro Semibold" w:cs="Myriad Pro Semibold" w:eastAsia="Myriad Pro Semibold"/>
          <w:sz w:val="20"/>
          <w:szCs w:val="20"/>
        </w:rPr>
      </w:pPr>
      <w:r>
        <w:rPr>
          <w:rFonts w:ascii="Myriad Pro Semibold" w:hAnsi="Myriad Pro Semibold" w:cs="Myriad Pro Semibold" w:eastAsia="Myriad Pro Semibold"/>
          <w:sz w:val="20"/>
          <w:szCs w:val="20"/>
        </w:rPr>
        <w:drawing>
          <wp:inline distT="0" distB="0" distL="0" distR="0">
            <wp:extent cx="4726006" cy="823531"/>
            <wp:effectExtent l="0" t="0" r="0" b="0"/>
            <wp:docPr id="13" name="image8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8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6006" cy="823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yriad Pro Semibold" w:hAnsi="Myriad Pro Semibold" w:cs="Myriad Pro Semibold" w:eastAsia="Myriad Pro Semibold"/>
          <w:sz w:val="20"/>
          <w:szCs w:val="20"/>
        </w:rPr>
      </w:r>
    </w:p>
    <w:p>
      <w:pPr>
        <w:spacing w:before="43"/>
        <w:ind w:left="0" w:right="153" w:firstLine="0"/>
        <w:jc w:val="center"/>
        <w:rPr>
          <w:rFonts w:ascii="Myriad Pro Semibold" w:hAnsi="Myriad Pro Semibold" w:cs="Myriad Pro Semibold" w:eastAsia="Myriad Pro Semibold"/>
          <w:sz w:val="18"/>
          <w:szCs w:val="18"/>
        </w:rPr>
      </w:pPr>
      <w:r>
        <w:rPr>
          <w:rFonts w:ascii="Myriad Pro Semibold"/>
          <w:b/>
          <w:color w:val="231F20"/>
          <w:sz w:val="18"/>
        </w:rPr>
        <w:t>Metric</w:t>
      </w:r>
      <w:r>
        <w:rPr>
          <w:rFonts w:ascii="Myriad Pro Semibold"/>
          <w:b/>
          <w:color w:val="231F20"/>
          <w:spacing w:val="22"/>
          <w:sz w:val="18"/>
        </w:rPr>
        <w:t> </w:t>
      </w:r>
      <w:r>
        <w:rPr>
          <w:rFonts w:ascii="Myriad Pro Semibold"/>
          <w:b/>
          <w:color w:val="231F20"/>
          <w:sz w:val="18"/>
        </w:rPr>
        <w:t>scale</w:t>
      </w:r>
      <w:r>
        <w:rPr>
          <w:rFonts w:ascii="Myriad Pro Semibold"/>
          <w:b/>
          <w:color w:val="231F20"/>
          <w:spacing w:val="22"/>
          <w:sz w:val="18"/>
        </w:rPr>
        <w:t> </w:t>
      </w:r>
      <w:r>
        <w:rPr>
          <w:rFonts w:ascii="Myriad Pro Semibold"/>
          <w:b/>
          <w:color w:val="231F20"/>
          <w:sz w:val="18"/>
        </w:rPr>
        <w:t>ruler</w:t>
      </w:r>
      <w:r>
        <w:rPr>
          <w:rFonts w:ascii="Myriad Pro Semibold"/>
          <w:sz w:val="18"/>
        </w:rPr>
      </w:r>
    </w:p>
    <w:p>
      <w:pPr>
        <w:spacing w:before="103"/>
        <w:ind w:left="0" w:right="155" w:firstLine="0"/>
        <w:jc w:val="center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1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1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2"/>
          <w:sz w:val="18"/>
          <w:szCs w:val="18"/>
        </w:rPr>
        <w:t>Architect’s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and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metric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rulers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5"/>
        <w:rPr>
          <w:rFonts w:ascii="Myriad Pro" w:hAnsi="Myriad Pro" w:cs="Myriad Pro" w:eastAsia="Myriad Pro"/>
          <w:sz w:val="17"/>
          <w:szCs w:val="17"/>
        </w:rPr>
      </w:pPr>
    </w:p>
    <w:p>
      <w:pPr>
        <w:pStyle w:val="BodyText"/>
        <w:spacing w:line="280" w:lineRule="auto"/>
        <w:ind w:left="800" w:right="1106"/>
        <w:jc w:val="left"/>
        <w:rPr>
          <w:rFonts w:ascii="Myriad Pro" w:hAnsi="Myriad Pro" w:cs="Myriad Pro" w:eastAsia="Myriad Pro"/>
        </w:rPr>
      </w:pP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scale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of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drawing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is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always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written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on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drawing,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unless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drawing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is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not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drawn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to</w:t>
      </w:r>
      <w:r>
        <w:rPr>
          <w:rFonts w:ascii="Myriad Pro" w:hAnsi="Myriad Pro" w:cs="Myriad Pro" w:eastAsia="Myriad Pro"/>
          <w:color w:val="231F20"/>
          <w:spacing w:val="66"/>
          <w:w w:val="102"/>
        </w:rPr>
        <w:t> </w:t>
      </w:r>
      <w:r>
        <w:rPr>
          <w:rFonts w:ascii="Myriad Pro" w:hAnsi="Myriad Pro" w:cs="Myriad Pro" w:eastAsia="Myriad Pro"/>
          <w:color w:val="231F20"/>
        </w:rPr>
        <w:t>scale.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In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latter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case,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this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will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be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indicated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by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-5"/>
        </w:rPr>
        <w:t> </w:t>
      </w:r>
      <w:r>
        <w:rPr>
          <w:rFonts w:ascii="Myriad Pro" w:hAnsi="Myriad Pro" w:cs="Myriad Pro" w:eastAsia="Myriad Pro"/>
          <w:color w:val="231F20"/>
        </w:rPr>
        <w:t>“not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to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scale”</w:t>
      </w:r>
      <w:r>
        <w:rPr>
          <w:rFonts w:ascii="Myriad Pro" w:hAnsi="Myriad Pro" w:cs="Myriad Pro" w:eastAsia="Myriad Pro"/>
          <w:color w:val="231F20"/>
          <w:spacing w:val="-5"/>
        </w:rPr>
        <w:t> </w:t>
      </w:r>
      <w:r>
        <w:rPr>
          <w:rFonts w:ascii="Myriad Pro" w:hAnsi="Myriad Pro" w:cs="Myriad Pro" w:eastAsia="Myriad Pro"/>
          <w:color w:val="231F20"/>
        </w:rPr>
        <w:t>abbreviation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(NTS).</w:t>
      </w:r>
      <w:r>
        <w:rPr>
          <w:rFonts w:ascii="Myriad Pro" w:hAnsi="Myriad Pro" w:cs="Myriad Pro" w:eastAsia="Myriad Pro"/>
          <w:color w:val="231F20"/>
          <w:spacing w:val="7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scale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is</w:t>
      </w:r>
      <w:r>
        <w:rPr>
          <w:rFonts w:ascii="Myriad Pro" w:hAnsi="Myriad Pro" w:cs="Myriad Pro" w:eastAsia="Myriad Pro"/>
          <w:color w:val="231F20"/>
          <w:spacing w:val="64"/>
          <w:w w:val="102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ratio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of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size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of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drawing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to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object.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  <w:spacing w:val="-1"/>
        </w:rPr>
        <w:t>For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drawings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smaller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than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object,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ratio</w:t>
      </w:r>
      <w:r>
        <w:rPr>
          <w:rFonts w:ascii="Myriad Pro" w:hAnsi="Myriad Pro" w:cs="Myriad Pro" w:eastAsia="Myriad Pro"/>
          <w:color w:val="231F20"/>
          <w:spacing w:val="46"/>
          <w:w w:val="102"/>
        </w:rPr>
        <w:t> </w:t>
      </w:r>
      <w:r>
        <w:rPr>
          <w:rFonts w:ascii="Myriad Pro" w:hAnsi="Myriad Pro" w:cs="Myriad Pro" w:eastAsia="Myriad Pro"/>
          <w:color w:val="231F20"/>
        </w:rPr>
        <w:t>is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</w:rPr>
        <w:t>that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of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a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smaller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distance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to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a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larger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one.</w:t>
      </w:r>
      <w:r>
        <w:rPr>
          <w:rFonts w:ascii="Myriad Pro" w:hAnsi="Myriad Pro" w:cs="Myriad Pro" w:eastAsia="Myriad Pro"/>
        </w:rPr>
      </w:r>
    </w:p>
    <w:p>
      <w:pPr>
        <w:spacing w:line="240" w:lineRule="auto" w:before="9"/>
        <w:rPr>
          <w:rFonts w:ascii="Myriad Pro" w:hAnsi="Myriad Pro" w:cs="Myriad Pro" w:eastAsia="Myriad Pro"/>
          <w:sz w:val="23"/>
          <w:szCs w:val="23"/>
        </w:rPr>
      </w:pPr>
    </w:p>
    <w:p>
      <w:pPr>
        <w:pStyle w:val="BodyText"/>
        <w:spacing w:line="280" w:lineRule="auto"/>
        <w:ind w:left="800" w:right="1390"/>
        <w:jc w:val="left"/>
        <w:rPr>
          <w:rFonts w:ascii="Myriad Pro" w:hAnsi="Myriad Pro" w:cs="Myriad Pro" w:eastAsia="Myriad Pro"/>
        </w:rPr>
      </w:pP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architect’s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scales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use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ratios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of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inches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to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a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foot.</w:t>
      </w:r>
      <w:r>
        <w:rPr>
          <w:rFonts w:ascii="Myriad Pro" w:hAnsi="Myriad Pro" w:cs="Myriad Pro" w:eastAsia="Myriad Pro"/>
          <w:color w:val="231F20"/>
          <w:spacing w:val="6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most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common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architect’s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scale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used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is</w:t>
      </w:r>
      <w:r>
        <w:rPr>
          <w:rFonts w:ascii="Myriad Pro" w:hAnsi="Myriad Pro" w:cs="Myriad Pro" w:eastAsia="Myriad Pro"/>
          <w:color w:val="231F20"/>
          <w:spacing w:val="88"/>
          <w:w w:val="102"/>
        </w:rPr>
        <w:t> </w:t>
      </w:r>
      <w:r>
        <w:rPr>
          <w:rFonts w:ascii="Myriad Pro" w:hAnsi="Myriad Pro" w:cs="Myriad Pro" w:eastAsia="Myriad Pro"/>
          <w:color w:val="231F20"/>
          <w:w w:val="95"/>
        </w:rPr>
        <w:t>1/4</w:t>
      </w:r>
      <w:r>
        <w:rPr>
          <w:rFonts w:ascii="Myriad Pro" w:hAnsi="Myriad Pro" w:cs="Myriad Pro" w:eastAsia="Myriad Pro"/>
          <w:color w:val="231F20"/>
          <w:spacing w:val="4"/>
          <w:w w:val="95"/>
        </w:rPr>
        <w:t> </w:t>
      </w:r>
      <w:r>
        <w:rPr>
          <w:rFonts w:ascii="Myriad Pro" w:hAnsi="Myriad Pro" w:cs="Myriad Pro" w:eastAsia="Myriad Pro"/>
          <w:color w:val="231F20"/>
        </w:rPr>
        <w:t>inch</w:t>
      </w:r>
      <w:r>
        <w:rPr>
          <w:rFonts w:ascii="Myriad Pro" w:hAnsi="Myriad Pro" w:cs="Myriad Pro" w:eastAsia="Myriad Pro"/>
          <w:color w:val="231F20"/>
          <w:spacing w:val="3"/>
        </w:rPr>
        <w:t> </w:t>
      </w:r>
      <w:r>
        <w:rPr>
          <w:rFonts w:ascii="Myriad Pro" w:hAnsi="Myriad Pro" w:cs="Myriad Pro" w:eastAsia="Myriad Pro"/>
          <w:color w:val="231F20"/>
        </w:rPr>
        <w:t>to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foot,</w:t>
      </w:r>
      <w:r>
        <w:rPr>
          <w:rFonts w:ascii="Myriad Pro" w:hAnsi="Myriad Pro" w:cs="Myriad Pro" w:eastAsia="Myriad Pro"/>
          <w:color w:val="231F20"/>
          <w:spacing w:val="3"/>
        </w:rPr>
        <w:t> </w:t>
      </w:r>
      <w:r>
        <w:rPr>
          <w:rFonts w:ascii="Myriad Pro" w:hAnsi="Myriad Pro" w:cs="Myriad Pro" w:eastAsia="Myriad Pro"/>
          <w:color w:val="231F20"/>
        </w:rPr>
        <w:t>written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on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drawings</w:t>
      </w:r>
      <w:r>
        <w:rPr>
          <w:rFonts w:ascii="Myriad Pro" w:hAnsi="Myriad Pro" w:cs="Myriad Pro" w:eastAsia="Myriad Pro"/>
          <w:color w:val="231F20"/>
          <w:spacing w:val="3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as:</w:t>
      </w:r>
      <w:r>
        <w:rPr>
          <w:rFonts w:ascii="Myriad Pro" w:hAnsi="Myriad Pro" w:cs="Myriad Pro" w:eastAsia="Myriad Pro"/>
        </w:rPr>
      </w:r>
    </w:p>
    <w:p>
      <w:pPr>
        <w:pStyle w:val="BodyText"/>
        <w:spacing w:line="240" w:lineRule="auto" w:before="100"/>
        <w:ind w:left="1170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-11"/>
        </w:rPr>
        <w:t> </w:t>
      </w:r>
      <w:r>
        <w:rPr>
          <w:rFonts w:ascii="Myriad Pro"/>
          <w:color w:val="231F20"/>
          <w:w w:val="90"/>
        </w:rPr>
        <w:t>1/4 </w:t>
      </w:r>
      <w:r>
        <w:rPr>
          <w:rFonts w:ascii="Myriad Pro"/>
          <w:color w:val="231F20"/>
          <w:spacing w:val="7"/>
          <w:w w:val="90"/>
        </w:rPr>
        <w:t> </w:t>
      </w:r>
      <w:r>
        <w:rPr>
          <w:rFonts w:ascii="Myriad Pro"/>
          <w:color w:val="231F20"/>
        </w:rPr>
        <w:t>=</w:t>
      </w:r>
      <w:r>
        <w:rPr>
          <w:rFonts w:ascii="Myriad Pro"/>
          <w:color w:val="231F20"/>
          <w:spacing w:val="-11"/>
        </w:rPr>
        <w:t> </w:t>
      </w:r>
      <w:r>
        <w:rPr>
          <w:rFonts w:ascii="Myriad Pro"/>
          <w:color w:val="231F20"/>
          <w:spacing w:val="1"/>
        </w:rPr>
        <w:t>1'-0"</w:t>
      </w:r>
      <w:r>
        <w:rPr>
          <w:rFonts w:ascii="Myriad Pro"/>
        </w:rPr>
      </w:r>
    </w:p>
    <w:p>
      <w:pPr>
        <w:spacing w:line="240" w:lineRule="auto" w:before="11"/>
        <w:rPr>
          <w:rFonts w:ascii="Myriad Pro" w:hAnsi="Myriad Pro" w:cs="Myriad Pro" w:eastAsia="Myriad Pro"/>
          <w:sz w:val="26"/>
          <w:szCs w:val="26"/>
        </w:rPr>
      </w:pPr>
    </w:p>
    <w:p>
      <w:pPr>
        <w:pStyle w:val="BodyText"/>
        <w:spacing w:line="280" w:lineRule="auto"/>
        <w:ind w:left="800" w:right="1163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This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means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line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w w:val="95"/>
        </w:rPr>
        <w:t>1/4  </w:t>
      </w:r>
      <w:r>
        <w:rPr>
          <w:rFonts w:ascii="Myriad Pro"/>
          <w:color w:val="231F20"/>
          <w:spacing w:val="8"/>
          <w:w w:val="95"/>
        </w:rPr>
        <w:t> </w:t>
      </w:r>
      <w:r>
        <w:rPr>
          <w:rFonts w:ascii="Myriad Pro"/>
          <w:color w:val="231F20"/>
        </w:rPr>
        <w:t>long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drawing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represents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one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foot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long.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At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  <w:spacing w:val="1"/>
        </w:rPr>
        <w:t>the</w:t>
      </w:r>
      <w:r>
        <w:rPr>
          <w:rFonts w:ascii="Myriad Pro"/>
          <w:color w:val="231F20"/>
          <w:spacing w:val="50"/>
          <w:w w:val="102"/>
        </w:rPr>
        <w:t> </w:t>
      </w:r>
      <w:r>
        <w:rPr>
          <w:rFonts w:ascii="Myriad Pro"/>
          <w:color w:val="231F20"/>
        </w:rPr>
        <w:t>same</w:t>
      </w:r>
      <w:r>
        <w:rPr>
          <w:rFonts w:ascii="Myriad Pro"/>
          <w:color w:val="231F20"/>
          <w:spacing w:val="2"/>
        </w:rPr>
        <w:t> </w:t>
      </w:r>
      <w:r>
        <w:rPr>
          <w:rFonts w:ascii="Myriad Pro"/>
          <w:color w:val="231F20"/>
        </w:rPr>
        <w:t>scale,</w:t>
      </w:r>
      <w:r>
        <w:rPr>
          <w:rFonts w:ascii="Myriad Pro"/>
          <w:color w:val="231F20"/>
          <w:spacing w:val="2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3"/>
        </w:rPr>
        <w:t> </w:t>
      </w:r>
      <w:r>
        <w:rPr>
          <w:rFonts w:ascii="Myriad Pro"/>
          <w:color w:val="231F20"/>
        </w:rPr>
        <w:t>line</w:t>
      </w:r>
      <w:r>
        <w:rPr>
          <w:rFonts w:ascii="Myriad Pro"/>
          <w:color w:val="231F20"/>
          <w:spacing w:val="2"/>
        </w:rPr>
        <w:t> </w:t>
      </w:r>
      <w:r>
        <w:rPr>
          <w:rFonts w:ascii="Myriad Pro"/>
          <w:color w:val="231F20"/>
        </w:rPr>
        <w:t>11/2"</w:t>
      </w:r>
      <w:r>
        <w:rPr>
          <w:rFonts w:ascii="Myriad Pro"/>
          <w:color w:val="231F20"/>
          <w:spacing w:val="3"/>
        </w:rPr>
        <w:t> </w:t>
      </w:r>
      <w:r>
        <w:rPr>
          <w:rFonts w:ascii="Myriad Pro"/>
          <w:color w:val="231F20"/>
        </w:rPr>
        <w:t>long</w:t>
      </w:r>
      <w:r>
        <w:rPr>
          <w:rFonts w:ascii="Myriad Pro"/>
          <w:color w:val="231F20"/>
          <w:spacing w:val="2"/>
        </w:rPr>
        <w:t> </w:t>
      </w:r>
      <w:r>
        <w:rPr>
          <w:rFonts w:ascii="Myriad Pro"/>
          <w:color w:val="231F20"/>
        </w:rPr>
        <w:t>represents</w:t>
      </w:r>
      <w:r>
        <w:rPr>
          <w:rFonts w:ascii="Myriad Pro"/>
          <w:color w:val="231F20"/>
          <w:spacing w:val="3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2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3"/>
        </w:rPr>
        <w:t> </w:t>
      </w:r>
      <w:r>
        <w:rPr>
          <w:rFonts w:ascii="Myriad Pro"/>
          <w:color w:val="231F20"/>
        </w:rPr>
        <w:t>6'</w:t>
      </w:r>
      <w:r>
        <w:rPr>
          <w:rFonts w:ascii="Myriad Pro"/>
          <w:color w:val="231F20"/>
          <w:spacing w:val="2"/>
        </w:rPr>
        <w:t> </w:t>
      </w:r>
      <w:r>
        <w:rPr>
          <w:rFonts w:ascii="Myriad Pro"/>
          <w:color w:val="231F20"/>
        </w:rPr>
        <w:t>long,</w:t>
      </w:r>
      <w:r>
        <w:rPr>
          <w:rFonts w:ascii="Myriad Pro"/>
          <w:color w:val="231F20"/>
          <w:spacing w:val="3"/>
        </w:rPr>
        <w:t> </w:t>
      </w:r>
      <w:r>
        <w:rPr>
          <w:rFonts w:ascii="Myriad Pro"/>
          <w:color w:val="231F20"/>
        </w:rPr>
        <w:t>because</w:t>
      </w:r>
      <w:r>
        <w:rPr>
          <w:rFonts w:ascii="Myriad Pro"/>
          <w:color w:val="231F20"/>
          <w:spacing w:val="2"/>
        </w:rPr>
        <w:t> </w:t>
      </w:r>
      <w:r>
        <w:rPr>
          <w:rFonts w:ascii="Myriad Pro"/>
          <w:color w:val="231F20"/>
        </w:rPr>
        <w:t>11/2"</w:t>
      </w:r>
      <w:r>
        <w:rPr>
          <w:rFonts w:ascii="Myriad Pro"/>
          <w:color w:val="231F20"/>
          <w:spacing w:val="3"/>
        </w:rPr>
        <w:t> </w:t>
      </w:r>
      <w:r>
        <w:rPr>
          <w:rFonts w:ascii="Myriad Pro"/>
          <w:color w:val="231F20"/>
        </w:rPr>
        <w:t>contains</w:t>
      </w:r>
      <w:r>
        <w:rPr>
          <w:rFonts w:ascii="Myriad Pro"/>
          <w:color w:val="231F20"/>
          <w:spacing w:val="2"/>
        </w:rPr>
        <w:t> </w:t>
      </w:r>
      <w:r>
        <w:rPr>
          <w:rFonts w:ascii="Myriad Pro"/>
          <w:color w:val="231F20"/>
        </w:rPr>
        <w:t>6</w:t>
      </w:r>
      <w:r>
        <w:rPr>
          <w:rFonts w:ascii="Myriad Pro"/>
          <w:color w:val="231F20"/>
          <w:spacing w:val="3"/>
        </w:rPr>
        <w:t> </w:t>
      </w:r>
      <w:r>
        <w:rPr>
          <w:rFonts w:ascii="Myriad Pro"/>
          <w:color w:val="231F20"/>
        </w:rPr>
        <w:t>quarter-inches.</w:t>
      </w:r>
      <w:r>
        <w:rPr>
          <w:rFonts w:ascii="Myriad Pro"/>
        </w:rPr>
      </w:r>
    </w:p>
    <w:p>
      <w:pPr>
        <w:spacing w:line="240" w:lineRule="auto" w:before="9"/>
        <w:rPr>
          <w:rFonts w:ascii="Myriad Pro" w:hAnsi="Myriad Pro" w:cs="Myriad Pro" w:eastAsia="Myriad Pro"/>
          <w:sz w:val="23"/>
          <w:szCs w:val="23"/>
        </w:rPr>
      </w:pPr>
    </w:p>
    <w:p>
      <w:pPr>
        <w:pStyle w:val="BodyText"/>
        <w:spacing w:line="280" w:lineRule="auto"/>
        <w:ind w:left="800" w:right="1163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1"/>
        </w:rPr>
        <w:t>Metric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ratios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use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same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units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both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ratio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terms,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resulting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expression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how</w:t>
      </w:r>
      <w:r>
        <w:rPr>
          <w:rFonts w:ascii="Myriad Pro"/>
          <w:color w:val="231F20"/>
          <w:spacing w:val="54"/>
          <w:w w:val="102"/>
        </w:rPr>
        <w:t> </w:t>
      </w:r>
      <w:r>
        <w:rPr>
          <w:rFonts w:ascii="Myriad Pro"/>
          <w:color w:val="231F20"/>
        </w:rPr>
        <w:t>many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times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smaller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than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drawing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is.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-1"/>
        </w:rPr>
        <w:t>For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example,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standard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metric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ratio</w:t>
      </w:r>
      <w:r>
        <w:rPr>
          <w:rFonts w:ascii="Myriad Pro"/>
          <w:color w:val="231F20"/>
          <w:spacing w:val="76"/>
          <w:w w:val="102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corresponds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approximately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1/4"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=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1'-0"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written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11"/>
        </w:rPr>
        <w:t> </w:t>
      </w:r>
      <w:r>
        <w:rPr>
          <w:rFonts w:ascii="Myriad Pro"/>
          <w:color w:val="231F20"/>
        </w:rPr>
        <w:t>drawings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"Scale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-3"/>
        </w:rPr>
        <w:t>1:50."</w:t>
      </w:r>
      <w:r>
        <w:rPr>
          <w:rFonts w:ascii="Myriad Pro"/>
        </w:rPr>
      </w:r>
    </w:p>
    <w:p>
      <w:pPr>
        <w:spacing w:after="0" w:line="280" w:lineRule="auto"/>
        <w:jc w:val="left"/>
        <w:rPr>
          <w:rFonts w:ascii="Myriad Pro" w:hAnsi="Myriad Pro" w:cs="Myriad Pro" w:eastAsia="Myriad Pro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4"/>
        <w:rPr>
          <w:rFonts w:ascii="Myriad Pro" w:hAnsi="Myriad Pro" w:cs="Myriad Pro" w:eastAsia="Myriad Pro"/>
          <w:sz w:val="15"/>
          <w:szCs w:val="15"/>
        </w:rPr>
      </w:pPr>
    </w:p>
    <w:p>
      <w:pPr>
        <w:pStyle w:val="BodyText"/>
        <w:spacing w:line="280" w:lineRule="auto" w:before="70"/>
        <w:ind w:left="920" w:right="1163"/>
        <w:jc w:val="left"/>
        <w:rPr>
          <w:rFonts w:ascii="Myriad Pro" w:hAnsi="Myriad Pro" w:cs="Myriad Pro" w:eastAsia="Myriad Pro"/>
        </w:rPr>
      </w:pPr>
      <w:r>
        <w:rPr>
          <w:rFonts w:ascii="Myriad Pro" w:hAnsi="Myriad Pro" w:cs="Myriad Pro" w:eastAsia="Myriad Pro"/>
          <w:color w:val="231F20"/>
        </w:rPr>
        <w:t>This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</w:rPr>
        <w:t>means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that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object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is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</w:rPr>
        <w:t>50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times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as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large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as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drawing,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so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that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50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</w:rPr>
        <w:t>mm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on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object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is</w:t>
      </w:r>
      <w:r>
        <w:rPr>
          <w:rFonts w:ascii="Myriad Pro" w:hAnsi="Myriad Pro" w:cs="Myriad Pro" w:eastAsia="Myriad Pro"/>
          <w:color w:val="231F20"/>
          <w:spacing w:val="44"/>
          <w:w w:val="102"/>
        </w:rPr>
        <w:t> </w:t>
      </w:r>
      <w:r>
        <w:rPr>
          <w:rFonts w:ascii="Myriad Pro" w:hAnsi="Myriad Pro" w:cs="Myriad Pro" w:eastAsia="Myriad Pro"/>
          <w:color w:val="231F20"/>
        </w:rPr>
        <w:t>represented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by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1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mm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on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drawing.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  <w:spacing w:val="-1"/>
        </w:rPr>
        <w:t>For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another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example,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30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mm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on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drawing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represents</w:t>
      </w:r>
      <w:r>
        <w:rPr>
          <w:rFonts w:ascii="Myriad Pro" w:hAnsi="Myriad Pro" w:cs="Myriad Pro" w:eastAsia="Myriad Pro"/>
          <w:color w:val="231F20"/>
          <w:spacing w:val="52"/>
          <w:w w:val="102"/>
        </w:rPr>
        <w:t> </w:t>
      </w:r>
      <w:r>
        <w:rPr>
          <w:rFonts w:ascii="Myriad Pro" w:hAnsi="Myriad Pro" w:cs="Myriad Pro" w:eastAsia="Myriad Pro"/>
          <w:color w:val="231F20"/>
        </w:rPr>
        <w:t>50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</w:rPr>
        <w:t>×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</w:rPr>
        <w:t>30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</w:rPr>
        <w:t>mm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=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</w:rPr>
        <w:t>1500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</w:rPr>
        <w:t>mm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</w:rPr>
        <w:t>(or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</w:rPr>
        <w:t>1.5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metres)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</w:rPr>
        <w:t>on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object.</w:t>
      </w:r>
      <w:r>
        <w:rPr>
          <w:rFonts w:ascii="Myriad Pro" w:hAnsi="Myriad Pro" w:cs="Myriad Pro" w:eastAsia="Myriad Pro"/>
        </w:rPr>
      </w:r>
    </w:p>
    <w:p>
      <w:pPr>
        <w:spacing w:line="240" w:lineRule="auto" w:before="9"/>
        <w:rPr>
          <w:rFonts w:ascii="Myriad Pro" w:hAnsi="Myriad Pro" w:cs="Myriad Pro" w:eastAsia="Myriad Pro"/>
          <w:sz w:val="23"/>
          <w:szCs w:val="23"/>
        </w:rPr>
      </w:pPr>
    </w:p>
    <w:p>
      <w:pPr>
        <w:pStyle w:val="BodyText"/>
        <w:spacing w:line="280" w:lineRule="auto"/>
        <w:ind w:left="920" w:right="1163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2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lists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ratios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used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for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building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plans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construction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drawings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both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metric</w:t>
      </w:r>
      <w:r>
        <w:rPr>
          <w:rFonts w:ascii="Myriad Pro"/>
          <w:color w:val="231F20"/>
          <w:spacing w:val="84"/>
          <w:w w:val="102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3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30"/>
        </w:rPr>
        <w:t> </w:t>
      </w:r>
      <w:r>
        <w:rPr>
          <w:rFonts w:ascii="Myriad Pro"/>
          <w:color w:val="231F20"/>
        </w:rPr>
        <w:t>approximate</w:t>
      </w:r>
      <w:r>
        <w:rPr>
          <w:rFonts w:ascii="Myriad Pro"/>
          <w:color w:val="231F20"/>
          <w:spacing w:val="30"/>
        </w:rPr>
        <w:t> </w:t>
      </w:r>
      <w:r>
        <w:rPr>
          <w:rFonts w:ascii="Myriad Pro"/>
          <w:color w:val="231F20"/>
        </w:rPr>
        <w:t>equivalent</w:t>
      </w:r>
      <w:r>
        <w:rPr>
          <w:rFonts w:ascii="Myriad Pro"/>
          <w:color w:val="231F20"/>
          <w:spacing w:val="30"/>
        </w:rPr>
        <w:t> </w:t>
      </w:r>
      <w:r>
        <w:rPr>
          <w:rFonts w:ascii="Myriad Pro"/>
          <w:color w:val="231F20"/>
        </w:rPr>
        <w:t>architectural</w:t>
      </w:r>
      <w:r>
        <w:rPr>
          <w:rFonts w:ascii="Myriad Pro"/>
          <w:color w:val="231F20"/>
          <w:spacing w:val="31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30"/>
        </w:rPr>
        <w:t> </w:t>
      </w:r>
      <w:r>
        <w:rPr>
          <w:rFonts w:ascii="Myriad Pro"/>
          <w:color w:val="231F20"/>
        </w:rPr>
        <w:t>ratios.</w:t>
      </w:r>
      <w:r>
        <w:rPr>
          <w:rFonts w:ascii="Myriad Pro"/>
        </w:rPr>
      </w:r>
    </w:p>
    <w:p>
      <w:pPr>
        <w:spacing w:line="240" w:lineRule="auto" w:before="4"/>
        <w:rPr>
          <w:rFonts w:ascii="Myriad Pro" w:hAnsi="Myriad Pro" w:cs="Myriad Pro" w:eastAsia="Myriad Pro"/>
          <w:sz w:val="22"/>
          <w:szCs w:val="22"/>
        </w:rPr>
      </w:pPr>
    </w:p>
    <w:tbl>
      <w:tblPr>
        <w:tblW w:w="0" w:type="auto"/>
        <w:jc w:val="left"/>
        <w:tblInd w:w="93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9"/>
        <w:gridCol w:w="2302"/>
        <w:gridCol w:w="1141"/>
        <w:gridCol w:w="934"/>
        <w:gridCol w:w="2567"/>
      </w:tblGrid>
      <w:tr>
        <w:trPr>
          <w:trHeight w:val="587" w:hRule="exact"/>
        </w:trPr>
        <w:tc>
          <w:tcPr>
            <w:tcW w:w="2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CBEC0"/>
          </w:tcPr>
          <w:p>
            <w:pPr>
              <w:pStyle w:val="TableParagraph"/>
              <w:spacing w:line="240" w:lineRule="auto" w:before="175"/>
              <w:ind w:left="398" w:right="0"/>
              <w:jc w:val="left"/>
              <w:rPr>
                <w:rFonts w:ascii="Myriad Pro Semibold" w:hAnsi="Myriad Pro Semibold" w:cs="Myriad Pro Semibold" w:eastAsia="Myriad Pro Semibold"/>
                <w:sz w:val="20"/>
                <w:szCs w:val="20"/>
              </w:rPr>
            </w:pPr>
            <w:r>
              <w:rPr>
                <w:rFonts w:ascii="Myriad Pro Semibold"/>
                <w:b/>
                <w:color w:val="231F20"/>
                <w:spacing w:val="-1"/>
                <w:sz w:val="20"/>
              </w:rPr>
              <w:t>Type</w:t>
            </w:r>
            <w:r>
              <w:rPr>
                <w:rFonts w:ascii="Myriad Pro Semibold"/>
                <w:b/>
                <w:color w:val="231F20"/>
                <w:spacing w:val="22"/>
                <w:sz w:val="20"/>
              </w:rPr>
              <w:t> </w:t>
            </w:r>
            <w:r>
              <w:rPr>
                <w:rFonts w:ascii="Myriad Pro Semibold"/>
                <w:b/>
                <w:color w:val="231F20"/>
                <w:sz w:val="20"/>
              </w:rPr>
              <w:t>of</w:t>
            </w:r>
            <w:r>
              <w:rPr>
                <w:rFonts w:ascii="Myriad Pro Semibold"/>
                <w:b/>
                <w:color w:val="231F20"/>
                <w:spacing w:val="23"/>
                <w:sz w:val="20"/>
              </w:rPr>
              <w:t> </w:t>
            </w:r>
            <w:r>
              <w:rPr>
                <w:rFonts w:ascii="Myriad Pro Semibold"/>
                <w:b/>
                <w:color w:val="231F20"/>
                <w:sz w:val="20"/>
              </w:rPr>
              <w:t>Drawing</w:t>
            </w:r>
            <w:r>
              <w:rPr>
                <w:rFonts w:ascii="Myriad Pro Semibold"/>
                <w:sz w:val="20"/>
              </w:rPr>
            </w:r>
          </w:p>
        </w:tc>
        <w:tc>
          <w:tcPr>
            <w:tcW w:w="23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CBEC0"/>
          </w:tcPr>
          <w:p>
            <w:pPr>
              <w:pStyle w:val="TableParagraph"/>
              <w:spacing w:line="240" w:lineRule="auto" w:before="175"/>
              <w:ind w:left="116" w:right="0"/>
              <w:jc w:val="left"/>
              <w:rPr>
                <w:rFonts w:ascii="Myriad Pro Semibold" w:hAnsi="Myriad Pro Semibold" w:cs="Myriad Pro Semibold" w:eastAsia="Myriad Pro Semibold"/>
                <w:sz w:val="20"/>
                <w:szCs w:val="20"/>
              </w:rPr>
            </w:pPr>
            <w:r>
              <w:rPr>
                <w:rFonts w:ascii="Myriad Pro Semibold"/>
                <w:b/>
                <w:color w:val="231F20"/>
                <w:sz w:val="20"/>
              </w:rPr>
              <w:t>Common</w:t>
            </w:r>
            <w:r>
              <w:rPr>
                <w:rFonts w:ascii="Myriad Pro Semibold"/>
                <w:b/>
                <w:color w:val="231F20"/>
                <w:spacing w:val="32"/>
                <w:sz w:val="20"/>
              </w:rPr>
              <w:t> </w:t>
            </w:r>
            <w:r>
              <w:rPr>
                <w:rFonts w:ascii="Myriad Pro Semibold"/>
                <w:b/>
                <w:color w:val="231F20"/>
                <w:sz w:val="20"/>
              </w:rPr>
              <w:t>Metric</w:t>
            </w:r>
            <w:r>
              <w:rPr>
                <w:rFonts w:ascii="Myriad Pro Semibold"/>
                <w:b/>
                <w:color w:val="231F20"/>
                <w:spacing w:val="33"/>
                <w:sz w:val="20"/>
              </w:rPr>
              <w:t> </w:t>
            </w:r>
            <w:r>
              <w:rPr>
                <w:rFonts w:ascii="Myriad Pro Semibold"/>
                <w:b/>
                <w:color w:val="231F20"/>
                <w:spacing w:val="1"/>
                <w:sz w:val="20"/>
              </w:rPr>
              <w:t>Ratios</w:t>
            </w:r>
            <w:r>
              <w:rPr>
                <w:rFonts w:ascii="Myriad Pro Semibold"/>
                <w:sz w:val="20"/>
              </w:rPr>
            </w:r>
          </w:p>
        </w:tc>
        <w:tc>
          <w:tcPr>
            <w:tcW w:w="20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CBEC0"/>
          </w:tcPr>
          <w:p>
            <w:pPr>
              <w:pStyle w:val="TableParagraph"/>
              <w:spacing w:line="246" w:lineRule="auto" w:before="52"/>
              <w:ind w:left="556" w:right="99" w:hanging="453"/>
              <w:jc w:val="left"/>
              <w:rPr>
                <w:rFonts w:ascii="Myriad Pro Semibold" w:hAnsi="Myriad Pro Semibold" w:cs="Myriad Pro Semibold" w:eastAsia="Myriad Pro Semibold"/>
                <w:sz w:val="20"/>
                <w:szCs w:val="20"/>
              </w:rPr>
            </w:pPr>
            <w:r>
              <w:rPr>
                <w:rFonts w:ascii="Myriad Pro Semibold"/>
                <w:b/>
                <w:color w:val="231F20"/>
                <w:sz w:val="20"/>
              </w:rPr>
              <w:t>Imperial </w:t>
            </w:r>
            <w:r>
              <w:rPr>
                <w:rFonts w:ascii="Myriad Pro Semibold"/>
                <w:b/>
                <w:color w:val="231F20"/>
                <w:spacing w:val="17"/>
                <w:sz w:val="20"/>
              </w:rPr>
              <w:t> </w:t>
            </w:r>
            <w:r>
              <w:rPr>
                <w:rFonts w:ascii="Myriad Pro Semibold"/>
                <w:b/>
                <w:color w:val="231F20"/>
                <w:sz w:val="20"/>
              </w:rPr>
              <w:t>Equivalents</w:t>
            </w:r>
            <w:r>
              <w:rPr>
                <w:rFonts w:ascii="Myriad Pro Semibold"/>
                <w:b/>
                <w:color w:val="231F20"/>
                <w:spacing w:val="30"/>
                <w:w w:val="102"/>
                <w:sz w:val="20"/>
              </w:rPr>
              <w:t> </w:t>
            </w:r>
            <w:r>
              <w:rPr>
                <w:rFonts w:ascii="Myriad Pro Semibold"/>
                <w:b/>
                <w:color w:val="231F20"/>
                <w:sz w:val="20"/>
              </w:rPr>
              <w:t>and</w:t>
            </w:r>
            <w:r>
              <w:rPr>
                <w:rFonts w:ascii="Myriad Pro Semibold"/>
                <w:b/>
                <w:color w:val="231F20"/>
                <w:spacing w:val="31"/>
                <w:sz w:val="20"/>
              </w:rPr>
              <w:t> </w:t>
            </w:r>
            <w:r>
              <w:rPr>
                <w:rFonts w:ascii="Myriad Pro Semibold"/>
                <w:b/>
                <w:color w:val="231F20"/>
                <w:spacing w:val="1"/>
                <w:sz w:val="20"/>
              </w:rPr>
              <w:t>Ratios</w:t>
            </w:r>
            <w:r>
              <w:rPr>
                <w:rFonts w:ascii="Myriad Pro Semibold"/>
                <w:sz w:val="20"/>
              </w:rPr>
            </w:r>
          </w:p>
        </w:tc>
        <w:tc>
          <w:tcPr>
            <w:tcW w:w="2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CBEC0"/>
          </w:tcPr>
          <w:p>
            <w:pPr>
              <w:pStyle w:val="TableParagraph"/>
              <w:spacing w:line="240" w:lineRule="auto" w:before="175"/>
              <w:ind w:right="0"/>
              <w:jc w:val="center"/>
              <w:rPr>
                <w:rFonts w:ascii="Myriad Pro Semibold" w:hAnsi="Myriad Pro Semibold" w:cs="Myriad Pro Semibold" w:eastAsia="Myriad Pro Semibold"/>
                <w:sz w:val="20"/>
                <w:szCs w:val="20"/>
              </w:rPr>
            </w:pPr>
            <w:r>
              <w:rPr>
                <w:rFonts w:ascii="Myriad Pro Semibold"/>
                <w:b/>
                <w:color w:val="231F20"/>
                <w:sz w:val="20"/>
              </w:rPr>
              <w:t>Use</w:t>
            </w:r>
            <w:r>
              <w:rPr>
                <w:rFonts w:ascii="Myriad Pro Semibold"/>
                <w:sz w:val="20"/>
              </w:rPr>
            </w:r>
          </w:p>
        </w:tc>
      </w:tr>
      <w:tr>
        <w:trPr>
          <w:trHeight w:val="1081" w:hRule="exact"/>
        </w:trPr>
        <w:tc>
          <w:tcPr>
            <w:tcW w:w="2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Myriad Pro" w:hAnsi="Myriad Pro" w:cs="Myriad Pro" w:eastAsia="Myriad Pro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87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Si</w:t>
            </w:r>
            <w:r>
              <w:rPr>
                <w:rFonts w:ascii="Myriad Pro"/>
                <w:color w:val="231F20"/>
                <w:sz w:val="20"/>
              </w:rPr>
              <w:t>te</w:t>
            </w:r>
            <w:r>
              <w:rPr>
                <w:rFonts w:ascii="Myriad Pro"/>
                <w:color w:val="231F20"/>
                <w:spacing w:val="24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plan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23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160"/>
              <w:ind w:left="1" w:right="0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1:500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Myriad Pro" w:hAnsi="Myriad Pro" w:cs="Myriad Pro" w:eastAsia="Myriad Pro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1:200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11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Myriad Pro" w:hAnsi="Myriad Pro" w:cs="Myriad Pro" w:eastAsia="Myriad Pro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18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</w:t>
            </w:r>
            <w:r>
              <w:rPr>
                <w:rFonts w:ascii="Myriad Pro"/>
                <w:color w:val="231F20"/>
                <w:sz w:val="20"/>
              </w:rPr>
              <w:t>"</w:t>
            </w:r>
            <w:r>
              <w:rPr>
                <w:rFonts w:ascii="Myriad Pro"/>
                <w:color w:val="231F20"/>
                <w:spacing w:val="16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=</w:t>
            </w:r>
            <w:r>
              <w:rPr>
                <w:rFonts w:ascii="Myriad Pro"/>
                <w:color w:val="231F20"/>
                <w:spacing w:val="16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40'-0"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 w:before="7"/>
              <w:ind w:left="148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w w:val="85"/>
                <w:sz w:val="20"/>
              </w:rPr>
              <w:t>1/16"</w:t>
            </w:r>
            <w:r>
              <w:rPr>
                <w:rFonts w:ascii="Myriad Pro"/>
                <w:color w:val="231F20"/>
                <w:spacing w:val="-15"/>
                <w:w w:val="85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w w:val="85"/>
                <w:sz w:val="20"/>
              </w:rPr>
              <w:t>=1'-0"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9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160"/>
              <w:ind w:left="224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1:480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Myriad Pro" w:hAnsi="Myriad Pro" w:cs="Myriad Pro" w:eastAsia="Myriad Pro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24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1:192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2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ListParagraph"/>
              <w:numPr>
                <w:ilvl w:val="0"/>
                <w:numId w:val="9"/>
              </w:numPr>
              <w:tabs>
                <w:tab w:pos="273" w:val="left" w:leader="none"/>
              </w:tabs>
              <w:spacing w:line="246" w:lineRule="auto" w:before="175" w:after="0"/>
              <w:ind w:left="272" w:right="335" w:hanging="164"/>
              <w:jc w:val="both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-7"/>
                <w:sz w:val="20"/>
              </w:rPr>
              <w:t>To</w:t>
            </w:r>
            <w:r>
              <w:rPr>
                <w:rFonts w:ascii="Myriad Pro"/>
                <w:color w:val="231F20"/>
                <w:spacing w:val="19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locate</w:t>
            </w:r>
            <w:r>
              <w:rPr>
                <w:rFonts w:ascii="Myriad Pro"/>
                <w:color w:val="231F20"/>
                <w:spacing w:val="20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the</w:t>
            </w:r>
            <w:r>
              <w:rPr>
                <w:rFonts w:ascii="Myriad Pro"/>
                <w:color w:val="231F20"/>
                <w:spacing w:val="19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building,</w:t>
            </w:r>
            <w:r>
              <w:rPr>
                <w:rFonts w:ascii="Myriad Pro"/>
                <w:color w:val="231F20"/>
                <w:spacing w:val="26"/>
                <w:w w:val="102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services</w:t>
            </w:r>
            <w:r>
              <w:rPr>
                <w:rFonts w:ascii="Myriad Pro"/>
                <w:color w:val="231F20"/>
                <w:spacing w:val="22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and</w:t>
            </w:r>
            <w:r>
              <w:rPr>
                <w:rFonts w:ascii="Myriad Pro"/>
                <w:color w:val="231F20"/>
                <w:spacing w:val="22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reference</w:t>
            </w:r>
            <w:r>
              <w:rPr>
                <w:rFonts w:ascii="Myriad Pro"/>
                <w:color w:val="231F20"/>
                <w:spacing w:val="29"/>
                <w:w w:val="102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points</w:t>
            </w:r>
            <w:r>
              <w:rPr>
                <w:rFonts w:ascii="Myriad Pro"/>
                <w:color w:val="231F20"/>
                <w:spacing w:val="18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on</w:t>
            </w:r>
            <w:r>
              <w:rPr>
                <w:rFonts w:ascii="Myriad Pro"/>
                <w:color w:val="231F20"/>
                <w:spacing w:val="19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the</w:t>
            </w:r>
            <w:r>
              <w:rPr>
                <w:rFonts w:ascii="Myriad Pro"/>
                <w:color w:val="231F20"/>
                <w:spacing w:val="19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site</w:t>
            </w:r>
            <w:r>
              <w:rPr>
                <w:rFonts w:ascii="Myriad Pro"/>
                <w:sz w:val="20"/>
              </w:rPr>
            </w:r>
          </w:p>
        </w:tc>
      </w:tr>
      <w:tr>
        <w:trPr>
          <w:trHeight w:val="2506" w:hRule="exact"/>
        </w:trPr>
        <w:tc>
          <w:tcPr>
            <w:tcW w:w="2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Myriad Pro" w:hAnsi="Myriad Pro" w:cs="Myriad Pro" w:eastAsia="Myriad Pro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87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z w:val="20"/>
              </w:rPr>
              <w:t>Sketch</w:t>
            </w:r>
            <w:r>
              <w:rPr>
                <w:rFonts w:ascii="Myriad Pro"/>
                <w:color w:val="231F20"/>
                <w:spacing w:val="36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plans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Myriad Pro" w:hAnsi="Myriad Pro" w:cs="Myriad Pro" w:eastAsia="Myriad Pro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87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z w:val="20"/>
              </w:rPr>
              <w:t>General </w:t>
            </w:r>
            <w:r>
              <w:rPr>
                <w:rFonts w:ascii="Myriad Pro"/>
                <w:color w:val="231F20"/>
                <w:spacing w:val="6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locations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32"/>
              <w:ind w:left="87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z w:val="20"/>
              </w:rPr>
              <w:t>Drawings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23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Myriad Pro" w:hAnsi="Myriad Pro" w:cs="Myriad Pro" w:eastAsia="Myriad Pro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1:200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Myriad Pro" w:hAnsi="Myriad Pro" w:cs="Myriad Pro" w:eastAsia="Myriad Pro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1:100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32"/>
              <w:ind w:left="2" w:right="0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1:50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11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Myriad Pro" w:hAnsi="Myriad Pro" w:cs="Myriad Pro" w:eastAsia="Myriad Pro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48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w w:val="85"/>
                <w:sz w:val="20"/>
              </w:rPr>
              <w:t>1/16"</w:t>
            </w:r>
            <w:r>
              <w:rPr>
                <w:rFonts w:ascii="Myriad Pro"/>
                <w:color w:val="231F20"/>
                <w:spacing w:val="-15"/>
                <w:w w:val="85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w w:val="85"/>
                <w:sz w:val="20"/>
              </w:rPr>
              <w:t>=1'-0"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Myriad Pro" w:hAnsi="Myriad Pro" w:cs="Myriad Pro" w:eastAsia="Myriad Pro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174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w w:val="90"/>
                <w:sz w:val="20"/>
              </w:rPr>
              <w:t>1/8"</w:t>
            </w:r>
            <w:r>
              <w:rPr>
                <w:rFonts w:ascii="Myriad Pro"/>
                <w:color w:val="231F20"/>
                <w:spacing w:val="-22"/>
                <w:w w:val="90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w w:val="90"/>
                <w:sz w:val="20"/>
              </w:rPr>
              <w:t>=1'-0"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32"/>
              <w:ind w:left="170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w w:val="90"/>
                <w:sz w:val="20"/>
              </w:rPr>
              <w:t>1/4</w:t>
            </w:r>
            <w:r>
              <w:rPr>
                <w:rFonts w:ascii="Myriad Pro"/>
                <w:color w:val="231F20"/>
                <w:spacing w:val="29"/>
                <w:w w:val="90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w w:val="95"/>
                <w:sz w:val="20"/>
              </w:rPr>
              <w:t>=1'-0"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9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Myriad Pro" w:hAnsi="Myriad Pro" w:cs="Myriad Pro" w:eastAsia="Myriad Pro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24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1:192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Myriad Pro" w:hAnsi="Myriad Pro" w:cs="Myriad Pro" w:eastAsia="Myriad Pro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278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1:96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32"/>
              <w:ind w:left="279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1:48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2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Myriad Pro" w:hAnsi="Myriad Pro" w:cs="Myriad Pro" w:eastAsia="Myriad Pro"/>
                <w:sz w:val="18"/>
                <w:szCs w:val="18"/>
              </w:rPr>
            </w:pPr>
          </w:p>
          <w:p>
            <w:pPr>
              <w:pStyle w:val="ListParagraph"/>
              <w:numPr>
                <w:ilvl w:val="0"/>
                <w:numId w:val="10"/>
              </w:numPr>
              <w:tabs>
                <w:tab w:pos="273" w:val="left" w:leader="none"/>
              </w:tabs>
              <w:spacing w:line="246" w:lineRule="auto" w:before="0" w:after="0"/>
              <w:ind w:left="272" w:right="348" w:hanging="164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-7"/>
                <w:sz w:val="20"/>
              </w:rPr>
              <w:t>To</w:t>
            </w:r>
            <w:r>
              <w:rPr>
                <w:rFonts w:ascii="Myriad Pro"/>
                <w:color w:val="231F20"/>
                <w:spacing w:val="19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show</w:t>
            </w:r>
            <w:r>
              <w:rPr>
                <w:rFonts w:ascii="Myriad Pro"/>
                <w:color w:val="231F20"/>
                <w:spacing w:val="20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the</w:t>
            </w:r>
            <w:r>
              <w:rPr>
                <w:rFonts w:ascii="Myriad Pro"/>
                <w:color w:val="231F20"/>
                <w:spacing w:val="19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overall</w:t>
            </w:r>
            <w:r>
              <w:rPr>
                <w:rFonts w:ascii="Myriad Pro"/>
                <w:color w:val="231F20"/>
                <w:spacing w:val="26"/>
                <w:w w:val="102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design</w:t>
            </w:r>
            <w:r>
              <w:rPr>
                <w:rFonts w:ascii="Myriad Pro"/>
                <w:color w:val="231F20"/>
                <w:spacing w:val="22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of</w:t>
            </w:r>
            <w:r>
              <w:rPr>
                <w:rFonts w:ascii="Myriad Pro"/>
                <w:color w:val="231F20"/>
                <w:spacing w:val="23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the</w:t>
            </w:r>
            <w:r>
              <w:rPr>
                <w:rFonts w:ascii="Myriad Pro"/>
                <w:color w:val="231F20"/>
                <w:spacing w:val="23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building</w:t>
            </w:r>
            <w:r>
              <w:rPr>
                <w:rFonts w:ascii="Myriad Pro"/>
                <w:sz w:val="20"/>
              </w:rPr>
            </w:r>
          </w:p>
          <w:p>
            <w:pPr>
              <w:pStyle w:val="ListParagraph"/>
              <w:numPr>
                <w:ilvl w:val="0"/>
                <w:numId w:val="10"/>
              </w:numPr>
              <w:tabs>
                <w:tab w:pos="273" w:val="left" w:leader="none"/>
              </w:tabs>
              <w:spacing w:line="246" w:lineRule="auto" w:before="94" w:after="0"/>
              <w:ind w:left="272" w:right="562" w:hanging="164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-7"/>
                <w:sz w:val="20"/>
              </w:rPr>
              <w:t>To</w:t>
            </w:r>
            <w:r>
              <w:rPr>
                <w:rFonts w:ascii="Myriad Pro"/>
                <w:color w:val="231F20"/>
                <w:spacing w:val="22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indicate</w:t>
            </w:r>
            <w:r>
              <w:rPr>
                <w:rFonts w:ascii="Myriad Pro"/>
                <w:color w:val="231F20"/>
                <w:spacing w:val="22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the</w:t>
            </w:r>
            <w:r>
              <w:rPr>
                <w:rFonts w:ascii="Myriad Pro"/>
                <w:color w:val="231F20"/>
                <w:spacing w:val="26"/>
                <w:w w:val="102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ju</w:t>
            </w:r>
            <w:r>
              <w:rPr>
                <w:rFonts w:ascii="Myriad Pro"/>
                <w:color w:val="231F20"/>
                <w:spacing w:val="3"/>
                <w:sz w:val="20"/>
              </w:rPr>
              <w:t>x</w:t>
            </w:r>
            <w:r>
              <w:rPr>
                <w:rFonts w:ascii="Myriad Pro"/>
                <w:color w:val="231F20"/>
                <w:spacing w:val="1"/>
                <w:sz w:val="20"/>
              </w:rPr>
              <w:t>tapositio</w:t>
            </w:r>
            <w:r>
              <w:rPr>
                <w:rFonts w:ascii="Myriad Pro"/>
                <w:color w:val="231F20"/>
                <w:sz w:val="20"/>
              </w:rPr>
              <w:t>n</w:t>
            </w:r>
            <w:r>
              <w:rPr>
                <w:rFonts w:ascii="Myriad Pro"/>
                <w:color w:val="231F20"/>
                <w:spacing w:val="28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o</w:t>
            </w:r>
            <w:r>
              <w:rPr>
                <w:rFonts w:ascii="Myriad Pro"/>
                <w:color w:val="231F20"/>
                <w:sz w:val="20"/>
              </w:rPr>
              <w:t>f</w:t>
            </w:r>
            <w:r>
              <w:rPr>
                <w:rFonts w:ascii="Myriad Pro"/>
                <w:color w:val="231F20"/>
                <w:spacing w:val="28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the</w:t>
            </w:r>
            <w:r>
              <w:rPr>
                <w:rFonts w:ascii="Myriad Pro"/>
                <w:color w:val="231F20"/>
                <w:spacing w:val="2"/>
                <w:w w:val="102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rooms</w:t>
            </w:r>
            <w:r>
              <w:rPr>
                <w:rFonts w:ascii="Myriad Pro"/>
                <w:color w:val="231F20"/>
                <w:spacing w:val="25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and</w:t>
            </w:r>
            <w:r>
              <w:rPr>
                <w:rFonts w:ascii="Myriad Pro"/>
                <w:color w:val="231F20"/>
                <w:spacing w:val="26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locate</w:t>
            </w:r>
            <w:r>
              <w:rPr>
                <w:rFonts w:ascii="Myriad Pro"/>
                <w:color w:val="231F20"/>
                <w:spacing w:val="23"/>
                <w:w w:val="102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the</w:t>
            </w:r>
            <w:r>
              <w:rPr>
                <w:rFonts w:ascii="Myriad Pro"/>
                <w:color w:val="231F20"/>
                <w:spacing w:val="24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positions</w:t>
            </w:r>
            <w:r>
              <w:rPr>
                <w:rFonts w:ascii="Myriad Pro"/>
                <w:color w:val="231F20"/>
                <w:spacing w:val="24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of</w:t>
            </w:r>
            <w:r>
              <w:rPr>
                <w:rFonts w:ascii="Myriad Pro"/>
                <w:color w:val="231F20"/>
                <w:spacing w:val="30"/>
                <w:w w:val="102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piping</w:t>
            </w:r>
            <w:r>
              <w:rPr>
                <w:rFonts w:ascii="Myriad Pro"/>
                <w:color w:val="231F20"/>
                <w:spacing w:val="28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systems</w:t>
            </w:r>
            <w:r>
              <w:rPr>
                <w:rFonts w:ascii="Myriad Pro"/>
                <w:color w:val="231F20"/>
                <w:spacing w:val="28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and</w:t>
            </w:r>
            <w:r>
              <w:rPr>
                <w:rFonts w:ascii="Myriad Pro"/>
                <w:color w:val="231F20"/>
                <w:spacing w:val="27"/>
                <w:w w:val="102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components</w:t>
            </w:r>
            <w:r>
              <w:rPr>
                <w:rFonts w:ascii="Myriad Pro"/>
                <w:sz w:val="20"/>
              </w:rPr>
            </w:r>
          </w:p>
        </w:tc>
      </w:tr>
      <w:tr>
        <w:trPr>
          <w:trHeight w:val="1081" w:hRule="exact"/>
        </w:trPr>
        <w:tc>
          <w:tcPr>
            <w:tcW w:w="2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Myriad Pro" w:hAnsi="Myriad Pro" w:cs="Myriad Pro" w:eastAsia="Myriad Pro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87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z w:val="20"/>
              </w:rPr>
              <w:t>Construction </w:t>
            </w:r>
            <w:r>
              <w:rPr>
                <w:rFonts w:ascii="Myriad Pro"/>
                <w:color w:val="231F20"/>
                <w:spacing w:val="14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details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23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52"/>
              <w:ind w:left="2" w:right="0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1:20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 w:before="7"/>
              <w:ind w:left="2" w:right="0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1:10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 w:before="7"/>
              <w:ind w:left="2" w:right="0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1:5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 w:before="7"/>
              <w:ind w:left="2" w:right="0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1:1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11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52"/>
              <w:ind w:left="170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w w:val="90"/>
                <w:sz w:val="20"/>
              </w:rPr>
              <w:t>1/2</w:t>
            </w:r>
            <w:r>
              <w:rPr>
                <w:rFonts w:ascii="Myriad Pro"/>
                <w:color w:val="231F20"/>
                <w:spacing w:val="29"/>
                <w:w w:val="90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w w:val="95"/>
                <w:sz w:val="20"/>
              </w:rPr>
              <w:t>=1'-0"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 w:before="7"/>
              <w:ind w:left="172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</w:t>
            </w:r>
            <w:r>
              <w:rPr>
                <w:rFonts w:ascii="Myriad Pro"/>
                <w:color w:val="231F20"/>
                <w:sz w:val="20"/>
              </w:rPr>
              <w:t>"</w:t>
            </w:r>
            <w:r>
              <w:rPr>
                <w:rFonts w:ascii="Myriad Pro"/>
                <w:color w:val="231F20"/>
                <w:spacing w:val="14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=</w:t>
            </w:r>
            <w:r>
              <w:rPr>
                <w:rFonts w:ascii="Myriad Pro"/>
                <w:color w:val="231F20"/>
                <w:spacing w:val="15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1'-0"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 w:before="7"/>
              <w:ind w:left="195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3</w:t>
            </w:r>
            <w:r>
              <w:rPr>
                <w:rFonts w:ascii="Myriad Pro"/>
                <w:color w:val="231F20"/>
                <w:sz w:val="20"/>
              </w:rPr>
              <w:t>"</w:t>
            </w:r>
            <w:r>
              <w:rPr>
                <w:rFonts w:ascii="Myriad Pro"/>
                <w:color w:val="231F20"/>
                <w:spacing w:val="25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=1'-0"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 w:before="7"/>
              <w:ind w:left="224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-1"/>
                <w:sz w:val="20"/>
              </w:rPr>
              <w:t>Full</w:t>
            </w:r>
            <w:r>
              <w:rPr>
                <w:rFonts w:ascii="Myriad Pro"/>
                <w:color w:val="231F20"/>
                <w:spacing w:val="21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size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9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52"/>
              <w:ind w:left="3" w:right="0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1:24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 w:before="7"/>
              <w:ind w:left="3" w:right="0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1:12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 w:before="7"/>
              <w:ind w:left="3" w:right="0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1:4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 w:before="7"/>
              <w:ind w:left="3" w:right="0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1:1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2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ListParagraph"/>
              <w:numPr>
                <w:ilvl w:val="0"/>
                <w:numId w:val="11"/>
              </w:numPr>
              <w:tabs>
                <w:tab w:pos="273" w:val="left" w:leader="none"/>
              </w:tabs>
              <w:spacing w:line="246" w:lineRule="auto" w:before="175" w:after="0"/>
              <w:ind w:left="272" w:right="134" w:hanging="164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-7"/>
                <w:sz w:val="20"/>
              </w:rPr>
              <w:t>To</w:t>
            </w:r>
            <w:r>
              <w:rPr>
                <w:rFonts w:ascii="Myriad Pro"/>
                <w:color w:val="231F20"/>
                <w:spacing w:val="16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show</w:t>
            </w:r>
            <w:r>
              <w:rPr>
                <w:rFonts w:ascii="Myriad Pro"/>
                <w:color w:val="231F20"/>
                <w:spacing w:val="17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the</w:t>
            </w:r>
            <w:r>
              <w:rPr>
                <w:rFonts w:ascii="Myriad Pro"/>
                <w:color w:val="231F20"/>
                <w:spacing w:val="16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detail</w:t>
            </w:r>
            <w:r>
              <w:rPr>
                <w:rFonts w:ascii="Myriad Pro"/>
                <w:color w:val="231F20"/>
                <w:spacing w:val="17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of</w:t>
            </w:r>
            <w:r>
              <w:rPr>
                <w:rFonts w:ascii="Myriad Pro"/>
                <w:color w:val="231F20"/>
                <w:spacing w:val="28"/>
                <w:w w:val="102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system</w:t>
            </w:r>
            <w:r>
              <w:rPr>
                <w:rFonts w:ascii="Myriad Pro"/>
                <w:color w:val="231F20"/>
                <w:spacing w:val="34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components</w:t>
            </w:r>
            <w:r>
              <w:rPr>
                <w:rFonts w:ascii="Myriad Pro"/>
                <w:color w:val="231F20"/>
                <w:spacing w:val="34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and</w:t>
            </w:r>
            <w:r>
              <w:rPr>
                <w:rFonts w:ascii="Myriad Pro"/>
                <w:color w:val="231F20"/>
                <w:spacing w:val="27"/>
                <w:w w:val="102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assemblies</w:t>
            </w:r>
            <w:r>
              <w:rPr>
                <w:rFonts w:ascii="Myriad Pro"/>
                <w:sz w:val="20"/>
              </w:rPr>
            </w:r>
          </w:p>
        </w:tc>
      </w:tr>
    </w:tbl>
    <w:p>
      <w:pPr>
        <w:spacing w:before="65"/>
        <w:ind w:left="3665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2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2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2"/>
          <w:sz w:val="18"/>
          <w:szCs w:val="18"/>
        </w:rPr>
        <w:t>Preferred</w:t>
      </w:r>
      <w:r>
        <w:rPr>
          <w:rFonts w:ascii="Myriad Pro" w:hAnsi="Myriad Pro" w:cs="Myriad Pro" w:eastAsia="Myriad Pro"/>
          <w:color w:val="231F20"/>
          <w:spacing w:val="13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scales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for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building</w:t>
      </w:r>
      <w:r>
        <w:rPr>
          <w:rFonts w:ascii="Myriad Pro" w:hAnsi="Myriad Pro" w:cs="Myriad Pro" w:eastAsia="Myriad Pro"/>
          <w:color w:val="231F20"/>
          <w:spacing w:val="13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drawings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10"/>
        <w:rPr>
          <w:rFonts w:ascii="Myriad Pro" w:hAnsi="Myriad Pro" w:cs="Myriad Pro" w:eastAsia="Myriad Pro"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color w:val="4F61AB"/>
          <w:spacing w:val="-2"/>
        </w:rPr>
        <w:t>A</w:t>
      </w:r>
      <w:r>
        <w:rPr>
          <w:color w:val="4F61AB"/>
          <w:spacing w:val="-4"/>
        </w:rPr>
        <w:t>r</w:t>
      </w:r>
      <w:r>
        <w:rPr>
          <w:color w:val="4F61AB"/>
        </w:rPr>
        <w:t>chi</w:t>
      </w:r>
      <w:r>
        <w:rPr>
          <w:color w:val="4F61AB"/>
          <w:spacing w:val="-3"/>
        </w:rPr>
        <w:t>t</w:t>
      </w:r>
      <w:r>
        <w:rPr>
          <w:color w:val="4F61AB"/>
        </w:rPr>
        <w:t>e</w:t>
      </w:r>
      <w:r>
        <w:rPr>
          <w:color w:val="4F61AB"/>
          <w:spacing w:val="5"/>
        </w:rPr>
        <w:t>ct</w:t>
      </w:r>
      <w:r>
        <w:rPr>
          <w:color w:val="4F61AB"/>
          <w:spacing w:val="-31"/>
        </w:rPr>
        <w:t>’</w:t>
      </w:r>
      <w:r>
        <w:rPr>
          <w:color w:val="4F61AB"/>
        </w:rPr>
        <w:t>s (imperial) scales</w:t>
      </w:r>
      <w:r>
        <w:rPr>
          <w:b w:val="0"/>
          <w:bCs w:val="0"/>
        </w:rPr>
      </w:r>
    </w:p>
    <w:p>
      <w:pPr>
        <w:pStyle w:val="BodyText"/>
        <w:spacing w:line="280" w:lineRule="auto" w:before="7"/>
        <w:ind w:left="920" w:right="1144"/>
        <w:jc w:val="both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Traditional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architectural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measurements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length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written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very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precisely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feet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inches</w:t>
      </w:r>
      <w:r>
        <w:rPr>
          <w:rFonts w:ascii="Myriad Pro"/>
          <w:color w:val="231F20"/>
          <w:spacing w:val="92"/>
          <w:w w:val="102"/>
        </w:rPr>
        <w:t> </w:t>
      </w:r>
      <w:r>
        <w:rPr>
          <w:rFonts w:ascii="Myriad Pro"/>
          <w:color w:val="231F20"/>
        </w:rPr>
        <w:t>using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appropriate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symbols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for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feet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inches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separated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by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dash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(e.g.,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4'-3</w:t>
      </w:r>
      <w:r>
        <w:rPr>
          <w:rFonts w:ascii="Myriad Pro"/>
          <w:color w:val="231F20"/>
          <w:spacing w:val="-11"/>
        </w:rPr>
        <w:t> </w:t>
      </w:r>
      <w:r>
        <w:rPr>
          <w:rFonts w:ascii="Myriad Pro"/>
          <w:color w:val="231F20"/>
        </w:rPr>
        <w:t>1/2"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7'-0").</w:t>
      </w:r>
      <w:r>
        <w:rPr>
          <w:rFonts w:ascii="Myriad Pro"/>
          <w:color w:val="231F20"/>
          <w:spacing w:val="74"/>
          <w:w w:val="102"/>
        </w:rPr>
        <w:t> </w:t>
      </w:r>
      <w:r>
        <w:rPr>
          <w:rFonts w:ascii="Myriad Pro"/>
          <w:color w:val="231F20"/>
        </w:rPr>
        <w:t>This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way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all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imperial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measurements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written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construction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drawings.</w:t>
      </w:r>
      <w:r>
        <w:rPr>
          <w:rFonts w:ascii="Myriad Pro"/>
        </w:rPr>
      </w:r>
    </w:p>
    <w:p>
      <w:pPr>
        <w:spacing w:line="240" w:lineRule="auto" w:before="9"/>
        <w:rPr>
          <w:rFonts w:ascii="Myriad Pro" w:hAnsi="Myriad Pro" w:cs="Myriad Pro" w:eastAsia="Myriad Pro"/>
          <w:sz w:val="23"/>
          <w:szCs w:val="23"/>
        </w:rPr>
      </w:pPr>
    </w:p>
    <w:p>
      <w:pPr>
        <w:pStyle w:val="BodyText"/>
        <w:spacing w:line="240" w:lineRule="auto"/>
        <w:ind w:left="920" w:right="0"/>
        <w:jc w:val="both"/>
        <w:rPr>
          <w:rFonts w:ascii="Myriad Pro" w:hAnsi="Myriad Pro" w:cs="Myriad Pro" w:eastAsia="Myriad Pro"/>
        </w:rPr>
      </w:pPr>
      <w:r>
        <w:rPr>
          <w:rFonts w:ascii="Myriad Pro" w:hAnsi="Myriad Pro" w:cs="Myriad Pro" w:eastAsia="Myriad Pro"/>
          <w:color w:val="231F20"/>
        </w:rPr>
        <w:t>Listed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below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are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scales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found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on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architect’s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triangular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scale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  <w:spacing w:val="-1"/>
        </w:rPr>
        <w:t>ruler.</w:t>
      </w:r>
      <w:r>
        <w:rPr>
          <w:rFonts w:ascii="Myriad Pro" w:hAnsi="Myriad Pro" w:cs="Myriad Pro" w:eastAsia="Myriad Pro"/>
        </w:rPr>
      </w:r>
    </w:p>
    <w:p>
      <w:pPr>
        <w:spacing w:after="0" w:line="240" w:lineRule="auto"/>
        <w:jc w:val="both"/>
        <w:rPr>
          <w:rFonts w:ascii="Myriad Pro" w:hAnsi="Myriad Pro" w:cs="Myriad Pro" w:eastAsia="Myriad Pro"/>
        </w:rPr>
        <w:sectPr>
          <w:pgSz w:w="12240" w:h="15840"/>
          <w:pgMar w:header="630" w:footer="643" w:top="1080" w:bottom="840" w:left="880" w:right="340"/>
        </w:sectPr>
      </w:pPr>
    </w:p>
    <w:p>
      <w:pPr>
        <w:pStyle w:val="BodyText"/>
        <w:tabs>
          <w:tab w:pos="1291" w:val="left" w:leader="none"/>
        </w:tabs>
        <w:spacing w:line="240" w:lineRule="auto" w:before="127"/>
        <w:ind w:left="920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1.</w:t>
        <w:tab/>
      </w:r>
      <w:r>
        <w:rPr>
          <w:rFonts w:ascii="Myriad Pro"/>
          <w:color w:val="231F20"/>
          <w:spacing w:val="1"/>
          <w:w w:val="85"/>
        </w:rPr>
        <w:t>3/32"</w:t>
      </w:r>
      <w:r>
        <w:rPr>
          <w:rFonts w:ascii="Myriad Pro"/>
          <w:color w:val="231F20"/>
          <w:spacing w:val="2"/>
          <w:w w:val="85"/>
        </w:rPr>
        <w:t> </w:t>
      </w:r>
      <w:r>
        <w:rPr>
          <w:rFonts w:ascii="Myriad Pro"/>
          <w:color w:val="231F20"/>
          <w:spacing w:val="1"/>
          <w:w w:val="85"/>
        </w:rPr>
        <w:t>=1'-0"</w:t>
      </w:r>
      <w:r>
        <w:rPr>
          <w:rFonts w:ascii="Myriad Pro"/>
        </w:rPr>
      </w:r>
    </w:p>
    <w:p>
      <w:pPr>
        <w:spacing w:line="240" w:lineRule="auto" w:before="4"/>
        <w:rPr>
          <w:rFonts w:ascii="Myriad Pro" w:hAnsi="Myriad Pro" w:cs="Myriad Pro" w:eastAsia="Myriad Pro"/>
          <w:sz w:val="18"/>
          <w:szCs w:val="18"/>
        </w:rPr>
      </w:pPr>
    </w:p>
    <w:p>
      <w:pPr>
        <w:pStyle w:val="BodyText"/>
        <w:tabs>
          <w:tab w:pos="1291" w:val="left" w:leader="none"/>
        </w:tabs>
        <w:spacing w:line="240" w:lineRule="auto"/>
        <w:ind w:left="920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2.</w:t>
        <w:tab/>
      </w:r>
      <w:r>
        <w:rPr>
          <w:rFonts w:ascii="Myriad Pro"/>
          <w:color w:val="231F20"/>
          <w:spacing w:val="1"/>
          <w:w w:val="90"/>
        </w:rPr>
        <w:t>3/16"</w:t>
      </w:r>
      <w:r>
        <w:rPr>
          <w:rFonts w:ascii="Myriad Pro"/>
          <w:color w:val="231F20"/>
          <w:spacing w:val="-24"/>
          <w:w w:val="90"/>
        </w:rPr>
        <w:t> </w:t>
      </w:r>
      <w:r>
        <w:rPr>
          <w:rFonts w:ascii="Myriad Pro"/>
          <w:color w:val="231F20"/>
          <w:w w:val="90"/>
        </w:rPr>
        <w:t>=</w:t>
      </w:r>
      <w:r>
        <w:rPr>
          <w:rFonts w:ascii="Myriad Pro"/>
          <w:color w:val="231F20"/>
          <w:spacing w:val="-24"/>
          <w:w w:val="90"/>
        </w:rPr>
        <w:t> </w:t>
      </w:r>
      <w:r>
        <w:rPr>
          <w:rFonts w:ascii="Myriad Pro"/>
          <w:color w:val="231F20"/>
          <w:spacing w:val="1"/>
          <w:w w:val="90"/>
        </w:rPr>
        <w:t>1'-0"</w:t>
      </w:r>
      <w:r>
        <w:rPr>
          <w:rFonts w:ascii="Myriad Pro"/>
        </w:rPr>
      </w:r>
    </w:p>
    <w:p>
      <w:pPr>
        <w:spacing w:line="240" w:lineRule="auto" w:before="4"/>
        <w:rPr>
          <w:rFonts w:ascii="Myriad Pro" w:hAnsi="Myriad Pro" w:cs="Myriad Pro" w:eastAsia="Myriad Pro"/>
          <w:sz w:val="18"/>
          <w:szCs w:val="18"/>
        </w:rPr>
      </w:pPr>
    </w:p>
    <w:p>
      <w:pPr>
        <w:pStyle w:val="BodyText"/>
        <w:tabs>
          <w:tab w:pos="1291" w:val="left" w:leader="none"/>
        </w:tabs>
        <w:spacing w:line="240" w:lineRule="auto"/>
        <w:ind w:left="920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3.</w:t>
        <w:tab/>
      </w:r>
      <w:r>
        <w:rPr>
          <w:rFonts w:ascii="Myriad Pro"/>
          <w:color w:val="231F20"/>
          <w:spacing w:val="1"/>
          <w:w w:val="90"/>
        </w:rPr>
        <w:t>1/8"</w:t>
      </w:r>
      <w:r>
        <w:rPr>
          <w:rFonts w:ascii="Myriad Pro"/>
          <w:color w:val="231F20"/>
          <w:spacing w:val="-22"/>
          <w:w w:val="90"/>
        </w:rPr>
        <w:t> </w:t>
      </w:r>
      <w:r>
        <w:rPr>
          <w:rFonts w:ascii="Myriad Pro"/>
          <w:color w:val="231F20"/>
          <w:w w:val="95"/>
        </w:rPr>
        <w:t>=</w:t>
      </w:r>
      <w:r>
        <w:rPr>
          <w:rFonts w:ascii="Myriad Pro"/>
          <w:color w:val="231F20"/>
          <w:spacing w:val="-24"/>
          <w:w w:val="95"/>
        </w:rPr>
        <w:t> </w:t>
      </w:r>
      <w:r>
        <w:rPr>
          <w:rFonts w:ascii="Myriad Pro"/>
          <w:color w:val="231F20"/>
          <w:spacing w:val="1"/>
          <w:w w:val="95"/>
        </w:rPr>
        <w:t>1'-0"</w:t>
      </w:r>
      <w:r>
        <w:rPr>
          <w:rFonts w:ascii="Myriad Pro"/>
        </w:rPr>
      </w:r>
    </w:p>
    <w:p>
      <w:pPr>
        <w:spacing w:line="240" w:lineRule="auto" w:before="4"/>
        <w:rPr>
          <w:rFonts w:ascii="Myriad Pro" w:hAnsi="Myriad Pro" w:cs="Myriad Pro" w:eastAsia="Myriad Pro"/>
          <w:sz w:val="18"/>
          <w:szCs w:val="18"/>
        </w:rPr>
      </w:pPr>
    </w:p>
    <w:p>
      <w:pPr>
        <w:pStyle w:val="BodyText"/>
        <w:tabs>
          <w:tab w:pos="1291" w:val="left" w:leader="none"/>
        </w:tabs>
        <w:spacing w:line="240" w:lineRule="auto"/>
        <w:ind w:left="920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4.</w:t>
        <w:tab/>
      </w:r>
      <w:r>
        <w:rPr>
          <w:rFonts w:ascii="Myriad Pro"/>
          <w:color w:val="231F20"/>
          <w:w w:val="95"/>
        </w:rPr>
        <w:t>1/4"</w:t>
      </w:r>
      <w:r>
        <w:rPr>
          <w:rFonts w:ascii="Myriad Pro"/>
          <w:color w:val="231F20"/>
          <w:spacing w:val="-26"/>
          <w:w w:val="95"/>
        </w:rPr>
        <w:t> </w:t>
      </w:r>
      <w:r>
        <w:rPr>
          <w:rFonts w:ascii="Myriad Pro"/>
          <w:color w:val="231F20"/>
          <w:w w:val="95"/>
        </w:rPr>
        <w:t>=</w:t>
      </w:r>
      <w:r>
        <w:rPr>
          <w:rFonts w:ascii="Myriad Pro"/>
          <w:color w:val="231F20"/>
          <w:spacing w:val="-26"/>
          <w:w w:val="95"/>
        </w:rPr>
        <w:t> </w:t>
      </w:r>
      <w:r>
        <w:rPr>
          <w:rFonts w:ascii="Myriad Pro"/>
          <w:color w:val="231F20"/>
          <w:spacing w:val="1"/>
          <w:w w:val="95"/>
        </w:rPr>
        <w:t>1'-0"</w:t>
      </w:r>
      <w:r>
        <w:rPr>
          <w:rFonts w:ascii="Myriad Pro"/>
        </w:rPr>
      </w:r>
    </w:p>
    <w:p>
      <w:pPr>
        <w:spacing w:line="240" w:lineRule="auto" w:before="4"/>
        <w:rPr>
          <w:rFonts w:ascii="Myriad Pro" w:hAnsi="Myriad Pro" w:cs="Myriad Pro" w:eastAsia="Myriad Pro"/>
          <w:sz w:val="18"/>
          <w:szCs w:val="18"/>
        </w:rPr>
      </w:pPr>
    </w:p>
    <w:p>
      <w:pPr>
        <w:pStyle w:val="BodyText"/>
        <w:tabs>
          <w:tab w:pos="1291" w:val="left" w:leader="none"/>
        </w:tabs>
        <w:spacing w:line="240" w:lineRule="auto"/>
        <w:ind w:left="920" w:right="0"/>
        <w:jc w:val="left"/>
        <w:rPr>
          <w:rFonts w:ascii="Myriad Pro" w:hAnsi="Myriad Pro" w:cs="Myriad Pro" w:eastAsia="Myriad Pro"/>
        </w:rPr>
      </w:pPr>
      <w:r>
        <w:rPr>
          <w:rFonts w:ascii="Myriad Pro" w:hAnsi="Myriad Pro"/>
          <w:color w:val="231F20"/>
          <w:spacing w:val="1"/>
        </w:rPr>
        <w:t>5</w:t>
      </w:r>
      <w:r>
        <w:rPr>
          <w:rFonts w:ascii="Myriad Pro" w:hAnsi="Myriad Pro"/>
          <w:color w:val="231F20"/>
        </w:rPr>
        <w:t>.</w:t>
        <w:tab/>
      </w:r>
      <w:r>
        <w:rPr>
          <w:rFonts w:ascii="Myriad Pro" w:hAnsi="Myriad Pro"/>
          <w:color w:val="231F20"/>
          <w:spacing w:val="1"/>
        </w:rPr>
        <w:t>¾</w:t>
      </w:r>
      <w:r>
        <w:rPr>
          <w:rFonts w:ascii="Myriad Pro" w:hAnsi="Myriad Pro"/>
          <w:color w:val="231F20"/>
        </w:rPr>
        <w:t>"</w:t>
      </w:r>
      <w:r>
        <w:rPr>
          <w:rFonts w:ascii="Myriad Pro" w:hAnsi="Myriad Pro"/>
          <w:color w:val="231F20"/>
          <w:spacing w:val="15"/>
        </w:rPr>
        <w:t> </w:t>
      </w:r>
      <w:r>
        <w:rPr>
          <w:rFonts w:ascii="Myriad Pro" w:hAnsi="Myriad Pro"/>
          <w:color w:val="231F20"/>
        </w:rPr>
        <w:t>=</w:t>
      </w:r>
      <w:r>
        <w:rPr>
          <w:rFonts w:ascii="Myriad Pro" w:hAnsi="Myriad Pro"/>
          <w:color w:val="231F20"/>
          <w:spacing w:val="16"/>
        </w:rPr>
        <w:t> </w:t>
      </w:r>
      <w:r>
        <w:rPr>
          <w:rFonts w:ascii="Myriad Pro" w:hAnsi="Myriad Pro"/>
          <w:color w:val="231F20"/>
          <w:spacing w:val="1"/>
        </w:rPr>
        <w:t>1'-0"</w:t>
      </w:r>
      <w:r>
        <w:rPr>
          <w:rFonts w:ascii="Myriad Pro" w:hAnsi="Myriad Pro"/>
        </w:rPr>
      </w:r>
    </w:p>
    <w:p>
      <w:pPr>
        <w:spacing w:line="240" w:lineRule="auto" w:before="4"/>
        <w:rPr>
          <w:rFonts w:ascii="Myriad Pro" w:hAnsi="Myriad Pro" w:cs="Myriad Pro" w:eastAsia="Myriad Pro"/>
          <w:sz w:val="18"/>
          <w:szCs w:val="18"/>
        </w:rPr>
      </w:pPr>
    </w:p>
    <w:p>
      <w:pPr>
        <w:pStyle w:val="BodyText"/>
        <w:tabs>
          <w:tab w:pos="1291" w:val="left" w:leader="none"/>
        </w:tabs>
        <w:spacing w:line="240" w:lineRule="auto"/>
        <w:ind w:left="920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6.</w:t>
        <w:tab/>
      </w:r>
      <w:r>
        <w:rPr>
          <w:rFonts w:ascii="Myriad Pro"/>
          <w:color w:val="231F20"/>
          <w:spacing w:val="1"/>
          <w:w w:val="90"/>
        </w:rPr>
        <w:t>3/8"</w:t>
      </w:r>
      <w:r>
        <w:rPr>
          <w:rFonts w:ascii="Myriad Pro"/>
          <w:color w:val="231F20"/>
          <w:spacing w:val="-3"/>
          <w:w w:val="90"/>
        </w:rPr>
        <w:t> </w:t>
      </w:r>
      <w:r>
        <w:rPr>
          <w:rFonts w:ascii="Myriad Pro"/>
          <w:color w:val="231F20"/>
          <w:w w:val="90"/>
        </w:rPr>
        <w:t>=</w:t>
      </w:r>
      <w:r>
        <w:rPr>
          <w:rFonts w:ascii="Myriad Pro"/>
          <w:color w:val="231F20"/>
          <w:spacing w:val="-2"/>
          <w:w w:val="90"/>
        </w:rPr>
        <w:t> </w:t>
      </w:r>
      <w:r>
        <w:rPr>
          <w:rFonts w:ascii="Myriad Pro"/>
          <w:color w:val="231F20"/>
          <w:spacing w:val="1"/>
          <w:w w:val="90"/>
        </w:rPr>
        <w:t>1'-0"</w:t>
      </w:r>
      <w:r>
        <w:rPr>
          <w:rFonts w:ascii="Myriad Pro"/>
        </w:rPr>
      </w:r>
    </w:p>
    <w:p>
      <w:pPr>
        <w:pStyle w:val="BodyText"/>
        <w:tabs>
          <w:tab w:pos="1291" w:val="left" w:leader="none"/>
        </w:tabs>
        <w:spacing w:line="240" w:lineRule="auto" w:before="126"/>
        <w:ind w:left="920" w:right="0"/>
        <w:jc w:val="left"/>
        <w:rPr>
          <w:rFonts w:ascii="Myriad Pro" w:hAnsi="Myriad Pro" w:cs="Myriad Pro" w:eastAsia="Myriad Pro"/>
        </w:rPr>
      </w:pPr>
      <w:r>
        <w:rPr/>
        <w:br w:type="column"/>
      </w:r>
      <w:r>
        <w:rPr>
          <w:rFonts w:ascii="Myriad Pro"/>
          <w:color w:val="231F20"/>
        </w:rPr>
        <w:t>7.</w:t>
        <w:tab/>
        <w:t>1"</w:t>
      </w:r>
      <w:r>
        <w:rPr>
          <w:rFonts w:ascii="Myriad Pro"/>
          <w:color w:val="231F20"/>
          <w:spacing w:val="27"/>
        </w:rPr>
        <w:t> </w:t>
      </w:r>
      <w:r>
        <w:rPr>
          <w:rFonts w:ascii="Myriad Pro"/>
          <w:color w:val="231F20"/>
          <w:spacing w:val="1"/>
        </w:rPr>
        <w:t>=1'-0"</w:t>
      </w:r>
      <w:r>
        <w:rPr>
          <w:rFonts w:ascii="Myriad Pro"/>
        </w:rPr>
      </w:r>
    </w:p>
    <w:p>
      <w:pPr>
        <w:spacing w:line="240" w:lineRule="auto" w:before="4"/>
        <w:rPr>
          <w:rFonts w:ascii="Myriad Pro" w:hAnsi="Myriad Pro" w:cs="Myriad Pro" w:eastAsia="Myriad Pro"/>
          <w:sz w:val="18"/>
          <w:szCs w:val="18"/>
        </w:rPr>
      </w:pPr>
    </w:p>
    <w:p>
      <w:pPr>
        <w:pStyle w:val="BodyText"/>
        <w:tabs>
          <w:tab w:pos="1291" w:val="left" w:leader="none"/>
        </w:tabs>
        <w:spacing w:line="240" w:lineRule="auto"/>
        <w:ind w:left="920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8.</w:t>
        <w:tab/>
      </w:r>
      <w:r>
        <w:rPr>
          <w:rFonts w:ascii="Myriad Pro"/>
          <w:color w:val="231F20"/>
          <w:w w:val="95"/>
        </w:rPr>
        <w:t>1/2"</w:t>
      </w:r>
      <w:r>
        <w:rPr>
          <w:rFonts w:ascii="Myriad Pro"/>
          <w:color w:val="231F20"/>
          <w:spacing w:val="-26"/>
          <w:w w:val="95"/>
        </w:rPr>
        <w:t> </w:t>
      </w:r>
      <w:r>
        <w:rPr>
          <w:rFonts w:ascii="Myriad Pro"/>
          <w:color w:val="231F20"/>
          <w:w w:val="95"/>
        </w:rPr>
        <w:t>=</w:t>
      </w:r>
      <w:r>
        <w:rPr>
          <w:rFonts w:ascii="Myriad Pro"/>
          <w:color w:val="231F20"/>
          <w:spacing w:val="-26"/>
          <w:w w:val="95"/>
        </w:rPr>
        <w:t> </w:t>
      </w:r>
      <w:r>
        <w:rPr>
          <w:rFonts w:ascii="Myriad Pro"/>
          <w:color w:val="231F20"/>
          <w:spacing w:val="1"/>
          <w:w w:val="95"/>
        </w:rPr>
        <w:t>1'-0"</w:t>
      </w:r>
      <w:r>
        <w:rPr>
          <w:rFonts w:ascii="Myriad Pro"/>
        </w:rPr>
      </w:r>
    </w:p>
    <w:p>
      <w:pPr>
        <w:spacing w:line="240" w:lineRule="auto" w:before="4"/>
        <w:rPr>
          <w:rFonts w:ascii="Myriad Pro" w:hAnsi="Myriad Pro" w:cs="Myriad Pro" w:eastAsia="Myriad Pro"/>
          <w:sz w:val="18"/>
          <w:szCs w:val="18"/>
        </w:rPr>
      </w:pPr>
    </w:p>
    <w:p>
      <w:pPr>
        <w:pStyle w:val="BodyText"/>
        <w:tabs>
          <w:tab w:pos="1291" w:val="left" w:leader="none"/>
        </w:tabs>
        <w:spacing w:line="240" w:lineRule="auto"/>
        <w:ind w:left="920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9.</w:t>
        <w:tab/>
      </w:r>
      <w:r>
        <w:rPr>
          <w:rFonts w:ascii="Myriad Pro"/>
          <w:color w:val="231F20"/>
          <w:w w:val="95"/>
        </w:rPr>
        <w:t>11/2"</w:t>
      </w:r>
      <w:r>
        <w:rPr>
          <w:rFonts w:ascii="Myriad Pro"/>
          <w:color w:val="231F20"/>
          <w:spacing w:val="-22"/>
          <w:w w:val="95"/>
        </w:rPr>
        <w:t> </w:t>
      </w:r>
      <w:r>
        <w:rPr>
          <w:rFonts w:ascii="Myriad Pro"/>
          <w:color w:val="231F20"/>
          <w:w w:val="95"/>
        </w:rPr>
        <w:t>=</w:t>
      </w:r>
      <w:r>
        <w:rPr>
          <w:rFonts w:ascii="Myriad Pro"/>
          <w:color w:val="231F20"/>
          <w:spacing w:val="-22"/>
          <w:w w:val="95"/>
        </w:rPr>
        <w:t> </w:t>
      </w:r>
      <w:r>
        <w:rPr>
          <w:rFonts w:ascii="Myriad Pro"/>
          <w:color w:val="231F20"/>
          <w:spacing w:val="1"/>
          <w:w w:val="95"/>
        </w:rPr>
        <w:t>1'-0"</w:t>
      </w:r>
      <w:r>
        <w:rPr>
          <w:rFonts w:ascii="Myriad Pro"/>
        </w:rPr>
      </w:r>
    </w:p>
    <w:p>
      <w:pPr>
        <w:spacing w:line="240" w:lineRule="auto" w:before="4"/>
        <w:rPr>
          <w:rFonts w:ascii="Myriad Pro" w:hAnsi="Myriad Pro" w:cs="Myriad Pro" w:eastAsia="Myriad Pro"/>
          <w:sz w:val="18"/>
          <w:szCs w:val="18"/>
        </w:rPr>
      </w:pPr>
    </w:p>
    <w:p>
      <w:pPr>
        <w:pStyle w:val="BodyText"/>
        <w:spacing w:line="240" w:lineRule="auto"/>
        <w:ind w:left="920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10. </w:t>
      </w:r>
      <w:r>
        <w:rPr>
          <w:rFonts w:ascii="Myriad Pro"/>
          <w:color w:val="231F20"/>
          <w:spacing w:val="6"/>
        </w:rPr>
        <w:t> </w:t>
      </w:r>
      <w:r>
        <w:rPr>
          <w:rFonts w:ascii="Myriad Pro"/>
          <w:color w:val="231F20"/>
        </w:rPr>
        <w:t>3"</w:t>
      </w:r>
      <w:r>
        <w:rPr>
          <w:rFonts w:ascii="Myriad Pro"/>
          <w:color w:val="231F20"/>
          <w:spacing w:val="13"/>
        </w:rPr>
        <w:t> </w:t>
      </w:r>
      <w:r>
        <w:rPr>
          <w:rFonts w:ascii="Myriad Pro"/>
          <w:color w:val="231F20"/>
        </w:rPr>
        <w:t>=</w:t>
      </w:r>
      <w:r>
        <w:rPr>
          <w:rFonts w:ascii="Myriad Pro"/>
          <w:color w:val="231F20"/>
          <w:spacing w:val="13"/>
        </w:rPr>
        <w:t> </w:t>
      </w:r>
      <w:r>
        <w:rPr>
          <w:rFonts w:ascii="Myriad Pro"/>
          <w:color w:val="231F20"/>
          <w:spacing w:val="1"/>
        </w:rPr>
        <w:t>1'-0"</w:t>
      </w:r>
      <w:r>
        <w:rPr>
          <w:rFonts w:ascii="Myriad Pro"/>
        </w:rPr>
      </w:r>
    </w:p>
    <w:p>
      <w:pPr>
        <w:spacing w:line="240" w:lineRule="auto" w:before="4"/>
        <w:rPr>
          <w:rFonts w:ascii="Myriad Pro" w:hAnsi="Myriad Pro" w:cs="Myriad Pro" w:eastAsia="Myriad Pro"/>
          <w:sz w:val="18"/>
          <w:szCs w:val="18"/>
        </w:rPr>
      </w:pPr>
    </w:p>
    <w:p>
      <w:pPr>
        <w:pStyle w:val="BodyText"/>
        <w:numPr>
          <w:ilvl w:val="0"/>
          <w:numId w:val="12"/>
        </w:numPr>
        <w:tabs>
          <w:tab w:pos="1292" w:val="left" w:leader="none"/>
        </w:tabs>
        <w:spacing w:line="240" w:lineRule="auto" w:before="0" w:after="0"/>
        <w:ind w:left="1291" w:right="0" w:hanging="371"/>
        <w:jc w:val="left"/>
        <w:rPr>
          <w:rFonts w:ascii="Myriad Pro" w:hAnsi="Myriad Pro" w:cs="Myriad Pro" w:eastAsia="Myriad Pro"/>
        </w:rPr>
      </w:pPr>
      <w:r>
        <w:rPr>
          <w:rFonts w:ascii="Myriad Pro" w:hAnsi="Myriad Pro" w:cs="Myriad Pro" w:eastAsia="Myriad Pro"/>
          <w:color w:val="231F20"/>
        </w:rPr>
        <w:t>1"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=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1"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(full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size—use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scale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labelled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16)</w:t>
      </w:r>
      <w:r>
        <w:rPr>
          <w:rFonts w:ascii="Myriad Pro" w:hAnsi="Myriad Pro" w:cs="Myriad Pro" w:eastAsia="Myriad Pro"/>
        </w:rPr>
      </w:r>
    </w:p>
    <w:p>
      <w:pPr>
        <w:spacing w:after="0" w:line="240" w:lineRule="auto"/>
        <w:jc w:val="left"/>
        <w:rPr>
          <w:rFonts w:ascii="Myriad Pro" w:hAnsi="Myriad Pro" w:cs="Myriad Pro" w:eastAsia="Myriad Pro"/>
        </w:rPr>
        <w:sectPr>
          <w:type w:val="continuous"/>
          <w:pgSz w:w="12240" w:h="15840"/>
          <w:pgMar w:top="1080" w:bottom="280" w:left="880" w:right="340"/>
          <w:cols w:num="2" w:equalWidth="0">
            <w:col w:w="2276" w:space="2418"/>
            <w:col w:w="6326"/>
          </w:cols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"/>
        <w:rPr>
          <w:rFonts w:ascii="Myriad Pro" w:hAnsi="Myriad Pro" w:cs="Myriad Pro" w:eastAsia="Myriad Pro"/>
          <w:sz w:val="17"/>
          <w:szCs w:val="17"/>
        </w:rPr>
      </w:pPr>
    </w:p>
    <w:p>
      <w:pPr>
        <w:pStyle w:val="BodyText"/>
        <w:spacing w:line="280" w:lineRule="auto" w:before="70"/>
        <w:ind w:left="729" w:right="1163"/>
        <w:jc w:val="left"/>
        <w:rPr>
          <w:rFonts w:ascii="Myriad Pro" w:hAnsi="Myriad Pro" w:cs="Myriad Pro" w:eastAsia="Myriad Pro"/>
        </w:rPr>
      </w:pPr>
      <w:r>
        <w:rPr>
          <w:rFonts w:ascii="Myriad Pro" w:hAnsi="Myriad Pro" w:cs="Myriad Pro" w:eastAsia="Myriad Pro"/>
          <w:color w:val="231F20"/>
        </w:rPr>
        <w:t>Figure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3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shows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one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face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of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an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architect’s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imperial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triangular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scale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  <w:spacing w:val="-1"/>
        </w:rPr>
        <w:t>ruler.</w:t>
      </w:r>
      <w:r>
        <w:rPr>
          <w:rFonts w:ascii="Myriad Pro" w:hAnsi="Myriad Pro" w:cs="Myriad Pro" w:eastAsia="Myriad Pro"/>
          <w:color w:val="231F20"/>
          <w:spacing w:val="6"/>
        </w:rPr>
        <w:t> </w:t>
      </w:r>
      <w:r>
        <w:rPr>
          <w:rFonts w:ascii="Myriad Pro" w:hAnsi="Myriad Pro" w:cs="Myriad Pro" w:eastAsia="Myriad Pro"/>
          <w:color w:val="231F20"/>
        </w:rPr>
        <w:t>There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are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two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edges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on</w:t>
      </w:r>
      <w:r>
        <w:rPr>
          <w:rFonts w:ascii="Myriad Pro" w:hAnsi="Myriad Pro" w:cs="Myriad Pro" w:eastAsia="Myriad Pro"/>
          <w:color w:val="231F20"/>
          <w:spacing w:val="96"/>
          <w:w w:val="102"/>
        </w:rPr>
        <w:t> </w:t>
      </w:r>
      <w:r>
        <w:rPr>
          <w:rFonts w:ascii="Myriad Pro" w:hAnsi="Myriad Pro" w:cs="Myriad Pro" w:eastAsia="Myriad Pro"/>
          <w:color w:val="231F20"/>
        </w:rPr>
        <w:t>each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face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and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each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edge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contains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two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scales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that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run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in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opposite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directions.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At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each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end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of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an</w:t>
      </w:r>
      <w:r>
        <w:rPr>
          <w:rFonts w:ascii="Myriad Pro" w:hAnsi="Myriad Pro" w:cs="Myriad Pro" w:eastAsia="Myriad Pro"/>
          <w:color w:val="231F20"/>
          <w:spacing w:val="64"/>
          <w:w w:val="102"/>
        </w:rPr>
        <w:t> </w:t>
      </w:r>
      <w:r>
        <w:rPr>
          <w:rFonts w:ascii="Myriad Pro" w:hAnsi="Myriad Pro" w:cs="Myriad Pro" w:eastAsia="Myriad Pro"/>
          <w:color w:val="231F20"/>
        </w:rPr>
        <w:t>edge,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a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number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or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fraction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indicates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distance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in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inches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that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represents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one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foot.</w:t>
      </w:r>
      <w:r>
        <w:rPr>
          <w:rFonts w:ascii="Myriad Pro" w:hAnsi="Myriad Pro" w:cs="Myriad Pro" w:eastAsia="Myriad Pro"/>
          <w:color w:val="231F20"/>
          <w:spacing w:val="8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top</w:t>
      </w:r>
      <w:r>
        <w:rPr>
          <w:rFonts w:ascii="Myriad Pro" w:hAnsi="Myriad Pro" w:cs="Myriad Pro" w:eastAsia="Myriad Pro"/>
          <w:color w:val="231F20"/>
          <w:spacing w:val="60"/>
          <w:w w:val="102"/>
        </w:rPr>
        <w:t> </w:t>
      </w:r>
      <w:r>
        <w:rPr>
          <w:rFonts w:ascii="Myriad Pro" w:hAnsi="Myriad Pro" w:cs="Myriad Pro" w:eastAsia="Myriad Pro"/>
          <w:color w:val="231F20"/>
        </w:rPr>
        <w:t>edge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</w:rPr>
        <w:t>is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in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eighths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of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an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inch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from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left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to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right,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and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in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quarters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of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an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inch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from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right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to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left.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Note</w:t>
      </w:r>
      <w:r>
        <w:rPr>
          <w:rFonts w:ascii="Myriad Pro" w:hAnsi="Myriad Pro" w:cs="Myriad Pro" w:eastAsia="Myriad Pro"/>
          <w:color w:val="231F20"/>
          <w:spacing w:val="44"/>
          <w:w w:val="102"/>
        </w:rPr>
        <w:t> </w:t>
      </w:r>
      <w:r>
        <w:rPr>
          <w:rFonts w:ascii="Myriad Pro" w:hAnsi="Myriad Pro" w:cs="Myriad Pro" w:eastAsia="Myriad Pro"/>
          <w:color w:val="231F20"/>
        </w:rPr>
        <w:t>that</w:t>
      </w:r>
      <w:r>
        <w:rPr>
          <w:rFonts w:ascii="Myriad Pro" w:hAnsi="Myriad Pro" w:cs="Myriad Pro" w:eastAsia="Myriad Pro"/>
          <w:color w:val="231F20"/>
          <w:spacing w:val="1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1/8"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scale</w:t>
      </w:r>
      <w:r>
        <w:rPr>
          <w:rFonts w:ascii="Myriad Pro" w:hAnsi="Myriad Pro" w:cs="Myriad Pro" w:eastAsia="Myriad Pro"/>
          <w:color w:val="231F20"/>
          <w:spacing w:val="1"/>
        </w:rPr>
        <w:t> </w:t>
      </w:r>
      <w:r>
        <w:rPr>
          <w:rFonts w:ascii="Myriad Pro" w:hAnsi="Myriad Pro" w:cs="Myriad Pro" w:eastAsia="Myriad Pro"/>
          <w:color w:val="231F20"/>
        </w:rPr>
        <w:t>from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0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to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"/>
        </w:rPr>
        <w:t> </w:t>
      </w:r>
      <w:r>
        <w:rPr>
          <w:rFonts w:ascii="Myriad Pro" w:hAnsi="Myriad Pro" w:cs="Myriad Pro" w:eastAsia="Myriad Pro"/>
          <w:color w:val="231F20"/>
        </w:rPr>
        <w:t>right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end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represents</w:t>
      </w:r>
      <w:r>
        <w:rPr>
          <w:rFonts w:ascii="Myriad Pro" w:hAnsi="Myriad Pro" w:cs="Myriad Pro" w:eastAsia="Myriad Pro"/>
          <w:color w:val="231F20"/>
          <w:spacing w:val="1"/>
        </w:rPr>
        <w:t> </w:t>
      </w:r>
      <w:r>
        <w:rPr>
          <w:rFonts w:ascii="Myriad Pro" w:hAnsi="Myriad Pro" w:cs="Myriad Pro" w:eastAsia="Myriad Pro"/>
          <w:color w:val="231F20"/>
        </w:rPr>
        <w:t>95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feet,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and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"/>
        </w:rPr>
        <w:t> </w:t>
      </w:r>
      <w:r>
        <w:rPr>
          <w:rFonts w:ascii="Myriad Pro" w:hAnsi="Myriad Pro" w:cs="Myriad Pro" w:eastAsia="Myriad Pro"/>
          <w:color w:val="231F20"/>
        </w:rPr>
        <w:t>1/4"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scale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from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0</w:t>
      </w:r>
      <w:r>
        <w:rPr>
          <w:rFonts w:ascii="Myriad Pro" w:hAnsi="Myriad Pro" w:cs="Myriad Pro" w:eastAsia="Myriad Pro"/>
          <w:color w:val="231F20"/>
          <w:spacing w:val="1"/>
        </w:rPr>
        <w:t> </w:t>
      </w:r>
      <w:r>
        <w:rPr>
          <w:rFonts w:ascii="Myriad Pro" w:hAnsi="Myriad Pro" w:cs="Myriad Pro" w:eastAsia="Myriad Pro"/>
          <w:color w:val="231F20"/>
        </w:rPr>
        <w:t>to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left</w:t>
      </w:r>
      <w:r>
        <w:rPr>
          <w:rFonts w:ascii="Myriad Pro" w:hAnsi="Myriad Pro" w:cs="Myriad Pro" w:eastAsia="Myriad Pro"/>
          <w:color w:val="231F20"/>
          <w:spacing w:val="54"/>
          <w:w w:val="102"/>
        </w:rPr>
        <w:t> </w:t>
      </w:r>
      <w:r>
        <w:rPr>
          <w:rFonts w:ascii="Myriad Pro" w:hAnsi="Myriad Pro" w:cs="Myriad Pro" w:eastAsia="Myriad Pro"/>
          <w:color w:val="231F20"/>
        </w:rPr>
        <w:t>end</w:t>
      </w:r>
      <w:r>
        <w:rPr>
          <w:rFonts w:ascii="Myriad Pro" w:hAnsi="Myriad Pro" w:cs="Myriad Pro" w:eastAsia="Myriad Pro"/>
          <w:color w:val="231F20"/>
          <w:spacing w:val="23"/>
        </w:rPr>
        <w:t> </w:t>
      </w:r>
      <w:r>
        <w:rPr>
          <w:rFonts w:ascii="Myriad Pro" w:hAnsi="Myriad Pro" w:cs="Myriad Pro" w:eastAsia="Myriad Pro"/>
          <w:color w:val="231F20"/>
        </w:rPr>
        <w:t>represents</w:t>
      </w:r>
      <w:r>
        <w:rPr>
          <w:rFonts w:ascii="Myriad Pro" w:hAnsi="Myriad Pro" w:cs="Myriad Pro" w:eastAsia="Myriad Pro"/>
          <w:color w:val="231F20"/>
          <w:spacing w:val="23"/>
        </w:rPr>
        <w:t> </w:t>
      </w:r>
      <w:r>
        <w:rPr>
          <w:rFonts w:ascii="Myriad Pro" w:hAnsi="Myriad Pro" w:cs="Myriad Pro" w:eastAsia="Myriad Pro"/>
          <w:color w:val="231F20"/>
        </w:rPr>
        <w:t>47</w:t>
      </w:r>
      <w:r>
        <w:rPr>
          <w:rFonts w:ascii="Myriad Pro" w:hAnsi="Myriad Pro" w:cs="Myriad Pro" w:eastAsia="Myriad Pro"/>
          <w:color w:val="231F20"/>
          <w:spacing w:val="23"/>
        </w:rPr>
        <w:t> </w:t>
      </w:r>
      <w:r>
        <w:rPr>
          <w:rFonts w:ascii="Myriad Pro" w:hAnsi="Myriad Pro" w:cs="Myriad Pro" w:eastAsia="Myriad Pro"/>
          <w:color w:val="231F20"/>
        </w:rPr>
        <w:t>feet.</w:t>
      </w:r>
      <w:r>
        <w:rPr>
          <w:rFonts w:ascii="Myriad Pro" w:hAnsi="Myriad Pro" w:cs="Myriad Pro" w:eastAsia="Myriad Pro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9"/>
          <w:szCs w:val="19"/>
        </w:rPr>
      </w:pPr>
    </w:p>
    <w:p>
      <w:pPr>
        <w:spacing w:line="200" w:lineRule="atLeast"/>
        <w:ind w:left="1660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369.75pt;height:61.35pt;mso-position-horizontal-relative:char;mso-position-vertical-relative:line" coordorigin="0,0" coordsize="7395,1227">
            <v:group style="position:absolute;left:13;top:12;width:7268;height:2" coordorigin="13,12" coordsize="7268,2">
              <v:shape style="position:absolute;left:13;top:12;width:7268;height:2" coordorigin="13,12" coordsize="7268,0" path="m13,12l7280,12e" filled="false" stroked="true" strokeweight=".699pt" strokecolor="#231f20">
                <v:path arrowok="t"/>
              </v:shape>
            </v:group>
            <v:group style="position:absolute;left:7197;top:10;width:198;height:1216" coordorigin="7197,10" coordsize="198,1216">
              <v:shape style="position:absolute;left:7197;top:10;width:198;height:1216" coordorigin="7197,10" coordsize="198,1216" path="m7280,1213l7272,1213,7272,1225,7276,1222,7280,1213xe" filled="true" fillcolor="#231f20" stroked="false">
                <v:path arrowok="t"/>
                <v:fill type="solid"/>
              </v:shape>
              <v:shape style="position:absolute;left:7197;top:10;width:198;height:1216" coordorigin="7197,10" coordsize="198,1216" path="m7276,1222l7272,1225,7274,1224,7276,1222xe" filled="true" fillcolor="#231f20" stroked="false">
                <v:path arrowok="t"/>
                <v:fill type="solid"/>
              </v:shape>
              <v:shape style="position:absolute;left:7197;top:10;width:198;height:1216" coordorigin="7197,10" coordsize="198,1216" path="m7267,10l7225,115,7204,207,7197,288,7204,358,7220,423,7244,484,7273,539,7303,593,7332,648,7357,705,7376,768,7385,836,7381,914,7362,1002,7324,1103,7267,1217,7272,1213,7280,1213,7334,1105,7371,1004,7391,914,7395,836,7386,766,7367,702,7342,643,7312,588,7282,534,7253,479,7229,421,7212,358,7208,288,7212,207,7235,117,7276,15,7267,10xe" filled="true" fillcolor="#231f20" stroked="false">
                <v:path arrowok="t"/>
                <v:fill type="solid"/>
              </v:shape>
            </v:group>
            <v:group style="position:absolute;left:7;top:1219;width:7265;height:2" coordorigin="7,1219" coordsize="7265,2">
              <v:shape style="position:absolute;left:7;top:1219;width:7265;height:2" coordorigin="7,1219" coordsize="7265,0" path="m7,1219l7272,1219e" filled="false" stroked="true" strokeweight=".701pt" strokecolor="#231f20">
                <v:path arrowok="t"/>
              </v:shape>
            </v:group>
            <v:group style="position:absolute;left:12;top:6;width:2;height:1213" coordorigin="12,6" coordsize="2,1213">
              <v:shape style="position:absolute;left:12;top:6;width:2;height:1213" coordorigin="12,6" coordsize="0,1213" path="m12,6l12,1219e" filled="false" stroked="true" strokeweight=".641pt" strokecolor="#231f20">
                <v:path arrowok="t"/>
              </v:shape>
            </v:group>
            <v:group style="position:absolute;left:615;top:12;width:2;height:341" coordorigin="615,12" coordsize="2,341">
              <v:shape style="position:absolute;left:615;top:12;width:2;height:341" coordorigin="615,12" coordsize="0,341" path="m615,12l615,352e" filled="false" stroked="true" strokeweight=".704pt" strokecolor="#231f20">
                <v:path arrowok="t"/>
              </v:shape>
              <v:shape style="position:absolute;left:802;top:5;width:6223;height:469" type="#_x0000_t75" stroked="false">
                <v:imagedata r:id="rId24" o:title=""/>
              </v:shape>
            </v:group>
            <v:group style="position:absolute;left:1339;top:12;width:2;height:179" coordorigin="1339,12" coordsize="2,179">
              <v:shape style="position:absolute;left:1339;top:12;width:2;height:179" coordorigin="1339,12" coordsize="0,179" path="m1339,12l1339,191e" filled="false" stroked="true" strokeweight=".703pt" strokecolor="#231f20">
                <v:path arrowok="t"/>
              </v:shape>
            </v:group>
            <v:group style="position:absolute;left:7134;top:12;width:2;height:179" coordorigin="7134,12" coordsize="2,179">
              <v:shape style="position:absolute;left:7134;top:12;width:2;height:179" coordorigin="7134,12" coordsize="0,179" path="m7134,12l7134,191e" filled="false" stroked="true" strokeweight=".703pt" strokecolor="#231f20">
                <v:path arrowok="t"/>
              </v:shape>
            </v:group>
            <v:group style="position:absolute;left:664;top:12;width:2;height:114" coordorigin="664,12" coordsize="2,114">
              <v:shape style="position:absolute;left:664;top:12;width:2;height:114" coordorigin="664,12" coordsize="0,114" path="m664,12l664,125e" filled="false" stroked="true" strokeweight=".704pt" strokecolor="#231f20">
                <v:path arrowok="t"/>
              </v:shape>
            </v:group>
            <v:group style="position:absolute;left:712;top:12;width:2;height:114" coordorigin="712,12" coordsize="2,114">
              <v:shape style="position:absolute;left:712;top:12;width:2;height:114" coordorigin="712,12" coordsize="0,114" path="m712,12l712,125e" filled="false" stroked="true" strokeweight=".704pt" strokecolor="#231f20">
                <v:path arrowok="t"/>
              </v:shape>
            </v:group>
            <v:group style="position:absolute;left:760;top:12;width:2;height:179" coordorigin="760,12" coordsize="2,179">
              <v:shape style="position:absolute;left:760;top:12;width:2;height:179" coordorigin="760,12" coordsize="0,179" path="m760,12l760,191e" filled="false" stroked="true" strokeweight=".703pt" strokecolor="#231f20">
                <v:path arrowok="t"/>
              </v:shape>
            </v:group>
            <v:group style="position:absolute;left:615;top:879;width:2;height:340" coordorigin="615,879" coordsize="2,340">
              <v:shape style="position:absolute;left:615;top:879;width:2;height:340" coordorigin="615,879" coordsize="0,340" path="m615,879l615,1219e" filled="false" stroked="true" strokeweight=".703pt" strokecolor="#231f20">
                <v:path arrowok="t"/>
              </v:shape>
            </v:group>
            <v:group style="position:absolute;left:639;top:1118;width:2;height:102" coordorigin="639,1118" coordsize="2,102">
              <v:shape style="position:absolute;left:639;top:1118;width:2;height:102" coordorigin="639,1118" coordsize="0,102" path="m639,1118l639,1219e" filled="false" stroked="true" strokeweight=".703pt" strokecolor="#231f20">
                <v:path arrowok="t"/>
              </v:shape>
            </v:group>
            <v:group style="position:absolute;left:688;top:1118;width:2;height:102" coordorigin="688,1118" coordsize="2,102">
              <v:shape style="position:absolute;left:688;top:1118;width:2;height:102" coordorigin="688,1118" coordsize="0,102" path="m688,1118l688,1219e" filled="false" stroked="true" strokeweight=".703pt" strokecolor="#231f20">
                <v:path arrowok="t"/>
              </v:shape>
            </v:group>
            <v:group style="position:absolute;left:736;top:1118;width:2;height:102" coordorigin="736,1118" coordsize="2,102">
              <v:shape style="position:absolute;left:736;top:1118;width:2;height:102" coordorigin="736,1118" coordsize="0,102" path="m736,1118l736,1219e" filled="false" stroked="true" strokeweight=".704pt" strokecolor="#231f20">
                <v:path arrowok="t"/>
              </v:shape>
            </v:group>
            <v:group style="position:absolute;left:784;top:1118;width:2;height:102" coordorigin="784,1118" coordsize="2,102">
              <v:shape style="position:absolute;left:784;top:1118;width:2;height:102" coordorigin="784,1118" coordsize="0,102" path="m784,1118l784,1219e" filled="false" stroked="true" strokeweight=".703pt" strokecolor="#231f20">
                <v:path arrowok="t"/>
              </v:shape>
            </v:group>
            <v:group style="position:absolute;left:833;top:1118;width:2;height:102" coordorigin="833,1118" coordsize="2,102">
              <v:shape style="position:absolute;left:833;top:1118;width:2;height:102" coordorigin="833,1118" coordsize="0,102" path="m833,1118l833,1219e" filled="false" stroked="true" strokeweight=".703pt" strokecolor="#231f20">
                <v:path arrowok="t"/>
              </v:shape>
            </v:group>
            <v:group style="position:absolute;left:881;top:1118;width:2;height:102" coordorigin="881,1118" coordsize="2,102">
              <v:shape style="position:absolute;left:881;top:1118;width:2;height:102" coordorigin="881,1118" coordsize="0,102" path="m881,1118l881,1219e" filled="false" stroked="true" strokeweight=".705pt" strokecolor="#231f20">
                <v:path arrowok="t"/>
              </v:shape>
            </v:group>
            <v:group style="position:absolute;left:929;top:1118;width:2;height:102" coordorigin="929,1118" coordsize="2,102">
              <v:shape style="position:absolute;left:929;top:1118;width:2;height:102" coordorigin="929,1118" coordsize="0,102" path="m929,1118l929,1219e" filled="false" stroked="true" strokeweight=".702pt" strokecolor="#231f20">
                <v:path arrowok="t"/>
              </v:shape>
            </v:group>
            <v:group style="position:absolute;left:977;top:1118;width:2;height:102" coordorigin="977,1118" coordsize="2,102">
              <v:shape style="position:absolute;left:977;top:1118;width:2;height:102" coordorigin="977,1118" coordsize="0,102" path="m977,1118l977,1219e" filled="false" stroked="true" strokeweight=".703pt" strokecolor="#231f20">
                <v:path arrowok="t"/>
              </v:shape>
            </v:group>
            <v:group style="position:absolute;left:1026;top:1118;width:2;height:102" coordorigin="1026,1118" coordsize="2,102">
              <v:shape style="position:absolute;left:1026;top:1118;width:2;height:102" coordorigin="1026,1118" coordsize="0,102" path="m1026,1118l1026,1219e" filled="false" stroked="true" strokeweight=".703pt" strokecolor="#231f20">
                <v:path arrowok="t"/>
              </v:shape>
            </v:group>
            <v:group style="position:absolute;left:1074;top:1118;width:2;height:102" coordorigin="1074,1118" coordsize="2,102">
              <v:shape style="position:absolute;left:1074;top:1118;width:2;height:102" coordorigin="1074,1118" coordsize="0,102" path="m1074,1118l1074,1219e" filled="false" stroked="true" strokeweight=".704pt" strokecolor="#231f20">
                <v:path arrowok="t"/>
              </v:shape>
            </v:group>
            <v:group style="position:absolute;left:1122;top:1118;width:2;height:102" coordorigin="1122,1118" coordsize="2,102">
              <v:shape style="position:absolute;left:1122;top:1118;width:2;height:102" coordorigin="1122,1118" coordsize="0,102" path="m1122,1118l1122,1219e" filled="false" stroked="true" strokeweight=".704pt" strokecolor="#231f20">
                <v:path arrowok="t"/>
              </v:shape>
            </v:group>
            <v:group style="position:absolute;left:1171;top:1118;width:2;height:102" coordorigin="1171,1118" coordsize="2,102">
              <v:shape style="position:absolute;left:1171;top:1118;width:2;height:102" coordorigin="1171,1118" coordsize="0,102" path="m1171,1118l1171,1219e" filled="false" stroked="true" strokeweight=".702pt" strokecolor="#231f20">
                <v:path arrowok="t"/>
              </v:shape>
            </v:group>
            <v:group style="position:absolute;left:664;top:1082;width:2;height:138" coordorigin="664,1082" coordsize="2,138">
              <v:shape style="position:absolute;left:664;top:1082;width:2;height:138" coordorigin="664,1082" coordsize="0,138" path="m664,1082l664,1219e" filled="false" stroked="true" strokeweight=".704pt" strokecolor="#231f20">
                <v:path arrowok="t"/>
              </v:shape>
            </v:group>
            <v:group style="position:absolute;left:712;top:1082;width:2;height:138" coordorigin="712,1082" coordsize="2,138">
              <v:shape style="position:absolute;left:712;top:1082;width:2;height:138" coordorigin="712,1082" coordsize="0,138" path="m712,1082l712,1219e" filled="false" stroked="true" strokeweight=".703pt" strokecolor="#231f20">
                <v:path arrowok="t"/>
              </v:shape>
            </v:group>
            <v:group style="position:absolute;left:760;top:1041;width:2;height:178" coordorigin="760,1041" coordsize="2,178">
              <v:shape style="position:absolute;left:760;top:1041;width:2;height:178" coordorigin="760,1041" coordsize="0,178" path="m760,1041l760,1219e" filled="false" stroked="true" strokeweight=".703pt" strokecolor="#231f20">
                <v:path arrowok="t"/>
              </v:shape>
            </v:group>
            <v:group style="position:absolute;left:809;top:1082;width:2;height:138" coordorigin="809,1082" coordsize="2,138">
              <v:shape style="position:absolute;left:809;top:1082;width:2;height:138" coordorigin="809,1082" coordsize="0,138" path="m809,1082l809,1219e" filled="false" stroked="true" strokeweight=".702pt" strokecolor="#231f20">
                <v:path arrowok="t"/>
              </v:shape>
            </v:group>
            <v:group style="position:absolute;left:857;top:1082;width:2;height:138" coordorigin="857,1082" coordsize="2,138">
              <v:shape style="position:absolute;left:857;top:1082;width:2;height:138" coordorigin="857,1082" coordsize="0,138" path="m857,1082l857,1219e" filled="false" stroked="true" strokeweight=".703pt" strokecolor="#231f20">
                <v:path arrowok="t"/>
              </v:shape>
            </v:group>
            <v:group style="position:absolute;left:905;top:1046;width:2;height:174" coordorigin="905,1046" coordsize="2,174">
              <v:shape style="position:absolute;left:905;top:1046;width:2;height:174" coordorigin="905,1046" coordsize="0,174" path="m905,1046l905,1219e" filled="false" stroked="true" strokeweight=".702pt" strokecolor="#231f20">
                <v:path arrowok="t"/>
              </v:shape>
            </v:group>
            <v:group style="position:absolute;left:953;top:1082;width:2;height:138" coordorigin="953,1082" coordsize="2,138">
              <v:shape style="position:absolute;left:953;top:1082;width:2;height:138" coordorigin="953,1082" coordsize="0,138" path="m953,1082l953,1219e" filled="false" stroked="true" strokeweight=".702pt" strokecolor="#231f20">
                <v:path arrowok="t"/>
              </v:shape>
            </v:group>
            <v:group style="position:absolute;left:1002;top:1082;width:2;height:138" coordorigin="1002,1082" coordsize="2,138">
              <v:shape style="position:absolute;left:1002;top:1082;width:2;height:138" coordorigin="1002,1082" coordsize="0,138" path="m1002,1082l1002,1219e" filled="false" stroked="true" strokeweight=".703pt" strokecolor="#231f20">
                <v:path arrowok="t"/>
              </v:shape>
            </v:group>
            <v:group style="position:absolute;left:1050;top:1052;width:2;height:167" coordorigin="1050,1052" coordsize="2,167">
              <v:shape style="position:absolute;left:1050;top:1052;width:2;height:167" coordorigin="1050,1052" coordsize="0,167" path="m1050,1052l1050,1219e" filled="false" stroked="true" strokeweight=".702pt" strokecolor="#231f20">
                <v:path arrowok="t"/>
              </v:shape>
            </v:group>
            <v:group style="position:absolute;left:1098;top:1082;width:2;height:138" coordorigin="1098,1082" coordsize="2,138">
              <v:shape style="position:absolute;left:1098;top:1082;width:2;height:138" coordorigin="1098,1082" coordsize="0,138" path="m1098,1082l1098,1219e" filled="false" stroked="true" strokeweight=".703pt" strokecolor="#231f20">
                <v:path arrowok="t"/>
              </v:shape>
            </v:group>
            <v:group style="position:absolute;left:1146;top:1082;width:2;height:138" coordorigin="1146,1082" coordsize="2,138">
              <v:shape style="position:absolute;left:1146;top:1082;width:2;height:138" coordorigin="1146,1082" coordsize="0,138" path="m1146,1082l1146,1219e" filled="false" stroked="true" strokeweight=".702pt" strokecolor="#231f20">
                <v:path arrowok="t"/>
              </v:shape>
              <v:shape style="position:absolute;left:1177;top:744;width:5844;height:482" type="#_x0000_t75" stroked="false">
                <v:imagedata r:id="rId25" o:title=""/>
              </v:shape>
            </v:group>
            <v:group style="position:absolute;left:168;top:189;width:100;height:100" coordorigin="168,189" coordsize="100,100">
              <v:shape style="position:absolute;left:168;top:189;width:100;height:100" coordorigin="168,189" coordsize="100,100" path="m201,192l193,192,192,196,188,204,187,204,186,206,183,207,182,208,180,209,178,209,176,211,168,211,168,220,189,220,189,286,201,286,201,192xe" filled="true" fillcolor="#231f20" stroked="false">
                <v:path arrowok="t"/>
                <v:fill type="solid"/>
              </v:shape>
              <v:shape style="position:absolute;left:168;top:189;width:100;height:100" coordorigin="168,189" coordsize="100,100" path="m267,189l259,189,229,289,236,289,267,189xe" filled="true" fillcolor="#231f20" stroked="false">
                <v:path arrowok="t"/>
                <v:fill type="solid"/>
              </v:shape>
            </v:group>
            <v:group style="position:absolute;left:271;top:192;width:65;height:97" coordorigin="271,192" coordsize="65,97">
              <v:shape style="position:absolute;left:271;top:192;width:65;height:97" coordorigin="271,192" coordsize="65,97" path="m307,192l298,192,293,194,290,196,286,197,283,200,281,202,278,204,277,207,276,211,275,213,274,216,274,219,275,225,277,230,281,233,286,237,280,240,275,247,272,253,271,260,271,269,272,272,274,274,286,285,288,286,292,288,294,289,306,289,310,288,312,288,316,286,318,286,321,285,323,283,326,281,328,279,297,279,294,278,292,277,290,274,288,273,287,271,286,269,285,267,285,265,283,264,283,259,285,256,285,255,286,253,287,250,288,249,291,247,295,244,298,244,300,243,328,243,327,242,323,240,319,237,321,236,323,235,324,235,326,233,327,232,299,232,297,231,293,230,291,228,288,226,287,224,286,221,286,216,287,213,290,208,292,206,294,204,298,204,327,204,319,196,316,195,311,194,307,192xe" filled="true" fillcolor="#231f20" stroked="false">
                <v:path arrowok="t"/>
                <v:fill type="solid"/>
              </v:shape>
              <v:shape style="position:absolute;left:271;top:192;width:65;height:97" coordorigin="271,192" coordsize="65,97" path="m328,243l307,243,311,244,315,245,317,248,319,250,321,254,322,257,322,261,321,269,317,274,312,278,304,279,328,279,329,277,332,274,333,272,334,269,334,266,335,264,335,256,334,253,333,250,332,247,329,244,328,243xe" filled="true" fillcolor="#231f20" stroked="false">
                <v:path arrowok="t"/>
                <v:fill type="solid"/>
              </v:shape>
              <v:shape style="position:absolute;left:271;top:192;width:65;height:97" coordorigin="271,192" coordsize="65,97" path="m327,204l306,204,310,204,312,206,315,208,317,211,319,216,319,220,318,223,316,226,315,228,312,230,309,231,306,232,327,232,328,231,329,228,330,228,332,225,332,214,330,212,330,208,329,206,327,204xe" filled="true" fillcolor="#231f20" stroked="false">
                <v:path arrowok="t"/>
                <v:fill type="solid"/>
              </v:shape>
            </v:group>
            <v:group style="position:absolute;left:255;top:969;width:101;height:100" coordorigin="255,969" coordsize="101,100">
              <v:shape style="position:absolute;left:255;top:969;width:101;height:100" coordorigin="255,969" coordsize="101,100" path="m334,971l322,971,322,1065,330,1065,332,1062,333,1059,335,1054,337,1053,338,1052,340,1051,341,1050,344,1048,345,1048,347,1047,356,1047,356,1038,334,1038,334,971xe" filled="true" fillcolor="#231f20" stroked="false">
                <v:path arrowok="t"/>
                <v:fill type="solid"/>
              </v:shape>
              <v:shape style="position:absolute;left:255;top:969;width:101;height:100" coordorigin="255,969" coordsize="101,100" path="m294,969l287,969,255,1069,264,1069,294,969xe" filled="true" fillcolor="#231f20" stroked="false">
                <v:path arrowok="t"/>
                <v:fill type="solid"/>
              </v:shape>
            </v:group>
            <v:group style="position:absolute;left:189;top:971;width:65;height:95" coordorigin="189,971" coordsize="65,95">
              <v:shape style="position:absolute;left:189;top:971;width:65;height:95" coordorigin="189,971" coordsize="65,95" path="m254,971l189,971,189,981,241,981,240,985,215,1004,208,1007,204,1011,200,1015,196,1017,193,1021,192,1026,189,1030,189,1040,191,1045,201,1059,205,1062,208,1063,212,1064,216,1065,224,1065,229,1064,234,1062,238,1060,241,1058,243,1054,216,1054,212,1053,210,1051,207,1050,205,1047,204,1043,203,1040,203,1031,219,1016,225,1012,233,1007,238,1004,242,1000,246,995,250,991,252,985,253,979,254,971xe" filled="true" fillcolor="#231f20" stroked="false">
                <v:path arrowok="t"/>
                <v:fill type="solid"/>
              </v:shape>
              <v:shape style="position:absolute;left:189;top:971;width:65;height:95" coordorigin="189,971" coordsize="65,95" path="m252,1031l240,1031,239,1041,235,1048,229,1053,220,1054,243,1054,246,1051,248,1047,250,1043,251,1040,252,1036,252,1031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line="240" w:lineRule="auto" w:before="10"/>
        <w:rPr>
          <w:rFonts w:ascii="Myriad Pro" w:hAnsi="Myriad Pro" w:cs="Myriad Pro" w:eastAsia="Myriad Pro"/>
          <w:sz w:val="17"/>
          <w:szCs w:val="17"/>
        </w:rPr>
      </w:pPr>
    </w:p>
    <w:p>
      <w:pPr>
        <w:spacing w:line="200" w:lineRule="atLeast"/>
        <w:ind w:left="1667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369.75pt;height:61.35pt;mso-position-horizontal-relative:char;mso-position-vertical-relative:line" coordorigin="0,0" coordsize="7395,1227">
            <v:group style="position:absolute;left:113;top:13;width:7269;height:2" coordorigin="113,13" coordsize="7269,2">
              <v:shape style="position:absolute;left:113;top:13;width:7269;height:2" coordorigin="113,13" coordsize="7269,0" path="m113,13l7381,13e" filled="false" stroked="true" strokeweight=".7pt" strokecolor="#231f20">
                <v:path arrowok="t"/>
              </v:shape>
            </v:group>
            <v:group style="position:absolute;left:0;top:10;width:199;height:1215" coordorigin="0,10" coordsize="199,1215">
              <v:shape style="position:absolute;left:0;top:10;width:199;height:1215" coordorigin="0,10" coordsize="199,1215" path="m117,1221l119,1223,122,1225,117,1221xe" filled="true" fillcolor="#231f20" stroked="false">
                <v:path arrowok="t"/>
                <v:fill type="solid"/>
              </v:shape>
              <v:shape style="position:absolute;left:0;top:10;width:199;height:1215" coordorigin="0,10" coordsize="199,1215" path="m126,10l117,15,158,118,181,206,186,287,181,358,164,420,140,478,111,533,81,587,52,643,27,702,7,765,0,835,3,913,22,1003,59,1105,117,1221,122,1225,122,1213,125,1213,69,1102,31,1001,12,913,8,835,17,768,36,704,62,648,90,592,121,538,149,483,174,423,191,358,198,287,191,206,168,115,126,10xe" filled="true" fillcolor="#231f20" stroked="false">
                <v:path arrowok="t"/>
                <v:fill type="solid"/>
              </v:shape>
              <v:shape style="position:absolute;left:0;top:10;width:199;height:1215" coordorigin="0,10" coordsize="199,1215" path="m125,1213l122,1213,126,1216,125,1213xe" filled="true" fillcolor="#231f20" stroked="false">
                <v:path arrowok="t"/>
                <v:fill type="solid"/>
              </v:shape>
            </v:group>
            <v:group style="position:absolute;left:122;top:1219;width:7266;height:2" coordorigin="122,1219" coordsize="7266,2">
              <v:shape style="position:absolute;left:122;top:1219;width:7266;height:2" coordorigin="122,1219" coordsize="7266,0" path="m122,1219l7388,1219e" filled="false" stroked="true" strokeweight=".701pt" strokecolor="#231f20">
                <v:path arrowok="t"/>
              </v:shape>
            </v:group>
            <v:group style="position:absolute;left:7382;top:7;width:2;height:1212" coordorigin="7382,7" coordsize="2,1212">
              <v:shape style="position:absolute;left:7382;top:7;width:2;height:1212" coordorigin="7382,7" coordsize="0,1212" path="m7382,7l7382,1218e" filled="false" stroked="true" strokeweight=".703pt" strokecolor="#231f20">
                <v:path arrowok="t"/>
              </v:shape>
            </v:group>
            <v:group style="position:absolute;left:6958;top:792;width:2;height:428" coordorigin="6958,792" coordsize="2,428">
              <v:shape style="position:absolute;left:6958;top:792;width:2;height:428" coordorigin="6958,792" coordsize="0,428" path="m6958,792l6958,1220e" filled="false" stroked="true" strokeweight=".704pt" strokecolor="#231f20">
                <v:path arrowok="t"/>
              </v:shape>
            </v:group>
            <v:group style="position:absolute;left:5799;top:936;width:2;height:284" coordorigin="5799,936" coordsize="2,284">
              <v:shape style="position:absolute;left:5799;top:936;width:2;height:284" coordorigin="5799,936" coordsize="0,284" path="m5799,936l5799,1220e" filled="false" stroked="true" strokeweight=".703pt" strokecolor="#231f20">
                <v:path arrowok="t"/>
              </v:shape>
              <v:shape style="position:absolute;left:508;top:679;width:4740;height:548" type="#_x0000_t75" stroked="false">
                <v:imagedata r:id="rId26" o:title=""/>
              </v:shape>
            </v:group>
            <v:group style="position:absolute;left:6928;top:1133;width:13;height:87" coordorigin="6928,1133" coordsize="13,87">
              <v:shape style="position:absolute;left:6928;top:1133;width:13;height:87" coordorigin="6928,1133" coordsize="13,87" path="m6934,1133l6934,1220e" filled="false" stroked="true" strokeweight=".704pt" strokecolor="#231f20">
                <v:path arrowok="t"/>
              </v:shape>
            </v:group>
            <v:group style="position:absolute;left:6783;top:1133;width:13;height:87" coordorigin="6783,1133" coordsize="13,87">
              <v:shape style="position:absolute;left:6783;top:1133;width:13;height:87" coordorigin="6783,1133" coordsize="13,87" path="m6789,1133l6789,1220e" filled="false" stroked="true" strokeweight=".704pt" strokecolor="#231f20">
                <v:path arrowok="t"/>
              </v:shape>
            </v:group>
            <v:group style="position:absolute;left:6638;top:1133;width:13;height:87" coordorigin="6638,1133" coordsize="13,87">
              <v:shape style="position:absolute;left:6638;top:1133;width:13;height:87" coordorigin="6638,1133" coordsize="13,87" path="m6644,1133l6644,1220e" filled="false" stroked="true" strokeweight=".702pt" strokecolor="#231f20">
                <v:path arrowok="t"/>
              </v:shape>
            </v:group>
            <v:group style="position:absolute;left:6493;top:1133;width:13;height:87" coordorigin="6493,1133" coordsize="13,87">
              <v:shape style="position:absolute;left:6493;top:1133;width:13;height:87" coordorigin="6493,1133" coordsize="13,87" path="m6499,1133l6499,1220e" filled="false" stroked="true" strokeweight=".703pt" strokecolor="#231f20">
                <v:path arrowok="t"/>
              </v:shape>
            </v:group>
            <v:group style="position:absolute;left:6348;top:1133;width:13;height:87" coordorigin="6348,1133" coordsize="13,87">
              <v:shape style="position:absolute;left:6348;top:1133;width:13;height:87" coordorigin="6348,1133" coordsize="13,87" path="m6354,1133l6354,1220e" filled="false" stroked="true" strokeweight=".703pt" strokecolor="#231f20">
                <v:path arrowok="t"/>
              </v:shape>
            </v:group>
            <v:group style="position:absolute;left:6203;top:1133;width:13;height:87" coordorigin="6203,1133" coordsize="13,87">
              <v:shape style="position:absolute;left:6203;top:1133;width:13;height:87" coordorigin="6203,1133" coordsize="13,87" path="m6209,1133l6209,1220e" filled="false" stroked="true" strokeweight=".703pt" strokecolor="#231f20">
                <v:path arrowok="t"/>
              </v:shape>
            </v:group>
            <v:group style="position:absolute;left:6058;top:1133;width:13;height:87" coordorigin="6058,1133" coordsize="13,87">
              <v:shape style="position:absolute;left:6058;top:1133;width:13;height:87" coordorigin="6058,1133" coordsize="13,87" path="m6064,1133l6064,1220e" filled="false" stroked="true" strokeweight=".704pt" strokecolor="#231f20">
                <v:path arrowok="t"/>
              </v:shape>
            </v:group>
            <v:group style="position:absolute;left:5914;top:1133;width:13;height:87" coordorigin="5914,1133" coordsize="13,87">
              <v:shape style="position:absolute;left:5914;top:1133;width:13;height:87" coordorigin="5914,1133" coordsize="13,87" path="m5920,1133l5920,1220e" filled="false" stroked="true" strokeweight=".702pt" strokecolor="#231f20">
                <v:path arrowok="t"/>
              </v:shape>
            </v:group>
            <v:group style="position:absolute;left:6879;top:1133;width:13;height:87" coordorigin="6879,1133" coordsize="13,87">
              <v:shape style="position:absolute;left:6879;top:1133;width:13;height:87" coordorigin="6879,1133" coordsize="13,87" path="m6885,1133l6885,1220e" filled="false" stroked="true" strokeweight=".703pt" strokecolor="#231f20">
                <v:path arrowok="t"/>
              </v:shape>
            </v:group>
            <v:group style="position:absolute;left:6735;top:1133;width:13;height:87" coordorigin="6735,1133" coordsize="13,87">
              <v:shape style="position:absolute;left:6735;top:1133;width:13;height:87" coordorigin="6735,1133" coordsize="13,87" path="m6741,1133l6741,1220e" filled="false" stroked="true" strokeweight=".704pt" strokecolor="#231f20">
                <v:path arrowok="t"/>
              </v:shape>
            </v:group>
            <v:group style="position:absolute;left:6590;top:1133;width:13;height:87" coordorigin="6590,1133" coordsize="13,87">
              <v:shape style="position:absolute;left:6590;top:1133;width:13;height:87" coordorigin="6590,1133" coordsize="13,87" path="m6596,1133l6596,1220e" filled="false" stroked="true" strokeweight=".702pt" strokecolor="#231f20">
                <v:path arrowok="t"/>
              </v:shape>
            </v:group>
            <v:group style="position:absolute;left:6445;top:1133;width:13;height:87" coordorigin="6445,1133" coordsize="13,87">
              <v:shape style="position:absolute;left:6445;top:1133;width:13;height:87" coordorigin="6445,1133" coordsize="13,87" path="m6451,1133l6451,1220e" filled="false" stroked="true" strokeweight=".703pt" strokecolor="#231f20">
                <v:path arrowok="t"/>
              </v:shape>
            </v:group>
            <v:group style="position:absolute;left:6300;top:1133;width:13;height:87" coordorigin="6300,1133" coordsize="13,87">
              <v:shape style="position:absolute;left:6300;top:1133;width:13;height:87" coordorigin="6300,1133" coordsize="13,87" path="m6306,1133l6306,1220e" filled="false" stroked="true" strokeweight=".703pt" strokecolor="#231f20">
                <v:path arrowok="t"/>
              </v:shape>
            </v:group>
            <v:group style="position:absolute;left:6155;top:1133;width:13;height:87" coordorigin="6155,1133" coordsize="13,87">
              <v:shape style="position:absolute;left:6155;top:1133;width:13;height:87" coordorigin="6155,1133" coordsize="13,87" path="m6161,1133l6161,1220e" filled="false" stroked="true" strokeweight=".704pt" strokecolor="#231f20">
                <v:path arrowok="t"/>
              </v:shape>
            </v:group>
            <v:group style="position:absolute;left:6010;top:1133;width:13;height:87" coordorigin="6010,1133" coordsize="13,87">
              <v:shape style="position:absolute;left:6010;top:1133;width:13;height:87" coordorigin="6010,1133" coordsize="13,87" path="m6016,1133l6016,1220e" filled="false" stroked="true" strokeweight=".703pt" strokecolor="#231f20">
                <v:path arrowok="t"/>
              </v:shape>
            </v:group>
            <v:group style="position:absolute;left:5865;top:1133;width:13;height:87" coordorigin="5865,1133" coordsize="13,87">
              <v:shape style="position:absolute;left:5865;top:1133;width:13;height:87" coordorigin="5865,1133" coordsize="13,87" path="m5871,1133l5871,1220e" filled="false" stroked="true" strokeweight=".702pt" strokecolor="#231f20">
                <v:path arrowok="t"/>
              </v:shape>
            </v:group>
            <v:group style="position:absolute;left:6831;top:1133;width:13;height:87" coordorigin="6831,1133" coordsize="13,87">
              <v:shape style="position:absolute;left:6831;top:1133;width:13;height:87" coordorigin="6831,1133" coordsize="13,87" path="m6837,1133l6837,1220e" filled="false" stroked="true" strokeweight=".704pt" strokecolor="#231f20">
                <v:path arrowok="t"/>
              </v:shape>
            </v:group>
            <v:group style="position:absolute;left:6686;top:1133;width:13;height:87" coordorigin="6686,1133" coordsize="13,87">
              <v:shape style="position:absolute;left:6686;top:1133;width:13;height:87" coordorigin="6686,1133" coordsize="13,87" path="m6692,1133l6692,1220e" filled="false" stroked="true" strokeweight=".703pt" strokecolor="#231f20">
                <v:path arrowok="t"/>
              </v:shape>
            </v:group>
            <v:group style="position:absolute;left:6541;top:1133;width:13;height:87" coordorigin="6541,1133" coordsize="13,87">
              <v:shape style="position:absolute;left:6541;top:1133;width:13;height:87" coordorigin="6541,1133" coordsize="13,87" path="m6547,1133l6547,1220e" filled="false" stroked="true" strokeweight=".704pt" strokecolor="#231f20">
                <v:path arrowok="t"/>
              </v:shape>
            </v:group>
            <v:group style="position:absolute;left:6397;top:1133;width:13;height:87" coordorigin="6397,1133" coordsize="13,87">
              <v:shape style="position:absolute;left:6397;top:1133;width:13;height:87" coordorigin="6397,1133" coordsize="13,87" path="m6403,1133l6403,1220e" filled="false" stroked="true" strokeweight=".702pt" strokecolor="#231f20">
                <v:path arrowok="t"/>
              </v:shape>
            </v:group>
            <v:group style="position:absolute;left:6251;top:1133;width:13;height:87" coordorigin="6251,1133" coordsize="13,87">
              <v:shape style="position:absolute;left:6251;top:1133;width:13;height:87" coordorigin="6251,1133" coordsize="13,87" path="m6258,1133l6258,1220e" filled="false" stroked="true" strokeweight=".703pt" strokecolor="#231f20">
                <v:path arrowok="t"/>
              </v:shape>
            </v:group>
            <v:group style="position:absolute;left:6107;top:1133;width:13;height:87" coordorigin="6107,1133" coordsize="13,87">
              <v:shape style="position:absolute;left:6107;top:1133;width:13;height:87" coordorigin="6107,1133" coordsize="13,87" path="m6113,1133l6113,1220e" filled="false" stroked="true" strokeweight=".703pt" strokecolor="#231f20">
                <v:path arrowok="t"/>
              </v:shape>
            </v:group>
            <v:group style="position:absolute;left:5962;top:1133;width:13;height:87" coordorigin="5962,1133" coordsize="13,87">
              <v:shape style="position:absolute;left:5962;top:1133;width:13;height:87" coordorigin="5962,1133" coordsize="13,87" path="m5968,1133l5968,1220e" filled="false" stroked="true" strokeweight=".703pt" strokecolor="#231f20">
                <v:path arrowok="t"/>
              </v:shape>
            </v:group>
            <v:group style="position:absolute;left:5817;top:1133;width:13;height:87" coordorigin="5817,1133" coordsize="13,87">
              <v:shape style="position:absolute;left:5817;top:1133;width:13;height:87" coordorigin="5817,1133" coordsize="13,87" path="m5823,1133l5823,1220e" filled="false" stroked="true" strokeweight=".702pt" strokecolor="#231f20">
                <v:path arrowok="t"/>
              </v:shape>
            </v:group>
            <v:group style="position:absolute;left:6909;top:1095;width:2;height:126" coordorigin="6909,1095" coordsize="2,126">
              <v:shape style="position:absolute;left:6909;top:1095;width:2;height:126" coordorigin="6909,1095" coordsize="0,126" path="m6909,1095l6909,1220e" filled="false" stroked="true" strokeweight=".702pt" strokecolor="#231f20">
                <v:path arrowok="t"/>
              </v:shape>
            </v:group>
            <v:group style="position:absolute;left:6765;top:1095;width:2;height:126" coordorigin="6765,1095" coordsize="2,126">
              <v:shape style="position:absolute;left:6765;top:1095;width:2;height:126" coordorigin="6765,1095" coordsize="0,126" path="m6765,1095l6765,1220e" filled="false" stroked="true" strokeweight=".703pt" strokecolor="#231f20">
                <v:path arrowok="t"/>
              </v:shape>
            </v:group>
            <v:group style="position:absolute;left:6620;top:1095;width:2;height:126" coordorigin="6620,1095" coordsize="2,126">
              <v:shape style="position:absolute;left:6620;top:1095;width:2;height:126" coordorigin="6620,1095" coordsize="0,126" path="m6620,1095l6620,1220e" filled="false" stroked="true" strokeweight=".703pt" strokecolor="#231f20">
                <v:path arrowok="t"/>
              </v:shape>
            </v:group>
            <v:group style="position:absolute;left:6475;top:1095;width:2;height:126" coordorigin="6475,1095" coordsize="2,126">
              <v:shape style="position:absolute;left:6475;top:1095;width:2;height:126" coordorigin="6475,1095" coordsize="0,126" path="m6475,1095l6475,1220e" filled="false" stroked="true" strokeweight=".702pt" strokecolor="#231f20">
                <v:path arrowok="t"/>
              </v:shape>
            </v:group>
            <v:group style="position:absolute;left:6330;top:1095;width:2;height:126" coordorigin="6330,1095" coordsize="2,126">
              <v:shape style="position:absolute;left:6330;top:1095;width:2;height:126" coordorigin="6330,1095" coordsize="0,126" path="m6330,1095l6330,1220e" filled="false" stroked="true" strokeweight=".721pt" strokecolor="#231f20">
                <v:path arrowok="t"/>
              </v:shape>
            </v:group>
            <v:group style="position:absolute;left:6185;top:1095;width:2;height:126" coordorigin="6185,1095" coordsize="2,126">
              <v:shape style="position:absolute;left:6185;top:1095;width:2;height:126" coordorigin="6185,1095" coordsize="0,126" path="m6185,1095l6185,1220e" filled="false" stroked="true" strokeweight=".705pt" strokecolor="#231f20">
                <v:path arrowok="t"/>
              </v:shape>
            </v:group>
            <v:group style="position:absolute;left:6040;top:1095;width:2;height:126" coordorigin="6040,1095" coordsize="2,126">
              <v:shape style="position:absolute;left:6040;top:1095;width:2;height:126" coordorigin="6040,1095" coordsize="0,126" path="m6040,1095l6040,1220e" filled="false" stroked="true" strokeweight=".704pt" strokecolor="#231f20">
                <v:path arrowok="t"/>
              </v:shape>
            </v:group>
            <v:group style="position:absolute;left:5895;top:1095;width:2;height:126" coordorigin="5895,1095" coordsize="2,126">
              <v:shape style="position:absolute;left:5895;top:1095;width:2;height:126" coordorigin="5895,1095" coordsize="0,126" path="m5895,1095l5895,1220e" filled="false" stroked="true" strokeweight=".704pt" strokecolor="#231f20">
                <v:path arrowok="t"/>
              </v:shape>
            </v:group>
            <v:group style="position:absolute;left:6861;top:1095;width:2;height:126" coordorigin="6861,1095" coordsize="2,126">
              <v:shape style="position:absolute;left:6861;top:1095;width:2;height:126" coordorigin="6861,1095" coordsize="0,126" path="m6861,1095l6861,1220e" filled="false" stroked="true" strokeweight=".703pt" strokecolor="#231f20">
                <v:path arrowok="t"/>
              </v:shape>
            </v:group>
            <v:group style="position:absolute;left:6716;top:1095;width:2;height:126" coordorigin="6716,1095" coordsize="2,126">
              <v:shape style="position:absolute;left:6716;top:1095;width:2;height:126" coordorigin="6716,1095" coordsize="0,126" path="m6716,1095l6716,1220e" filled="false" stroked="true" strokeweight=".703pt" strokecolor="#231f20">
                <v:path arrowok="t"/>
              </v:shape>
            </v:group>
            <v:group style="position:absolute;left:6572;top:1095;width:2;height:126" coordorigin="6572,1095" coordsize="2,126">
              <v:shape style="position:absolute;left:6572;top:1095;width:2;height:126" coordorigin="6572,1095" coordsize="0,126" path="m6572,1095l6572,1220e" filled="false" stroked="true" strokeweight=".703pt" strokecolor="#231f20">
                <v:path arrowok="t"/>
              </v:shape>
            </v:group>
            <v:group style="position:absolute;left:6427;top:1095;width:2;height:126" coordorigin="6427,1095" coordsize="2,126">
              <v:shape style="position:absolute;left:6427;top:1095;width:2;height:126" coordorigin="6427,1095" coordsize="0,126" path="m6427,1095l6427,1220e" filled="false" stroked="true" strokeweight=".704pt" strokecolor="#231f20">
                <v:path arrowok="t"/>
              </v:shape>
            </v:group>
            <v:group style="position:absolute;left:6282;top:1095;width:2;height:126" coordorigin="6282,1095" coordsize="2,126">
              <v:shape style="position:absolute;left:6282;top:1095;width:2;height:126" coordorigin="6282,1095" coordsize="0,126" path="m6282,1095l6282,1220e" filled="false" stroked="true" strokeweight=".705pt" strokecolor="#231f20">
                <v:path arrowok="t"/>
              </v:shape>
            </v:group>
            <v:group style="position:absolute;left:6137;top:1095;width:2;height:126" coordorigin="6137,1095" coordsize="2,126">
              <v:shape style="position:absolute;left:6137;top:1095;width:2;height:126" coordorigin="6137,1095" coordsize="0,126" path="m6137,1095l6137,1220e" filled="false" stroked="true" strokeweight=".704pt" strokecolor="#231f20">
                <v:path arrowok="t"/>
              </v:shape>
            </v:group>
            <v:group style="position:absolute;left:5992;top:1095;width:2;height:126" coordorigin="5992,1095" coordsize="2,126">
              <v:shape style="position:absolute;left:5992;top:1095;width:2;height:126" coordorigin="5992,1095" coordsize="0,126" path="m5992,1095l5992,1220e" filled="false" stroked="true" strokeweight=".704pt" strokecolor="#231f20">
                <v:path arrowok="t"/>
              </v:shape>
            </v:group>
            <v:group style="position:absolute;left:5847;top:1095;width:2;height:126" coordorigin="5847,1095" coordsize="2,126">
              <v:shape style="position:absolute;left:5847;top:1095;width:2;height:126" coordorigin="5847,1095" coordsize="0,126" path="m5847,1095l5847,1220e" filled="false" stroked="true" strokeweight=".704pt" strokecolor="#231f20">
                <v:path arrowok="t"/>
              </v:shape>
            </v:group>
            <v:group style="position:absolute;left:6813;top:1052;width:2;height:169" coordorigin="6813,1052" coordsize="2,169">
              <v:shape style="position:absolute;left:6813;top:1052;width:2;height:169" coordorigin="6813,1052" coordsize="0,169" path="m6813,1052l6813,1220e" filled="false" stroked="true" strokeweight=".704pt" strokecolor="#231f20">
                <v:path arrowok="t"/>
              </v:shape>
            </v:group>
            <v:group style="position:absolute;left:6668;top:964;width:2;height:256" coordorigin="6668,964" coordsize="2,256">
              <v:shape style="position:absolute;left:6668;top:964;width:2;height:256" coordorigin="6668,964" coordsize="0,256" path="m6668,964l6668,1220e" filled="false" stroked="true" strokeweight=".703pt" strokecolor="#231f20">
                <v:path arrowok="t"/>
              </v:shape>
            </v:group>
            <v:group style="position:absolute;left:6523;top:1052;width:2;height:169" coordorigin="6523,1052" coordsize="2,169">
              <v:shape style="position:absolute;left:6523;top:1052;width:2;height:169" coordorigin="6523,1052" coordsize="0,169" path="m6523,1052l6523,1220e" filled="false" stroked="true" strokeweight=".703pt" strokecolor="#231f20">
                <v:path arrowok="t"/>
              </v:shape>
            </v:group>
            <v:group style="position:absolute;left:6379;top:925;width:2;height:295" coordorigin="6379,925" coordsize="2,295">
              <v:shape style="position:absolute;left:6379;top:925;width:2;height:295" coordorigin="6379,925" coordsize="0,295" path="m6379,925l6379,1220e" filled="false" stroked="true" strokeweight=".703pt" strokecolor="#231f20">
                <v:path arrowok="t"/>
              </v:shape>
            </v:group>
            <v:group style="position:absolute;left:6233;top:1052;width:2;height:169" coordorigin="6233,1052" coordsize="2,169">
              <v:shape style="position:absolute;left:6233;top:1052;width:2;height:169" coordorigin="6233,1052" coordsize="0,169" path="m6233,1052l6233,1220e" filled="false" stroked="true" strokeweight=".702pt" strokecolor="#231f20">
                <v:path arrowok="t"/>
              </v:shape>
            </v:group>
            <v:group style="position:absolute;left:6089;top:964;width:2;height:256" coordorigin="6089,964" coordsize="2,256">
              <v:shape style="position:absolute;left:6089;top:964;width:2;height:256" coordorigin="6089,964" coordsize="0,256" path="m6089,964l6089,1220e" filled="false" stroked="true" strokeweight=".704pt" strokecolor="#231f20">
                <v:path arrowok="t"/>
              </v:shape>
            </v:group>
            <v:group style="position:absolute;left:5944;top:1052;width:2;height:169" coordorigin="5944,1052" coordsize="2,169">
              <v:shape style="position:absolute;left:5944;top:1052;width:2;height:169" coordorigin="5944,1052" coordsize="0,169" path="m5944,1052l5944,1220e" filled="false" stroked="true" strokeweight=".705pt" strokecolor="#231f20">
                <v:path arrowok="t"/>
              </v:shape>
            </v:group>
            <v:group style="position:absolute;left:6958;top:13;width:2;height:393" coordorigin="6958,13" coordsize="2,393">
              <v:shape style="position:absolute;left:6958;top:13;width:2;height:393" coordorigin="6958,13" coordsize="0,393" path="m6958,13l6958,406e" filled="false" stroked="true" strokeweight=".706pt" strokecolor="#231f20">
                <v:path arrowok="t"/>
              </v:shape>
              <v:shape style="position:absolute;left:355;top:6;width:6232;height:512" type="#_x0000_t75" stroked="false">
                <v:imagedata r:id="rId27" o:title=""/>
              </v:shape>
            </v:group>
            <v:group style="position:absolute;left:6909;top:13;width:2;height:124" coordorigin="6909,13" coordsize="2,124">
              <v:shape style="position:absolute;left:6909;top:13;width:2;height:124" coordorigin="6909,13" coordsize="0,124" path="m6909,13l6909,137e" filled="false" stroked="true" strokeweight=".703pt" strokecolor="#231f20">
                <v:path arrowok="t"/>
              </v:shape>
            </v:group>
            <v:group style="position:absolute;left:6813;top:13;width:2;height:124" coordorigin="6813,13" coordsize="2,124">
              <v:shape style="position:absolute;left:6813;top:13;width:2;height:124" coordorigin="6813,13" coordsize="0,124" path="m6813,13l6813,137e" filled="false" stroked="true" strokeweight=".704pt" strokecolor="#231f20">
                <v:path arrowok="t"/>
              </v:shape>
            </v:group>
            <v:group style="position:absolute;left:6716;top:13;width:2;height:124" coordorigin="6716,13" coordsize="2,124">
              <v:shape style="position:absolute;left:6716;top:13;width:2;height:124" coordorigin="6716,13" coordsize="0,124" path="m6716,13l6716,137e" filled="false" stroked="true" strokeweight=".703pt" strokecolor="#231f20">
                <v:path arrowok="t"/>
              </v:shape>
            </v:group>
            <v:group style="position:absolute;left:6620;top:13;width:2;height:124" coordorigin="6620,13" coordsize="2,124">
              <v:shape style="position:absolute;left:6620;top:13;width:2;height:124" coordorigin="6620,13" coordsize="0,124" path="m6620,13l6620,137e" filled="false" stroked="true" strokeweight=".704pt" strokecolor="#231f20">
                <v:path arrowok="t"/>
              </v:shape>
            </v:group>
            <v:group style="position:absolute;left:6861;top:13;width:2;height:183" coordorigin="6861,13" coordsize="2,183">
              <v:shape style="position:absolute;left:6861;top:13;width:2;height:183" coordorigin="6861,13" coordsize="0,183" path="m6861,13l6861,195e" filled="false" stroked="true" strokeweight=".704pt" strokecolor="#231f20">
                <v:path arrowok="t"/>
              </v:shape>
            </v:group>
            <v:group style="position:absolute;left:6765;top:13;width:2;height:254" coordorigin="6765,13" coordsize="2,254">
              <v:shape style="position:absolute;left:6765;top:13;width:2;height:254" coordorigin="6765,13" coordsize="0,254" path="m6765,13l6765,266e" filled="false" stroked="true" strokeweight=".704pt" strokecolor="#231f20">
                <v:path arrowok="t"/>
              </v:shape>
            </v:group>
            <v:group style="position:absolute;left:584;top:13;width:2;height:254" coordorigin="584,13" coordsize="2,254">
              <v:shape style="position:absolute;left:584;top:13;width:2;height:254" coordorigin="584,13" coordsize="0,254" path="m584,13l584,266e" filled="false" stroked="true" strokeweight=".703pt" strokecolor="#231f20">
                <v:path arrowok="t"/>
              </v:shape>
            </v:group>
            <v:group style="position:absolute;left:198;top:13;width:2;height:254" coordorigin="198,13" coordsize="2,254">
              <v:shape style="position:absolute;left:198;top:13;width:2;height:254" coordorigin="198,13" coordsize="0,254" path="m198,13l198,266e" filled="false" stroked="true" strokeweight=".703pt" strokecolor="#231f20">
                <v:path arrowok="t"/>
              </v:shape>
            </v:group>
            <v:group style="position:absolute;left:6668;top:13;width:2;height:183" coordorigin="6668,13" coordsize="2,183">
              <v:shape style="position:absolute;left:6668;top:13;width:2;height:183" coordorigin="6668,13" coordsize="0,183" path="m6668,13l6668,195e" filled="false" stroked="true" strokeweight=".704pt" strokecolor="#231f20">
                <v:path arrowok="t"/>
              </v:shape>
            </v:group>
            <v:group style="position:absolute;left:7067;top:161;width:75;height:73" coordorigin="7067,161" coordsize="75,73">
              <v:shape style="position:absolute;left:7067;top:161;width:75;height:73" coordorigin="7067,161" coordsize="75,73" path="m7092,163l7086,163,7084,166,7084,168,7083,169,7082,170,7081,171,7080,173,7077,175,7075,175,7072,176,7067,176,7067,183,7083,183,7083,231,7092,231,7092,163xe" filled="true" fillcolor="#231f20" stroked="false">
                <v:path arrowok="t"/>
                <v:fill type="solid"/>
              </v:shape>
              <v:shape style="position:absolute;left:7067;top:161;width:75;height:73" coordorigin="7067,161" coordsize="75,73" path="m7141,161l7135,161,7112,233,7117,233,7141,161xe" filled="true" fillcolor="#231f20" stroked="false">
                <v:path arrowok="t"/>
                <v:fill type="solid"/>
              </v:shape>
            </v:group>
            <v:group style="position:absolute;left:7141;top:163;width:51;height:69" coordorigin="7141,163" coordsize="51,69">
              <v:shape style="position:absolute;left:7141;top:163;width:51;height:69" coordorigin="7141,163" coordsize="51,69" path="m7182,215l7173,215,7173,232,7182,232,7182,215xe" filled="true" fillcolor="#231f20" stroked="false">
                <v:path arrowok="t"/>
                <v:fill type="solid"/>
              </v:shape>
              <v:shape style="position:absolute;left:7141;top:163;width:51;height:69" coordorigin="7141,163" coordsize="51,69" path="m7182,163l7174,163,7141,206,7141,215,7192,215,7192,207,7150,207,7173,176,7182,176,7182,163xe" filled="true" fillcolor="#231f20" stroked="false">
                <v:path arrowok="t"/>
                <v:fill type="solid"/>
              </v:shape>
              <v:shape style="position:absolute;left:7141;top:163;width:51;height:69" coordorigin="7141,163" coordsize="51,69" path="m7182,176l7173,176,7173,207,7182,207,7182,176xe" filled="true" fillcolor="#231f20" stroked="false">
                <v:path arrowok="t"/>
                <v:fill type="solid"/>
              </v:shape>
            </v:group>
            <v:group style="position:absolute;left:7143;top:884;width:26;height:70" coordorigin="7143,884" coordsize="26,70">
              <v:shape style="position:absolute;left:7143;top:884;width:26;height:70" coordorigin="7143,884" coordsize="26,70" path="m7152,884l7143,884,7143,954,7150,954,7151,952,7152,949,7152,948,7154,947,7155,945,7156,944,7157,943,7158,942,7159,942,7161,941,7169,941,7169,933,7152,933,7152,884xe" filled="true" fillcolor="#231f20" stroked="false">
                <v:path arrowok="t"/>
                <v:fill type="solid"/>
              </v:shape>
            </v:group>
            <v:group style="position:absolute;left:5771;top:857;width:908;height:71" coordorigin="5771,857" coordsize="908,71">
              <v:shape style="position:absolute;left:5771;top:857;width:908;height:71" coordorigin="5771,857" coordsize="908,71" path="m6669,858l6645,858,6644,859,6642,860,6641,863,6638,865,6637,868,6635,871,6634,875,6633,878,6632,882,6632,905,6633,908,6634,911,6635,914,6637,917,6639,920,6642,923,6644,925,6648,926,6653,928,6660,928,6662,926,6665,926,6667,925,6669,924,6670,923,6673,920,6674,919,6654,919,6651,918,6649,918,6646,917,6645,914,6642,912,6642,909,6642,905,6641,905,6641,901,6642,899,6642,897,6642,895,6644,894,6645,893,6646,892,6648,890,6650,889,6651,889,6654,888,6639,888,6641,883,6642,880,6642,876,6642,873,6644,871,6646,869,6648,866,6649,865,6651,864,6653,863,6655,861,6673,861,6672,859,6669,858xe" filled="true" fillcolor="#231f20" stroked="false">
                <v:path arrowok="t"/>
                <v:fill type="solid"/>
              </v:shape>
              <v:shape style="position:absolute;left:5771;top:857;width:908;height:71" coordorigin="5771,857" coordsize="908,71" path="m6660,880l6655,880,6653,881,6650,881,6648,882,6645,883,6644,884,6642,887,6639,888,6656,888,6662,889,6667,893,6668,897,6669,905,6669,908,6668,911,6667,913,6666,916,6663,917,6661,918,6658,919,6674,919,6675,917,6677,916,6677,913,6678,912,6679,909,6679,899,6678,895,6678,893,6677,890,6674,888,6673,885,6668,883,6666,882,6663,881,6660,880xe" filled="true" fillcolor="#231f20" stroked="false">
                <v:path arrowok="t"/>
                <v:fill type="solid"/>
              </v:shape>
              <v:shape style="position:absolute;left:5771;top:857;width:908;height:71" coordorigin="5771,857" coordsize="908,71" path="m6673,861l6657,861,6662,863,6666,865,6668,869,6669,873,6679,873,6679,871,6678,868,6677,865,6675,863,6673,861xe" filled="true" fillcolor="#231f20" stroked="false">
                <v:path arrowok="t"/>
                <v:fill type="solid"/>
              </v:shape>
              <v:shape style="position:absolute;left:5771;top:857;width:908;height:71" coordorigin="5771,857" coordsize="908,71" path="m6665,857l6650,857,6648,858,6667,858,6665,857xe" filled="true" fillcolor="#231f20" stroked="false">
                <v:path arrowok="t"/>
                <v:fill type="solid"/>
              </v:shape>
              <v:shape style="position:absolute;left:5771;top:857;width:908;height:71" coordorigin="5771,857" coordsize="908,71" path="m6364,908l6355,908,6355,913,6357,916,6358,918,6360,920,6361,923,6364,924,6365,925,6367,926,6371,926,6373,928,6380,928,6383,926,6387,924,6389,923,6392,920,6393,919,6371,919,6370,918,6367,917,6366,914,6365,913,6364,911,6364,908xe" filled="true" fillcolor="#231f20" stroked="false">
                <v:path arrowok="t"/>
                <v:fill type="solid"/>
              </v:shape>
              <v:shape style="position:absolute;left:5771;top:857;width:908;height:71" coordorigin="5771,857" coordsize="908,71" path="m6394,863l6380,863,6382,864,6383,864,6385,865,6387,866,6388,869,6389,870,6390,871,6390,873,6392,875,6392,880,6390,882,6390,884,6389,887,6388,888,6387,889,6385,890,6385,892,6383,893,6393,893,6393,897,6392,901,6392,905,6390,908,6389,911,6388,913,6385,916,6385,917,6382,918,6381,919,6393,919,6394,918,6397,912,6399,909,6399,906,6400,904,6400,901,6401,899,6401,876,6400,873,6399,870,6397,868,6395,865,6394,863xe" filled="true" fillcolor="#231f20" stroked="false">
                <v:path arrowok="t"/>
                <v:fill type="solid"/>
              </v:shape>
              <v:shape style="position:absolute;left:5771;top:857;width:908;height:71" coordorigin="5771,857" coordsize="908,71" path="m6388,858l6364,858,6361,860,6359,863,6358,865,6355,868,6354,870,6354,873,6353,876,6353,882,6354,884,6355,888,6357,890,6358,893,6359,895,6361,896,6364,899,6366,900,6370,900,6372,901,6381,901,6383,900,6385,899,6390,896,6392,894,6373,894,6371,893,6369,892,6366,890,6365,888,6364,885,6363,882,6363,875,6364,872,6365,869,6366,866,6371,864,6373,863,6394,863,6392,861,6390,859,6388,858xe" filled="true" fillcolor="#231f20" stroked="false">
                <v:path arrowok="t"/>
                <v:fill type="solid"/>
              </v:shape>
              <v:shape style="position:absolute;left:5771;top:857;width:908;height:71" coordorigin="5771,857" coordsize="908,71" path="m6393,893l6381,893,6380,894,6392,894,6393,893xe" filled="true" fillcolor="#231f20" stroked="false">
                <v:path arrowok="t"/>
                <v:fill type="solid"/>
              </v:shape>
              <v:shape style="position:absolute;left:5771;top:857;width:908;height:71" coordorigin="5771,857" coordsize="908,71" path="m6383,857l6370,857,6366,858,6385,858,6383,857xe" filled="true" fillcolor="#231f20" stroked="false">
                <v:path arrowok="t"/>
                <v:fill type="solid"/>
              </v:shape>
              <v:shape style="position:absolute;left:5771;top:857;width:908;height:71" coordorigin="5771,857" coordsize="908,71" path="m6078,857l6062,857,6060,858,6056,860,6054,861,6053,864,6050,866,6049,869,6049,871,6048,872,6048,878,6049,882,6049,885,6050,888,6055,893,6057,894,6060,895,6056,896,6054,900,6051,905,6051,914,6053,917,6054,919,6055,920,6056,923,6063,926,6067,926,6069,928,6077,928,6079,926,6083,925,6088,923,6090,920,6091,919,6068,919,6067,918,6066,917,6065,916,6063,916,6062,914,6061,913,6061,911,6060,909,6060,906,6061,904,6062,902,6063,900,6066,899,6068,897,6078,897,6078,890,6072,890,6068,889,6065,888,6062,887,6060,885,6058,883,6057,881,6057,871,6058,870,6061,868,6062,866,6065,865,6068,864,6070,863,6091,863,6090,860,6086,859,6083,858,6078,857xe" filled="true" fillcolor="#231f20" stroked="false">
                <v:path arrowok="t"/>
                <v:fill type="solid"/>
              </v:shape>
              <v:shape style="position:absolute;left:5771;top:857;width:908;height:71" coordorigin="5771,857" coordsize="908,71" path="m6095,905l6086,905,6086,909,6085,912,6084,913,6083,916,6081,917,6080,918,6079,919,6091,919,6091,918,6092,916,6093,913,6095,911,6095,905xe" filled="true" fillcolor="#231f20" stroked="false">
                <v:path arrowok="t"/>
                <v:fill type="solid"/>
              </v:shape>
              <v:shape style="position:absolute;left:5771;top:857;width:908;height:71" coordorigin="5771,857" coordsize="908,71" path="m6091,863l6077,863,6078,864,6079,864,6080,865,6083,866,6084,868,6085,869,6086,871,6086,873,6088,876,6088,878,6097,878,6096,872,6095,868,6092,864,6091,863xe" filled="true" fillcolor="#231f20" stroked="false">
                <v:path arrowok="t"/>
                <v:fill type="solid"/>
              </v:shape>
              <v:shape style="position:absolute;left:5771;top:857;width:908;height:71" coordorigin="5771,857" coordsize="908,71" path="m5799,857l5787,857,5785,858,5782,859,5780,860,5778,863,5777,865,5776,868,5775,870,5774,872,5773,876,5771,878,5771,897,5773,904,5774,908,5775,912,5792,928,5799,928,5801,926,5805,925,5808,924,5810,921,5812,919,5790,919,5789,918,5787,917,5786,914,5785,913,5783,911,5781,904,5781,900,5780,895,5780,888,5781,884,5781,878,5782,876,5783,872,5785,870,5786,868,5788,865,5789,864,5792,863,5811,863,5809,860,5806,859,5802,858,5799,857xe" filled="true" fillcolor="#231f20" stroked="false">
                <v:path arrowok="t"/>
                <v:fill type="solid"/>
              </v:shape>
              <v:shape style="position:absolute;left:5771;top:857;width:908;height:71" coordorigin="5771,857" coordsize="908,71" path="m5811,863l5799,863,5804,868,5806,871,5808,876,5809,881,5809,904,5808,906,5808,908,5806,911,5805,913,5804,916,5801,917,5800,918,5798,919,5812,919,5813,917,5815,913,5816,909,5817,906,5817,902,5818,897,5818,885,5817,881,5817,877,5816,872,5815,869,5813,865,5811,863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63"/>
        <w:ind w:left="3535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8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3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0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One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face</w:t>
      </w:r>
      <w:r>
        <w:rPr>
          <w:rFonts w:ascii="Myriad Pro" w:hAnsi="Myriad Pro" w:cs="Myriad Pro" w:eastAsia="Myriad Pro"/>
          <w:color w:val="231F20"/>
          <w:spacing w:val="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of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an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2"/>
          <w:sz w:val="18"/>
          <w:szCs w:val="18"/>
        </w:rPr>
        <w:t>architect’s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ruler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(NTS)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5"/>
        <w:rPr>
          <w:rFonts w:ascii="Myriad Pro" w:hAnsi="Myriad Pro" w:cs="Myriad Pro" w:eastAsia="Myriad Pro"/>
          <w:sz w:val="17"/>
          <w:szCs w:val="17"/>
        </w:rPr>
      </w:pPr>
    </w:p>
    <w:p>
      <w:pPr>
        <w:pStyle w:val="BodyText"/>
        <w:spacing w:line="280" w:lineRule="auto"/>
        <w:ind w:left="729" w:right="1163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At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each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end,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between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zero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number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indicating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scale,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length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representing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one</w:t>
      </w:r>
      <w:r>
        <w:rPr>
          <w:rFonts w:ascii="Myriad Pro"/>
          <w:color w:val="231F20"/>
          <w:spacing w:val="70"/>
          <w:w w:val="102"/>
        </w:rPr>
        <w:t> </w:t>
      </w:r>
      <w:r>
        <w:rPr>
          <w:rFonts w:ascii="Myriad Pro"/>
          <w:color w:val="231F20"/>
        </w:rPr>
        <w:t>foot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subdivided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into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6,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12,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24,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more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parts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indicate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inches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and,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some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scales,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fractions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16"/>
        </w:rPr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69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inch.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-1"/>
        </w:rPr>
        <w:t>For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example,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each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six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marks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  <w:spacing w:val="1"/>
        </w:rPr>
        <w:t>1/8"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represents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two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inches,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while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  <w:spacing w:val="1"/>
        </w:rPr>
        <w:t>each</w:t>
      </w:r>
      <w:r>
        <w:rPr>
          <w:rFonts w:ascii="Myriad Pro"/>
          <w:color w:val="231F20"/>
          <w:spacing w:val="58"/>
          <w:w w:val="102"/>
        </w:rPr>
        <w:t> </w:t>
      </w:r>
      <w:r>
        <w:rPr>
          <w:rFonts w:ascii="Myriad Pro"/>
          <w:color w:val="231F20"/>
        </w:rPr>
        <w:t>mark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equals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  <w:spacing w:val="1"/>
        </w:rPr>
        <w:t>quarter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inch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1"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reduction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one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inch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1/4"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scale.</w:t>
      </w:r>
      <w:r>
        <w:rPr>
          <w:rFonts w:ascii="Myriad Pro"/>
        </w:rPr>
      </w:r>
    </w:p>
    <w:p>
      <w:pPr>
        <w:spacing w:line="240" w:lineRule="auto" w:before="9"/>
        <w:rPr>
          <w:rFonts w:ascii="Myriad Pro" w:hAnsi="Myriad Pro" w:cs="Myriad Pro" w:eastAsia="Myriad Pro"/>
          <w:sz w:val="23"/>
          <w:szCs w:val="23"/>
        </w:rPr>
      </w:pPr>
    </w:p>
    <w:p>
      <w:pPr>
        <w:pStyle w:val="BodyText"/>
        <w:spacing w:line="280" w:lineRule="auto"/>
        <w:ind w:left="729" w:right="1106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Now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look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at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11/2"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4. The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subdivided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unit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divided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into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inches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fractions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  <w:spacing w:val="1"/>
        </w:rPr>
        <w:t>of</w:t>
      </w:r>
      <w:r>
        <w:rPr>
          <w:rFonts w:ascii="Myriad Pro"/>
          <w:color w:val="231F20"/>
          <w:spacing w:val="82"/>
          <w:w w:val="102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inch.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Reading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left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from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-1"/>
        </w:rPr>
        <w:t>zero,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notice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figures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3,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6,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9,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which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represent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measurements</w:t>
      </w:r>
      <w:r>
        <w:rPr>
          <w:rFonts w:ascii="Myriad Pro"/>
          <w:color w:val="231F20"/>
          <w:spacing w:val="70"/>
          <w:w w:val="102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  <w:spacing w:val="-8"/>
        </w:rPr>
        <w:t>3",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-8"/>
        </w:rPr>
        <w:t>6",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-8"/>
        </w:rPr>
        <w:t>9".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-1"/>
        </w:rPr>
        <w:t>From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zero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first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long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mark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represents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  <w:spacing w:val="-8"/>
        </w:rPr>
        <w:t>1".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Between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zero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  <w:spacing w:val="2"/>
        </w:rPr>
        <w:t>one-</w:t>
      </w:r>
      <w:r>
        <w:rPr>
          <w:rFonts w:ascii="Myriad Pro"/>
          <w:color w:val="231F20"/>
          <w:spacing w:val="72"/>
          <w:w w:val="102"/>
        </w:rPr>
        <w:t> </w:t>
      </w:r>
      <w:r>
        <w:rPr>
          <w:rFonts w:ascii="Myriad Pro"/>
          <w:color w:val="231F20"/>
        </w:rPr>
        <w:t>inch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mark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there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four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spaces,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each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which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represent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2"/>
        </w:rPr>
        <w:t>one-quarter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inch.</w:t>
      </w:r>
      <w:r>
        <w:rPr>
          <w:rFonts w:ascii="Myriad Pro"/>
        </w:rPr>
      </w:r>
    </w:p>
    <w:p>
      <w:pPr>
        <w:spacing w:line="240" w:lineRule="auto" w:before="12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00" w:lineRule="atLeast"/>
        <w:ind w:left="1792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360.3pt;height:60.5pt;mso-position-horizontal-relative:char;mso-position-vertical-relative:line" coordorigin="0,0" coordsize="7206,1210">
            <v:group style="position:absolute;left:11;top:13;width:7083;height:2" coordorigin="11,13" coordsize="7083,2">
              <v:shape style="position:absolute;left:11;top:13;width:7083;height:2" coordorigin="11,13" coordsize="7083,0" path="m11,13l7094,13e" filled="false" stroked="true" strokeweight=".7pt" strokecolor="#231f20">
                <v:path arrowok="t"/>
              </v:shape>
            </v:group>
            <v:group style="position:absolute;left:7011;top:10;width:195;height:1197" coordorigin="7011,10" coordsize="195,1197">
              <v:shape style="position:absolute;left:7011;top:10;width:195;height:1197" coordorigin="7011,10" coordsize="195,1197" path="m7094,1195l7086,1195,7086,1207,7090,1204,7094,1195xe" filled="true" fillcolor="#231f20" stroked="false">
                <v:path arrowok="t"/>
                <v:fill type="solid"/>
              </v:shape>
              <v:shape style="position:absolute;left:7011;top:10;width:195;height:1197" coordorigin="7011,10" coordsize="195,1197" path="m7090,1204l7086,1207,7088,1206,7090,1204xe" filled="true" fillcolor="#231f20" stroked="false">
                <v:path arrowok="t"/>
                <v:fill type="solid"/>
              </v:shape>
              <v:shape style="position:absolute;left:7011;top:10;width:195;height:1197" coordorigin="7011,10" coordsize="195,1197" path="m7081,10l7041,113,7019,205,7011,284,7019,354,7035,418,7058,477,7087,532,7116,585,7144,639,7169,695,7188,758,7196,824,7193,901,7174,987,7137,1087,7081,1199,7086,1195,7094,1195,7147,1089,7183,990,7202,901,7205,824,7197,755,7178,692,7154,634,7126,580,7096,527,7068,472,7044,415,7028,354,7023,284,7028,205,7050,116,7090,15,7081,10xe" filled="true" fillcolor="#231f20" stroked="false">
                <v:path arrowok="t"/>
                <v:fill type="solid"/>
              </v:shape>
            </v:group>
            <v:group style="position:absolute;left:11;top:7;width:2;height:1195" coordorigin="11,7" coordsize="2,1195">
              <v:shape style="position:absolute;left:11;top:7;width:2;height:1195" coordorigin="11,7" coordsize="0,1195" path="m11,7l11,1201e" filled="false" stroked="true" strokeweight=".687pt" strokecolor="#231f20">
                <v:path arrowok="t"/>
              </v:shape>
            </v:group>
            <v:group style="position:absolute;left:425;top:781;width:2;height:422" coordorigin="425,781" coordsize="2,422">
              <v:shape style="position:absolute;left:425;top:781;width:2;height:422" coordorigin="425,781" coordsize="0,422" path="m425,781l425,1203e" filled="false" stroked="true" strokeweight=".686pt" strokecolor="#231f20">
                <v:path arrowok="t"/>
              </v:shape>
              <v:shape style="position:absolute;left:842;top:703;width:5804;height:506" type="#_x0000_t75" stroked="false">
                <v:imagedata r:id="rId28" o:title=""/>
              </v:shape>
            </v:group>
            <v:group style="position:absolute;left:449;top:1085;width:2;height:118" coordorigin="449,1085" coordsize="2,118">
              <v:shape style="position:absolute;left:449;top:1085;width:2;height:118" coordorigin="449,1085" coordsize="0,118" path="m449,1085l449,1203e" filled="false" stroked="true" strokeweight=".706pt" strokecolor="#231f20">
                <v:path arrowok="t"/>
              </v:shape>
            </v:group>
            <v:group style="position:absolute;left:590;top:1085;width:2;height:118" coordorigin="590,1085" coordsize="2,118">
              <v:shape style="position:absolute;left:590;top:1085;width:2;height:118" coordorigin="590,1085" coordsize="0,118" path="m590,1085l590,1203e" filled="false" stroked="true" strokeweight=".688pt" strokecolor="#231f20">
                <v:path arrowok="t"/>
              </v:shape>
            </v:group>
            <v:group style="position:absolute;left:731;top:1085;width:2;height:118" coordorigin="731,1085" coordsize="2,118">
              <v:shape style="position:absolute;left:731;top:1085;width:2;height:118" coordorigin="731,1085" coordsize="0,118" path="m731,1085l731,1203e" filled="false" stroked="true" strokeweight=".685pt" strokecolor="#231f20">
                <v:path arrowok="t"/>
              </v:shape>
            </v:group>
            <v:group style="position:absolute;left:872;top:1085;width:2;height:118" coordorigin="872,1085" coordsize="2,118">
              <v:shape style="position:absolute;left:872;top:1085;width:2;height:118" coordorigin="872,1085" coordsize="0,118" path="m872,1085l872,1203e" filled="false" stroked="true" strokeweight=".687pt" strokecolor="#231f20">
                <v:path arrowok="t"/>
              </v:shape>
            </v:group>
            <v:group style="position:absolute;left:496;top:1085;width:2;height:118" coordorigin="496,1085" coordsize="2,118">
              <v:shape style="position:absolute;left:496;top:1085;width:2;height:118" coordorigin="496,1085" coordsize="0,118" path="m496,1085l496,1203e" filled="false" stroked="true" strokeweight=".687pt" strokecolor="#231f20">
                <v:path arrowok="t"/>
              </v:shape>
            </v:group>
            <v:group style="position:absolute;left:637;top:1085;width:2;height:118" coordorigin="637,1085" coordsize="2,118">
              <v:shape style="position:absolute;left:637;top:1085;width:2;height:118" coordorigin="637,1085" coordsize="0,118" path="m637,1085l637,1203e" filled="false" stroked="true" strokeweight=".688pt" strokecolor="#231f20">
                <v:path arrowok="t"/>
              </v:shape>
            </v:group>
            <v:group style="position:absolute;left:778;top:1085;width:2;height:118" coordorigin="778,1085" coordsize="2,118">
              <v:shape style="position:absolute;left:778;top:1085;width:2;height:118" coordorigin="778,1085" coordsize="0,118" path="m778,1085l778,1203e" filled="false" stroked="true" strokeweight=".686pt" strokecolor="#231f20">
                <v:path arrowok="t"/>
              </v:shape>
            </v:group>
            <v:group style="position:absolute;left:919;top:1085;width:2;height:118" coordorigin="919,1085" coordsize="2,118">
              <v:shape style="position:absolute;left:919;top:1085;width:2;height:118" coordorigin="919,1085" coordsize="0,118" path="m919,1085l919,1203e" filled="false" stroked="true" strokeweight=".686pt" strokecolor="#231f20">
                <v:path arrowok="t"/>
              </v:shape>
            </v:group>
            <v:group style="position:absolute;left:543;top:1085;width:2;height:118" coordorigin="543,1085" coordsize="2,118">
              <v:shape style="position:absolute;left:543;top:1085;width:2;height:118" coordorigin="543,1085" coordsize="0,118" path="m543,1085l543,1203e" filled="false" stroked="true" strokeweight=".685pt" strokecolor="#231f20">
                <v:path arrowok="t"/>
              </v:shape>
            </v:group>
            <v:group style="position:absolute;left:684;top:1085;width:2;height:118" coordorigin="684,1085" coordsize="2,118">
              <v:shape style="position:absolute;left:684;top:1085;width:2;height:118" coordorigin="684,1085" coordsize="0,118" path="m684,1085l684,1203e" filled="false" stroked="true" strokeweight=".688pt" strokecolor="#231f20">
                <v:path arrowok="t"/>
              </v:shape>
            </v:group>
            <v:group style="position:absolute;left:825;top:1085;width:2;height:118" coordorigin="825,1085" coordsize="2,118">
              <v:shape style="position:absolute;left:825;top:1085;width:2;height:118" coordorigin="825,1085" coordsize="0,118" path="m825,1085l825,1203e" filled="false" stroked="true" strokeweight=".688pt" strokecolor="#231f20">
                <v:path arrowok="t"/>
              </v:shape>
            </v:group>
            <v:group style="position:absolute;left:966;top:1085;width:2;height:118" coordorigin="966,1085" coordsize="2,118">
              <v:shape style="position:absolute;left:966;top:1085;width:2;height:118" coordorigin="966,1085" coordsize="0,118" path="m966,1085l966,1203e" filled="false" stroked="true" strokeweight=".685pt" strokecolor="#231f20">
                <v:path arrowok="t"/>
              </v:shape>
            </v:group>
            <v:group style="position:absolute;left:472;top:1037;width:2;height:166" coordorigin="472,1037" coordsize="2,166">
              <v:shape style="position:absolute;left:472;top:1037;width:2;height:166" coordorigin="472,1037" coordsize="0,166" path="m472,1037l472,1203e" filled="false" stroked="true" strokeweight=".688pt" strokecolor="#231f20">
                <v:path arrowok="t"/>
              </v:shape>
            </v:group>
            <v:group style="position:absolute;left:613;top:1037;width:2;height:166" coordorigin="613,1037" coordsize="2,166">
              <v:shape style="position:absolute;left:613;top:1037;width:2;height:166" coordorigin="613,1037" coordsize="0,166" path="m613,1037l613,1203e" filled="false" stroked="true" strokeweight=".687pt" strokecolor="#231f20">
                <v:path arrowok="t"/>
              </v:shape>
            </v:group>
            <v:group style="position:absolute;left:754;top:1037;width:2;height:166" coordorigin="754,1037" coordsize="2,166">
              <v:shape style="position:absolute;left:754;top:1037;width:2;height:166" coordorigin="754,1037" coordsize="0,166" path="m754,1037l754,1203e" filled="false" stroked="true" strokeweight=".686pt" strokecolor="#231f20">
                <v:path arrowok="t"/>
              </v:shape>
            </v:group>
            <v:group style="position:absolute;left:519;top:1037;width:2;height:166" coordorigin="519,1037" coordsize="2,166">
              <v:shape style="position:absolute;left:519;top:1037;width:2;height:166" coordorigin="519,1037" coordsize="0,166" path="m519,1037l519,1203e" filled="false" stroked="true" strokeweight=".685pt" strokecolor="#231f20">
                <v:path arrowok="t"/>
              </v:shape>
            </v:group>
            <v:group style="position:absolute;left:660;top:1037;width:2;height:166" coordorigin="660,1037" coordsize="2,166">
              <v:shape style="position:absolute;left:660;top:1037;width:2;height:166" coordorigin="660,1037" coordsize="0,166" path="m660,1037l660,1203e" filled="false" stroked="true" strokeweight=".687pt" strokecolor="#231f20">
                <v:path arrowok="t"/>
              </v:shape>
            </v:group>
            <v:group style="position:absolute;left:801;top:1037;width:2;height:166" coordorigin="801,1037" coordsize="2,166">
              <v:shape style="position:absolute;left:801;top:1037;width:2;height:166" coordorigin="801,1037" coordsize="0,166" path="m801,1037l801,1203e" filled="false" stroked="true" strokeweight=".688pt" strokecolor="#231f20">
                <v:path arrowok="t"/>
              </v:shape>
            </v:group>
            <v:group style="position:absolute;left:566;top:989;width:2;height:215" coordorigin="566,989" coordsize="2,215">
              <v:shape style="position:absolute;left:566;top:989;width:2;height:215" coordorigin="566,989" coordsize="0,215" path="m566,989l566,1203e" filled="false" stroked="true" strokeweight=".687pt" strokecolor="#231f20">
                <v:path arrowok="t"/>
              </v:shape>
            </v:group>
            <v:group style="position:absolute;left:707;top:989;width:2;height:215" coordorigin="707,989" coordsize="2,215">
              <v:shape style="position:absolute;left:707;top:989;width:2;height:215" coordorigin="707,989" coordsize="0,215" path="m707,989l707,1203e" filled="false" stroked="true" strokeweight=".686pt" strokecolor="#231f20">
                <v:path arrowok="t"/>
              </v:shape>
            </v:group>
            <v:group style="position:absolute;left:425;top:13;width:2;height:389" coordorigin="425,13" coordsize="2,389">
              <v:shape style="position:absolute;left:425;top:13;width:2;height:389" coordorigin="425,13" coordsize="0,389" path="m425,13l425,401e" filled="false" stroked="true" strokeweight=".689pt" strokecolor="#231f20">
                <v:path arrowok="t"/>
              </v:shape>
            </v:group>
            <v:group style="position:absolute;left:5318;top:13;width:2;height:389" coordorigin="5318,13" coordsize="2,389">
              <v:shape style="position:absolute;left:5318;top:13;width:2;height:389" coordorigin="5318,13" coordsize="0,389" path="m5318,13l5318,401e" filled="false" stroked="true" strokeweight=".689pt" strokecolor="#231f20">
                <v:path arrowok="t"/>
              </v:shape>
            </v:group>
            <v:group style="position:absolute;left:6541;top:13;width:2;height:293" coordorigin="6541,13" coordsize="2,293">
              <v:shape style="position:absolute;left:6541;top:13;width:2;height:293" coordorigin="6541,13" coordsize="0,293" path="m6541,13l6541,305e" filled="false" stroked="true" strokeweight=".689pt" strokecolor="#231f20">
                <v:path arrowok="t"/>
              </v:shape>
            </v:group>
            <v:group style="position:absolute;left:472;top:13;width:2;height:139" coordorigin="472,13" coordsize="2,139">
              <v:shape style="position:absolute;left:472;top:13;width:2;height:139" coordorigin="472,13" coordsize="0,139" path="m472,13l472,151e" filled="false" stroked="true" strokeweight=".69pt" strokecolor="#231f20">
                <v:path arrowok="t"/>
              </v:shape>
            </v:group>
            <v:group style="position:absolute;left:660;top:13;width:2;height:139" coordorigin="660,13" coordsize="2,139">
              <v:shape style="position:absolute;left:660;top:13;width:2;height:139" coordorigin="660,13" coordsize="0,139" path="m660,13l660,151e" filled="false" stroked="true" strokeweight=".69pt" strokecolor="#231f20">
                <v:path arrowok="t"/>
              </v:shape>
            </v:group>
            <v:group style="position:absolute;left:849;top:13;width:2;height:139" coordorigin="849,13" coordsize="2,139">
              <v:shape style="position:absolute;left:849;top:13;width:2;height:139" coordorigin="849,13" coordsize="0,139" path="m849,13l849,151e" filled="false" stroked="true" strokeweight=".69pt" strokecolor="#231f20">
                <v:path arrowok="t"/>
              </v:shape>
            </v:group>
            <v:group style="position:absolute;left:1037;top:13;width:2;height:139" coordorigin="1037,13" coordsize="2,139">
              <v:shape style="position:absolute;left:1037;top:13;width:2;height:139" coordorigin="1037,13" coordsize="0,139" path="m1037,13l1037,151e" filled="false" stroked="true" strokeweight=".69pt" strokecolor="#231f20">
                <v:path arrowok="t"/>
              </v:shape>
            </v:group>
            <v:group style="position:absolute;left:1225;top:13;width:2;height:139" coordorigin="1225,13" coordsize="2,139">
              <v:shape style="position:absolute;left:1225;top:13;width:2;height:139" coordorigin="1225,13" coordsize="0,139" path="m1225,13l1225,151e" filled="false" stroked="true" strokeweight=".69pt" strokecolor="#231f20">
                <v:path arrowok="t"/>
              </v:shape>
            </v:group>
            <v:group style="position:absolute;left:1413;top:13;width:2;height:139" coordorigin="1413,13" coordsize="2,139">
              <v:shape style="position:absolute;left:1413;top:13;width:2;height:139" coordorigin="1413,13" coordsize="0,139" path="m1413,13l1413,151e" filled="false" stroked="true" strokeweight=".689pt" strokecolor="#231f20">
                <v:path arrowok="t"/>
              </v:shape>
            </v:group>
            <v:group style="position:absolute;left:1601;top:13;width:2;height:139" coordorigin="1601,13" coordsize="2,139">
              <v:shape style="position:absolute;left:1601;top:13;width:2;height:139" coordorigin="1601,13" coordsize="0,139" path="m1601,13l1601,151e" filled="false" stroked="true" strokeweight=".689pt" strokecolor="#231f20">
                <v:path arrowok="t"/>
              </v:shape>
            </v:group>
            <v:group style="position:absolute;left:1789;top:13;width:2;height:139" coordorigin="1789,13" coordsize="2,139">
              <v:shape style="position:absolute;left:1789;top:13;width:2;height:139" coordorigin="1789,13" coordsize="0,139" path="m1789,13l1789,151e" filled="false" stroked="true" strokeweight=".689pt" strokecolor="#231f20">
                <v:path arrowok="t"/>
              </v:shape>
            </v:group>
            <v:group style="position:absolute;left:1977;top:13;width:2;height:139" coordorigin="1977,13" coordsize="2,139">
              <v:shape style="position:absolute;left:1977;top:13;width:2;height:139" coordorigin="1977,13" coordsize="0,139" path="m1977,13l1977,151e" filled="false" stroked="true" strokeweight=".689pt" strokecolor="#231f20">
                <v:path arrowok="t"/>
              </v:shape>
            </v:group>
            <v:group style="position:absolute;left:2166;top:13;width:2;height:139" coordorigin="2166,13" coordsize="2,139">
              <v:shape style="position:absolute;left:2166;top:13;width:2;height:139" coordorigin="2166,13" coordsize="0,139" path="m2166,13l2166,151e" filled="false" stroked="true" strokeweight=".688pt" strokecolor="#231f20">
                <v:path arrowok="t"/>
              </v:shape>
            </v:group>
            <v:group style="position:absolute;left:2354;top:13;width:2;height:139" coordorigin="2354,13" coordsize="2,139">
              <v:shape style="position:absolute;left:2354;top:13;width:2;height:139" coordorigin="2354,13" coordsize="0,139" path="m2354,13l2354,151e" filled="false" stroked="true" strokeweight=".689pt" strokecolor="#231f20">
                <v:path arrowok="t"/>
              </v:shape>
            </v:group>
            <v:group style="position:absolute;left:2542;top:13;width:2;height:139" coordorigin="2542,13" coordsize="2,139">
              <v:shape style="position:absolute;left:2542;top:13;width:2;height:139" coordorigin="2542,13" coordsize="0,139" path="m2542,13l2542,151e" filled="false" stroked="true" strokeweight=".689pt" strokecolor="#231f20">
                <v:path arrowok="t"/>
              </v:shape>
            </v:group>
            <v:group style="position:absolute;left:2730;top:13;width:2;height:139" coordorigin="2730,13" coordsize="2,139">
              <v:shape style="position:absolute;left:2730;top:13;width:2;height:139" coordorigin="2730,13" coordsize="0,139" path="m2730,13l2730,151e" filled="false" stroked="true" strokeweight=".689pt" strokecolor="#231f20">
                <v:path arrowok="t"/>
              </v:shape>
            </v:group>
            <v:group style="position:absolute;left:566;top:13;width:2;height:139" coordorigin="566,13" coordsize="2,139">
              <v:shape style="position:absolute;left:566;top:13;width:2;height:139" coordorigin="566,13" coordsize="0,139" path="m566,13l566,151e" filled="false" stroked="true" strokeweight=".69pt" strokecolor="#231f20">
                <v:path arrowok="t"/>
              </v:shape>
            </v:group>
            <v:group style="position:absolute;left:754;top:13;width:2;height:139" coordorigin="754,13" coordsize="2,139">
              <v:shape style="position:absolute;left:754;top:13;width:2;height:139" coordorigin="754,13" coordsize="0,139" path="m754,13l754,151e" filled="false" stroked="true" strokeweight=".69pt" strokecolor="#231f20">
                <v:path arrowok="t"/>
              </v:shape>
            </v:group>
            <v:group style="position:absolute;left:943;top:13;width:2;height:139" coordorigin="943,13" coordsize="2,139">
              <v:shape style="position:absolute;left:943;top:13;width:2;height:139" coordorigin="943,13" coordsize="0,139" path="m943,13l943,151e" filled="false" stroked="true" strokeweight=".69pt" strokecolor="#231f20">
                <v:path arrowok="t"/>
              </v:shape>
            </v:group>
            <v:group style="position:absolute;left:1131;top:13;width:2;height:139" coordorigin="1131,13" coordsize="2,139">
              <v:shape style="position:absolute;left:1131;top:13;width:2;height:139" coordorigin="1131,13" coordsize="0,139" path="m1131,13l1131,151e" filled="false" stroked="true" strokeweight=".69pt" strokecolor="#231f20">
                <v:path arrowok="t"/>
              </v:shape>
            </v:group>
            <v:group style="position:absolute;left:1319;top:13;width:2;height:139" coordorigin="1319,13" coordsize="2,139">
              <v:shape style="position:absolute;left:1319;top:13;width:2;height:139" coordorigin="1319,13" coordsize="0,139" path="m1319,13l1319,151e" filled="false" stroked="true" strokeweight=".689pt" strokecolor="#231f20">
                <v:path arrowok="t"/>
              </v:shape>
            </v:group>
            <v:group style="position:absolute;left:1507;top:13;width:2;height:139" coordorigin="1507,13" coordsize="2,139">
              <v:shape style="position:absolute;left:1507;top:13;width:2;height:139" coordorigin="1507,13" coordsize="0,139" path="m1507,13l1507,151e" filled="false" stroked="true" strokeweight=".689pt" strokecolor="#231f20">
                <v:path arrowok="t"/>
              </v:shape>
            </v:group>
            <v:group style="position:absolute;left:1695;top:13;width:2;height:139" coordorigin="1695,13" coordsize="2,139">
              <v:shape style="position:absolute;left:1695;top:13;width:2;height:139" coordorigin="1695,13" coordsize="0,139" path="m1695,13l1695,151e" filled="false" stroked="true" strokeweight=".688pt" strokecolor="#231f20">
                <v:path arrowok="t"/>
              </v:shape>
            </v:group>
            <v:group style="position:absolute;left:1883;top:13;width:2;height:139" coordorigin="1883,13" coordsize="2,139">
              <v:shape style="position:absolute;left:1883;top:13;width:2;height:139" coordorigin="1883,13" coordsize="0,139" path="m1883,13l1883,151e" filled="false" stroked="true" strokeweight=".689pt" strokecolor="#231f20">
                <v:path arrowok="t"/>
              </v:shape>
            </v:group>
            <v:group style="position:absolute;left:2072;top:13;width:2;height:139" coordorigin="2072,13" coordsize="2,139">
              <v:shape style="position:absolute;left:2072;top:13;width:2;height:139" coordorigin="2072,13" coordsize="0,139" path="m2072,13l2072,151e" filled="false" stroked="true" strokeweight=".689pt" strokecolor="#231f20">
                <v:path arrowok="t"/>
              </v:shape>
            </v:group>
            <v:group style="position:absolute;left:2260;top:13;width:2;height:139" coordorigin="2260,13" coordsize="2,139">
              <v:shape style="position:absolute;left:2260;top:13;width:2;height:139" coordorigin="2260,13" coordsize="0,139" path="m2260,13l2260,151e" filled="false" stroked="true" strokeweight=".689pt" strokecolor="#231f20">
                <v:path arrowok="t"/>
              </v:shape>
            </v:group>
            <v:group style="position:absolute;left:2448;top:13;width:2;height:139" coordorigin="2448,13" coordsize="2,139">
              <v:shape style="position:absolute;left:2448;top:13;width:2;height:139" coordorigin="2448,13" coordsize="0,139" path="m2448,13l2448,151e" filled="false" stroked="true" strokeweight=".688pt" strokecolor="#231f20">
                <v:path arrowok="t"/>
              </v:shape>
            </v:group>
            <v:group style="position:absolute;left:2636;top:13;width:2;height:139" coordorigin="2636,13" coordsize="2,139">
              <v:shape style="position:absolute;left:2636;top:13;width:2;height:139" coordorigin="2636,13" coordsize="0,139" path="m2636,13l2636,151e" filled="false" stroked="true" strokeweight=".689pt" strokecolor="#231f20">
                <v:path arrowok="t"/>
              </v:shape>
            </v:group>
            <v:group style="position:absolute;left:2824;top:13;width:2;height:139" coordorigin="2824,13" coordsize="2,139">
              <v:shape style="position:absolute;left:2824;top:13;width:2;height:139" coordorigin="2824,13" coordsize="0,139" path="m2824,13l2824,151e" filled="false" stroked="true" strokeweight=".705pt" strokecolor="#231f20">
                <v:path arrowok="t"/>
              </v:shape>
            </v:group>
            <v:group style="position:absolute;left:519;top:13;width:2;height:203" coordorigin="519,13" coordsize="2,203">
              <v:shape style="position:absolute;left:519;top:13;width:2;height:203" coordorigin="519,13" coordsize="0,203" path="m519,13l519,215e" filled="false" stroked="true" strokeweight=".689pt" strokecolor="#231f20">
                <v:path arrowok="t"/>
              </v:shape>
            </v:group>
            <v:group style="position:absolute;left:707;top:13;width:2;height:203" coordorigin="707,13" coordsize="2,203">
              <v:shape style="position:absolute;left:707;top:13;width:2;height:203" coordorigin="707,13" coordsize="0,203" path="m707,13l707,215e" filled="false" stroked="true" strokeweight=".688pt" strokecolor="#231f20">
                <v:path arrowok="t"/>
              </v:shape>
            </v:group>
            <v:group style="position:absolute;left:896;top:13;width:2;height:203" coordorigin="896,13" coordsize="2,203">
              <v:shape style="position:absolute;left:896;top:13;width:2;height:203" coordorigin="896,13" coordsize="0,203" path="m896,13l896,215e" filled="false" stroked="true" strokeweight=".689pt" strokecolor="#231f20">
                <v:path arrowok="t"/>
              </v:shape>
            </v:group>
            <v:group style="position:absolute;left:1084;top:13;width:2;height:203" coordorigin="1084,13" coordsize="2,203">
              <v:shape style="position:absolute;left:1084;top:13;width:2;height:203" coordorigin="1084,13" coordsize="0,203" path="m1084,13l1084,215e" filled="false" stroked="true" strokeweight=".689pt" strokecolor="#231f20">
                <v:path arrowok="t"/>
              </v:shape>
            </v:group>
            <v:group style="position:absolute;left:1272;top:13;width:2;height:203" coordorigin="1272,13" coordsize="2,203">
              <v:shape style="position:absolute;left:1272;top:13;width:2;height:203" coordorigin="1272,13" coordsize="0,203" path="m1272,13l1272,215e" filled="false" stroked="true" strokeweight=".689pt" strokecolor="#231f20">
                <v:path arrowok="t"/>
              </v:shape>
            </v:group>
            <v:group style="position:absolute;left:1460;top:13;width:2;height:203" coordorigin="1460,13" coordsize="2,203">
              <v:shape style="position:absolute;left:1460;top:13;width:2;height:203" coordorigin="1460,13" coordsize="0,203" path="m1460,13l1460,215e" filled="false" stroked="true" strokeweight=".689pt" strokecolor="#231f20">
                <v:path arrowok="t"/>
              </v:shape>
            </v:group>
            <v:group style="position:absolute;left:1648;top:13;width:2;height:203" coordorigin="1648,13" coordsize="2,203">
              <v:shape style="position:absolute;left:1648;top:13;width:2;height:203" coordorigin="1648,13" coordsize="0,203" path="m1648,13l1648,215e" filled="false" stroked="true" strokeweight=".686pt" strokecolor="#231f20">
                <v:path arrowok="t"/>
              </v:shape>
            </v:group>
            <v:group style="position:absolute;left:1836;top:13;width:2;height:203" coordorigin="1836,13" coordsize="2,203">
              <v:shape style="position:absolute;left:1836;top:13;width:2;height:203" coordorigin="1836,13" coordsize="0,203" path="m1836,13l1836,215e" filled="false" stroked="true" strokeweight=".688pt" strokecolor="#231f20">
                <v:path arrowok="t"/>
              </v:shape>
            </v:group>
            <v:group style="position:absolute;left:2024;top:13;width:2;height:203" coordorigin="2024,13" coordsize="2,203">
              <v:shape style="position:absolute;left:2024;top:13;width:2;height:203" coordorigin="2024,13" coordsize="0,203" path="m2024,13l2024,215e" filled="false" stroked="true" strokeweight=".689pt" strokecolor="#231f20">
                <v:path arrowok="t"/>
              </v:shape>
            </v:group>
            <v:group style="position:absolute;left:2213;top:13;width:2;height:203" coordorigin="2213,13" coordsize="2,203">
              <v:shape style="position:absolute;left:2213;top:13;width:2;height:203" coordorigin="2213,13" coordsize="0,203" path="m2213,13l2213,215e" filled="false" stroked="true" strokeweight=".689pt" strokecolor="#231f20">
                <v:path arrowok="t"/>
              </v:shape>
            </v:group>
            <v:group style="position:absolute;left:2401;top:13;width:2;height:203" coordorigin="2401,13" coordsize="2,203">
              <v:shape style="position:absolute;left:2401;top:13;width:2;height:203" coordorigin="2401,13" coordsize="0,203" path="m2401,13l2401,215e" filled="false" stroked="true" strokeweight=".689pt" strokecolor="#231f20">
                <v:path arrowok="t"/>
              </v:shape>
            </v:group>
            <v:group style="position:absolute;left:2589;top:13;width:2;height:203" coordorigin="2589,13" coordsize="2,203">
              <v:shape style="position:absolute;left:2589;top:13;width:2;height:203" coordorigin="2589,13" coordsize="0,203" path="m2589,13l2589,215e" filled="false" stroked="true" strokeweight=".688pt" strokecolor="#231f20">
                <v:path arrowok="t"/>
              </v:shape>
            </v:group>
            <v:group style="position:absolute;left:2777;top:13;width:2;height:203" coordorigin="2777,13" coordsize="2,203">
              <v:shape style="position:absolute;left:2777;top:13;width:2;height:203" coordorigin="2777,13" coordsize="0,203" path="m2777,13l2777,215e" filled="false" stroked="true" strokeweight=".689pt" strokecolor="#231f20">
                <v:path arrowok="t"/>
              </v:shape>
            </v:group>
            <v:group style="position:absolute;left:613;top:13;width:2;height:257" coordorigin="613,13" coordsize="2,257">
              <v:shape style="position:absolute;left:613;top:13;width:2;height:257" coordorigin="613,13" coordsize="0,257" path="m613,13l613,270e" filled="false" stroked="true" strokeweight=".689pt" strokecolor="#231f20">
                <v:path arrowok="t"/>
              </v:shape>
            </v:group>
            <v:group style="position:absolute;left:801;top:13;width:2;height:257" coordorigin="801,13" coordsize="2,257">
              <v:shape style="position:absolute;left:801;top:13;width:2;height:257" coordorigin="801,13" coordsize="0,257" path="m801,13l801,270e" filled="false" stroked="true" strokeweight=".689pt" strokecolor="#231f20">
                <v:path arrowok="t"/>
              </v:shape>
            </v:group>
            <v:group style="position:absolute;left:990;top:13;width:2;height:257" coordorigin="990,13" coordsize="2,257">
              <v:shape style="position:absolute;left:990;top:13;width:2;height:257" coordorigin="990,13" coordsize="0,257" path="m990,13l990,270e" filled="false" stroked="true" strokeweight=".689pt" strokecolor="#231f20">
                <v:path arrowok="t"/>
              </v:shape>
            </v:group>
            <v:group style="position:absolute;left:1178;top:13;width:2;height:257" coordorigin="1178,13" coordsize="2,257">
              <v:shape style="position:absolute;left:1178;top:13;width:2;height:257" coordorigin="1178,13" coordsize="0,257" path="m1178,13l1178,270e" filled="false" stroked="true" strokeweight=".689pt" strokecolor="#231f20">
                <v:path arrowok="t"/>
              </v:shape>
            </v:group>
            <v:group style="position:absolute;left:1366;top:13;width:2;height:257" coordorigin="1366,13" coordsize="2,257">
              <v:shape style="position:absolute;left:1366;top:13;width:2;height:257" coordorigin="1366,13" coordsize="0,257" path="m1366,13l1366,270e" filled="false" stroked="true" strokeweight=".689pt" strokecolor="#231f20">
                <v:path arrowok="t"/>
              </v:shape>
            </v:group>
            <v:group style="position:absolute;left:1554;top:13;width:2;height:257" coordorigin="1554,13" coordsize="2,257">
              <v:shape style="position:absolute;left:1554;top:13;width:2;height:257" coordorigin="1554,13" coordsize="0,257" path="m1554,13l1554,270e" filled="false" stroked="true" strokeweight=".689pt" strokecolor="#231f20">
                <v:path arrowok="t"/>
              </v:shape>
            </v:group>
            <v:group style="position:absolute;left:1742;top:13;width:2;height:257" coordorigin="1742,13" coordsize="2,257">
              <v:shape style="position:absolute;left:1742;top:13;width:2;height:257" coordorigin="1742,13" coordsize="0,257" path="m1742,13l1742,270e" filled="false" stroked="true" strokeweight=".69pt" strokecolor="#231f20">
                <v:path arrowok="t"/>
              </v:shape>
            </v:group>
            <v:group style="position:absolute;left:1930;top:13;width:2;height:257" coordorigin="1930,13" coordsize="2,257">
              <v:shape style="position:absolute;left:1930;top:13;width:2;height:257" coordorigin="1930,13" coordsize="0,257" path="m1930,13l1930,270e" filled="false" stroked="true" strokeweight=".689pt" strokecolor="#231f20">
                <v:path arrowok="t"/>
              </v:shape>
            </v:group>
            <v:group style="position:absolute;left:2119;top:13;width:2;height:257" coordorigin="2119,13" coordsize="2,257">
              <v:shape style="position:absolute;left:2119;top:13;width:2;height:257" coordorigin="2119,13" coordsize="0,257" path="m2119,13l2119,270e" filled="false" stroked="true" strokeweight=".689pt" strokecolor="#231f20">
                <v:path arrowok="t"/>
              </v:shape>
            </v:group>
            <v:group style="position:absolute;left:2307;top:13;width:2;height:257" coordorigin="2307,13" coordsize="2,257">
              <v:shape style="position:absolute;left:2307;top:13;width:2;height:257" coordorigin="2307,13" coordsize="0,257" path="m2307,13l2307,270e" filled="false" stroked="true" strokeweight=".689pt" strokecolor="#231f20">
                <v:path arrowok="t"/>
              </v:shape>
            </v:group>
            <v:group style="position:absolute;left:2495;top:13;width:2;height:257" coordorigin="2495,13" coordsize="2,257">
              <v:shape style="position:absolute;left:2495;top:13;width:2;height:257" coordorigin="2495,13" coordsize="0,257" path="m2495,13l2495,270e" filled="false" stroked="true" strokeweight=".689pt" strokecolor="#231f20">
                <v:path arrowok="t"/>
              </v:shape>
            </v:group>
            <v:group style="position:absolute;left:2683;top:13;width:2;height:257" coordorigin="2683,13" coordsize="2,257">
              <v:shape style="position:absolute;left:2683;top:13;width:2;height:257" coordorigin="2683,13" coordsize="0,257" path="m2683,13l2683,270e" filled="false" stroked="true" strokeweight=".689pt" strokecolor="#231f20">
                <v:path arrowok="t"/>
              </v:shape>
            </v:group>
            <v:group style="position:absolute;left:2872;top:13;width:2;height:257" coordorigin="2872,13" coordsize="2,257">
              <v:shape style="position:absolute;left:2872;top:13;width:2;height:257" coordorigin="2872,13" coordsize="0,257" path="m2872,13l2872,270e" filled="false" stroked="true" strokeweight=".689pt" strokecolor="#231f20">
                <v:path arrowok="t"/>
              </v:shape>
            </v:group>
            <v:group style="position:absolute;left:1148;top:312;width:47;height:71" coordorigin="1148,312" coordsize="47,71">
              <v:shape style="position:absolute;left:1148;top:312;width:47;height:71" coordorigin="1148,312" coordsize="47,71" path="m1177,381l1160,381,1162,382,1174,382,1177,381xe" filled="true" fillcolor="#231f20" stroked="false">
                <v:path arrowok="t"/>
                <v:fill type="solid"/>
              </v:shape>
              <v:shape style="position:absolute;left:1148;top:312;width:47;height:71" coordorigin="1148,312" coordsize="47,71" path="m1158,366l1148,366,1148,368,1149,370,1151,374,1152,376,1154,377,1156,380,1158,381,1182,381,1184,380,1186,377,1170,377,1165,376,1161,374,1159,370,1158,366xe" filled="true" fillcolor="#231f20" stroked="false">
                <v:path arrowok="t"/>
                <v:fill type="solid"/>
              </v:shape>
              <v:shape style="position:absolute;left:1148;top:312;width:47;height:71" coordorigin="1148,312" coordsize="47,71" path="m1188,321l1173,321,1175,322,1178,322,1180,323,1182,325,1184,328,1185,330,1185,334,1186,335,1186,339,1185,340,1185,342,1184,344,1183,345,1179,349,1177,350,1175,350,1173,351,1187,351,1186,356,1186,360,1185,363,1184,366,1183,368,1182,370,1178,374,1175,375,1174,376,1172,377,1186,377,1187,376,1190,371,1191,368,1192,365,1194,357,1194,335,1193,331,1192,329,1191,325,1190,323,1188,321xe" filled="true" fillcolor="#231f20" stroked="false">
                <v:path arrowok="t"/>
                <v:fill type="solid"/>
              </v:shape>
              <v:shape style="position:absolute;left:1148;top:312;width:47;height:71" coordorigin="1148,312" coordsize="47,71" path="m1174,312l1167,312,1165,313,1162,313,1160,315,1159,316,1157,317,1156,319,1153,321,1152,322,1152,324,1151,325,1149,328,1148,330,1148,341,1149,343,1149,347,1151,349,1153,351,1154,354,1159,356,1161,357,1165,359,1167,360,1172,360,1174,359,1177,359,1182,356,1184,355,1185,353,1187,351,1171,351,1165,350,1161,347,1159,342,1158,335,1158,331,1159,329,1160,327,1161,324,1169,321,1188,321,1187,319,1185,317,1183,315,1179,313,1174,312xe" filled="true" fillcolor="#231f20" stroked="false">
                <v:path arrowok="t"/>
                <v:fill type="solid"/>
              </v:shape>
            </v:group>
            <v:group style="position:absolute;left:1717;top:312;width:1182;height:71" coordorigin="1717,312" coordsize="1182,71">
              <v:shape style="position:absolute;left:1717;top:312;width:1182;height:71" coordorigin="1717,312" coordsize="1182,71" path="m1748,381l1732,381,1734,382,1745,382,1748,381xe" filled="true" fillcolor="#231f20" stroked="false">
                <v:path arrowok="t"/>
                <v:fill type="solid"/>
              </v:shape>
              <v:shape style="position:absolute;left:1717;top:312;width:1182;height:71" coordorigin="1717,312" coordsize="1182,71" path="m1744,312l1738,312,1734,313,1731,316,1728,317,1726,319,1723,322,1720,328,1719,330,1719,333,1718,336,1718,339,1717,341,1717,363,1718,366,1719,369,1720,371,1722,374,1723,376,1726,377,1727,380,1730,381,1753,381,1755,379,1757,376,1740,376,1738,375,1734,375,1733,374,1731,373,1730,370,1728,369,1727,368,1727,366,1726,365,1726,360,1727,357,1727,355,1728,353,1730,351,1731,350,1732,349,1733,348,1735,347,1725,347,1725,342,1726,339,1726,335,1727,331,1728,329,1731,327,1732,324,1733,323,1738,321,1758,321,1757,319,1755,317,1754,316,1752,315,1749,313,1747,313,1744,312xe" filled="true" fillcolor="#231f20" stroked="false">
                <v:path arrowok="t"/>
                <v:fill type="solid"/>
              </v:shape>
              <v:shape style="position:absolute;left:1717;top:312;width:1182;height:71" coordorigin="1717,312" coordsize="1182,71" path="m1758,345l1744,345,1746,347,1751,349,1752,351,1753,354,1754,357,1754,365,1753,367,1752,370,1751,373,1746,375,1744,376,1757,376,1759,374,1761,371,1762,369,1762,366,1764,363,1764,357,1762,354,1761,351,1760,349,1759,347,1758,345xe" filled="true" fillcolor="#231f20" stroked="false">
                <v:path arrowok="t"/>
                <v:fill type="solid"/>
              </v:shape>
              <v:shape style="position:absolute;left:1717;top:312;width:1182;height:71" coordorigin="1717,312" coordsize="1182,71" path="m1745,339l1736,339,1734,340,1732,341,1727,343,1726,345,1725,347,1736,347,1739,345,1758,345,1757,344,1755,343,1753,341,1751,340,1747,340,1745,339xe" filled="true" fillcolor="#231f20" stroked="false">
                <v:path arrowok="t"/>
                <v:fill type="solid"/>
              </v:shape>
              <v:shape style="position:absolute;left:1717;top:312;width:1182;height:71" coordorigin="1717,312" coordsize="1182,71" path="m1758,321l1746,321,1747,322,1749,323,1751,325,1752,327,1753,329,1753,331,1761,331,1761,327,1760,324,1759,322,1758,321xe" filled="true" fillcolor="#231f20" stroked="false">
                <v:path arrowok="t"/>
                <v:fill type="solid"/>
              </v:shape>
              <v:shape style="position:absolute;left:1717;top:312;width:1182;height:71" coordorigin="1717,312" coordsize="1182,71" path="m2293,361l2283,361,2285,367,2286,371,2291,379,2297,381,2302,382,2317,382,2320,381,2323,379,2326,377,2326,376,2306,376,2305,375,2301,375,2300,374,2297,373,2296,371,2295,370,2294,368,2294,366,2293,363,2293,361xe" filled="true" fillcolor="#231f20" stroked="false">
                <v:path arrowok="t"/>
                <v:fill type="solid"/>
              </v:shape>
              <v:shape style="position:absolute;left:1717;top:312;width:1182;height:71" coordorigin="1717,312" coordsize="1182,71" path="m2326,321l2312,321,2313,322,2314,323,2315,323,2317,324,2317,325,2318,327,2318,328,2320,330,2320,334,2318,336,2317,337,2317,340,2314,341,2312,342,2302,342,2302,349,2308,349,2315,351,2317,353,2320,354,2322,359,2322,368,2321,369,2318,371,2317,373,2315,374,2313,375,2309,376,2326,376,2327,375,2329,373,2330,370,2330,368,2332,367,2332,361,2330,357,2330,354,2329,351,2327,349,2325,347,2322,345,2320,344,2323,343,2326,340,2328,335,2328,325,2327,323,2326,321xe" filled="true" fillcolor="#231f20" stroked="false">
                <v:path arrowok="t"/>
                <v:fill type="solid"/>
              </v:shape>
              <v:shape style="position:absolute;left:1717;top:312;width:1182;height:71" coordorigin="1717,312" coordsize="1182,71" path="m2310,312l2303,312,2301,313,2297,315,2288,324,2287,327,2286,329,2286,335,2294,335,2294,329,2295,328,2296,327,2297,324,2299,323,2300,322,2302,321,2326,321,2325,319,2323,317,2318,315,2317,313,2313,313,2310,312xe" filled="true" fillcolor="#231f20" stroked="false">
                <v:path arrowok="t"/>
                <v:fill type="solid"/>
              </v:shape>
              <v:shape style="position:absolute;left:1717;top:312;width:1182;height:71" coordorigin="1717,312" coordsize="1182,71" path="m2878,312l2871,312,2869,313,2866,315,2863,316,2861,318,2858,321,2857,323,2856,327,2855,330,2855,334,2854,337,2853,342,2853,354,2854,357,2854,362,2855,367,2856,370,2857,374,2862,379,2865,380,2868,381,2871,382,2883,382,2886,381,2888,380,2890,379,2891,376,2871,376,2867,371,2865,368,2863,363,2862,359,2862,336,2863,334,2863,331,2865,329,2866,327,2867,324,2871,322,2873,321,2891,321,2890,318,2888,316,2886,315,2878,312xe" filled="true" fillcolor="#231f20" stroked="false">
                <v:path arrowok="t"/>
                <v:fill type="solid"/>
              </v:shape>
              <v:shape style="position:absolute;left:1717;top:312;width:1182;height:71" coordorigin="1717,312" coordsize="1182,71" path="m2891,321l2880,321,2881,322,2883,323,2884,325,2886,327,2887,329,2888,333,2889,336,2889,340,2890,344,2890,355,2889,359,2889,361,2888,363,2887,366,2886,369,2884,371,2882,374,2881,375,2878,376,2891,376,2892,374,2894,371,2895,369,2896,367,2897,363,2898,361,2898,342,2897,336,2896,331,2895,328,2894,324,2891,321xe" filled="true" fillcolor="#231f20" stroked="false">
                <v:path arrowok="t"/>
                <v:fill type="solid"/>
              </v:shape>
            </v:group>
            <v:group style="position:absolute;left:5272;top:431;width:47;height:69" coordorigin="5272,431" coordsize="47,69">
              <v:shape style="position:absolute;left:5272;top:431;width:47;height:69" coordorigin="5272,431" coordsize="47,69" path="m5314,439l5299,439,5301,440,5306,443,5307,445,5308,446,5310,449,5310,454,5308,457,5307,459,5306,461,5304,463,5301,465,5297,467,5292,470,5287,472,5283,476,5279,478,5277,482,5274,485,5273,490,5272,495,5272,500,5319,500,5319,492,5281,492,5283,490,5284,488,5285,485,5287,483,5289,481,5292,479,5295,477,5300,476,5305,473,5308,471,5311,469,5313,466,5315,464,5317,460,5318,457,5319,452,5319,449,5318,446,5317,443,5315,440,5314,439xe" filled="true" fillcolor="#231f20" stroked="false">
                <v:path arrowok="t"/>
                <v:fill type="solid"/>
              </v:shape>
              <v:shape style="position:absolute;left:5272;top:431;width:47;height:69" coordorigin="5272,431" coordsize="47,69" path="m5299,431l5293,431,5289,432,5276,444,5274,446,5274,450,5273,452,5273,455,5281,455,5283,449,5286,443,5291,440,5297,439,5314,439,5313,438,5312,435,5310,434,5307,433,5305,432,5302,432,5299,431xe" filled="true" fillcolor="#231f20" stroked="false">
                <v:path arrowok="t"/>
                <v:fill type="solid"/>
              </v:shape>
            </v:group>
            <v:group style="position:absolute;left:6512;top:302;width:47;height:69" coordorigin="6512,302" coordsize="47,69">
              <v:shape style="position:absolute;left:6512;top:302;width:47;height:69" coordorigin="6512,302" coordsize="47,69" path="m6554,310l6539,310,6541,311,6543,312,6546,313,6547,316,6548,317,6549,319,6549,325,6548,328,6547,330,6546,333,6543,334,6541,336,6536,339,6531,341,6527,343,6522,347,6518,349,6516,353,6514,356,6513,361,6512,366,6512,370,6558,370,6558,363,6521,363,6522,361,6523,359,6525,356,6527,354,6529,351,6531,350,6535,348,6558,323,6558,319,6557,317,6556,313,6555,311,6554,310xe" filled="true" fillcolor="#231f20" stroked="false">
                <v:path arrowok="t"/>
                <v:fill type="solid"/>
              </v:shape>
              <v:shape style="position:absolute;left:6512;top:302;width:47;height:69" coordorigin="6512,302" coordsize="47,69" path="m6539,302l6533,302,6529,303,6526,304,6523,305,6516,312,6515,315,6514,317,6514,321,6513,323,6513,327,6521,327,6522,319,6526,313,6530,311,6536,310,6554,310,6553,309,6552,307,6547,304,6544,303,6542,303,6539,302xe" filled="true" fillcolor="#231f20" stroked="false">
                <v:path arrowok="t"/>
                <v:fill type="solid"/>
              </v:shape>
            </v:group>
            <v:group style="position:absolute;left:86;top:202;width:155;height:73" coordorigin="86,202" coordsize="155,73">
              <v:shape style="position:absolute;left:86;top:202;width:155;height:73" coordorigin="86,202" coordsize="155,73" path="m111,205l105,205,104,207,104,209,97,217,95,217,92,218,86,218,86,225,103,225,103,273,111,273,111,205xe" filled="true" fillcolor="#231f20" stroked="false">
                <v:path arrowok="t"/>
                <v:fill type="solid"/>
              </v:shape>
              <v:shape style="position:absolute;left:86;top:202;width:155;height:73" coordorigin="86,202" coordsize="155,73" path="m192,205l186,205,185,207,185,209,180,214,179,215,178,217,176,217,173,218,168,218,168,225,184,225,184,273,192,273,192,205xe" filled="true" fillcolor="#231f20" stroked="false">
                <v:path arrowok="t"/>
                <v:fill type="solid"/>
              </v:shape>
              <v:shape style="position:absolute;left:86;top:202;width:155;height:73" coordorigin="86,202" coordsize="155,73" path="m240,202l235,202,212,275,217,275,240,202xe" filled="true" fillcolor="#231f20" stroked="false">
                <v:path arrowok="t"/>
                <v:fill type="solid"/>
              </v:shape>
            </v:group>
            <v:group style="position:absolute;left:241;top:205;width:47;height:69" coordorigin="241,205" coordsize="47,69">
              <v:shape style="position:absolute;left:241;top:205;width:47;height:69" coordorigin="241,205" coordsize="47,69" path="m284,213l269,213,271,214,274,215,276,217,277,219,278,220,279,223,279,228,276,235,274,237,271,239,266,241,262,244,257,246,249,252,246,255,244,259,241,269,241,273,289,273,289,266,251,266,252,264,253,261,254,259,257,257,259,255,262,253,265,251,289,226,289,223,286,217,285,214,284,213xe" filled="true" fillcolor="#231f20" stroked="false">
                <v:path arrowok="t"/>
                <v:fill type="solid"/>
              </v:shape>
              <v:shape style="position:absolute;left:241;top:205;width:47;height:69" coordorigin="241,205" coordsize="47,69" path="m269,205l263,205,256,207,253,208,251,211,246,215,244,220,244,224,243,226,243,229,251,229,252,223,256,217,261,214,266,213,284,213,283,212,282,209,277,207,275,206,272,206,269,205xe" filled="true" fillcolor="#231f20" stroked="false">
                <v:path arrowok="t"/>
                <v:fill type="solid"/>
              </v:shape>
            </v:group>
            <v:group style="position:absolute;left:203;top:914;width:80;height:73" coordorigin="203,914" coordsize="80,73">
              <v:shape style="position:absolute;left:203;top:914;width:80;height:73" coordorigin="203,914" coordsize="80,73" path="m264,914l249,914,246,915,243,917,240,919,239,921,237,923,236,926,236,928,235,929,235,935,236,939,236,942,237,945,239,947,241,949,246,952,243,953,240,957,238,961,238,971,239,973,240,975,241,977,243,979,245,980,250,983,253,983,256,984,263,984,265,983,269,981,273,979,276,977,276,975,254,975,252,973,251,972,250,972,249,971,248,969,248,967,246,966,246,963,248,960,249,959,250,957,252,955,254,954,264,954,264,947,258,947,254,946,251,945,249,943,246,942,244,937,244,928,249,923,251,922,254,921,257,920,277,920,276,917,272,916,269,915,264,914xe" filled="true" fillcolor="#231f20" stroked="false">
                <v:path arrowok="t"/>
                <v:fill type="solid"/>
              </v:shape>
              <v:shape style="position:absolute;left:203;top:914;width:80;height:73" coordorigin="203,914" coordsize="80,73" path="m280,961l272,961,272,966,271,968,270,969,269,972,267,973,266,974,265,975,276,975,278,972,280,967,280,961xe" filled="true" fillcolor="#231f20" stroked="false">
                <v:path arrowok="t"/>
                <v:fill type="solid"/>
              </v:shape>
              <v:shape style="position:absolute;left:203;top:914;width:80;height:73" coordorigin="203,914" coordsize="80,73" path="m277,920l263,920,264,921,265,921,266,922,269,923,271,926,272,928,272,931,273,933,273,935,283,935,282,929,280,925,277,920xe" filled="true" fillcolor="#231f20" stroked="false">
                <v:path arrowok="t"/>
                <v:fill type="solid"/>
              </v:shape>
              <v:shape style="position:absolute;left:203;top:914;width:80;height:73" coordorigin="203,914" coordsize="80,73" path="m231,914l226,914,203,986,209,986,231,914xe" filled="true" fillcolor="#231f20" stroked="false">
                <v:path arrowok="t"/>
                <v:fill type="solid"/>
              </v:shape>
            </v:group>
            <v:group style="position:absolute;left:155;top:914;width:46;height:71" coordorigin="155,914" coordsize="46,71">
              <v:shape style="position:absolute;left:155;top:914;width:46;height:71" coordorigin="155,914" coordsize="46,71" path="m189,915l166,915,164,916,163,917,160,919,159,920,158,922,157,923,156,926,155,928,155,939,156,941,157,943,158,946,160,948,165,951,164,952,163,952,160,954,160,955,159,955,159,957,158,958,157,960,157,969,159,974,160,975,162,978,164,979,165,981,168,983,171,983,175,984,181,984,184,983,188,981,190,980,192,979,194,977,196,975,172,975,171,974,169,973,168,971,166,969,165,967,165,964,166,961,168,960,169,958,176,954,194,954,193,953,190,951,194,948,196,947,175,947,172,946,170,945,168,943,166,941,164,939,163,937,163,933,164,927,166,923,171,921,177,920,196,920,194,917,192,916,190,916,189,915xe" filled="true" fillcolor="#231f20" stroked="false">
                <v:path arrowok="t"/>
                <v:fill type="solid"/>
              </v:shape>
              <v:shape style="position:absolute;left:155;top:914;width:46;height:71" coordorigin="155,914" coordsize="46,71" path="m194,954l180,954,183,955,184,957,186,958,188,959,189,961,190,963,190,967,189,969,189,971,188,973,185,974,184,974,181,975,196,975,197,973,198,971,198,960,196,955,194,954xe" filled="true" fillcolor="#231f20" stroked="false">
                <v:path arrowok="t"/>
                <v:fill type="solid"/>
              </v:shape>
              <v:shape style="position:absolute;left:155;top:914;width:46;height:71" coordorigin="155,914" coordsize="46,71" path="m196,920l179,920,181,921,184,921,186,922,190,926,190,927,191,928,191,939,185,945,183,946,181,946,179,947,196,947,198,945,199,940,201,934,201,928,199,926,199,923,198,921,196,920xe" filled="true" fillcolor="#231f20" stroked="false">
                <v:path arrowok="t"/>
                <v:fill type="solid"/>
              </v:shape>
              <v:shape style="position:absolute;left:155;top:914;width:46;height:71" coordorigin="155,914" coordsize="46,71" path="m184,914l171,914,169,915,186,915,184,914xe" filled="true" fillcolor="#231f20" stroked="false">
                <v:path arrowok="t"/>
                <v:fill type="solid"/>
              </v:shape>
            </v:group>
            <v:group style="position:absolute;left:5;top:1201;width:7081;height:2" coordorigin="5,1201" coordsize="7081,2">
              <v:shape style="position:absolute;left:5;top:1201;width:7081;height:2" coordorigin="5,1201" coordsize="7081,0" path="m5,1201l7086,1201e" filled="false" stroked="true" strokeweight=".515pt" strokecolor="#231f20">
                <v:path arrowok="t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62"/>
        <w:ind w:left="3469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9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4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1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Units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in</w:t>
      </w:r>
      <w:r>
        <w:rPr>
          <w:rFonts w:ascii="Myriad Pro" w:hAnsi="Myriad Pro" w:cs="Myriad Pro" w:eastAsia="Myriad Pro"/>
          <w:color w:val="231F20"/>
          <w:spacing w:val="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an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2"/>
          <w:sz w:val="18"/>
          <w:szCs w:val="18"/>
        </w:rPr>
        <w:t>architect’s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scale</w:t>
      </w:r>
      <w:r>
        <w:rPr>
          <w:rFonts w:ascii="Myriad Pro" w:hAnsi="Myriad Pro" w:cs="Myriad Pro" w:eastAsia="Myriad Pro"/>
          <w:color w:val="231F20"/>
          <w:spacing w:val="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ruler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(NTS)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7"/>
        <w:rPr>
          <w:rFonts w:ascii="Myriad Pro" w:hAnsi="Myriad Pro" w:cs="Myriad Pro" w:eastAsia="Myriad Pro"/>
          <w:sz w:val="17"/>
          <w:szCs w:val="17"/>
        </w:rPr>
      </w:pPr>
    </w:p>
    <w:p>
      <w:pPr>
        <w:pStyle w:val="BodyText"/>
        <w:spacing w:line="280" w:lineRule="auto"/>
        <w:ind w:left="730" w:right="1002"/>
        <w:jc w:val="both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Piping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drawings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usually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use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  <w:w w:val="95"/>
        </w:rPr>
        <w:t>1/8"</w:t>
      </w:r>
      <w:r>
        <w:rPr>
          <w:rFonts w:ascii="Myriad Pro"/>
          <w:color w:val="231F20"/>
          <w:spacing w:val="22"/>
          <w:w w:val="95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for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larger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buildings,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2"/>
          <w:w w:val="95"/>
        </w:rPr>
        <w:t>1/</w:t>
      </w:r>
      <w:r>
        <w:rPr>
          <w:rFonts w:ascii="Myriad Pro"/>
          <w:color w:val="231F20"/>
          <w:w w:val="95"/>
        </w:rPr>
        <w:t>4"</w:t>
      </w:r>
      <w:r>
        <w:rPr>
          <w:rFonts w:ascii="Myriad Pro"/>
          <w:color w:val="231F20"/>
          <w:spacing w:val="22"/>
          <w:w w:val="95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for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smaller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buildings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and</w:t>
      </w:r>
      <w:r>
        <w:rPr>
          <w:rFonts w:ascii="Myriad Pro"/>
          <w:color w:val="231F20"/>
          <w:spacing w:val="105"/>
          <w:w w:val="102"/>
        </w:rPr>
        <w:t> </w:t>
      </w:r>
      <w:r>
        <w:rPr>
          <w:rFonts w:ascii="Myriad Pro"/>
          <w:color w:val="231F20"/>
        </w:rPr>
        <w:t>houses,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1"/>
          <w:w w:val="95"/>
        </w:rPr>
        <w:t>1/2"</w:t>
      </w:r>
      <w:r>
        <w:rPr>
          <w:rFonts w:ascii="Myriad Pro"/>
          <w:color w:val="231F20"/>
          <w:spacing w:val="18"/>
          <w:w w:val="95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for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details.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Each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drawing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will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state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title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block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1"/>
        </w:rPr>
        <w:t>used.</w:t>
      </w:r>
      <w:r>
        <w:rPr>
          <w:rFonts w:ascii="Myriad Pro"/>
          <w:color w:val="231F20"/>
          <w:spacing w:val="87"/>
          <w:w w:val="102"/>
        </w:rPr>
        <w:t> </w:t>
      </w:r>
      <w:r>
        <w:rPr>
          <w:rFonts w:ascii="Myriad Pro"/>
          <w:color w:val="231F20"/>
        </w:rPr>
        <w:t>Sometimes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when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special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details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given,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placed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directly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under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  <w:spacing w:val="1"/>
        </w:rPr>
        <w:t>detail.</w:t>
      </w:r>
      <w:r>
        <w:rPr>
          <w:rFonts w:ascii="Myriad Pro"/>
        </w:rPr>
      </w:r>
    </w:p>
    <w:p>
      <w:pPr>
        <w:spacing w:line="240" w:lineRule="auto" w:before="8"/>
        <w:rPr>
          <w:rFonts w:ascii="Myriad Pro" w:hAnsi="Myriad Pro" w:cs="Myriad Pro" w:eastAsia="Myriad Pro"/>
          <w:sz w:val="23"/>
          <w:szCs w:val="23"/>
        </w:rPr>
      </w:pPr>
    </w:p>
    <w:p>
      <w:pPr>
        <w:pStyle w:val="BodyText"/>
        <w:spacing w:line="280" w:lineRule="auto"/>
        <w:ind w:left="729" w:right="1466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-7"/>
        </w:rPr>
        <w:t>To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draw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measure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length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scale,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first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find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edge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ruler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containing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scale.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  <w:spacing w:val="1"/>
        </w:rPr>
        <w:t>One</w:t>
      </w:r>
      <w:r>
        <w:rPr>
          <w:rFonts w:ascii="Myriad Pro"/>
          <w:color w:val="231F20"/>
          <w:spacing w:val="62"/>
          <w:w w:val="102"/>
        </w:rPr>
        <w:t> </w:t>
      </w:r>
      <w:r>
        <w:rPr>
          <w:rFonts w:ascii="Myriad Pro"/>
          <w:color w:val="231F20"/>
        </w:rPr>
        <w:t>end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length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will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rest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1"/>
        </w:rPr>
        <w:t>exactly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one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foot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marks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scale,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other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1"/>
        </w:rPr>
        <w:t>end</w:t>
      </w:r>
      <w:r>
        <w:rPr>
          <w:rFonts w:ascii="Myriad Pro"/>
          <w:color w:val="231F20"/>
          <w:spacing w:val="50"/>
          <w:w w:val="102"/>
        </w:rPr>
        <w:t> </w:t>
      </w:r>
      <w:r>
        <w:rPr>
          <w:rFonts w:ascii="Myriad Pro"/>
          <w:color w:val="231F20"/>
        </w:rPr>
        <w:t>should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rest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either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zero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marker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somewhere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inch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subdivision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scale.</w:t>
      </w:r>
      <w:r>
        <w:rPr>
          <w:rFonts w:ascii="Myriad Pro"/>
          <w:color w:val="231F20"/>
          <w:spacing w:val="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74"/>
          <w:w w:val="102"/>
        </w:rPr>
        <w:t> </w:t>
      </w:r>
      <w:r>
        <w:rPr>
          <w:rFonts w:ascii="Myriad Pro"/>
          <w:color w:val="231F20"/>
        </w:rPr>
        <w:t>length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can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marked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drawn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read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off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from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drawing.</w:t>
      </w:r>
      <w:r>
        <w:rPr>
          <w:rFonts w:ascii="Myriad Pro"/>
        </w:rPr>
      </w:r>
    </w:p>
    <w:p>
      <w:pPr>
        <w:spacing w:after="0" w:line="280" w:lineRule="auto"/>
        <w:jc w:val="left"/>
        <w:rPr>
          <w:rFonts w:ascii="Myriad Pro" w:hAnsi="Myriad Pro" w:cs="Myriad Pro" w:eastAsia="Myriad Pro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4"/>
        <w:rPr>
          <w:rFonts w:ascii="Myriad Pro" w:hAnsi="Myriad Pro" w:cs="Myriad Pro" w:eastAsia="Myriad Pro"/>
          <w:sz w:val="15"/>
          <w:szCs w:val="15"/>
        </w:rPr>
      </w:pPr>
    </w:p>
    <w:p>
      <w:pPr>
        <w:pStyle w:val="BodyText"/>
        <w:spacing w:line="280" w:lineRule="auto" w:before="70"/>
        <w:ind w:left="920" w:right="1163"/>
        <w:jc w:val="left"/>
        <w:rPr>
          <w:rFonts w:ascii="Myriad Pro" w:hAnsi="Myriad Pro" w:cs="Myriad Pro" w:eastAsia="Myriad Pro"/>
        </w:rPr>
      </w:pPr>
      <w:r>
        <w:rPr>
          <w:rFonts w:ascii="Myriad Pro" w:hAnsi="Myriad Pro" w:cs="Myriad Pro" w:eastAsia="Myriad Pro"/>
          <w:color w:val="231F20"/>
        </w:rPr>
        <w:t>Figures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5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and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6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demonstrate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this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manner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of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reading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dimensions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from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four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of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ratios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on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the</w:t>
      </w:r>
      <w:r>
        <w:rPr>
          <w:rFonts w:ascii="Myriad Pro" w:hAnsi="Myriad Pro" w:cs="Myriad Pro" w:eastAsia="Myriad Pro"/>
          <w:color w:val="231F20"/>
          <w:spacing w:val="68"/>
          <w:w w:val="102"/>
        </w:rPr>
        <w:t> </w:t>
      </w:r>
      <w:r>
        <w:rPr>
          <w:rFonts w:ascii="Myriad Pro" w:hAnsi="Myriad Pro" w:cs="Myriad Pro" w:eastAsia="Myriad Pro"/>
          <w:color w:val="231F20"/>
        </w:rPr>
        <w:t>architect’s</w:t>
      </w:r>
      <w:r>
        <w:rPr>
          <w:rFonts w:ascii="Myriad Pro" w:hAnsi="Myriad Pro" w:cs="Myriad Pro" w:eastAsia="Myriad Pro"/>
          <w:color w:val="231F20"/>
          <w:spacing w:val="39"/>
        </w:rPr>
        <w:t> </w:t>
      </w:r>
      <w:r>
        <w:rPr>
          <w:rFonts w:ascii="Myriad Pro" w:hAnsi="Myriad Pro" w:cs="Myriad Pro" w:eastAsia="Myriad Pro"/>
          <w:color w:val="231F20"/>
        </w:rPr>
        <w:t>scale.</w:t>
      </w:r>
      <w:r>
        <w:rPr>
          <w:rFonts w:ascii="Myriad Pro" w:hAnsi="Myriad Pro" w:cs="Myriad Pro" w:eastAsia="Myriad Pro"/>
        </w:rPr>
      </w:r>
    </w:p>
    <w:p>
      <w:pPr>
        <w:spacing w:line="240" w:lineRule="auto" w:before="2"/>
        <w:rPr>
          <w:rFonts w:ascii="Myriad Pro" w:hAnsi="Myriad Pro" w:cs="Myriad Pro" w:eastAsia="Myriad Pro"/>
          <w:sz w:val="25"/>
          <w:szCs w:val="25"/>
        </w:rPr>
      </w:pPr>
    </w:p>
    <w:p>
      <w:pPr>
        <w:spacing w:line="200" w:lineRule="atLeast"/>
        <w:ind w:left="2244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330.55pt;height:159.8pt;mso-position-horizontal-relative:char;mso-position-vertical-relative:line" coordorigin="0,0" coordsize="6611,3196">
            <v:group style="position:absolute;left:12;top:960;width:6497;height:2" coordorigin="12,960" coordsize="6497,2">
              <v:shape style="position:absolute;left:12;top:960;width:6497;height:2" coordorigin="12,960" coordsize="6497,0" path="m12,960l6508,960e" filled="false" stroked="true" strokeweight=".66pt" strokecolor="#231f20">
                <v:path arrowok="t"/>
              </v:shape>
            </v:group>
            <v:group style="position:absolute;left:6433;top:957;width:179;height:1138" coordorigin="6433,957" coordsize="179,1138">
              <v:shape style="position:absolute;left:6433;top:957;width:179;height:1138" coordorigin="6433,957" coordsize="179,1138" path="m6509,2084l6501,2084,6501,2095,6505,2091,6509,2084xe" filled="true" fillcolor="#231f20" stroked="false">
                <v:path arrowok="t"/>
                <v:fill type="solid"/>
              </v:shape>
              <v:shape style="position:absolute;left:6433;top:957;width:179;height:1138" coordorigin="6433,957" coordsize="179,1138" path="m6505,2091l6501,2095,6503,2094,6505,2091xe" filled="true" fillcolor="#231f20" stroked="false">
                <v:path arrowok="t"/>
                <v:fill type="solid"/>
              </v:shape>
              <v:shape style="position:absolute;left:6433;top:957;width:179;height:1138" coordorigin="6433,957" coordsize="179,1138" path="m6496,957l6460,1055,6439,1142,6433,1217,6439,1284,6454,1344,6476,1400,6502,1452,6529,1503,6554,1555,6577,1607,6595,1667,6602,1730,6599,1803,6582,1885,6548,1980,6496,2087,6501,2084,6509,2084,6557,1982,6590,1888,6607,1803,6611,1730,6603,1665,6586,1605,6563,1550,6537,1498,6510,1448,6485,1396,6463,1342,6448,1284,6443,1217,6448,1142,6468,1058,6505,962,6496,957xe" filled="true" fillcolor="#231f20" stroked="false">
                <v:path arrowok="t"/>
                <v:fill type="solid"/>
              </v:shape>
            </v:group>
            <v:group style="position:absolute;left:7;top:2089;width:6494;height:2" coordorigin="7,2089" coordsize="6494,2">
              <v:shape style="position:absolute;left:7;top:2089;width:6494;height:2" coordorigin="7,2089" coordsize="6494,0" path="m7,2089l6501,2089e" filled="false" stroked="true" strokeweight=".659pt" strokecolor="#231f20">
                <v:path arrowok="t"/>
              </v:shape>
            </v:group>
            <v:group style="position:absolute;left:12;top:954;width:2;height:1135" coordorigin="12,954" coordsize="2,1135">
              <v:shape style="position:absolute;left:12;top:954;width:2;height:1135" coordorigin="12,954" coordsize="0,1135" path="m12,954l12,2089e" filled="false" stroked="true" strokeweight=".639pt" strokecolor="#231f20">
                <v:path arrowok="t"/>
              </v:shape>
            </v:group>
            <v:group style="position:absolute;left:551;top:960;width:2;height:319" coordorigin="551,960" coordsize="2,319">
              <v:shape style="position:absolute;left:551;top:960;width:2;height:319" coordorigin="551,960" coordsize="0,319" path="m551,960l551,1278e" filled="false" stroked="true" strokeweight=".639pt" strokecolor="#231f20">
                <v:path arrowok="t"/>
              </v:shape>
              <v:shape style="position:absolute;left:674;top:49;width:5472;height:1343" type="#_x0000_t75" stroked="false">
                <v:imagedata r:id="rId29" o:title=""/>
              </v:shape>
            </v:group>
            <v:group style="position:absolute;left:1067;top:960;width:2;height:168" coordorigin="1067,960" coordsize="2,168">
              <v:shape style="position:absolute;left:1067;top:960;width:2;height:168" coordorigin="1067,960" coordsize="0,168" path="m1067,960l1067,1127e" filled="false" stroked="true" strokeweight=".638pt" strokecolor="#231f20">
                <v:path arrowok="t"/>
              </v:shape>
            </v:group>
            <v:group style="position:absolute;left:6245;top:960;width:2;height:168" coordorigin="6245,960" coordsize="2,168">
              <v:shape style="position:absolute;left:6245;top:960;width:2;height:168" coordorigin="6245,960" coordsize="0,168" path="m6245,960l6245,1127e" filled="false" stroked="true" strokeweight=".639pt" strokecolor="#231f20">
                <v:path arrowok="t"/>
              </v:shape>
            </v:group>
            <v:group style="position:absolute;left:595;top:960;width:2;height:107" coordorigin="595,960" coordsize="2,107">
              <v:shape style="position:absolute;left:595;top:960;width:2;height:107" coordorigin="595,960" coordsize="0,107" path="m595,960l595,1066e" filled="false" stroked="true" strokeweight=".64pt" strokecolor="#231f20">
                <v:path arrowok="t"/>
              </v:shape>
            </v:group>
            <v:group style="position:absolute;left:638;top:960;width:2;height:107" coordorigin="638,960" coordsize="2,107">
              <v:shape style="position:absolute;left:638;top:960;width:2;height:107" coordorigin="638,960" coordsize="0,107" path="m638,960l638,1066e" filled="false" stroked="true" strokeweight=".638pt" strokecolor="#231f20">
                <v:path arrowok="t"/>
              </v:shape>
            </v:group>
            <v:group style="position:absolute;left:551;top:1771;width:2;height:318" coordorigin="551,1771" coordsize="2,318">
              <v:shape style="position:absolute;left:551;top:1771;width:2;height:318" coordorigin="551,1771" coordsize="0,318" path="m551,1771l551,2089e" filled="false" stroked="true" strokeweight=".638pt" strokecolor="#231f20">
                <v:path arrowok="t"/>
              </v:shape>
            </v:group>
            <v:group style="position:absolute;left:573;top:1995;width:2;height:95" coordorigin="573,1995" coordsize="2,95">
              <v:shape style="position:absolute;left:573;top:1995;width:2;height:95" coordorigin="573,1995" coordsize="0,95" path="m573,1995l573,2089e" filled="false" stroked="true" strokeweight=".639pt" strokecolor="#231f20">
                <v:path arrowok="t"/>
              </v:shape>
            </v:group>
            <v:group style="position:absolute;left:616;top:1995;width:2;height:95" coordorigin="616,1995" coordsize="2,95">
              <v:shape style="position:absolute;left:616;top:1995;width:2;height:95" coordorigin="616,1995" coordsize="0,95" path="m616,1995l616,2089e" filled="false" stroked="true" strokeweight=".637pt" strokecolor="#231f20">
                <v:path arrowok="t"/>
              </v:shape>
            </v:group>
            <v:group style="position:absolute;left:659;top:1995;width:2;height:95" coordorigin="659,1995" coordsize="2,95">
              <v:shape style="position:absolute;left:659;top:1995;width:2;height:95" coordorigin="659,1995" coordsize="0,95" path="m659,1995l659,2089e" filled="false" stroked="true" strokeweight=".638pt" strokecolor="#231f20">
                <v:path arrowok="t"/>
              </v:shape>
            </v:group>
            <v:group style="position:absolute;left:702;top:1995;width:2;height:95" coordorigin="702,1995" coordsize="2,95">
              <v:shape style="position:absolute;left:702;top:1995;width:2;height:95" coordorigin="702,1995" coordsize="0,95" path="m702,1995l702,2089e" filled="false" stroked="true" strokeweight=".638pt" strokecolor="#231f20">
                <v:path arrowok="t"/>
              </v:shape>
            </v:group>
            <v:group style="position:absolute;left:745;top:1995;width:2;height:95" coordorigin="745,1995" coordsize="2,95">
              <v:shape style="position:absolute;left:745;top:1995;width:2;height:95" coordorigin="745,1995" coordsize="0,95" path="m745,1995l745,2089e" filled="false" stroked="true" strokeweight=".639pt" strokecolor="#231f20">
                <v:path arrowok="t"/>
              </v:shape>
            </v:group>
            <v:group style="position:absolute;left:789;top:1995;width:2;height:95" coordorigin="789,1995" coordsize="2,95">
              <v:shape style="position:absolute;left:789;top:1995;width:2;height:95" coordorigin="789,1995" coordsize="0,95" path="m789,1995l789,2089e" filled="false" stroked="true" strokeweight=".638pt" strokecolor="#231f20">
                <v:path arrowok="t"/>
              </v:shape>
            </v:group>
            <v:group style="position:absolute;left:832;top:1995;width:2;height:95" coordorigin="832,1995" coordsize="2,95">
              <v:shape style="position:absolute;left:832;top:1995;width:2;height:95" coordorigin="832,1995" coordsize="0,95" path="m832,1995l832,2089e" filled="false" stroked="true" strokeweight=".641pt" strokecolor="#231f20">
                <v:path arrowok="t"/>
              </v:shape>
            </v:group>
            <v:group style="position:absolute;left:875;top:1995;width:2;height:95" coordorigin="875,1995" coordsize="2,95">
              <v:shape style="position:absolute;left:875;top:1995;width:2;height:95" coordorigin="875,1995" coordsize="0,95" path="m875,1995l875,2089e" filled="false" stroked="true" strokeweight=".639pt" strokecolor="#231f20">
                <v:path arrowok="t"/>
              </v:shape>
            </v:group>
            <v:group style="position:absolute;left:918;top:1995;width:2;height:95" coordorigin="918,1995" coordsize="2,95">
              <v:shape style="position:absolute;left:918;top:1995;width:2;height:95" coordorigin="918,1995" coordsize="0,95" path="m918,1995l918,2089e" filled="false" stroked="true" strokeweight=".638pt" strokecolor="#231f20">
                <v:path arrowok="t"/>
              </v:shape>
            </v:group>
            <v:group style="position:absolute;left:961;top:1995;width:2;height:95" coordorigin="961,1995" coordsize="2,95">
              <v:shape style="position:absolute;left:961;top:1995;width:2;height:95" coordorigin="961,1995" coordsize="0,95" path="m961,1995l961,2089e" filled="false" stroked="true" strokeweight=".638pt" strokecolor="#231f20">
                <v:path arrowok="t"/>
              </v:shape>
            </v:group>
            <v:group style="position:absolute;left:1005;top:1995;width:2;height:95" coordorigin="1005,1995" coordsize="2,95">
              <v:shape style="position:absolute;left:1005;top:1995;width:2;height:95" coordorigin="1005,1995" coordsize="0,95" path="m1005,1995l1005,2089e" filled="false" stroked="true" strokeweight=".638pt" strokecolor="#231f20">
                <v:path arrowok="t"/>
              </v:shape>
            </v:group>
            <v:group style="position:absolute;left:1048;top:1995;width:2;height:95" coordorigin="1048,1995" coordsize="2,95">
              <v:shape style="position:absolute;left:1048;top:1995;width:2;height:95" coordorigin="1048,1995" coordsize="0,95" path="m1048,1995l1048,2089e" filled="false" stroked="true" strokeweight=".639pt" strokecolor="#231f20">
                <v:path arrowok="t"/>
              </v:shape>
            </v:group>
            <v:group style="position:absolute;left:595;top:1961;width:2;height:128" coordorigin="595,1961" coordsize="2,128">
              <v:shape style="position:absolute;left:595;top:1961;width:2;height:128" coordorigin="595,1961" coordsize="0,128" path="m595,1961l595,2089e" filled="false" stroked="true" strokeweight=".64pt" strokecolor="#231f20">
                <v:path arrowok="t"/>
              </v:shape>
              <v:shape style="position:absolute;left:631;top:1645;width:5644;height:1545" type="#_x0000_t75" stroked="false">
                <v:imagedata r:id="rId30" o:title=""/>
              </v:shape>
            </v:group>
            <v:group style="position:absolute;left:681;top:1923;width:2;height:167" coordorigin="681,1923" coordsize="2,167">
              <v:shape style="position:absolute;left:681;top:1923;width:2;height:167" coordorigin="681,1923" coordsize="0,167" path="m681,1923l681,2089e" filled="false" stroked="true" strokeweight=".638pt" strokecolor="#231f20">
                <v:path arrowok="t"/>
              </v:shape>
            </v:group>
            <v:group style="position:absolute;left:724;top:1961;width:2;height:128" coordorigin="724,1961" coordsize="2,128">
              <v:shape style="position:absolute;left:724;top:1961;width:2;height:128" coordorigin="724,1961" coordsize="0,128" path="m724,1961l724,2089e" filled="false" stroked="true" strokeweight=".639pt" strokecolor="#231f20">
                <v:path arrowok="t"/>
              </v:shape>
            </v:group>
            <v:group style="position:absolute;left:767;top:1961;width:2;height:128" coordorigin="767,1961" coordsize="2,128">
              <v:shape style="position:absolute;left:767;top:1961;width:2;height:128" coordorigin="767,1961" coordsize="0,128" path="m767,1961l767,2089e" filled="false" stroked="true" strokeweight=".638pt" strokecolor="#231f20">
                <v:path arrowok="t"/>
              </v:shape>
            </v:group>
            <v:group style="position:absolute;left:810;top:1927;width:2;height:162" coordorigin="810,1927" coordsize="2,162">
              <v:shape style="position:absolute;left:810;top:1927;width:2;height:162" coordorigin="810,1927" coordsize="0,162" path="m810,1927l810,2089e" filled="false" stroked="true" strokeweight=".657pt" strokecolor="#231f20">
                <v:path arrowok="t"/>
              </v:shape>
            </v:group>
            <v:group style="position:absolute;left:854;top:1961;width:2;height:128" coordorigin="854,1961" coordsize="2,128">
              <v:shape style="position:absolute;left:854;top:1961;width:2;height:128" coordorigin="854,1961" coordsize="0,128" path="m854,1961l854,2089e" filled="false" stroked="true" strokeweight=".638pt" strokecolor="#231f20">
                <v:path arrowok="t"/>
              </v:shape>
            </v:group>
            <v:group style="position:absolute;left:897;top:1961;width:2;height:128" coordorigin="897,1961" coordsize="2,128">
              <v:shape style="position:absolute;left:897;top:1961;width:2;height:128" coordorigin="897,1961" coordsize="0,128" path="m897,1961l897,2089e" filled="false" stroked="true" strokeweight=".638pt" strokecolor="#231f20">
                <v:path arrowok="t"/>
              </v:shape>
            </v:group>
            <v:group style="position:absolute;left:983;top:1961;width:2;height:128" coordorigin="983,1961" coordsize="2,128">
              <v:shape style="position:absolute;left:983;top:1961;width:2;height:128" coordorigin="983,1961" coordsize="0,128" path="m983,1961l983,2089e" filled="false" stroked="true" strokeweight=".639pt" strokecolor="#231f20">
                <v:path arrowok="t"/>
              </v:shape>
            </v:group>
            <v:group style="position:absolute;left:1026;top:1961;width:2;height:128" coordorigin="1026,1961" coordsize="2,128">
              <v:shape style="position:absolute;left:1026;top:1961;width:2;height:128" coordorigin="1026,1961" coordsize="0,128" path="m1026,1961l1026,2089e" filled="false" stroked="true" strokeweight=".639pt" strokecolor="#231f20">
                <v:path arrowok="t"/>
              </v:shape>
            </v:group>
            <v:group style="position:absolute;left:151;top:1125;width:90;height:94" coordorigin="151,1125" coordsize="90,94">
              <v:shape style="position:absolute;left:151;top:1125;width:90;height:94" coordorigin="151,1125" coordsize="90,94" path="m241,1125l233,1125,206,1218,213,1218,241,1125xe" filled="true" fillcolor="#231f20" stroked="false">
                <v:path arrowok="t"/>
                <v:fill type="solid"/>
              </v:shape>
              <v:shape style="position:absolute;left:151;top:1125;width:90;height:94" coordorigin="151,1125" coordsize="90,94" path="m181,1128l174,1128,173,1132,172,1134,171,1136,170,1138,169,1140,168,1141,165,1142,164,1143,162,1144,161,1144,159,1145,151,1145,151,1154,171,1154,171,1216,181,1216,181,1128xe" filled="true" fillcolor="#231f20" stroked="false">
                <v:path arrowok="t"/>
                <v:fill type="solid"/>
              </v:shape>
            </v:group>
            <v:group style="position:absolute;left:244;top:1128;width:58;height:90" coordorigin="244,1128" coordsize="58,90">
              <v:shape style="position:absolute;left:244;top:1128;width:58;height:90" coordorigin="244,1128" coordsize="58,90" path="m277,1128l268,1128,263,1130,260,1132,257,1133,255,1135,253,1137,250,1140,249,1142,248,1145,247,1148,247,1150,247,1154,247,1159,249,1163,253,1167,257,1170,252,1173,247,1179,245,1185,244,1190,244,1201,245,1203,246,1205,247,1207,249,1210,252,1213,254,1214,257,1215,259,1216,262,1217,265,1218,275,1218,279,1217,281,1217,284,1216,286,1216,288,1215,290,1213,292,1212,295,1209,267,1209,265,1208,262,1207,260,1205,259,1204,258,1202,257,1201,256,1198,256,1196,255,1195,255,1190,256,1188,256,1187,257,1185,258,1182,259,1181,261,1179,263,1178,266,1177,268,1177,270,1176,295,1176,294,1175,290,1172,287,1170,288,1169,290,1168,291,1168,292,1167,294,1165,269,1165,267,1164,257,1155,257,1150,268,1138,294,1138,291,1136,290,1134,287,1132,284,1131,279,1130,277,1128xe" filled="true" fillcolor="#231f20" stroked="false">
                <v:path arrowok="t"/>
                <v:fill type="solid"/>
              </v:shape>
              <v:shape style="position:absolute;left:244;top:1128;width:58;height:90" coordorigin="244,1128" coordsize="58,90" path="m295,1176l277,1176,279,1177,283,1178,285,1180,287,1182,288,1186,290,1189,290,1192,288,1201,285,1205,281,1208,273,1209,295,1209,296,1207,298,1205,299,1203,300,1201,300,1197,301,1195,301,1188,300,1185,299,1182,298,1179,296,1177,295,1176xe" filled="true" fillcolor="#231f20" stroked="false">
                <v:path arrowok="t"/>
                <v:fill type="solid"/>
              </v:shape>
              <v:shape style="position:absolute;left:244;top:1128;width:58;height:90" coordorigin="244,1128" coordsize="58,90" path="m294,1138l275,1138,279,1140,281,1141,285,1145,286,1148,287,1150,287,1154,286,1157,284,1160,283,1162,278,1164,275,1165,294,1165,295,1164,296,1162,297,1161,298,1159,298,1149,297,1146,297,1143,296,1141,294,1138xe" filled="true" fillcolor="#231f20" stroked="false">
                <v:path arrowok="t"/>
                <v:fill type="solid"/>
              </v:shape>
            </v:group>
            <v:group style="position:absolute;left:230;top:1855;width:90;height:94" coordorigin="230,1855" coordsize="90,94">
              <v:shape style="position:absolute;left:230;top:1855;width:90;height:94" coordorigin="230,1855" coordsize="90,94" path="m265,1855l258,1855,230,1949,237,1949,265,1855xe" filled="true" fillcolor="#231f20" stroked="false">
                <v:path arrowok="t"/>
                <v:fill type="solid"/>
              </v:shape>
              <v:shape style="position:absolute;left:230;top:1855;width:90;height:94" coordorigin="230,1855" coordsize="90,94" path="m300,1857l290,1857,290,1945,297,1945,298,1942,300,1937,301,1935,302,1934,303,1933,305,1932,307,1930,309,1929,310,1929,312,1928,320,1928,320,1919,300,1919,300,1857xe" filled="true" fillcolor="#231f20" stroked="false">
                <v:path arrowok="t"/>
                <v:fill type="solid"/>
              </v:shape>
            </v:group>
            <v:group style="position:absolute;left:171;top:1857;width:59;height:88" coordorigin="171,1857" coordsize="59,88">
              <v:shape style="position:absolute;left:171;top:1857;width:59;height:88" coordorigin="171,1857" coordsize="59,88" path="m229,1857l171,1857,171,1867,217,1867,216,1870,214,1873,212,1877,210,1879,206,1881,203,1883,199,1885,193,1888,188,1891,184,1895,181,1898,177,1900,174,1904,173,1908,171,1912,171,1922,172,1926,173,1929,177,1936,179,1938,181,1939,185,1942,191,1944,194,1945,202,1945,206,1944,211,1942,214,1941,217,1938,219,1935,194,1935,191,1934,189,1932,187,1931,185,1928,184,1925,182,1922,182,1914,198,1899,203,1895,210,1891,214,1888,218,1884,221,1880,224,1875,227,1870,228,1864,229,1857xe" filled="true" fillcolor="#231f20" stroked="false">
                <v:path arrowok="t"/>
                <v:fill type="solid"/>
              </v:shape>
              <v:shape style="position:absolute;left:171;top:1857;width:59;height:88" coordorigin="171,1857" coordsize="59,88" path="m227,1914l216,1914,215,1923,212,1929,206,1934,199,1935,219,1935,224,1928,224,1925,226,1922,227,1918,227,1914xe" filled="true" fillcolor="#231f20" stroked="false">
                <v:path arrowok="t"/>
                <v:fill type="solid"/>
              </v:shape>
              <v:shape style="position:absolute;left:1883;top:0;width:450;height:607" type="#_x0000_t202" filled="false" stroked="false">
                <v:textbox inset="0,0,0,0">
                  <w:txbxContent>
                    <w:p>
                      <w:pPr>
                        <w:spacing w:line="203" w:lineRule="exact" w:before="0"/>
                        <w:ind w:left="18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color w:val="231F20"/>
                          <w:sz w:val="19"/>
                        </w:rPr>
                        <w:t>22'</w:t>
                      </w:r>
                      <w:r>
                        <w:rPr>
                          <w:rFonts w:ascii="Myriad Pro"/>
                          <w:color w:val="231F20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Myriad Pro"/>
                          <w:color w:val="231F20"/>
                          <w:sz w:val="19"/>
                        </w:rPr>
                        <w:t>6"</w:t>
                      </w:r>
                      <w:r>
                        <w:rPr>
                          <w:rFonts w:ascii="Myriad Pro"/>
                          <w:sz w:val="19"/>
                        </w:rPr>
                      </w:r>
                    </w:p>
                    <w:p>
                      <w:pPr>
                        <w:spacing w:line="240" w:lineRule="auto" w:before="2"/>
                        <w:rPr>
                          <w:rFonts w:ascii="Myriad Pro" w:hAnsi="Myriad Pro" w:cs="Myriad Pro" w:eastAsia="Myriad Pro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color w:val="231F20"/>
                          <w:sz w:val="19"/>
                        </w:rPr>
                        <w:t>20'</w:t>
                      </w:r>
                      <w:r>
                        <w:rPr>
                          <w:rFonts w:ascii="Myriad Pro"/>
                          <w:color w:val="231F20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Myriad Pro"/>
                          <w:color w:val="231F20"/>
                          <w:sz w:val="19"/>
                        </w:rPr>
                        <w:t>0"</w:t>
                      </w:r>
                      <w:r>
                        <w:rPr>
                          <w:rFonts w:ascii="Myriad Pro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1262;top:2382;width:429;height:513" type="#_x0000_t202" filled="false" stroked="false">
                <v:textbox inset="0,0,0,0">
                  <w:txbxContent>
                    <w:p>
                      <w:pPr>
                        <w:spacing w:line="203" w:lineRule="exact" w:before="0"/>
                        <w:ind w:left="94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color w:val="231F20"/>
                          <w:sz w:val="19"/>
                        </w:rPr>
                        <w:t>2'</w:t>
                      </w:r>
                      <w:r>
                        <w:rPr>
                          <w:rFonts w:ascii="Myriad Pro"/>
                          <w:color w:val="231F20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Myriad Pro"/>
                          <w:color w:val="231F20"/>
                          <w:sz w:val="19"/>
                        </w:rPr>
                        <w:t>3"</w:t>
                      </w:r>
                      <w:r>
                        <w:rPr>
                          <w:rFonts w:ascii="Myriad Pro"/>
                          <w:sz w:val="19"/>
                        </w:rPr>
                      </w:r>
                    </w:p>
                    <w:p>
                      <w:pPr>
                        <w:spacing w:line="221" w:lineRule="exact" w:before="88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color w:val="231F20"/>
                          <w:sz w:val="19"/>
                        </w:rPr>
                        <w:t>2'</w:t>
                      </w:r>
                      <w:r>
                        <w:rPr>
                          <w:rFonts w:ascii="Myriad Pro"/>
                          <w:color w:val="231F20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Myriad Pro"/>
                          <w:color w:val="231F20"/>
                          <w:sz w:val="19"/>
                        </w:rPr>
                        <w:t>6"</w:t>
                      </w:r>
                      <w:r>
                        <w:rPr>
                          <w:rFonts w:ascii="Myriad Pro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1942;top:2999;width:431;height:197" type="#_x0000_t202" filled="false" stroked="false">
                <v:textbox inset="0,0,0,0">
                  <w:txbxContent>
                    <w:p>
                      <w:pPr>
                        <w:spacing w:line="19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color w:val="231F20"/>
                          <w:sz w:val="19"/>
                        </w:rPr>
                        <w:t>8'</w:t>
                      </w:r>
                      <w:r>
                        <w:rPr>
                          <w:rFonts w:ascii="Myriad Pro"/>
                          <w:color w:val="231F20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Myriad Pro"/>
                          <w:color w:val="231F20"/>
                          <w:sz w:val="19"/>
                        </w:rPr>
                        <w:t>10"</w:t>
                      </w:r>
                      <w:r>
                        <w:rPr>
                          <w:rFonts w:ascii="Myriad Pro"/>
                          <w:sz w:val="19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5"/>
          <w:szCs w:val="5"/>
        </w:rPr>
      </w:pPr>
    </w:p>
    <w:p>
      <w:pPr>
        <w:spacing w:before="76"/>
        <w:ind w:left="3148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1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5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Reading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dimensions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using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an</w:t>
      </w:r>
      <w:r>
        <w:rPr>
          <w:rFonts w:ascii="Myriad Pro" w:hAnsi="Myriad Pro" w:cs="Myriad Pro" w:eastAsia="Myriad Pro"/>
          <w:color w:val="231F20"/>
          <w:spacing w:val="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2"/>
          <w:sz w:val="18"/>
          <w:szCs w:val="18"/>
        </w:rPr>
        <w:t>architect’s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ruler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(NTS)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"/>
        <w:rPr>
          <w:rFonts w:ascii="Myriad Pro" w:hAnsi="Myriad Pro" w:cs="Myriad Pro" w:eastAsia="Myriad Pro"/>
          <w:sz w:val="17"/>
          <w:szCs w:val="17"/>
        </w:rPr>
      </w:pPr>
    </w:p>
    <w:p>
      <w:pPr>
        <w:spacing w:line="200" w:lineRule="atLeast"/>
        <w:ind w:left="1802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375.4pt;height:150.5pt;mso-position-horizontal-relative:char;mso-position-vertical-relative:line" coordorigin="0,0" coordsize="7508,3010">
            <v:group style="position:absolute;left:115;top:981;width:7379;height:2" coordorigin="115,981" coordsize="7379,2">
              <v:shape style="position:absolute;left:115;top:981;width:7379;height:2" coordorigin="115,981" coordsize="7379,0" path="m115,981l7494,981e" filled="false" stroked="true" strokeweight=".71pt" strokecolor="#231f20">
                <v:path arrowok="t"/>
              </v:shape>
            </v:group>
            <v:group style="position:absolute;left:0;top:978;width:202;height:1236" coordorigin="0,978" coordsize="202,1236">
              <v:shape style="position:absolute;left:0;top:978;width:202;height:1236" coordorigin="0,978" coordsize="202,1236" path="m119,2211l122,2213,124,2214,119,2211xe" filled="true" fillcolor="#231f20" stroked="false">
                <v:path arrowok="t"/>
                <v:fill type="solid"/>
              </v:shape>
              <v:shape style="position:absolute;left:0;top:978;width:202;height:1236" coordorigin="0,978" coordsize="202,1236" path="m129,978l119,983,160,1087,184,1179,189,1261,184,1333,167,1396,142,1455,113,1511,82,1566,53,1623,27,1682,8,1747,0,1818,4,1898,22,1989,60,2092,119,2211,124,2214,124,2202,127,2202,70,2089,32,1987,12,1898,9,1818,17,1749,37,1685,62,1627,92,1571,122,1516,152,1460,177,1399,194,1333,201,1261,194,1179,171,1085,129,978xe" filled="true" fillcolor="#231f20" stroked="false">
                <v:path arrowok="t"/>
                <v:fill type="solid"/>
              </v:shape>
              <v:shape style="position:absolute;left:0;top:978;width:202;height:1236" coordorigin="0,978" coordsize="202,1236" path="m127,2202l124,2202,129,2206,127,2202xe" filled="true" fillcolor="#231f20" stroked="false">
                <v:path arrowok="t"/>
                <v:fill type="solid"/>
              </v:shape>
            </v:group>
            <v:group style="position:absolute;left:124;top:2208;width:7377;height:2" coordorigin="124,2208" coordsize="7377,2">
              <v:shape style="position:absolute;left:124;top:2208;width:7377;height:2" coordorigin="124,2208" coordsize="7377,0" path="m124,2208l7500,2208e" filled="false" stroked="true" strokeweight=".71pt" strokecolor="#231f20">
                <v:path arrowok="t"/>
              </v:shape>
            </v:group>
            <v:group style="position:absolute;left:7494;top:975;width:2;height:1234" coordorigin="7494,975" coordsize="2,1234">
              <v:shape style="position:absolute;left:7494;top:975;width:2;height:1234" coordorigin="7494,975" coordsize="0,1234" path="m7494,975l7494,2208e" filled="false" stroked="true" strokeweight=".713pt" strokecolor="#231f20">
                <v:path arrowok="t"/>
              </v:shape>
            </v:group>
            <v:group style="position:absolute;left:7064;top:1774;width:2;height:436" coordorigin="7064,1774" coordsize="2,436">
              <v:shape style="position:absolute;left:7064;top:1774;width:2;height:436" coordorigin="7064,1774" coordsize="0,436" path="m7064,1774l7064,2209e" filled="false" stroked="true" strokeweight=".713pt" strokecolor="#231f20">
                <v:path arrowok="t"/>
              </v:shape>
            </v:group>
            <v:group style="position:absolute;left:5888;top:1921;width:2;height:289" coordorigin="5888,1921" coordsize="2,289">
              <v:shape style="position:absolute;left:5888;top:1921;width:2;height:289" coordorigin="5888,1921" coordsize="0,289" path="m5888,1921l5888,2209e" filled="false" stroked="true" strokeweight=".714pt" strokecolor="#231f20">
                <v:path arrowok="t"/>
              </v:shape>
              <v:shape style="position:absolute;left:516;top:1659;width:6357;height:1351" type="#_x0000_t75" stroked="false">
                <v:imagedata r:id="rId31" o:title=""/>
              </v:shape>
            </v:group>
            <v:group style="position:absolute;left:7033;top:2121;width:13;height:89" coordorigin="7033,2121" coordsize="13,89">
              <v:shape style="position:absolute;left:7033;top:2121;width:13;height:89" coordorigin="7033,2121" coordsize="13,89" path="m7039,2121l7039,2209e" filled="false" stroked="true" strokeweight=".713pt" strokecolor="#231f20">
                <v:path arrowok="t"/>
              </v:shape>
            </v:group>
            <v:group style="position:absolute;left:6886;top:2121;width:13;height:89" coordorigin="6886,2121" coordsize="13,89">
              <v:shape style="position:absolute;left:6886;top:2121;width:13;height:89" coordorigin="6886,2121" coordsize="13,89" path="m6892,2121l6892,2209e" filled="false" stroked="true" strokeweight=".712pt" strokecolor="#231f20">
                <v:path arrowok="t"/>
              </v:shape>
            </v:group>
            <v:group style="position:absolute;left:6739;top:2121;width:13;height:89" coordorigin="6739,2121" coordsize="13,89">
              <v:shape style="position:absolute;left:6739;top:2121;width:13;height:89" coordorigin="6739,2121" coordsize="13,89" path="m6745,2121l6745,2209e" filled="false" stroked="true" strokeweight=".712pt" strokecolor="#231f20">
                <v:path arrowok="t"/>
              </v:shape>
            </v:group>
            <v:group style="position:absolute;left:6592;top:2121;width:13;height:89" coordorigin="6592,2121" coordsize="13,89">
              <v:shape style="position:absolute;left:6592;top:2121;width:13;height:89" coordorigin="6592,2121" coordsize="13,89" path="m6598,2121l6598,2209e" filled="false" stroked="true" strokeweight=".713pt" strokecolor="#231f20">
                <v:path arrowok="t"/>
              </v:shape>
            </v:group>
            <v:group style="position:absolute;left:6445;top:2121;width:13;height:89" coordorigin="6445,2121" coordsize="13,89">
              <v:shape style="position:absolute;left:6445;top:2121;width:13;height:89" coordorigin="6445,2121" coordsize="13,89" path="m6451,2121l6451,2209e" filled="false" stroked="true" strokeweight=".713pt" strokecolor="#231f20">
                <v:path arrowok="t"/>
              </v:shape>
            </v:group>
            <v:group style="position:absolute;left:6298;top:2121;width:13;height:89" coordorigin="6298,2121" coordsize="13,89">
              <v:shape style="position:absolute;left:6298;top:2121;width:13;height:89" coordorigin="6298,2121" coordsize="13,89" path="m6304,2121l6304,2209e" filled="false" stroked="true" strokeweight=".712pt" strokecolor="#231f20">
                <v:path arrowok="t"/>
              </v:shape>
            </v:group>
            <v:group style="position:absolute;left:6151;top:2121;width:13;height:89" coordorigin="6151,2121" coordsize="13,89">
              <v:shape style="position:absolute;left:6151;top:2121;width:13;height:89" coordorigin="6151,2121" coordsize="13,89" path="m6157,2121l6157,2209e" filled="false" stroked="true" strokeweight=".713pt" strokecolor="#231f20">
                <v:path arrowok="t"/>
              </v:shape>
            </v:group>
            <v:group style="position:absolute;left:6004;top:2121;width:13;height:89" coordorigin="6004,2121" coordsize="13,89">
              <v:shape style="position:absolute;left:6004;top:2121;width:13;height:89" coordorigin="6004,2121" coordsize="13,89" path="m6010,2121l6010,2209e" filled="false" stroked="true" strokeweight=".714pt" strokecolor="#231f20">
                <v:path arrowok="t"/>
              </v:shape>
            </v:group>
            <v:group style="position:absolute;left:6984;top:2121;width:13;height:89" coordorigin="6984,2121" coordsize="13,89">
              <v:shape style="position:absolute;left:6984;top:2121;width:13;height:89" coordorigin="6984,2121" coordsize="13,89" path="m6990,2121l6990,2209e" filled="false" stroked="true" strokeweight=".711pt" strokecolor="#231f20">
                <v:path arrowok="t"/>
              </v:shape>
            </v:group>
            <v:group style="position:absolute;left:6837;top:2121;width:13;height:89" coordorigin="6837,2121" coordsize="13,89">
              <v:shape style="position:absolute;left:6837;top:2121;width:13;height:89" coordorigin="6837,2121" coordsize="13,89" path="m6843,2121l6843,2209e" filled="false" stroked="true" strokeweight=".713pt" strokecolor="#231f20">
                <v:path arrowok="t"/>
              </v:shape>
            </v:group>
            <v:group style="position:absolute;left:6690;top:2121;width:13;height:89" coordorigin="6690,2121" coordsize="13,89">
              <v:shape style="position:absolute;left:6690;top:2121;width:13;height:89" coordorigin="6690,2121" coordsize="13,89" path="m6697,2121l6697,2209e" filled="false" stroked="true" strokeweight=".713pt" strokecolor="#231f20">
                <v:path arrowok="t"/>
              </v:shape>
            </v:group>
            <v:group style="position:absolute;left:6543;top:2121;width:13;height:89" coordorigin="6543,2121" coordsize="13,89">
              <v:shape style="position:absolute;left:6543;top:2121;width:13;height:89" coordorigin="6543,2121" coordsize="13,89" path="m6549,2121l6549,2209e" filled="false" stroked="true" strokeweight=".714pt" strokecolor="#231f20">
                <v:path arrowok="t"/>
              </v:shape>
            </v:group>
            <v:group style="position:absolute;left:6396;top:2121;width:13;height:89" coordorigin="6396,2121" coordsize="13,89">
              <v:shape style="position:absolute;left:6396;top:2121;width:13;height:89" coordorigin="6396,2121" coordsize="13,89" path="m6402,2121l6402,2209e" filled="false" stroked="true" strokeweight=".713pt" strokecolor="#231f20">
                <v:path arrowok="t"/>
              </v:shape>
            </v:group>
            <v:group style="position:absolute;left:6249;top:2121;width:13;height:89" coordorigin="6249,2121" coordsize="13,89">
              <v:shape style="position:absolute;left:6249;top:2121;width:13;height:89" coordorigin="6249,2121" coordsize="13,89" path="m6255,2121l6255,2209e" filled="false" stroked="true" strokeweight=".713pt" strokecolor="#231f20">
                <v:path arrowok="t"/>
              </v:shape>
            </v:group>
            <v:group style="position:absolute;left:6102;top:2121;width:13;height:89" coordorigin="6102,2121" coordsize="13,89">
              <v:shape style="position:absolute;left:6102;top:2121;width:13;height:89" coordorigin="6102,2121" coordsize="13,89" path="m6108,2121l6108,2209e" filled="false" stroked="true" strokeweight=".727pt" strokecolor="#231f20">
                <v:path arrowok="t"/>
              </v:shape>
            </v:group>
            <v:group style="position:absolute;left:5955;top:2121;width:13;height:89" coordorigin="5955,2121" coordsize="13,89">
              <v:shape style="position:absolute;left:5955;top:2121;width:13;height:89" coordorigin="5955,2121" coordsize="13,89" path="m5961,2121l5961,2209e" filled="false" stroked="true" strokeweight=".713pt" strokecolor="#231f20">
                <v:path arrowok="t"/>
              </v:shape>
            </v:group>
            <v:group style="position:absolute;left:6935;top:2121;width:13;height:89" coordorigin="6935,2121" coordsize="13,89">
              <v:shape style="position:absolute;left:6935;top:2121;width:13;height:89" coordorigin="6935,2121" coordsize="13,89" path="m6941,2121l6941,2209e" filled="false" stroked="true" strokeweight=".713pt" strokecolor="#231f20">
                <v:path arrowok="t"/>
              </v:shape>
            </v:group>
            <v:group style="position:absolute;left:6788;top:2121;width:13;height:89" coordorigin="6788,2121" coordsize="13,89">
              <v:shape style="position:absolute;left:6788;top:2121;width:13;height:89" coordorigin="6788,2121" coordsize="13,89" path="m6794,2121l6794,2209e" filled="false" stroked="true" strokeweight=".713pt" strokecolor="#231f20">
                <v:path arrowok="t"/>
              </v:shape>
            </v:group>
            <v:group style="position:absolute;left:6641;top:2121;width:13;height:89" coordorigin="6641,2121" coordsize="13,89">
              <v:shape style="position:absolute;left:6641;top:2121;width:13;height:89" coordorigin="6641,2121" coordsize="13,89" path="m6647,2121l6647,2209e" filled="false" stroked="true" strokeweight=".73pt" strokecolor="#231f20">
                <v:path arrowok="t"/>
              </v:shape>
            </v:group>
            <v:group style="position:absolute;left:6494;top:2121;width:13;height:89" coordorigin="6494,2121" coordsize="13,89">
              <v:shape style="position:absolute;left:6494;top:2121;width:13;height:89" coordorigin="6494,2121" coordsize="13,89" path="m6500,2121l6500,2209e" filled="false" stroked="true" strokeweight=".71pt" strokecolor="#231f20">
                <v:path arrowok="t"/>
              </v:shape>
            </v:group>
            <v:group style="position:absolute;left:6347;top:2121;width:13;height:89" coordorigin="6347,2121" coordsize="13,89">
              <v:shape style="position:absolute;left:6347;top:2121;width:13;height:89" coordorigin="6347,2121" coordsize="13,89" path="m6353,2121l6353,2209e" filled="false" stroked="true" strokeweight=".713pt" strokecolor="#231f20">
                <v:path arrowok="t"/>
              </v:shape>
            </v:group>
            <v:group style="position:absolute;left:6200;top:2121;width:13;height:89" coordorigin="6200,2121" coordsize="13,89">
              <v:shape style="position:absolute;left:6200;top:2121;width:13;height:89" coordorigin="6200,2121" coordsize="13,89" path="m6206,2121l6206,2209e" filled="false" stroked="true" strokeweight=".712pt" strokecolor="#231f20">
                <v:path arrowok="t"/>
              </v:shape>
            </v:group>
            <v:group style="position:absolute;left:6053;top:2121;width:13;height:89" coordorigin="6053,2121" coordsize="13,89">
              <v:shape style="position:absolute;left:6053;top:2121;width:13;height:89" coordorigin="6053,2121" coordsize="13,89" path="m6059,2121l6059,2209e" filled="false" stroked="true" strokeweight=".712pt" strokecolor="#231f20">
                <v:path arrowok="t"/>
              </v:shape>
            </v:group>
            <v:group style="position:absolute;left:5906;top:2121;width:13;height:89" coordorigin="5906,2121" coordsize="13,89">
              <v:shape style="position:absolute;left:5906;top:2121;width:13;height:89" coordorigin="5906,2121" coordsize="13,89" path="m5912,2121l5912,2209e" filled="false" stroked="true" strokeweight=".712pt" strokecolor="#231f20">
                <v:path arrowok="t"/>
              </v:shape>
            </v:group>
            <v:group style="position:absolute;left:7015;top:2082;width:2;height:128" coordorigin="7015,2082" coordsize="2,128">
              <v:shape style="position:absolute;left:7015;top:2082;width:2;height:128" coordorigin="7015,2082" coordsize="0,128" path="m7015,2082l7015,2209e" filled="false" stroked="true" strokeweight=".714pt" strokecolor="#231f20">
                <v:path arrowok="t"/>
              </v:shape>
            </v:group>
            <v:group style="position:absolute;left:6868;top:2038;width:2;height:172" coordorigin="6868,2038" coordsize="2,172">
              <v:shape style="position:absolute;left:6868;top:2038;width:2;height:172" coordorigin="6868,2038" coordsize="0,172" path="m6868,2038l6868,2209e" filled="false" stroked="true" strokeweight=".711pt" strokecolor="#231f20">
                <v:path arrowok="t"/>
              </v:shape>
            </v:group>
            <v:group style="position:absolute;left:6721;top:2082;width:2;height:128" coordorigin="6721,2082" coordsize="2,128">
              <v:shape style="position:absolute;left:6721;top:2082;width:2;height:128" coordorigin="6721,2082" coordsize="0,128" path="m6721,2082l6721,2209e" filled="false" stroked="true" strokeweight=".712pt" strokecolor="#231f20">
                <v:path arrowok="t"/>
              </v:shape>
            </v:group>
            <v:group style="position:absolute;left:6574;top:2038;width:2;height:172" coordorigin="6574,2038" coordsize="2,172">
              <v:shape style="position:absolute;left:6574;top:2038;width:2;height:172" coordorigin="6574,2038" coordsize="0,172" path="m6574,2038l6574,2209e" filled="false" stroked="true" strokeweight=".713pt" strokecolor="#231f20">
                <v:path arrowok="t"/>
              </v:shape>
            </v:group>
            <v:group style="position:absolute;left:6427;top:2082;width:2;height:128" coordorigin="6427,2082" coordsize="2,128">
              <v:shape style="position:absolute;left:6427;top:2082;width:2;height:128" coordorigin="6427,2082" coordsize="0,128" path="m6427,2082l6427,2209e" filled="false" stroked="true" strokeweight=".711pt" strokecolor="#231f20">
                <v:path arrowok="t"/>
              </v:shape>
            </v:group>
            <v:group style="position:absolute;left:6280;top:2038;width:2;height:172" coordorigin="6280,2038" coordsize="2,172">
              <v:shape style="position:absolute;left:6280;top:2038;width:2;height:172" coordorigin="6280,2038" coordsize="0,172" path="m6280,2038l6280,2209e" filled="false" stroked="true" strokeweight=".714pt" strokecolor="#231f20">
                <v:path arrowok="t"/>
              </v:shape>
            </v:group>
            <v:group style="position:absolute;left:6133;top:2082;width:2;height:128" coordorigin="6133,2082" coordsize="2,128">
              <v:shape style="position:absolute;left:6133;top:2082;width:2;height:128" coordorigin="6133,2082" coordsize="0,128" path="m6133,2082l6133,2209e" filled="false" stroked="true" strokeweight=".713pt" strokecolor="#231f20">
                <v:path arrowok="t"/>
              </v:shape>
            </v:group>
            <v:group style="position:absolute;left:5985;top:2038;width:2;height:172" coordorigin="5985,2038" coordsize="2,172">
              <v:shape style="position:absolute;left:5985;top:2038;width:2;height:172" coordorigin="5985,2038" coordsize="0,172" path="m5985,2038l5985,2209e" filled="false" stroked="true" strokeweight=".711pt" strokecolor="#231f20">
                <v:path arrowok="t"/>
              </v:shape>
            </v:group>
            <v:group style="position:absolute;left:6966;top:2038;width:2;height:172" coordorigin="6966,2038" coordsize="2,172">
              <v:shape style="position:absolute;left:6966;top:2038;width:2;height:172" coordorigin="6966,2038" coordsize="0,172" path="m6966,2038l6966,2209e" filled="false" stroked="true" strokeweight=".712pt" strokecolor="#231f20">
                <v:path arrowok="t"/>
              </v:shape>
            </v:group>
            <v:group style="position:absolute;left:6819;top:2082;width:2;height:128" coordorigin="6819,2082" coordsize="2,128">
              <v:shape style="position:absolute;left:6819;top:2082;width:2;height:128" coordorigin="6819,2082" coordsize="0,128" path="m6819,2082l6819,2209e" filled="false" stroked="true" strokeweight=".714pt" strokecolor="#231f20">
                <v:path arrowok="t"/>
              </v:shape>
            </v:group>
            <v:group style="position:absolute;left:6672;top:2038;width:2;height:172" coordorigin="6672,2038" coordsize="2,172">
              <v:shape style="position:absolute;left:6672;top:2038;width:2;height:172" coordorigin="6672,2038" coordsize="0,172" path="m6672,2038l6672,2209e" filled="false" stroked="true" strokeweight=".713pt" strokecolor="#231f20">
                <v:path arrowok="t"/>
              </v:shape>
            </v:group>
            <v:group style="position:absolute;left:6525;top:2082;width:2;height:128" coordorigin="6525,2082" coordsize="2,128">
              <v:shape style="position:absolute;left:6525;top:2082;width:2;height:128" coordorigin="6525,2082" coordsize="0,128" path="m6525,2082l6525,2209e" filled="false" stroked="true" strokeweight=".712pt" strokecolor="#231f20">
                <v:path arrowok="t"/>
              </v:shape>
            </v:group>
            <v:group style="position:absolute;left:6378;top:2038;width:2;height:172" coordorigin="6378,2038" coordsize="2,172">
              <v:shape style="position:absolute;left:6378;top:2038;width:2;height:172" coordorigin="6378,2038" coordsize="0,172" path="m6378,2038l6378,2209e" filled="false" stroked="true" strokeweight=".712pt" strokecolor="#231f20">
                <v:path arrowok="t"/>
              </v:shape>
            </v:group>
            <v:group style="position:absolute;left:6231;top:2082;width:2;height:128" coordorigin="6231,2082" coordsize="2,128">
              <v:shape style="position:absolute;left:6231;top:2082;width:2;height:128" coordorigin="6231,2082" coordsize="0,128" path="m6231,2082l6231,2209e" filled="false" stroked="true" strokeweight=".713pt" strokecolor="#231f20">
                <v:path arrowok="t"/>
              </v:shape>
            </v:group>
            <v:group style="position:absolute;left:6083;top:2038;width:2;height:172" coordorigin="6083,2038" coordsize="2,172">
              <v:shape style="position:absolute;left:6083;top:2038;width:2;height:172" coordorigin="6083,2038" coordsize="0,172" path="m6083,2038l6083,2209e" filled="false" stroked="true" strokeweight=".713pt" strokecolor="#231f20">
                <v:path arrowok="t"/>
              </v:shape>
            </v:group>
            <v:group style="position:absolute;left:5937;top:2082;width:2;height:128" coordorigin="5937,2082" coordsize="2,128">
              <v:shape style="position:absolute;left:5937;top:2082;width:2;height:128" coordorigin="5937,2082" coordsize="0,128" path="m5937,2082l5937,2209e" filled="false" stroked="true" strokeweight=".712pt" strokecolor="#231f20">
                <v:path arrowok="t"/>
              </v:shape>
            </v:group>
            <v:group style="position:absolute;left:6917;top:2082;width:2;height:128" coordorigin="6917,2082" coordsize="2,128">
              <v:shape style="position:absolute;left:6917;top:2082;width:2;height:128" coordorigin="6917,2082" coordsize="0,128" path="m6917,2082l6917,2209e" filled="false" stroked="true" strokeweight=".711pt" strokecolor="#231f20">
                <v:path arrowok="t"/>
              </v:shape>
            </v:group>
            <v:group style="position:absolute;left:6770;top:1949;width:2;height:261" coordorigin="6770,1949" coordsize="2,261">
              <v:shape style="position:absolute;left:6770;top:1949;width:2;height:261" coordorigin="6770,1949" coordsize="0,261" path="m6770,1949l6770,2209e" filled="false" stroked="true" strokeweight=".712pt" strokecolor="#231f20">
                <v:path arrowok="t"/>
              </v:shape>
            </v:group>
            <v:group style="position:absolute;left:6623;top:2082;width:2;height:128" coordorigin="6623,2082" coordsize="2,128">
              <v:shape style="position:absolute;left:6623;top:2082;width:2;height:128" coordorigin="6623,2082" coordsize="0,128" path="m6623,2082l6623,2209e" filled="false" stroked="true" strokeweight=".715pt" strokecolor="#231f20">
                <v:path arrowok="t"/>
              </v:shape>
            </v:group>
            <v:group style="position:absolute;left:6476;top:1910;width:2;height:300" coordorigin="6476,1910" coordsize="2,300">
              <v:shape style="position:absolute;left:6476;top:1910;width:2;height:300" coordorigin="6476,1910" coordsize="0,300" path="m6476,1910l6476,2209e" filled="false" stroked="true" strokeweight=".714pt" strokecolor="#231f20">
                <v:path arrowok="t"/>
              </v:shape>
            </v:group>
            <v:group style="position:absolute;left:6329;top:2082;width:2;height:128" coordorigin="6329,2082" coordsize="2,128">
              <v:shape style="position:absolute;left:6329;top:2082;width:2;height:128" coordorigin="6329,2082" coordsize="0,128" path="m6329,2082l6329,2209e" filled="false" stroked="true" strokeweight=".712pt" strokecolor="#231f20">
                <v:path arrowok="t"/>
              </v:shape>
            </v:group>
            <v:group style="position:absolute;left:6182;top:1949;width:2;height:606" coordorigin="6182,1949" coordsize="2,606">
              <v:shape style="position:absolute;left:6182;top:1949;width:2;height:606" coordorigin="6182,1949" coordsize="0,606" path="m6182,1949l6182,2555e" filled="false" stroked="true" strokeweight=".711pt" strokecolor="#231f20">
                <v:path arrowok="t"/>
              </v:shape>
            </v:group>
            <v:group style="position:absolute;left:6034;top:2082;width:2;height:128" coordorigin="6034,2082" coordsize="2,128">
              <v:shape style="position:absolute;left:6034;top:2082;width:2;height:128" coordorigin="6034,2082" coordsize="0,128" path="m6034,2082l6034,2209e" filled="false" stroked="true" strokeweight=".715pt" strokecolor="#231f20">
                <v:path arrowok="t"/>
              </v:shape>
            </v:group>
            <v:group style="position:absolute;left:7064;top:981;width:2;height:402" coordorigin="7064,981" coordsize="2,402">
              <v:shape style="position:absolute;left:7064;top:981;width:2;height:402" coordorigin="7064,981" coordsize="0,402" path="m7064,981l7064,1382e" filled="false" stroked="true" strokeweight=".712pt" strokecolor="#231f20">
                <v:path arrowok="t"/>
              </v:shape>
              <v:shape style="position:absolute;left:360;top:26;width:6646;height:1469" type="#_x0000_t75" stroked="false">
                <v:imagedata r:id="rId32" o:title=""/>
              </v:shape>
            </v:group>
            <v:group style="position:absolute;left:7031;top:981;width:2;height:127" coordorigin="7031,981" coordsize="2,127">
              <v:shape style="position:absolute;left:7031;top:981;width:2;height:127" coordorigin="7031,981" coordsize="0,127" path="m7031,981l7031,1107e" filled="false" stroked="true" strokeweight=".713pt" strokecolor="#231f20">
                <v:path arrowok="t"/>
              </v:shape>
            </v:group>
            <v:group style="position:absolute;left:6933;top:981;width:2;height:127" coordorigin="6933,981" coordsize="2,127">
              <v:shape style="position:absolute;left:6933;top:981;width:2;height:127" coordorigin="6933,981" coordsize="0,127" path="m6933,981l6933,1107e" filled="false" stroked="true" strokeweight=".711pt" strokecolor="#231f20">
                <v:path arrowok="t"/>
              </v:shape>
            </v:group>
            <v:group style="position:absolute;left:6901;top:981;width:2;height:127" coordorigin="6901,981" coordsize="2,127">
              <v:shape style="position:absolute;left:6901;top:981;width:2;height:127" coordorigin="6901,981" coordsize="0,127" path="m6901,981l6901,1107e" filled="false" stroked="true" strokeweight=".711pt" strokecolor="#231f20">
                <v:path arrowok="t"/>
              </v:shape>
            </v:group>
            <v:group style="position:absolute;left:6835;top:981;width:2;height:127" coordorigin="6835,981" coordsize="2,127">
              <v:shape style="position:absolute;left:6835;top:981;width:2;height:127" coordorigin="6835,981" coordsize="0,127" path="m6835,981l6835,1107e" filled="false" stroked="true" strokeweight=".715pt" strokecolor="#231f20">
                <v:path arrowok="t"/>
              </v:shape>
            </v:group>
            <v:group style="position:absolute;left:6803;top:981;width:2;height:127" coordorigin="6803,981" coordsize="2,127">
              <v:shape style="position:absolute;left:6803;top:981;width:2;height:127" coordorigin="6803,981" coordsize="0,127" path="m6803,981l6803,1107e" filled="false" stroked="true" strokeweight=".715pt" strokecolor="#231f20">
                <v:path arrowok="t"/>
              </v:shape>
            </v:group>
            <v:group style="position:absolute;left:6705;top:981;width:2;height:127" coordorigin="6705,981" coordsize="2,127">
              <v:shape style="position:absolute;left:6705;top:981;width:2;height:127" coordorigin="6705,981" coordsize="0,127" path="m6705,981l6705,1107e" filled="false" stroked="true" strokeweight=".71pt" strokecolor="#231f20">
                <v:path arrowok="t"/>
              </v:shape>
            </v:group>
            <v:group style="position:absolute;left:6737;top:981;width:2;height:127" coordorigin="6737,981" coordsize="2,127">
              <v:shape style="position:absolute;left:6737;top:981;width:2;height:127" coordorigin="6737,981" coordsize="0,127" path="m6737,981l6737,1107e" filled="false" stroked="true" strokeweight=".712pt" strokecolor="#231f20">
                <v:path arrowok="t"/>
              </v:shape>
            </v:group>
            <v:group style="position:absolute;left:6966;top:981;width:2;height:188" coordorigin="6966,981" coordsize="2,188">
              <v:shape style="position:absolute;left:6966;top:981;width:2;height:188" coordorigin="6966,981" coordsize="0,188" path="m6966,981l6966,1168e" filled="false" stroked="true" strokeweight=".711pt" strokecolor="#231f20">
                <v:path arrowok="t"/>
              </v:shape>
            </v:group>
            <v:group style="position:absolute;left:593;top:981;width:2;height:260" coordorigin="593,981" coordsize="2,260">
              <v:shape style="position:absolute;left:593;top:981;width:2;height:260" coordorigin="593,981" coordsize="0,260" path="m593,981l593,1240e" filled="false" stroked="true" strokeweight=".712pt" strokecolor="#231f20">
                <v:path arrowok="t"/>
              </v:shape>
            </v:group>
            <v:group style="position:absolute;left:201;top:981;width:2;height:260" coordorigin="201,981" coordsize="2,260">
              <v:shape style="position:absolute;left:201;top:981;width:2;height:260" coordorigin="201,981" coordsize="0,260" path="m201,981l201,1240e" filled="false" stroked="true" strokeweight=".712pt" strokecolor="#231f20">
                <v:path arrowok="t"/>
              </v:shape>
            </v:group>
            <v:group style="position:absolute;left:6770;top:981;width:2;height:188" coordorigin="6770,981" coordsize="2,188">
              <v:shape style="position:absolute;left:6770;top:981;width:2;height:188" coordorigin="6770,981" coordsize="0,188" path="m6770,981l6770,1168e" filled="false" stroked="true" strokeweight=".715pt" strokecolor="#231f20">
                <v:path arrowok="t"/>
              </v:shape>
            </v:group>
            <v:group style="position:absolute;left:7174;top:1131;width:77;height:75" coordorigin="7174,1131" coordsize="77,75">
              <v:shape style="position:absolute;left:7174;top:1131;width:77;height:75" coordorigin="7174,1131" coordsize="77,75" path="m7200,1134l7194,1134,7193,1136,7193,1139,7192,1139,7190,1141,7189,1142,7188,1143,7187,1145,7185,1146,7183,1146,7180,1147,7174,1147,7174,1154,7192,1154,7192,1204,7200,1204,7200,1134xe" filled="true" fillcolor="#231f20" stroked="false">
                <v:path arrowok="t"/>
                <v:fill type="solid"/>
              </v:shape>
              <v:shape style="position:absolute;left:7174;top:1131;width:77;height:75" coordorigin="7174,1131" coordsize="77,75" path="m7250,1131l7244,1131,7221,1206,7226,1206,7250,1131xe" filled="true" fillcolor="#231f20" stroked="false">
                <v:path arrowok="t"/>
                <v:fill type="solid"/>
              </v:shape>
            </v:group>
            <v:group style="position:absolute;left:7250;top:1134;width:52;height:71" coordorigin="7250,1134" coordsize="52,71">
              <v:shape style="position:absolute;left:7250;top:1134;width:52;height:71" coordorigin="7250,1134" coordsize="52,71" path="m7292,1187l7282,1187,7282,1204,7292,1204,7292,1187xe" filled="true" fillcolor="#231f20" stroked="false">
                <v:path arrowok="t"/>
                <v:fill type="solid"/>
              </v:shape>
              <v:shape style="position:absolute;left:7250;top:1134;width:52;height:71" coordorigin="7250,1134" coordsize="52,71" path="m7292,1134l7283,1134,7250,1179,7250,1187,7302,1187,7302,1180,7259,1180,7282,1147,7292,1147,7292,1134xe" filled="true" fillcolor="#231f20" stroked="false">
                <v:path arrowok="t"/>
                <v:fill type="solid"/>
              </v:shape>
              <v:shape style="position:absolute;left:7250;top:1134;width:52;height:71" coordorigin="7250,1134" coordsize="52,71" path="m7292,1147l7282,1147,7282,1180,7292,1180,7292,1147xe" filled="true" fillcolor="#231f20" stroked="false">
                <v:path arrowok="t"/>
                <v:fill type="solid"/>
              </v:shape>
            </v:group>
            <v:group style="position:absolute;left:7253;top:1868;width:26;height:71" coordorigin="7253,1868" coordsize="26,71">
              <v:shape style="position:absolute;left:7253;top:1868;width:26;height:71" coordorigin="7253,1868" coordsize="26,71" path="m7261,1868l7253,1868,7253,1939,7259,1939,7260,1937,7261,1934,7261,1933,7263,1932,7264,1931,7265,1929,7266,1928,7268,1927,7269,1927,7270,1925,7279,1925,7279,1918,7261,1918,7261,1868xe" filled="true" fillcolor="#231f20" stroked="false">
                <v:path arrowok="t"/>
                <v:fill type="solid"/>
              </v:shape>
            </v:group>
            <v:group style="position:absolute;left:5859;top:1840;width:922;height:73" coordorigin="5859,1840" coordsize="922,73">
              <v:shape style="position:absolute;left:5859;top:1840;width:922;height:73" coordorigin="5859,1840" coordsize="922,73" path="m6771,1841l6747,1841,6745,1843,6743,1844,6742,1846,6739,1849,6738,1851,6737,1855,6736,1859,6734,1862,6733,1866,6733,1889,6734,1893,6736,1895,6737,1899,6754,1912,6761,1912,6764,1911,6766,1911,6771,1909,6772,1907,6775,1905,6776,1904,6755,1904,6753,1902,6750,1902,6748,1901,6747,1899,6744,1896,6743,1894,6743,1889,6742,1889,6742,1885,6743,1883,6743,1882,6744,1879,6745,1878,6747,1877,6748,1875,6749,1874,6752,1873,6753,1873,6755,1872,6741,1872,6742,1867,6743,1863,6743,1860,6744,1857,6745,1855,6748,1852,6749,1850,6750,1849,6753,1848,6754,1846,6756,1845,6775,1845,6774,1843,6771,1841xe" filled="true" fillcolor="#231f20" stroked="false">
                <v:path arrowok="t"/>
                <v:fill type="solid"/>
              </v:shape>
              <v:shape style="position:absolute;left:5859;top:1840;width:922;height:73" coordorigin="5859,1840" coordsize="922,73" path="m6761,1863l6756,1863,6754,1864,6752,1864,6747,1867,6745,1868,6743,1871,6741,1872,6758,1872,6764,1873,6769,1877,6770,1882,6771,1889,6771,1893,6769,1898,6767,1900,6765,1901,6760,1904,6776,1904,6777,1901,6779,1900,6779,1898,6780,1896,6781,1894,6781,1883,6780,1879,6780,1877,6779,1874,6776,1872,6775,1869,6767,1866,6765,1864,6761,1863xe" filled="true" fillcolor="#231f20" stroked="false">
                <v:path arrowok="t"/>
                <v:fill type="solid"/>
              </v:shape>
              <v:shape style="position:absolute;left:5859;top:1840;width:922;height:73" coordorigin="5859,1840" coordsize="922,73" path="m6775,1845l6759,1845,6764,1846,6767,1849,6770,1852,6771,1857,6781,1857,6781,1855,6780,1851,6779,1849,6777,1846,6775,1845xe" filled="true" fillcolor="#231f20" stroked="false">
                <v:path arrowok="t"/>
                <v:fill type="solid"/>
              </v:shape>
              <v:shape style="position:absolute;left:5859;top:1840;width:922;height:73" coordorigin="5859,1840" coordsize="922,73" path="m6766,1840l6752,1840,6749,1841,6769,1841,6766,1840xe" filled="true" fillcolor="#231f20" stroked="false">
                <v:path arrowok="t"/>
                <v:fill type="solid"/>
              </v:shape>
              <v:shape style="position:absolute;left:5859;top:1840;width:922;height:73" coordorigin="5859,1840" coordsize="922,73" path="m6461,1893l6453,1893,6453,1898,6454,1900,6455,1902,6457,1905,6459,1907,6461,1909,6462,1910,6465,1911,6468,1911,6471,1912,6477,1912,6481,1911,6484,1909,6487,1907,6489,1905,6491,1904,6468,1904,6467,1902,6465,1901,6464,1899,6462,1898,6461,1895,6461,1893xe" filled="true" fillcolor="#231f20" stroked="false">
                <v:path arrowok="t"/>
                <v:fill type="solid"/>
              </v:shape>
              <v:shape style="position:absolute;left:5859;top:1840;width:922;height:73" coordorigin="5859,1840" coordsize="922,73" path="m6492,1846l6477,1846,6479,1848,6481,1848,6482,1849,6484,1850,6486,1852,6487,1853,6488,1855,6488,1857,6489,1859,6489,1863,6488,1866,6488,1868,6487,1871,6486,1872,6484,1873,6483,1874,6482,1875,6481,1877,6491,1877,6491,1882,6489,1885,6489,1889,6488,1893,6487,1895,6486,1898,6483,1900,6482,1901,6479,1902,6478,1904,6491,1904,6492,1902,6493,1900,6495,1896,6497,1894,6497,1890,6498,1888,6498,1885,6499,1883,6499,1860,6498,1857,6497,1853,6495,1851,6493,1849,6492,1846xe" filled="true" fillcolor="#231f20" stroked="false">
                <v:path arrowok="t"/>
                <v:fill type="solid"/>
              </v:shape>
              <v:shape style="position:absolute;left:5859;top:1840;width:922;height:73" coordorigin="5859,1840" coordsize="922,73" path="m6486,1841l6461,1841,6459,1844,6456,1846,6455,1849,6453,1851,6451,1853,6451,1857,6450,1860,6450,1866,6451,1868,6453,1872,6454,1874,6455,1877,6456,1879,6459,1880,6461,1883,6464,1884,6467,1884,6470,1885,6478,1885,6481,1884,6483,1883,6486,1882,6488,1880,6489,1878,6471,1878,6468,1877,6460,1866,6460,1859,6461,1856,6462,1852,6464,1850,6466,1849,6468,1848,6471,1846,6492,1846,6489,1845,6488,1843,6486,1841xe" filled="true" fillcolor="#231f20" stroked="false">
                <v:path arrowok="t"/>
                <v:fill type="solid"/>
              </v:shape>
              <v:shape style="position:absolute;left:5859;top:1840;width:922;height:73" coordorigin="5859,1840" coordsize="922,73" path="m6491,1877l6478,1877,6477,1878,6489,1878,6491,1877xe" filled="true" fillcolor="#231f20" stroked="false">
                <v:path arrowok="t"/>
                <v:fill type="solid"/>
              </v:shape>
              <v:shape style="position:absolute;left:5859;top:1840;width:922;height:73" coordorigin="5859,1840" coordsize="922,73" path="m6481,1840l6467,1840,6464,1841,6483,1841,6481,1840xe" filled="true" fillcolor="#231f20" stroked="false">
                <v:path arrowok="t"/>
                <v:fill type="solid"/>
              </v:shape>
              <v:shape style="position:absolute;left:5859;top:1840;width:922;height:73" coordorigin="5859,1840" coordsize="922,73" path="m6171,1840l6155,1840,6152,1841,6149,1844,6146,1845,6145,1848,6142,1850,6141,1852,6141,1855,6140,1856,6140,1862,6141,1866,6141,1869,6142,1872,6145,1874,6147,1877,6150,1878,6152,1879,6149,1880,6146,1884,6144,1889,6144,1899,6145,1901,6146,1904,6147,1905,6149,1907,6151,1909,6153,1910,6156,1911,6160,1911,6162,1912,6169,1912,6176,1910,6178,1909,6180,1907,6183,1905,6183,1904,6161,1904,6160,1902,6158,1901,6157,1900,6156,1900,6155,1899,6153,1898,6153,1895,6152,1894,6152,1890,6153,1888,6155,1887,6156,1884,6158,1883,6161,1882,6171,1882,6171,1874,6164,1874,6161,1873,6157,1872,6152,1869,6151,1867,6150,1864,6150,1855,6151,1853,6153,1851,6155,1850,6161,1848,6163,1846,6184,1846,6183,1844,6179,1843,6176,1841,6171,1840xe" filled="true" fillcolor="#231f20" stroked="false">
                <v:path arrowok="t"/>
                <v:fill type="solid"/>
              </v:shape>
              <v:shape style="position:absolute;left:5859;top:1840;width:922;height:73" coordorigin="5859,1840" coordsize="922,73" path="m6188,1889l6179,1889,6179,1894,6178,1896,6176,1900,6174,1901,6173,1902,6172,1904,6183,1904,6184,1902,6185,1900,6187,1898,6188,1895,6188,1889xe" filled="true" fillcolor="#231f20" stroked="false">
                <v:path arrowok="t"/>
                <v:fill type="solid"/>
              </v:shape>
              <v:shape style="position:absolute;left:5859;top:1840;width:922;height:73" coordorigin="5859,1840" coordsize="922,73" path="m6184,1846l6169,1846,6171,1848,6172,1848,6173,1849,6176,1850,6177,1851,6178,1852,6179,1855,6179,1857,6180,1860,6180,1862,6190,1862,6189,1856,6188,1851,6185,1848,6184,1846xe" filled="true" fillcolor="#231f20" stroked="false">
                <v:path arrowok="t"/>
                <v:fill type="solid"/>
              </v:shape>
              <v:shape style="position:absolute;left:5859;top:1840;width:922;height:73" coordorigin="5859,1840" coordsize="922,73" path="m5888,1840l5875,1840,5868,1844,5865,1849,5864,1851,5863,1853,5862,1856,5861,1860,5859,1862,5859,1882,5861,1888,5862,1893,5863,1896,5864,1900,5867,1904,5868,1906,5870,1909,5873,1910,5876,1911,5880,1912,5888,1912,5890,1911,5894,1910,5896,1909,5901,1904,5879,1904,5878,1902,5875,1901,5874,1899,5873,1898,5872,1895,5870,1891,5869,1888,5869,1884,5868,1879,5868,1872,5869,1868,5869,1862,5870,1860,5872,1856,5873,1853,5874,1851,5876,1849,5878,1848,5880,1846,5900,1846,5897,1844,5895,1843,5891,1841,5888,1840xe" filled="true" fillcolor="#231f20" stroked="false">
                <v:path arrowok="t"/>
                <v:fill type="solid"/>
              </v:shape>
              <v:shape style="position:absolute;left:5859;top:1840;width:922;height:73" coordorigin="5859,1840" coordsize="922,73" path="m5900,1846l5888,1846,5890,1849,5892,1851,5895,1855,5896,1860,5897,1864,5897,1888,5896,1890,5896,1893,5895,1895,5894,1898,5892,1900,5890,1901,5889,1902,5886,1904,5901,1904,5902,1901,5903,1898,5905,1894,5906,1890,5906,1887,5907,1882,5907,1869,5906,1864,5906,1861,5905,1856,5903,1852,5902,1849,5900,1846xe" filled="true" fillcolor="#231f20" stroked="false">
                <v:path arrowok="t"/>
                <v:fill type="solid"/>
              </v:shape>
            </v:group>
            <v:group style="position:absolute;left:5657;top:2420;width:434;height:2" coordorigin="5657,2420" coordsize="434,2">
              <v:shape style="position:absolute;left:5657;top:2420;width:434;height:2" coordorigin="5657,2420" coordsize="434,0" path="m5657,2420l6091,2420e" filled="false" stroked="true" strokeweight=".515pt" strokecolor="#231f20">
                <v:path arrowok="t"/>
              </v:shape>
            </v:group>
            <v:group style="position:absolute;left:6070;top:2389;width:112;height:60" coordorigin="6070,2389" coordsize="112,60">
              <v:shape style="position:absolute;left:6070;top:2389;width:112;height:60" coordorigin="6070,2389" coordsize="112,60" path="m6070,2389l6070,2449,6182,2419,6070,2389xe" filled="true" fillcolor="#231f20" stroked="false">
                <v:path arrowok="t"/>
                <v:fill type="solid"/>
              </v:shape>
              <v:shape style="position:absolute;left:4422;top:0;width:575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11'</w:t>
                      </w:r>
                      <w:r>
                        <w:rPr>
                          <w:rFonts w:ascii="Myriad Pro"/>
                          <w:color w:val="231F20"/>
                          <w:spacing w:val="11"/>
                          <w:sz w:val="20"/>
                        </w:rPr>
                        <w:t> </w:t>
                      </w: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10"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195;top:285;width:647;height:511" type="#_x0000_t202" filled="false" stroked="false">
                <v:textbox inset="0,0,0,0">
                  <w:txbxContent>
                    <w:p>
                      <w:pPr>
                        <w:spacing w:line="213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7'</w:t>
                      </w:r>
                      <w:r>
                        <w:rPr>
                          <w:rFonts w:ascii="Myriad Pro"/>
                          <w:color w:val="231F20"/>
                          <w:spacing w:val="7"/>
                          <w:sz w:val="20"/>
                        </w:rPr>
                        <w:t> </w:t>
                      </w: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6"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  <w:p>
                      <w:pPr>
                        <w:spacing w:line="233" w:lineRule="exact" w:before="65"/>
                        <w:ind w:left="283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5'</w:t>
                      </w:r>
                      <w:r>
                        <w:rPr>
                          <w:rFonts w:ascii="Myriad Pro"/>
                          <w:color w:val="231F20"/>
                          <w:spacing w:val="7"/>
                          <w:sz w:val="20"/>
                        </w:rPr>
                        <w:t> </w:t>
                      </w: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0"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279;top:2311;width:363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1'</w:t>
                      </w:r>
                      <w:r>
                        <w:rPr>
                          <w:rFonts w:ascii="Myriad Pro"/>
                          <w:color w:val="231F20"/>
                          <w:spacing w:val="7"/>
                          <w:sz w:val="20"/>
                        </w:rPr>
                        <w:t> </w:t>
                      </w: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3"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291;top:2798;width:469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3'</w:t>
                      </w:r>
                      <w:r>
                        <w:rPr>
                          <w:rFonts w:ascii="Myriad Pro"/>
                          <w:color w:val="231F20"/>
                          <w:spacing w:val="9"/>
                          <w:sz w:val="20"/>
                        </w:rPr>
                        <w:t> </w:t>
                      </w: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10"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122"/>
        <w:ind w:left="3148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1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6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Reading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dimensions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using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an</w:t>
      </w:r>
      <w:r>
        <w:rPr>
          <w:rFonts w:ascii="Myriad Pro" w:hAnsi="Myriad Pro" w:cs="Myriad Pro" w:eastAsia="Myriad Pro"/>
          <w:color w:val="231F20"/>
          <w:spacing w:val="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2"/>
          <w:sz w:val="18"/>
          <w:szCs w:val="18"/>
        </w:rPr>
        <w:t>architect’s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ruler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(NTS)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8"/>
        <w:rPr>
          <w:rFonts w:ascii="Myriad Pro" w:hAnsi="Myriad Pro" w:cs="Myriad Pro" w:eastAsia="Myriad Pro"/>
          <w:sz w:val="26"/>
          <w:szCs w:val="26"/>
        </w:rPr>
      </w:pPr>
    </w:p>
    <w:p>
      <w:pPr>
        <w:spacing w:line="200" w:lineRule="atLeast"/>
        <w:ind w:left="920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463.25pt;height:65.95pt;mso-position-horizontal-relative:char;mso-position-vertical-relative:line" coordorigin="0,0" coordsize="9265,1319">
            <v:group style="position:absolute;left:0;top:0;width:9265;height:1319" coordorigin="0,0" coordsize="9265,1319">
              <v:shape style="position:absolute;left:0;top:0;width:9265;height:1319" coordorigin="0,0" coordsize="9265,1319" path="m0,0l9264,0,9264,1318,0,1318,0,0xe" filled="true" fillcolor="#d1d3d4" stroked="false">
                <v:path arrowok="t"/>
                <v:fill type="solid"/>
              </v:shape>
            </v:group>
            <v:group style="position:absolute;left:304;top:270;width:420;height:421" coordorigin="304,270" coordsize="420,421">
              <v:shape style="position:absolute;left:304;top:270;width:420;height:421" coordorigin="304,270" coordsize="420,421" path="m723,690l304,690,304,270,723,270,723,690xe" filled="true" fillcolor="#ffffff" stroked="false">
                <v:path arrowok="t"/>
                <v:fill type="solid"/>
              </v:shape>
            </v:group>
            <v:group style="position:absolute;left:304;top:270;width:420;height:421" coordorigin="304,270" coordsize="420,421">
              <v:shape style="position:absolute;left:304;top:270;width:420;height:421" coordorigin="304,270" coordsize="420,421" path="m723,690l304,690,304,270,723,270,723,690xe" filled="false" stroked="true" strokeweight=".431pt" strokecolor="#231f20">
                <v:path arrowok="t"/>
              </v:shape>
            </v:group>
            <v:group style="position:absolute;left:279;top:692;width:466;height:2" coordorigin="279,692" coordsize="466,2">
              <v:shape style="position:absolute;left:279;top:692;width:466;height:2" coordorigin="279,692" coordsize="466,0" path="m279,692l745,692e" filled="false" stroked="true" strokeweight="2.2pt" strokecolor="#231f20">
                <v:path arrowok="t"/>
              </v:shape>
            </v:group>
            <v:group style="position:absolute;left:300;top:291;width:2;height:380" coordorigin="300,291" coordsize="2,380">
              <v:shape style="position:absolute;left:300;top:291;width:2;height:380" coordorigin="300,291" coordsize="0,380" path="m300,291l300,671e" filled="false" stroked="true" strokeweight="2.235pt" strokecolor="#231f20">
                <v:path arrowok="t"/>
              </v:shape>
            </v:group>
            <v:group style="position:absolute;left:279;top:269;width:466;height:2" coordorigin="279,269" coordsize="466,2">
              <v:shape style="position:absolute;left:279;top:269;width:466;height:2" coordorigin="279,269" coordsize="466,0" path="m279,269l745,269e" filled="false" stroked="true" strokeweight="2.3pt" strokecolor="#231f20">
                <v:path arrowok="t"/>
              </v:shape>
            </v:group>
            <v:group style="position:absolute;left:723;top:290;width:2;height:381" coordorigin="723,290" coordsize="2,381">
              <v:shape style="position:absolute;left:723;top:290;width:2;height:381" coordorigin="723,290" coordsize="0,381" path="m723,290l723,670e" filled="false" stroked="true" strokeweight="2.235pt" strokecolor="#231f20">
                <v:path arrowok="t"/>
              </v:shape>
            </v:group>
            <v:group style="position:absolute;left:396;top:149;width:421;height:463" coordorigin="396,149" coordsize="421,463">
              <v:shape style="position:absolute;left:396;top:149;width:421;height:463" coordorigin="396,149" coordsize="421,463" path="m464,474l400,521,396,537,399,556,437,605,473,612,493,608,510,600,524,587,538,567,541,551,540,532,501,480,464,474xe" filled="true" fillcolor="#231f20" stroked="false">
                <v:path arrowok="t"/>
                <v:fill type="solid"/>
              </v:shape>
              <v:shape style="position:absolute;left:396;top:149;width:421;height:463" coordorigin="396,149" coordsize="421,463" path="m685,149l633,180,592,236,559,286,518,355,485,427,490,443,505,455,514,459,537,470,555,474,571,469,588,455,599,443,612,429,668,373,713,333,761,294,786,275,795,268,808,256,814,246,817,235,814,223,771,180,703,150,685,149xe" filled="true" fillcolor="#231f20" stroked="false">
                <v:path arrowok="t"/>
                <v:fill type="solid"/>
              </v:shape>
              <v:shape style="position:absolute;left:0;top:0;width:9265;height:1319" type="#_x0000_t202" filled="false" stroked="false">
                <v:textbox inset="0,0,0,0">
                  <w:txbxContent>
                    <w:p>
                      <w:pPr>
                        <w:spacing w:line="240" w:lineRule="auto" w:before="6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</w:p>
                    <w:p>
                      <w:pPr>
                        <w:spacing w:line="280" w:lineRule="auto" w:before="0"/>
                        <w:ind w:left="1111" w:right="376" w:firstLine="0"/>
                        <w:jc w:val="left"/>
                        <w:rPr>
                          <w:rFonts w:ascii="Myriad Pro Semibold" w:hAnsi="Myriad Pro Semibold" w:cs="Myriad Pro Semibold" w:eastAsia="Myriad Pro Semibold"/>
                          <w:sz w:val="22"/>
                          <w:szCs w:val="22"/>
                        </w:rPr>
                      </w:pP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Architectural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units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have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feet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divided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into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inches,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whereas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7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engineering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1"/>
                          <w:sz w:val="22"/>
                          <w:szCs w:val="22"/>
                        </w:rPr>
                        <w:t>units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72"/>
                          <w:w w:val="102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divide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1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feet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1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into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2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tenths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1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and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1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hundredths.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2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Engineers’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-2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scales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2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are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1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not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1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used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2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to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1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make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58"/>
                          <w:w w:val="102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piping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42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drawings.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sz w:val="22"/>
                          <w:szCs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line="240" w:lineRule="auto" w:before="10"/>
        <w:rPr>
          <w:rFonts w:ascii="Myriad Pro" w:hAnsi="Myriad Pro" w:cs="Myriad Pro" w:eastAsia="Myriad Pro"/>
          <w:sz w:val="7"/>
          <w:szCs w:val="7"/>
        </w:rPr>
      </w:pPr>
    </w:p>
    <w:p>
      <w:pPr>
        <w:pStyle w:val="Heading2"/>
        <w:spacing w:line="240" w:lineRule="auto" w:before="43"/>
        <w:ind w:right="0"/>
        <w:jc w:val="left"/>
        <w:rPr>
          <w:rFonts w:ascii="Myriad Pro Semibold" w:hAnsi="Myriad Pro Semibold" w:cs="Myriad Pro Semibold" w:eastAsia="Myriad Pro Semibold"/>
          <w:b w:val="0"/>
          <w:bCs w:val="0"/>
        </w:rPr>
      </w:pPr>
      <w:r>
        <w:rPr>
          <w:rFonts w:ascii="Myriad Pro Semibold"/>
          <w:color w:val="4F61AB"/>
        </w:rPr>
        <w:t>Metric scales</w:t>
      </w:r>
      <w:r>
        <w:rPr>
          <w:rFonts w:ascii="Myriad Pro Semibold"/>
          <w:b w:val="0"/>
        </w:rPr>
      </w:r>
    </w:p>
    <w:p>
      <w:pPr>
        <w:pStyle w:val="BodyText"/>
        <w:spacing w:line="280" w:lineRule="auto" w:before="7"/>
        <w:ind w:left="920" w:right="1163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triangular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metric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similar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architectural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has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six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edges,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but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  <w:spacing w:val="1"/>
        </w:rPr>
        <w:t>has</w:t>
      </w:r>
      <w:r>
        <w:rPr>
          <w:rFonts w:ascii="Myriad Pro"/>
          <w:color w:val="231F20"/>
          <w:spacing w:val="82"/>
          <w:w w:val="102"/>
        </w:rPr>
        <w:t> </w:t>
      </w:r>
      <w:r>
        <w:rPr>
          <w:rFonts w:ascii="Myriad Pro"/>
          <w:color w:val="231F20"/>
        </w:rPr>
        <w:t>only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one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ratio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per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edge.</w:t>
      </w:r>
      <w:r>
        <w:rPr>
          <w:rFonts w:ascii="Myriad Pro"/>
          <w:color w:val="231F20"/>
          <w:spacing w:val="5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ratio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marked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at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left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end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scale.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-1"/>
        </w:rPr>
        <w:t>For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example,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the</w:t>
      </w:r>
      <w:r>
        <w:rPr>
          <w:rFonts w:ascii="Myriad Pro"/>
          <w:color w:val="231F20"/>
          <w:spacing w:val="48"/>
          <w:w w:val="102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1:50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means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1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mm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drawing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represents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50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mm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  <w:spacing w:val="1"/>
        </w:rPr>
        <w:t>object.</w:t>
      </w:r>
      <w:r>
        <w:rPr>
          <w:rFonts w:ascii="Myriad Pro"/>
          <w:color w:val="231F20"/>
          <w:spacing w:val="7"/>
        </w:rPr>
        <w:t> </w:t>
      </w:r>
      <w:r>
        <w:rPr>
          <w:rFonts w:ascii="Myriad Pro"/>
          <w:color w:val="231F20"/>
        </w:rPr>
        <w:t>This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  <w:spacing w:val="1"/>
        </w:rPr>
        <w:t>means</w:t>
      </w:r>
      <w:r>
        <w:rPr>
          <w:rFonts w:ascii="Myriad Pro"/>
          <w:color w:val="231F20"/>
          <w:spacing w:val="34"/>
          <w:w w:val="102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50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times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larger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than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drawing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it.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450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mm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long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would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be</w:t>
      </w:r>
      <w:r>
        <w:rPr>
          <w:rFonts w:ascii="Myriad Pro"/>
          <w:color w:val="231F20"/>
          <w:spacing w:val="40"/>
          <w:w w:val="102"/>
        </w:rPr>
        <w:t> </w:t>
      </w:r>
      <w:r>
        <w:rPr>
          <w:rFonts w:ascii="Myriad Pro"/>
          <w:color w:val="231F20"/>
        </w:rPr>
        <w:t>represented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by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line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9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mm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long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(450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mm/50).</w:t>
      </w:r>
      <w:r>
        <w:rPr>
          <w:rFonts w:ascii="Myriad Pro"/>
        </w:rPr>
      </w:r>
    </w:p>
    <w:p>
      <w:pPr>
        <w:spacing w:line="240" w:lineRule="auto" w:before="9"/>
        <w:rPr>
          <w:rFonts w:ascii="Myriad Pro" w:hAnsi="Myriad Pro" w:cs="Myriad Pro" w:eastAsia="Myriad Pro"/>
          <w:sz w:val="23"/>
          <w:szCs w:val="23"/>
        </w:rPr>
      </w:pPr>
    </w:p>
    <w:p>
      <w:pPr>
        <w:pStyle w:val="BodyText"/>
        <w:spacing w:line="280" w:lineRule="auto"/>
        <w:ind w:left="920" w:right="1163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7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shows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one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three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sides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metric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scale.</w:t>
      </w:r>
      <w:r>
        <w:rPr>
          <w:rFonts w:ascii="Myriad Pro"/>
          <w:color w:val="231F20"/>
          <w:spacing w:val="5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labelled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1:50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read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from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1"/>
        </w:rPr>
        <w:t>left</w:t>
      </w:r>
      <w:r>
        <w:rPr>
          <w:rFonts w:ascii="Myriad Pro"/>
          <w:color w:val="231F20"/>
          <w:spacing w:val="62"/>
          <w:w w:val="102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right,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from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0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15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m.</w:t>
      </w:r>
      <w:r>
        <w:rPr>
          <w:rFonts w:ascii="Myriad Pro"/>
          <w:color w:val="231F20"/>
          <w:spacing w:val="4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1:5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(on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bottom)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can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also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read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from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  <w:spacing w:val="1"/>
        </w:rPr>
        <w:t>left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right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(0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40"/>
          <w:w w:val="102"/>
        </w:rPr>
        <w:t> </w:t>
      </w:r>
      <w:r>
        <w:rPr>
          <w:rFonts w:ascii="Myriad Pro"/>
          <w:color w:val="231F20"/>
        </w:rPr>
        <w:t>600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mm)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by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turning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around.</w:t>
      </w:r>
      <w:r>
        <w:rPr>
          <w:rFonts w:ascii="Myriad Pro"/>
        </w:rPr>
      </w:r>
    </w:p>
    <w:p>
      <w:pPr>
        <w:spacing w:after="0" w:line="280" w:lineRule="auto"/>
        <w:jc w:val="left"/>
        <w:rPr>
          <w:rFonts w:ascii="Myriad Pro" w:hAnsi="Myriad Pro" w:cs="Myriad Pro" w:eastAsia="Myriad Pro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  <w:r>
        <w:rPr/>
        <w:pict>
          <v:group style="position:absolute;margin-left:123.488617pt;margin-top:434.338959pt;width:402.7pt;height:51pt;mso-position-horizontal-relative:page;mso-position-vertical-relative:page;z-index:3856" coordorigin="2470,8687" coordsize="8054,1020">
            <v:shape style="position:absolute;left:2470;top:8687;width:8054;height:1019" type="#_x0000_t75" stroked="false">
              <v:imagedata r:id="rId34" o:title=""/>
            </v:shape>
            <v:group style="position:absolute;left:2584;top:9103;width:2;height:223" coordorigin="2584,9103" coordsize="2,223">
              <v:shape style="position:absolute;left:2584;top:9103;width:2;height:223" coordorigin="2584,9103" coordsize="0,223" path="m2584,9103l2584,9326e" filled="false" stroked="true" strokeweight=".801655pt" strokecolor="#231f20">
                <v:path arrowok="t"/>
              </v:shape>
            </v:group>
            <v:group style="position:absolute;left:3147;top:9103;width:2;height:223" coordorigin="3147,9103" coordsize="2,223">
              <v:shape style="position:absolute;left:3147;top:9103;width:2;height:223" coordorigin="3147,9103" coordsize="0,223" path="m3147,9103l3147,9326e" filled="false" stroked="true" strokeweight=".801655pt" strokecolor="#231f20">
                <v:path arrowok="t"/>
              </v:shape>
            </v:group>
            <v:group style="position:absolute;left:3709;top:9103;width:2;height:223" coordorigin="3709,9103" coordsize="2,223">
              <v:shape style="position:absolute;left:3709;top:9103;width:2;height:223" coordorigin="3709,9103" coordsize="0,223" path="m3709,9103l3709,9326e" filled="false" stroked="true" strokeweight=".802717pt" strokecolor="#231f20">
                <v:path arrowok="t"/>
              </v:shape>
            </v:group>
            <v:group style="position:absolute;left:4272;top:9103;width:2;height:223" coordorigin="4272,9103" coordsize="2,223">
              <v:shape style="position:absolute;left:4272;top:9103;width:2;height:223" coordorigin="4272,9103" coordsize="0,223" path="m4272,9103l4272,9326e" filled="false" stroked="true" strokeweight=".831377pt" strokecolor="#231f20">
                <v:path arrowok="t"/>
              </v:shape>
            </v:group>
            <v:group style="position:absolute;left:4835;top:9103;width:2;height:223" coordorigin="4835,9103" coordsize="2,223">
              <v:shape style="position:absolute;left:4835;top:9103;width:2;height:223" coordorigin="4835,9103" coordsize="0,223" path="m4835,9103l4835,9326e" filled="false" stroked="true" strokeweight=".801655pt" strokecolor="#231f20">
                <v:path arrowok="t"/>
              </v:shape>
            </v:group>
            <v:group style="position:absolute;left:5397;top:9103;width:2;height:223" coordorigin="5397,9103" coordsize="2,223">
              <v:shape style="position:absolute;left:5397;top:9103;width:2;height:223" coordorigin="5397,9103" coordsize="0,223" path="m5397,9103l5397,9326e" filled="false" stroked="true" strokeweight=".802717pt" strokecolor="#231f20">
                <v:path arrowok="t"/>
              </v:shape>
            </v:group>
            <v:group style="position:absolute;left:5960;top:9103;width:2;height:223" coordorigin="5960,9103" coordsize="2,223">
              <v:shape style="position:absolute;left:5960;top:9103;width:2;height:223" coordorigin="5960,9103" coordsize="0,223" path="m5960,9103l5960,9326e" filled="false" stroked="true" strokeweight=".801655pt" strokecolor="#231f20">
                <v:path arrowok="t"/>
              </v:shape>
            </v:group>
            <v:group style="position:absolute;left:6523;top:9103;width:2;height:223" coordorigin="6523,9103" coordsize="2,223">
              <v:shape style="position:absolute;left:6523;top:9103;width:2;height:223" coordorigin="6523,9103" coordsize="0,223" path="m6523,9103l6523,9326e" filled="false" stroked="true" strokeweight=".801655pt" strokecolor="#231f20">
                <v:path arrowok="t"/>
              </v:shape>
            </v:group>
            <v:group style="position:absolute;left:7085;top:9103;width:2;height:223" coordorigin="7085,9103" coordsize="2,223">
              <v:shape style="position:absolute;left:7085;top:9103;width:2;height:223" coordorigin="7085,9103" coordsize="0,223" path="m7085,9103l7085,9326e" filled="false" stroked="true" strokeweight=".802717pt" strokecolor="#231f20">
                <v:path arrowok="t"/>
              </v:shape>
            </v:group>
            <v:group style="position:absolute;left:7648;top:9103;width:2;height:223" coordorigin="7648,9103" coordsize="2,223">
              <v:shape style="position:absolute;left:7648;top:9103;width:2;height:223" coordorigin="7648,9103" coordsize="0,223" path="m7648,9103l7648,9326e" filled="false" stroked="true" strokeweight=".801655pt" strokecolor="#231f20">
                <v:path arrowok="t"/>
              </v:shape>
            </v:group>
            <v:group style="position:absolute;left:8211;top:9103;width:2;height:223" coordorigin="8211,9103" coordsize="2,223">
              <v:shape style="position:absolute;left:8211;top:9103;width:2;height:223" coordorigin="8211,9103" coordsize="0,223" path="m8211,9103l8211,9326e" filled="false" stroked="true" strokeweight=".801655pt" strokecolor="#231f20">
                <v:path arrowok="t"/>
              </v:shape>
            </v:group>
            <v:group style="position:absolute;left:8774;top:9103;width:2;height:223" coordorigin="8774,9103" coordsize="2,223">
              <v:shape style="position:absolute;left:8774;top:9103;width:2;height:223" coordorigin="8774,9103" coordsize="0,223" path="m8774,9103l8774,9326e" filled="false" stroked="true" strokeweight=".801655pt" strokecolor="#231f20">
                <v:path arrowok="t"/>
              </v:shape>
            </v:group>
            <v:group style="position:absolute;left:9336;top:9103;width:2;height:223" coordorigin="9336,9103" coordsize="2,223">
              <v:shape style="position:absolute;left:9336;top:9103;width:2;height:223" coordorigin="9336,9103" coordsize="0,223" path="m9336,9103l9336,9326e" filled="false" stroked="true" strokeweight=".801655pt" strokecolor="#231f20">
                <v:path arrowok="t"/>
              </v:shape>
            </v:group>
            <v:group style="position:absolute;left:9899;top:9103;width:2;height:223" coordorigin="9899,9103" coordsize="2,223">
              <v:shape style="position:absolute;left:9899;top:9103;width:2;height:223" coordorigin="9899,9103" coordsize="0,223" path="m9899,9103l9899,9326e" filled="false" stroked="true" strokeweight=".801655pt" strokecolor="#231f20">
                <v:path arrowok="t"/>
              </v:shape>
            </v:group>
            <v:group style="position:absolute;left:2640;top:9103;width:2;height:223" coordorigin="2640,9103" coordsize="2,223">
              <v:shape style="position:absolute;left:2640;top:9103;width:2;height:223" coordorigin="2640,9103" coordsize="0,223" path="m2640,9103l2640,9326e" filled="false" stroked="true" strokeweight=".802717pt" strokecolor="#231f20">
                <v:path arrowok="t"/>
              </v:shape>
            </v:group>
            <v:group style="position:absolute;left:3203;top:9103;width:2;height:223" coordorigin="3203,9103" coordsize="2,223">
              <v:shape style="position:absolute;left:3203;top:9103;width:2;height:223" coordorigin="3203,9103" coordsize="0,223" path="m3203,9103l3203,9326e" filled="false" stroked="true" strokeweight=".802717pt" strokecolor="#231f20">
                <v:path arrowok="t"/>
              </v:shape>
            </v:group>
            <v:group style="position:absolute;left:3766;top:9103;width:2;height:223" coordorigin="3766,9103" coordsize="2,223">
              <v:shape style="position:absolute;left:3766;top:9103;width:2;height:223" coordorigin="3766,9103" coordsize="0,223" path="m3766,9103l3766,9326e" filled="false" stroked="true" strokeweight=".801655pt" strokecolor="#231f20">
                <v:path arrowok="t"/>
              </v:shape>
            </v:group>
            <v:group style="position:absolute;left:4328;top:9103;width:2;height:223" coordorigin="4328,9103" coordsize="2,223">
              <v:shape style="position:absolute;left:4328;top:9103;width:2;height:223" coordorigin="4328,9103" coordsize="0,223" path="m4328,9103l4328,9326e" filled="false" stroked="true" strokeweight=".801655pt" strokecolor="#231f20">
                <v:path arrowok="t"/>
              </v:shape>
            </v:group>
            <v:group style="position:absolute;left:4891;top:9103;width:2;height:223" coordorigin="4891,9103" coordsize="2,223">
              <v:shape style="position:absolute;left:4891;top:9103;width:2;height:223" coordorigin="4891,9103" coordsize="0,223" path="m4891,9103l4891,9326e" filled="false" stroked="true" strokeweight=".801655pt" strokecolor="#231f20">
                <v:path arrowok="t"/>
              </v:shape>
            </v:group>
            <v:group style="position:absolute;left:5454;top:9103;width:2;height:223" coordorigin="5454,9103" coordsize="2,223">
              <v:shape style="position:absolute;left:5454;top:9103;width:2;height:223" coordorigin="5454,9103" coordsize="0,223" path="m5454,9103l5454,9326e" filled="false" stroked="true" strokeweight=".801655pt" strokecolor="#231f20">
                <v:path arrowok="t"/>
              </v:shape>
            </v:group>
            <v:group style="position:absolute;left:6016;top:9103;width:2;height:223" coordorigin="6016,9103" coordsize="2,223">
              <v:shape style="position:absolute;left:6016;top:9103;width:2;height:223" coordorigin="6016,9103" coordsize="0,223" path="m6016,9103l6016,9326e" filled="false" stroked="true" strokeweight=".802717pt" strokecolor="#231f20">
                <v:path arrowok="t"/>
              </v:shape>
            </v:group>
            <v:group style="position:absolute;left:6579;top:9103;width:2;height:223" coordorigin="6579,9103" coordsize="2,223">
              <v:shape style="position:absolute;left:6579;top:9103;width:2;height:223" coordorigin="6579,9103" coordsize="0,223" path="m6579,9103l6579,9326e" filled="false" stroked="true" strokeweight=".801655pt" strokecolor="#231f20">
                <v:path arrowok="t"/>
              </v:shape>
            </v:group>
            <v:group style="position:absolute;left:7142;top:9103;width:2;height:223" coordorigin="7142,9103" coordsize="2,223">
              <v:shape style="position:absolute;left:7142;top:9103;width:2;height:223" coordorigin="7142,9103" coordsize="0,223" path="m7142,9103l7142,9326e" filled="false" stroked="true" strokeweight=".821824pt" strokecolor="#231f20">
                <v:path arrowok="t"/>
              </v:shape>
            </v:group>
            <v:group style="position:absolute;left:7704;top:9103;width:2;height:223" coordorigin="7704,9103" coordsize="2,223">
              <v:shape style="position:absolute;left:7704;top:9103;width:2;height:223" coordorigin="7704,9103" coordsize="0,223" path="m7704,9103l7704,9326e" filled="false" stroked="true" strokeweight=".801655pt" strokecolor="#231f20">
                <v:path arrowok="t"/>
              </v:shape>
            </v:group>
            <v:group style="position:absolute;left:8267;top:9103;width:2;height:223" coordorigin="8267,9103" coordsize="2,223">
              <v:shape style="position:absolute;left:8267;top:9103;width:2;height:223" coordorigin="8267,9103" coordsize="0,223" path="m8267,9103l8267,9326e" filled="false" stroked="true" strokeweight=".801655pt" strokecolor="#231f20">
                <v:path arrowok="t"/>
              </v:shape>
            </v:group>
            <v:group style="position:absolute;left:8830;top:9103;width:2;height:223" coordorigin="8830,9103" coordsize="2,223">
              <v:shape style="position:absolute;left:8830;top:9103;width:2;height:223" coordorigin="8830,9103" coordsize="0,223" path="m8830,9103l8830,9326e" filled="false" stroked="true" strokeweight=".803778pt" strokecolor="#231f20">
                <v:path arrowok="t"/>
              </v:shape>
            </v:group>
            <v:group style="position:absolute;left:9393;top:9103;width:2;height:223" coordorigin="9393,9103" coordsize="2,223">
              <v:shape style="position:absolute;left:9393;top:9103;width:2;height:223" coordorigin="9393,9103" coordsize="0,223" path="m9393,9103l9393,9326e" filled="false" stroked="true" strokeweight=".801655pt" strokecolor="#231f20">
                <v:path arrowok="t"/>
              </v:shape>
            </v:group>
            <v:group style="position:absolute;left:9955;top:9103;width:2;height:223" coordorigin="9955,9103" coordsize="2,223">
              <v:shape style="position:absolute;left:9955;top:9103;width:2;height:223" coordorigin="9955,9103" coordsize="0,223" path="m9955,9103l9955,9326e" filled="false" stroked="true" strokeweight=".801655pt" strokecolor="#231f20">
                <v:path arrowok="t"/>
              </v:shape>
            </v:group>
            <v:group style="position:absolute;left:2696;top:9103;width:2;height:223" coordorigin="2696,9103" coordsize="2,223">
              <v:shape style="position:absolute;left:2696;top:9103;width:2;height:223" coordorigin="2696,9103" coordsize="0,223" path="m2696,9103l2696,9326e" filled="false" stroked="true" strokeweight=".82607pt" strokecolor="#231f20">
                <v:path arrowok="t"/>
              </v:shape>
            </v:group>
            <v:group style="position:absolute;left:3259;top:9103;width:2;height:223" coordorigin="3259,9103" coordsize="2,223">
              <v:shape style="position:absolute;left:3259;top:9103;width:2;height:223" coordorigin="3259,9103" coordsize="0,223" path="m3259,9103l3259,9326e" filled="false" stroked="true" strokeweight=".802717pt" strokecolor="#231f20">
                <v:path arrowok="t"/>
              </v:shape>
            </v:group>
            <v:group style="position:absolute;left:3822;top:9103;width:2;height:223" coordorigin="3822,9103" coordsize="2,223">
              <v:shape style="position:absolute;left:3822;top:9103;width:2;height:223" coordorigin="3822,9103" coordsize="0,223" path="m3822,9103l3822,9326e" filled="false" stroked="true" strokeweight=".801655pt" strokecolor="#231f20">
                <v:path arrowok="t"/>
              </v:shape>
            </v:group>
            <v:group style="position:absolute;left:4385;top:9103;width:2;height:223" coordorigin="4385,9103" coordsize="2,223">
              <v:shape style="position:absolute;left:4385;top:9103;width:2;height:223" coordorigin="4385,9103" coordsize="0,223" path="m4385,9103l4385,9326e" filled="false" stroked="true" strokeweight=".801655pt" strokecolor="#231f20">
                <v:path arrowok="t"/>
              </v:shape>
            </v:group>
            <v:group style="position:absolute;left:4947;top:9103;width:2;height:223" coordorigin="4947,9103" coordsize="2,223">
              <v:shape style="position:absolute;left:4947;top:9103;width:2;height:223" coordorigin="4947,9103" coordsize="0,223" path="m4947,9103l4947,9326e" filled="false" stroked="true" strokeweight=".802717pt" strokecolor="#231f20">
                <v:path arrowok="t"/>
              </v:shape>
            </v:group>
            <v:group style="position:absolute;left:5510;top:9103;width:2;height:223" coordorigin="5510,9103" coordsize="2,223">
              <v:shape style="position:absolute;left:5510;top:9103;width:2;height:223" coordorigin="5510,9103" coordsize="0,223" path="m5510,9103l5510,9326e" filled="false" stroked="true" strokeweight=".801655pt" strokecolor="#231f20">
                <v:path arrowok="t"/>
              </v:shape>
            </v:group>
            <v:group style="position:absolute;left:6073;top:9103;width:2;height:223" coordorigin="6073,9103" coordsize="2,223">
              <v:shape style="position:absolute;left:6073;top:9103;width:2;height:223" coordorigin="6073,9103" coordsize="0,223" path="m6073,9103l6073,9326e" filled="false" stroked="true" strokeweight=".803778pt" strokecolor="#231f20">
                <v:path arrowok="t"/>
              </v:shape>
            </v:group>
            <v:group style="position:absolute;left:6635;top:9103;width:2;height:223" coordorigin="6635,9103" coordsize="2,223">
              <v:shape style="position:absolute;left:6635;top:9103;width:2;height:223" coordorigin="6635,9103" coordsize="0,223" path="m6635,9103l6635,9326e" filled="false" stroked="true" strokeweight=".801655pt" strokecolor="#231f20">
                <v:path arrowok="t"/>
              </v:shape>
            </v:group>
            <v:group style="position:absolute;left:7198;top:9103;width:2;height:223" coordorigin="7198,9103" coordsize="2,223">
              <v:shape style="position:absolute;left:7198;top:9103;width:2;height:223" coordorigin="7198,9103" coordsize="0,223" path="m7198,9103l7198,9326e" filled="false" stroked="true" strokeweight=".801655pt" strokecolor="#231f20">
                <v:path arrowok="t"/>
              </v:shape>
            </v:group>
            <v:group style="position:absolute;left:7761;top:9103;width:2;height:223" coordorigin="7761,9103" coordsize="2,223">
              <v:shape style="position:absolute;left:7761;top:9103;width:2;height:223" coordorigin="7761,9103" coordsize="0,223" path="m7761,9103l7761,9326e" filled="false" stroked="true" strokeweight=".802717pt" strokecolor="#231f20">
                <v:path arrowok="t"/>
              </v:shape>
            </v:group>
            <v:group style="position:absolute;left:8323;top:9103;width:2;height:223" coordorigin="8323,9103" coordsize="2,223">
              <v:shape style="position:absolute;left:8323;top:9103;width:2;height:223" coordorigin="8323,9103" coordsize="0,223" path="m8323,9103l8323,9326e" filled="false" stroked="true" strokeweight=".802717pt" strokecolor="#231f20">
                <v:path arrowok="t"/>
              </v:shape>
            </v:group>
            <v:group style="position:absolute;left:8886;top:8695;width:2;height:631" coordorigin="8886,8695" coordsize="2,631">
              <v:shape style="position:absolute;left:8886;top:8695;width:2;height:631" coordorigin="8886,8695" coordsize="0,631" path="m8886,8695l8886,9326e" filled="false" stroked="true" strokeweight=".801655pt" strokecolor="#231f20">
                <v:path arrowok="t"/>
              </v:shape>
            </v:group>
            <v:group style="position:absolute;left:9449;top:9103;width:2;height:223" coordorigin="9449,9103" coordsize="2,223">
              <v:shape style="position:absolute;left:9449;top:9103;width:2;height:223" coordorigin="9449,9103" coordsize="0,223" path="m9449,9103l9449,9326e" filled="false" stroked="true" strokeweight=".801655pt" strokecolor="#231f20">
                <v:path arrowok="t"/>
              </v:shape>
            </v:group>
            <v:group style="position:absolute;left:10012;top:9103;width:2;height:223" coordorigin="10012,9103" coordsize="2,223">
              <v:shape style="position:absolute;left:10012;top:9103;width:2;height:223" coordorigin="10012,9103" coordsize="0,223" path="m10012,9103l10012,9326e" filled="false" stroked="true" strokeweight=".802717pt" strokecolor="#231f20">
                <v:path arrowok="t"/>
              </v:shape>
            </v:group>
            <v:group style="position:absolute;left:2753;top:9103;width:2;height:223" coordorigin="2753,9103" coordsize="2,223">
              <v:shape style="position:absolute;left:2753;top:9103;width:2;height:223" coordorigin="2753,9103" coordsize="0,223" path="m2753,9103l2753,9326e" filled="false" stroked="true" strokeweight=".802717pt" strokecolor="#231f20">
                <v:path arrowok="t"/>
              </v:shape>
            </v:group>
            <v:group style="position:absolute;left:3315;top:9103;width:2;height:223" coordorigin="3315,9103" coordsize="2,223">
              <v:shape style="position:absolute;left:3315;top:9103;width:2;height:223" coordorigin="3315,9103" coordsize="0,223" path="m3315,9103l3315,9326e" filled="false" stroked="true" strokeweight=".802717pt" strokecolor="#231f20">
                <v:path arrowok="t"/>
              </v:shape>
            </v:group>
            <v:group style="position:absolute;left:3878;top:9103;width:2;height:223" coordorigin="3878,9103" coordsize="2,223">
              <v:shape style="position:absolute;left:3878;top:9103;width:2;height:223" coordorigin="3878,9103" coordsize="0,223" path="m3878,9103l3878,9326e" filled="false" stroked="true" strokeweight=".801655pt" strokecolor="#231f20">
                <v:path arrowok="t"/>
              </v:shape>
            </v:group>
            <v:group style="position:absolute;left:4441;top:9103;width:2;height:223" coordorigin="4441,9103" coordsize="2,223">
              <v:shape style="position:absolute;left:4441;top:9103;width:2;height:223" coordorigin="4441,9103" coordsize="0,223" path="m4441,9103l4441,9326e" filled="false" stroked="true" strokeweight=".802717pt" strokecolor="#231f20">
                <v:path arrowok="t"/>
              </v:shape>
            </v:group>
            <v:group style="position:absolute;left:5004;top:9103;width:2;height:223" coordorigin="5004,9103" coordsize="2,223">
              <v:shape style="position:absolute;left:5004;top:9103;width:2;height:223" coordorigin="5004,9103" coordsize="0,223" path="m5004,9103l5004,9326e" filled="false" stroked="true" strokeweight=".802717pt" strokecolor="#231f20">
                <v:path arrowok="t"/>
              </v:shape>
            </v:group>
            <v:group style="position:absolute;left:5567;top:9103;width:2;height:223" coordorigin="5567,9103" coordsize="2,223">
              <v:shape style="position:absolute;left:5567;top:9103;width:2;height:223" coordorigin="5567,9103" coordsize="0,223" path="m5567,9103l5567,9326e" filled="false" stroked="true" strokeweight=".801655pt" strokecolor="#231f20">
                <v:path arrowok="t"/>
              </v:shape>
            </v:group>
            <v:group style="position:absolute;left:6129;top:9103;width:2;height:223" coordorigin="6129,9103" coordsize="2,223">
              <v:shape style="position:absolute;left:6129;top:9103;width:2;height:223" coordorigin="6129,9103" coordsize="0,223" path="m6129,9103l6129,9326e" filled="false" stroked="true" strokeweight=".801655pt" strokecolor="#231f20">
                <v:path arrowok="t"/>
              </v:shape>
            </v:group>
            <v:group style="position:absolute;left:6692;top:9103;width:2;height:223" coordorigin="6692,9103" coordsize="2,223">
              <v:shape style="position:absolute;left:6692;top:9103;width:2;height:223" coordorigin="6692,9103" coordsize="0,223" path="m6692,9103l6692,9326e" filled="false" stroked="true" strokeweight=".803778pt" strokecolor="#231f20">
                <v:path arrowok="t"/>
              </v:shape>
            </v:group>
            <v:group style="position:absolute;left:7254;top:9103;width:2;height:223" coordorigin="7254,9103" coordsize="2,223">
              <v:shape style="position:absolute;left:7254;top:9103;width:2;height:223" coordorigin="7254,9103" coordsize="0,223" path="m7254,9103l7254,9326e" filled="false" stroked="true" strokeweight=".800594pt" strokecolor="#231f20">
                <v:path arrowok="t"/>
              </v:shape>
            </v:group>
            <v:group style="position:absolute;left:7817;top:9103;width:2;height:223" coordorigin="7817,9103" coordsize="2,223">
              <v:shape style="position:absolute;left:7817;top:9103;width:2;height:223" coordorigin="7817,9103" coordsize="0,223" path="m7817,9103l7817,9326e" filled="false" stroked="true" strokeweight=".801655pt" strokecolor="#231f20">
                <v:path arrowok="t"/>
              </v:shape>
            </v:group>
            <v:group style="position:absolute;left:8380;top:9103;width:2;height:223" coordorigin="8380,9103" coordsize="2,223">
              <v:shape style="position:absolute;left:8380;top:9103;width:2;height:223" coordorigin="8380,9103" coordsize="0,223" path="m8380,9103l8380,9326e" filled="false" stroked="true" strokeweight=".801655pt" strokecolor="#231f20">
                <v:path arrowok="t"/>
              </v:shape>
            </v:group>
            <v:group style="position:absolute;left:8942;top:9103;width:2;height:223" coordorigin="8942,9103" coordsize="2,223">
              <v:shape style="position:absolute;left:8942;top:9103;width:2;height:223" coordorigin="8942,9103" coordsize="0,223" path="m8942,9103l8942,9326e" filled="false" stroked="true" strokeweight=".801655pt" strokecolor="#231f20">
                <v:path arrowok="t"/>
              </v:shape>
            </v:group>
            <v:group style="position:absolute;left:9505;top:9103;width:2;height:223" coordorigin="9505,9103" coordsize="2,223">
              <v:shape style="position:absolute;left:9505;top:9103;width:2;height:223" coordorigin="9505,9103" coordsize="0,223" path="m9505,9103l9505,9326e" filled="false" stroked="true" strokeweight=".801655pt" strokecolor="#231f20">
                <v:path arrowok="t"/>
              </v:shape>
            </v:group>
            <v:group style="position:absolute;left:10068;top:9103;width:2;height:223" coordorigin="10068,9103" coordsize="2,223">
              <v:shape style="position:absolute;left:10068;top:9103;width:2;height:223" coordorigin="10068,9103" coordsize="0,223" path="m10068,9103l10068,9326e" filled="false" stroked="true" strokeweight=".802717pt" strokecolor="#231f20">
                <v:path arrowok="t"/>
              </v:shape>
            </v:group>
            <v:group style="position:absolute;left:2809;top:9103;width:2;height:340" coordorigin="2809,9103" coordsize="2,340">
              <v:shape style="position:absolute;left:2809;top:9103;width:2;height:340" coordorigin="2809,9103" coordsize="0,340" path="m2809,9103l2809,9443e" filled="false" stroked="true" strokeweight=".801655pt" strokecolor="#231f20">
                <v:path arrowok="t"/>
              </v:shape>
            </v:group>
            <v:group style="position:absolute;left:3372;top:9103;width:2;height:340" coordorigin="3372,9103" coordsize="2,340">
              <v:shape style="position:absolute;left:3372;top:9103;width:2;height:340" coordorigin="3372,9103" coordsize="0,340" path="m3372,9103l3372,9443e" filled="false" stroked="true" strokeweight=".801655pt" strokecolor="#231f20">
                <v:path arrowok="t"/>
              </v:shape>
            </v:group>
            <v:group style="position:absolute;left:3934;top:9103;width:2;height:340" coordorigin="3934,9103" coordsize="2,340">
              <v:shape style="position:absolute;left:3934;top:9103;width:2;height:340" coordorigin="3934,9103" coordsize="0,340" path="m3934,9103l3934,9443e" filled="false" stroked="true" strokeweight=".802717pt" strokecolor="#231f20">
                <v:path arrowok="t"/>
              </v:shape>
            </v:group>
            <v:group style="position:absolute;left:4497;top:9103;width:2;height:340" coordorigin="4497,9103" coordsize="2,340">
              <v:shape style="position:absolute;left:4497;top:9103;width:2;height:340" coordorigin="4497,9103" coordsize="0,340" path="m4497,9103l4497,9443e" filled="false" stroked="true" strokeweight=".801655pt" strokecolor="#231f20">
                <v:path arrowok="t"/>
              </v:shape>
            </v:group>
            <v:group style="position:absolute;left:5060;top:9103;width:2;height:340" coordorigin="5060,9103" coordsize="2,340">
              <v:shape style="position:absolute;left:5060;top:9103;width:2;height:340" coordorigin="5060,9103" coordsize="0,340" path="m5060,9103l5060,9443e" filled="false" stroked="true" strokeweight=".803778pt" strokecolor="#231f20">
                <v:path arrowok="t"/>
              </v:shape>
            </v:group>
            <v:group style="position:absolute;left:5623;top:9103;width:2;height:340" coordorigin="5623,9103" coordsize="2,340">
              <v:shape style="position:absolute;left:5623;top:9103;width:2;height:340" coordorigin="5623,9103" coordsize="0,340" path="m5623,9103l5623,9443e" filled="false" stroked="true" strokeweight=".801655pt" strokecolor="#231f20">
                <v:path arrowok="t"/>
              </v:shape>
            </v:group>
            <v:group style="position:absolute;left:6185;top:9103;width:2;height:340" coordorigin="6185,9103" coordsize="2,340">
              <v:shape style="position:absolute;left:6185;top:9103;width:2;height:340" coordorigin="6185,9103" coordsize="0,340" path="m6185,9103l6185,9443e" filled="false" stroked="true" strokeweight=".801655pt" strokecolor="#231f20">
                <v:path arrowok="t"/>
              </v:shape>
            </v:group>
            <v:group style="position:absolute;left:6748;top:9103;width:2;height:340" coordorigin="6748,9103" coordsize="2,340">
              <v:shape style="position:absolute;left:6748;top:9103;width:2;height:340" coordorigin="6748,9103" coordsize="0,340" path="m6748,9103l6748,9443e" filled="false" stroked="true" strokeweight=".801655pt" strokecolor="#231f20">
                <v:path arrowok="t"/>
              </v:shape>
            </v:group>
            <v:group style="position:absolute;left:7311;top:9103;width:2;height:340" coordorigin="7311,9103" coordsize="2,340">
              <v:shape style="position:absolute;left:7311;top:9103;width:2;height:340" coordorigin="7311,9103" coordsize="0,340" path="m7311,9103l7311,9443e" filled="false" stroked="true" strokeweight=".802717pt" strokecolor="#231f20">
                <v:path arrowok="t"/>
              </v:shape>
            </v:group>
            <v:group style="position:absolute;left:7874;top:9103;width:2;height:340" coordorigin="7874,9103" coordsize="2,340">
              <v:shape style="position:absolute;left:7874;top:9103;width:2;height:340" coordorigin="7874,9103" coordsize="0,340" path="m7874,9103l7874,9443e" filled="false" stroked="true" strokeweight=".802717pt" strokecolor="#231f20">
                <v:path arrowok="t"/>
              </v:shape>
            </v:group>
            <v:group style="position:absolute;left:8436;top:9103;width:2;height:340" coordorigin="8436,9103" coordsize="2,340">
              <v:shape style="position:absolute;left:8436;top:9103;width:2;height:340" coordorigin="8436,9103" coordsize="0,340" path="m8436,9103l8436,9443e" filled="false" stroked="true" strokeweight=".802717pt" strokecolor="#231f20">
                <v:path arrowok="t"/>
              </v:shape>
            </v:group>
            <v:group style="position:absolute;left:8999;top:9103;width:2;height:340" coordorigin="8999,9103" coordsize="2,340">
              <v:shape style="position:absolute;left:8999;top:9103;width:2;height:340" coordorigin="8999,9103" coordsize="0,340" path="m8999,9103l8999,9443e" filled="false" stroked="true" strokeweight=".803778pt" strokecolor="#231f20">
                <v:path arrowok="t"/>
              </v:shape>
            </v:group>
            <v:group style="position:absolute;left:9561;top:9103;width:2;height:340" coordorigin="9561,9103" coordsize="2,340">
              <v:shape style="position:absolute;left:9561;top:9103;width:2;height:340" coordorigin="9561,9103" coordsize="0,340" path="m9561,9103l9561,9443e" filled="false" stroked="true" strokeweight=".802717pt" strokecolor="#231f20">
                <v:path arrowok="t"/>
              </v:shape>
            </v:group>
            <v:group style="position:absolute;left:10124;top:9103;width:2;height:340" coordorigin="10124,9103" coordsize="2,340">
              <v:shape style="position:absolute;left:10124;top:9103;width:2;height:340" coordorigin="10124,9103" coordsize="0,340" path="m10124,9103l10124,9443e" filled="false" stroked="true" strokeweight=".801655pt" strokecolor="#231f20">
                <v:path arrowok="t"/>
              </v:shape>
            </v:group>
            <v:group style="position:absolute;left:2865;top:9103;width:2;height:223" coordorigin="2865,9103" coordsize="2,223">
              <v:shape style="position:absolute;left:2865;top:9103;width:2;height:223" coordorigin="2865,9103" coordsize="0,223" path="m2865,9103l2865,9326e" filled="false" stroked="true" strokeweight=".802717pt" strokecolor="#231f20">
                <v:path arrowok="t"/>
              </v:shape>
            </v:group>
            <v:group style="position:absolute;left:3428;top:9103;width:2;height:223" coordorigin="3428,9103" coordsize="2,223">
              <v:shape style="position:absolute;left:3428;top:9103;width:2;height:223" coordorigin="3428,9103" coordsize="0,223" path="m3428,9103l3428,9326e" filled="false" stroked="true" strokeweight=".801655pt" strokecolor="#231f20">
                <v:path arrowok="t"/>
              </v:shape>
            </v:group>
            <v:group style="position:absolute;left:3991;top:9103;width:2;height:223" coordorigin="3991,9103" coordsize="2,223">
              <v:shape style="position:absolute;left:3991;top:9103;width:2;height:223" coordorigin="3991,9103" coordsize="0,223" path="m3991,9103l3991,9326e" filled="false" stroked="true" strokeweight=".802717pt" strokecolor="#231f20">
                <v:path arrowok="t"/>
              </v:shape>
            </v:group>
            <v:group style="position:absolute;left:4553;top:9103;width:2;height:223" coordorigin="4553,9103" coordsize="2,223">
              <v:shape style="position:absolute;left:4553;top:9103;width:2;height:223" coordorigin="4553,9103" coordsize="0,223" path="m4553,9103l4553,9326e" filled="false" stroked="true" strokeweight=".802717pt" strokecolor="#231f20">
                <v:path arrowok="t"/>
              </v:shape>
            </v:group>
            <v:group style="position:absolute;left:5116;top:9103;width:2;height:223" coordorigin="5116,9103" coordsize="2,223">
              <v:shape style="position:absolute;left:5116;top:9103;width:2;height:223" coordorigin="5116,9103" coordsize="0,223" path="m5116,9103l5116,9326e" filled="false" stroked="true" strokeweight=".802717pt" strokecolor="#231f20">
                <v:path arrowok="t"/>
              </v:shape>
            </v:group>
            <v:group style="position:absolute;left:5679;top:9103;width:2;height:223" coordorigin="5679,9103" coordsize="2,223">
              <v:shape style="position:absolute;left:5679;top:9103;width:2;height:223" coordorigin="5679,9103" coordsize="0,223" path="m5679,9103l5679,9326e" filled="false" stroked="true" strokeweight=".802717pt" strokecolor="#231f20">
                <v:path arrowok="t"/>
              </v:shape>
            </v:group>
            <v:group style="position:absolute;left:6242;top:9103;width:2;height:223" coordorigin="6242,9103" coordsize="2,223">
              <v:shape style="position:absolute;left:6242;top:9103;width:2;height:223" coordorigin="6242,9103" coordsize="0,223" path="m6242,9103l6242,9326e" filled="false" stroked="true" strokeweight=".801655pt" strokecolor="#231f20">
                <v:path arrowok="t"/>
              </v:shape>
            </v:group>
            <v:group style="position:absolute;left:6804;top:9103;width:2;height:223" coordorigin="6804,9103" coordsize="2,223">
              <v:shape style="position:absolute;left:6804;top:9103;width:2;height:223" coordorigin="6804,9103" coordsize="0,223" path="m6804,9103l6804,9326e" filled="false" stroked="true" strokeweight=".802717pt" strokecolor="#231f20">
                <v:path arrowok="t"/>
              </v:shape>
            </v:group>
            <v:group style="position:absolute;left:7367;top:9103;width:2;height:223" coordorigin="7367,9103" coordsize="2,223">
              <v:shape style="position:absolute;left:7367;top:9103;width:2;height:223" coordorigin="7367,9103" coordsize="0,223" path="m7367,9103l7367,9326e" filled="false" stroked="true" strokeweight=".803778pt" strokecolor="#231f20">
                <v:path arrowok="t"/>
              </v:shape>
            </v:group>
            <v:group style="position:absolute;left:7929;top:9103;width:2;height:223" coordorigin="7929,9103" coordsize="2,223">
              <v:shape style="position:absolute;left:7929;top:9103;width:2;height:223" coordorigin="7929,9103" coordsize="0,223" path="m7929,9103l7929,9326e" filled="false" stroked="true" strokeweight=".801655pt" strokecolor="#231f20">
                <v:path arrowok="t"/>
              </v:shape>
            </v:group>
            <v:group style="position:absolute;left:8492;top:9103;width:2;height:223" coordorigin="8492,9103" coordsize="2,223">
              <v:shape style="position:absolute;left:8492;top:9103;width:2;height:223" coordorigin="8492,9103" coordsize="0,223" path="m8492,9103l8492,9326e" filled="false" stroked="true" strokeweight=".802717pt" strokecolor="#231f20">
                <v:path arrowok="t"/>
              </v:shape>
            </v:group>
            <v:group style="position:absolute;left:9055;top:9103;width:2;height:223" coordorigin="9055,9103" coordsize="2,223">
              <v:shape style="position:absolute;left:9055;top:9103;width:2;height:223" coordorigin="9055,9103" coordsize="0,223" path="m9055,9103l9055,9326e" filled="false" stroked="true" strokeweight=".801655pt" strokecolor="#231f20">
                <v:path arrowok="t"/>
              </v:shape>
            </v:group>
            <v:group style="position:absolute;left:9618;top:9103;width:2;height:223" coordorigin="9618,9103" coordsize="2,223">
              <v:shape style="position:absolute;left:9618;top:9103;width:2;height:223" coordorigin="9618,9103" coordsize="0,223" path="m9618,9103l9618,9326e" filled="false" stroked="true" strokeweight=".802717pt" strokecolor="#231f20">
                <v:path arrowok="t"/>
              </v:shape>
            </v:group>
            <v:group style="position:absolute;left:10180;top:9103;width:2;height:223" coordorigin="10180,9103" coordsize="2,223">
              <v:shape style="position:absolute;left:10180;top:9103;width:2;height:223" coordorigin="10180,9103" coordsize="0,223" path="m10180,9103l10180,9326e" filled="false" stroked="true" strokeweight=".803778pt" strokecolor="#231f20">
                <v:path arrowok="t"/>
              </v:shape>
            </v:group>
            <v:group style="position:absolute;left:2921;top:9103;width:2;height:223" coordorigin="2921,9103" coordsize="2,223">
              <v:shape style="position:absolute;left:2921;top:9103;width:2;height:223" coordorigin="2921,9103" coordsize="0,223" path="m2921,9103l2921,9326e" filled="false" stroked="true" strokeweight=".802717pt" strokecolor="#231f20">
                <v:path arrowok="t"/>
              </v:shape>
            </v:group>
            <v:group style="position:absolute;left:3484;top:9103;width:2;height:223" coordorigin="3484,9103" coordsize="2,223">
              <v:shape style="position:absolute;left:3484;top:9103;width:2;height:223" coordorigin="3484,9103" coordsize="0,223" path="m3484,9103l3484,9326e" filled="false" stroked="true" strokeweight=".801655pt" strokecolor="#231f20">
                <v:path arrowok="t"/>
              </v:shape>
            </v:group>
            <v:group style="position:absolute;left:4047;top:9103;width:2;height:223" coordorigin="4047,9103" coordsize="2,223">
              <v:shape style="position:absolute;left:4047;top:9103;width:2;height:223" coordorigin="4047,9103" coordsize="0,223" path="m4047,9103l4047,9326e" filled="false" stroked="true" strokeweight=".801655pt" strokecolor="#231f20">
                <v:path arrowok="t"/>
              </v:shape>
            </v:group>
            <v:group style="position:absolute;left:4610;top:9103;width:2;height:223" coordorigin="4610,9103" coordsize="2,223">
              <v:shape style="position:absolute;left:4610;top:9103;width:2;height:223" coordorigin="4610,9103" coordsize="0,223" path="m4610,9103l4610,9326e" filled="false" stroked="true" strokeweight=".801655pt" strokecolor="#231f20">
                <v:path arrowok="t"/>
              </v:shape>
            </v:group>
            <v:group style="position:absolute;left:5172;top:9103;width:2;height:223" coordorigin="5172,9103" coordsize="2,223">
              <v:shape style="position:absolute;left:5172;top:9103;width:2;height:223" coordorigin="5172,9103" coordsize="0,223" path="m5172,9103l5172,9326e" filled="false" stroked="true" strokeweight=".801655pt" strokecolor="#231f20">
                <v:path arrowok="t"/>
              </v:shape>
            </v:group>
            <v:group style="position:absolute;left:5735;top:9103;width:2;height:223" coordorigin="5735,9103" coordsize="2,223">
              <v:shape style="position:absolute;left:5735;top:9103;width:2;height:223" coordorigin="5735,9103" coordsize="0,223" path="m5735,9103l5735,9326e" filled="false" stroked="true" strokeweight=".801655pt" strokecolor="#231f20">
                <v:path arrowok="t"/>
              </v:shape>
            </v:group>
            <v:group style="position:absolute;left:6298;top:9103;width:2;height:223" coordorigin="6298,9103" coordsize="2,223">
              <v:shape style="position:absolute;left:6298;top:9103;width:2;height:223" coordorigin="6298,9103" coordsize="0,223" path="m6298,9103l6298,9326e" filled="false" stroked="true" strokeweight=".801655pt" strokecolor="#231f20">
                <v:path arrowok="t"/>
              </v:shape>
            </v:group>
            <v:group style="position:absolute;left:6861;top:9103;width:2;height:223" coordorigin="6861,9103" coordsize="2,223">
              <v:shape style="position:absolute;left:6861;top:9103;width:2;height:223" coordorigin="6861,9103" coordsize="0,223" path="m6861,9103l6861,9326e" filled="false" stroked="true" strokeweight=".801655pt" strokecolor="#231f20">
                <v:path arrowok="t"/>
              </v:shape>
            </v:group>
            <v:group style="position:absolute;left:7423;top:9103;width:2;height:223" coordorigin="7423,9103" coordsize="2,223">
              <v:shape style="position:absolute;left:7423;top:9103;width:2;height:223" coordorigin="7423,9103" coordsize="0,223" path="m7423,9103l7423,9326e" filled="false" stroked="true" strokeweight=".801655pt" strokecolor="#231f20">
                <v:path arrowok="t"/>
              </v:shape>
            </v:group>
            <v:group style="position:absolute;left:7986;top:9103;width:2;height:223" coordorigin="7986,9103" coordsize="2,223">
              <v:shape style="position:absolute;left:7986;top:9103;width:2;height:223" coordorigin="7986,9103" coordsize="0,223" path="m7986,9103l7986,9326e" filled="false" stroked="true" strokeweight=".802717pt" strokecolor="#231f20">
                <v:path arrowok="t"/>
              </v:shape>
            </v:group>
            <v:group style="position:absolute;left:8549;top:9103;width:2;height:223" coordorigin="8549,9103" coordsize="2,223">
              <v:shape style="position:absolute;left:8549;top:9103;width:2;height:223" coordorigin="8549,9103" coordsize="0,223" path="m8549,9103l8549,9326e" filled="false" stroked="true" strokeweight=".802717pt" strokecolor="#231f20">
                <v:path arrowok="t"/>
              </v:shape>
            </v:group>
            <v:group style="position:absolute;left:9111;top:9103;width:2;height:223" coordorigin="9111,9103" coordsize="2,223">
              <v:shape style="position:absolute;left:9111;top:9103;width:2;height:223" coordorigin="9111,9103" coordsize="0,223" path="m9111,9103l9111,9326e" filled="false" stroked="true" strokeweight=".801655pt" strokecolor="#231f20">
                <v:path arrowok="t"/>
              </v:shape>
            </v:group>
            <v:group style="position:absolute;left:9674;top:9103;width:2;height:223" coordorigin="9674,9103" coordsize="2,223">
              <v:shape style="position:absolute;left:9674;top:9103;width:2;height:223" coordorigin="9674,9103" coordsize="0,223" path="m9674,9103l9674,9326e" filled="false" stroked="true" strokeweight=".820762pt" strokecolor="#231f20">
                <v:path arrowok="t"/>
              </v:shape>
            </v:group>
            <v:group style="position:absolute;left:10237;top:9103;width:2;height:223" coordorigin="10237,9103" coordsize="2,223">
              <v:shape style="position:absolute;left:10237;top:9103;width:2;height:223" coordorigin="10237,9103" coordsize="0,223" path="m10237,9103l10237,9326e" filled="false" stroked="true" strokeweight=".803778pt" strokecolor="#231f20">
                <v:path arrowok="t"/>
              </v:shape>
            </v:group>
            <v:group style="position:absolute;left:2978;top:9103;width:2;height:223" coordorigin="2978,9103" coordsize="2,223">
              <v:shape style="position:absolute;left:2978;top:9103;width:2;height:223" coordorigin="2978,9103" coordsize="0,223" path="m2978,9103l2978,9326e" filled="false" stroked="true" strokeweight=".802717pt" strokecolor="#231f20">
                <v:path arrowok="t"/>
              </v:shape>
            </v:group>
            <v:group style="position:absolute;left:3540;top:9103;width:2;height:223" coordorigin="3540,9103" coordsize="2,223">
              <v:shape style="position:absolute;left:3540;top:9103;width:2;height:223" coordorigin="3540,9103" coordsize="0,223" path="m3540,9103l3540,9326e" filled="false" stroked="true" strokeweight=".801655pt" strokecolor="#231f20">
                <v:path arrowok="t"/>
              </v:shape>
            </v:group>
            <v:group style="position:absolute;left:4103;top:9103;width:2;height:223" coordorigin="4103,9103" coordsize="2,223">
              <v:shape style="position:absolute;left:4103;top:9103;width:2;height:223" coordorigin="4103,9103" coordsize="0,223" path="m4103,9103l4103,9326e" filled="false" stroked="true" strokeweight=".801655pt" strokecolor="#231f20">
                <v:path arrowok="t"/>
              </v:shape>
            </v:group>
            <v:group style="position:absolute;left:4666;top:9103;width:2;height:223" coordorigin="4666,9103" coordsize="2,223">
              <v:shape style="position:absolute;left:4666;top:9103;width:2;height:223" coordorigin="4666,9103" coordsize="0,223" path="m4666,9103l4666,9326e" filled="false" stroked="true" strokeweight=".803778pt" strokecolor="#231f20">
                <v:path arrowok="t"/>
              </v:shape>
            </v:group>
            <v:group style="position:absolute;left:5229;top:9103;width:2;height:223" coordorigin="5229,9103" coordsize="2,223">
              <v:shape style="position:absolute;left:5229;top:9103;width:2;height:223" coordorigin="5229,9103" coordsize="0,223" path="m5229,9103l5229,9326e" filled="false" stroked="true" strokeweight=".821824pt" strokecolor="#231f20">
                <v:path arrowok="t"/>
              </v:shape>
            </v:group>
            <v:group style="position:absolute;left:5791;top:9103;width:2;height:223" coordorigin="5791,9103" coordsize="2,223">
              <v:shape style="position:absolute;left:5791;top:9103;width:2;height:223" coordorigin="5791,9103" coordsize="0,223" path="m5791,9103l5791,9326e" filled="false" stroked="true" strokeweight=".801655pt" strokecolor="#231f20">
                <v:path arrowok="t"/>
              </v:shape>
            </v:group>
            <v:group style="position:absolute;left:6354;top:9103;width:2;height:223" coordorigin="6354,9103" coordsize="2,223">
              <v:shape style="position:absolute;left:6354;top:9103;width:2;height:223" coordorigin="6354,9103" coordsize="0,223" path="m6354,9103l6354,9326e" filled="false" stroked="true" strokeweight=".803778pt" strokecolor="#231f20">
                <v:path arrowok="t"/>
              </v:shape>
            </v:group>
            <v:group style="position:absolute;left:6917;top:9103;width:2;height:223" coordorigin="6917,9103" coordsize="2,223">
              <v:shape style="position:absolute;left:6917;top:9103;width:2;height:223" coordorigin="6917,9103" coordsize="0,223" path="m6917,9103l6917,9326e" filled="false" stroked="true" strokeweight=".801655pt" strokecolor="#231f20">
                <v:path arrowok="t"/>
              </v:shape>
            </v:group>
            <v:group style="position:absolute;left:7480;top:9103;width:2;height:223" coordorigin="7480,9103" coordsize="2,223">
              <v:shape style="position:absolute;left:7480;top:9103;width:2;height:223" coordorigin="7480,9103" coordsize="0,223" path="m7480,9103l7480,9326e" filled="false" stroked="true" strokeweight=".803778pt" strokecolor="#231f20">
                <v:path arrowok="t"/>
              </v:shape>
            </v:group>
            <v:group style="position:absolute;left:8042;top:9103;width:2;height:223" coordorigin="8042,9103" coordsize="2,223">
              <v:shape style="position:absolute;left:8042;top:9103;width:2;height:223" coordorigin="8042,9103" coordsize="0,223" path="m8042,9103l8042,9326e" filled="false" stroked="true" strokeweight=".801655pt" strokecolor="#231f20">
                <v:path arrowok="t"/>
              </v:shape>
            </v:group>
            <v:group style="position:absolute;left:8605;top:9103;width:2;height:223" coordorigin="8605,9103" coordsize="2,223">
              <v:shape style="position:absolute;left:8605;top:9103;width:2;height:223" coordorigin="8605,9103" coordsize="0,223" path="m8605,9103l8605,9326e" filled="false" stroked="true" strokeweight=".801655pt" strokecolor="#231f20">
                <v:path arrowok="t"/>
              </v:shape>
            </v:group>
            <v:group style="position:absolute;left:9168;top:9103;width:2;height:223" coordorigin="9168,9103" coordsize="2,223">
              <v:shape style="position:absolute;left:9168;top:9103;width:2;height:223" coordorigin="9168,9103" coordsize="0,223" path="m9168,9103l9168,9326e" filled="false" stroked="true" strokeweight=".801655pt" strokecolor="#231f20">
                <v:path arrowok="t"/>
              </v:shape>
            </v:group>
            <v:group style="position:absolute;left:9730;top:9103;width:2;height:223" coordorigin="9730,9103" coordsize="2,223">
              <v:shape style="position:absolute;left:9730;top:9103;width:2;height:223" coordorigin="9730,9103" coordsize="0,223" path="m9730,9103l9730,9326e" filled="false" stroked="true" strokeweight=".802717pt" strokecolor="#231f20">
                <v:path arrowok="t"/>
              </v:shape>
            </v:group>
            <v:group style="position:absolute;left:10293;top:9103;width:2;height:223" coordorigin="10293,9103" coordsize="2,223">
              <v:shape style="position:absolute;left:10293;top:9103;width:2;height:223" coordorigin="10293,9103" coordsize="0,223" path="m10293,9103l10293,9326e" filled="false" stroked="true" strokeweight=".801655pt" strokecolor="#231f20">
                <v:path arrowok="t"/>
              </v:shape>
            </v:group>
            <v:group style="position:absolute;left:3034;top:9103;width:2;height:223" coordorigin="3034,9103" coordsize="2,223">
              <v:shape style="position:absolute;left:3034;top:9103;width:2;height:223" coordorigin="3034,9103" coordsize="0,223" path="m3034,9103l3034,9326e" filled="false" stroked="true" strokeweight=".801655pt" strokecolor="#231f20">
                <v:path arrowok="t"/>
              </v:shape>
            </v:group>
            <v:group style="position:absolute;left:3597;top:9103;width:2;height:223" coordorigin="3597,9103" coordsize="2,223">
              <v:shape style="position:absolute;left:3597;top:9103;width:2;height:223" coordorigin="3597,9103" coordsize="0,223" path="m3597,9103l3597,9326e" filled="false" stroked="true" strokeweight=".801655pt" strokecolor="#231f20">
                <v:path arrowok="t"/>
              </v:shape>
            </v:group>
            <v:group style="position:absolute;left:4159;top:9103;width:2;height:223" coordorigin="4159,9103" coordsize="2,223">
              <v:shape style="position:absolute;left:4159;top:9103;width:2;height:223" coordorigin="4159,9103" coordsize="0,223" path="m4159,9103l4159,9326e" filled="false" stroked="true" strokeweight=".801655pt" strokecolor="#231f20">
                <v:path arrowok="t"/>
              </v:shape>
            </v:group>
            <v:group style="position:absolute;left:4722;top:9103;width:2;height:223" coordorigin="4722,9103" coordsize="2,223">
              <v:shape style="position:absolute;left:4722;top:9103;width:2;height:223" coordorigin="4722,9103" coordsize="0,223" path="m4722,9103l4722,9326e" filled="false" stroked="true" strokeweight=".801655pt" strokecolor="#231f20">
                <v:path arrowok="t"/>
              </v:shape>
            </v:group>
            <v:group style="position:absolute;left:5285;top:9103;width:2;height:223" coordorigin="5285,9103" coordsize="2,223">
              <v:shape style="position:absolute;left:5285;top:9103;width:2;height:223" coordorigin="5285,9103" coordsize="0,223" path="m5285,9103l5285,9326e" filled="false" stroked="true" strokeweight=".802717pt" strokecolor="#231f20">
                <v:path arrowok="t"/>
              </v:shape>
            </v:group>
            <v:group style="position:absolute;left:5848;top:9103;width:2;height:223" coordorigin="5848,9103" coordsize="2,223">
              <v:shape style="position:absolute;left:5848;top:9103;width:2;height:223" coordorigin="5848,9103" coordsize="0,223" path="m5848,9103l5848,9326e" filled="false" stroked="true" strokeweight=".831377pt" strokecolor="#231f20">
                <v:path arrowok="t"/>
              </v:shape>
            </v:group>
            <v:group style="position:absolute;left:6410;top:9103;width:2;height:223" coordorigin="6410,9103" coordsize="2,223">
              <v:shape style="position:absolute;left:6410;top:9103;width:2;height:223" coordorigin="6410,9103" coordsize="0,223" path="m6410,9103l6410,9326e" filled="false" stroked="true" strokeweight=".802717pt" strokecolor="#231f20">
                <v:path arrowok="t"/>
              </v:shape>
            </v:group>
            <v:group style="position:absolute;left:6973;top:9103;width:2;height:223" coordorigin="6973,9103" coordsize="2,223">
              <v:shape style="position:absolute;left:6973;top:9103;width:2;height:223" coordorigin="6973,9103" coordsize="0,223" path="m6973,9103l6973,9326e" filled="false" stroked="true" strokeweight=".802717pt" strokecolor="#231f20">
                <v:path arrowok="t"/>
              </v:shape>
            </v:group>
            <v:group style="position:absolute;left:7536;top:9103;width:2;height:223" coordorigin="7536,9103" coordsize="2,223">
              <v:shape style="position:absolute;left:7536;top:9103;width:2;height:223" coordorigin="7536,9103" coordsize="0,223" path="m7536,9103l7536,9326e" filled="false" stroked="true" strokeweight=".801655pt" strokecolor="#231f20">
                <v:path arrowok="t"/>
              </v:shape>
            </v:group>
            <v:group style="position:absolute;left:8099;top:9103;width:2;height:223" coordorigin="8099,9103" coordsize="2,223">
              <v:shape style="position:absolute;left:8099;top:9103;width:2;height:223" coordorigin="8099,9103" coordsize="0,223" path="m8099,9103l8099,9326e" filled="false" stroked="true" strokeweight=".801655pt" strokecolor="#231f20">
                <v:path arrowok="t"/>
              </v:shape>
            </v:group>
            <v:group style="position:absolute;left:8661;top:9103;width:2;height:223" coordorigin="8661,9103" coordsize="2,223">
              <v:shape style="position:absolute;left:8661;top:9103;width:2;height:223" coordorigin="8661,9103" coordsize="0,223" path="m8661,9103l8661,9326e" filled="false" stroked="true" strokeweight=".801655pt" strokecolor="#231f20">
                <v:path arrowok="t"/>
              </v:shape>
            </v:group>
            <v:group style="position:absolute;left:9224;top:9103;width:2;height:223" coordorigin="9224,9103" coordsize="2,223">
              <v:shape style="position:absolute;left:9224;top:9103;width:2;height:223" coordorigin="9224,9103" coordsize="0,223" path="m9224,9103l9224,9326e" filled="false" stroked="true" strokeweight=".801655pt" strokecolor="#231f20">
                <v:path arrowok="t"/>
              </v:shape>
            </v:group>
            <v:group style="position:absolute;left:9787;top:9103;width:2;height:223" coordorigin="9787,9103" coordsize="2,223">
              <v:shape style="position:absolute;left:9787;top:9103;width:2;height:223" coordorigin="9787,9103" coordsize="0,223" path="m9787,9103l9787,9326e" filled="false" stroked="true" strokeweight=".802717pt" strokecolor="#231f20">
                <v:path arrowok="t"/>
              </v:shape>
            </v:group>
            <v:group style="position:absolute;left:10349;top:9103;width:2;height:223" coordorigin="10349,9103" coordsize="2,223">
              <v:shape style="position:absolute;left:10349;top:9103;width:2;height:223" coordorigin="10349,9103" coordsize="0,223" path="m10349,9103l10349,9326e" filled="false" stroked="true" strokeweight=".801655pt" strokecolor="#231f20">
                <v:path arrowok="t"/>
              </v:shape>
            </v:group>
            <v:group style="position:absolute;left:2615;top:8741;width:6181;height:2" coordorigin="2615,8741" coordsize="6181,2">
              <v:shape style="position:absolute;left:2615;top:8741;width:6181;height:2" coordorigin="2615,8741" coordsize="6181,0" path="m2615,8741l8795,8741e" filled="false" stroked="true" strokeweight=".538625pt" strokecolor="#231f20">
                <v:path arrowok="t"/>
              </v:shape>
            </v:group>
            <v:group style="position:absolute;left:2521;top:8709;width:116;height:63" coordorigin="2521,8709" coordsize="116,63">
              <v:shape style="position:absolute;left:2521;top:8709;width:116;height:63" coordorigin="2521,8709" coordsize="116,63" path="m2636,8771l2521,8740,2636,8709,2636,8771xe" filled="true" fillcolor="#231f20" stroked="false">
                <v:path arrowok="t"/>
                <v:fill type="solid"/>
              </v:shape>
            </v:group>
            <v:group style="position:absolute;left:8774;top:8709;width:116;height:63" coordorigin="8774,8709" coordsize="116,63">
              <v:shape style="position:absolute;left:8774;top:8709;width:116;height:63" coordorigin="8774,8709" coordsize="116,63" path="m8774,8771l8774,8709,8889,8740,8774,8771xe" filled="true" fillcolor="#231f20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123.488617pt;margin-top:291.149017pt;width:400.6pt;height:51.15pt;mso-position-horizontal-relative:page;mso-position-vertical-relative:page;z-index:3880" coordorigin="2470,5823" coordsize="8012,1023">
            <v:group style="position:absolute;left:2528;top:6245;width:2;height:457" coordorigin="2528,6245" coordsize="2,457">
              <v:shape style="position:absolute;left:2528;top:6245;width:2;height:457" coordorigin="2528,6245" coordsize="0,457" path="m2528,6245l2528,6702e" filled="false" stroked="true" strokeweight=".801655pt" strokecolor="#231f20">
                <v:path arrowok="t"/>
              </v:shape>
            </v:group>
            <v:group style="position:absolute;left:2584;top:6245;width:2;height:224" coordorigin="2584,6245" coordsize="2,224">
              <v:shape style="position:absolute;left:2584;top:6245;width:2;height:224" coordorigin="2584,6245" coordsize="0,224" path="m2584,6245l2584,6468e" filled="false" stroked="true" strokeweight=".801655pt" strokecolor="#231f20">
                <v:path arrowok="t"/>
              </v:shape>
            </v:group>
            <v:group style="position:absolute;left:2640;top:6245;width:2;height:286" coordorigin="2640,6245" coordsize="2,286">
              <v:shape style="position:absolute;left:2640;top:6245;width:2;height:286" coordorigin="2640,6245" coordsize="0,286" path="m2640,6245l2640,6531e" filled="false" stroked="true" strokeweight=".802717pt" strokecolor="#231f20">
                <v:path arrowok="t"/>
              </v:shape>
            </v:group>
            <v:group style="position:absolute;left:2696;top:6245;width:2;height:224" coordorigin="2696,6245" coordsize="2,224">
              <v:shape style="position:absolute;left:2696;top:6245;width:2;height:224" coordorigin="2696,6245" coordsize="0,224" path="m2696,6245l2696,6468e" filled="false" stroked="true" strokeweight=".82607pt" strokecolor="#231f20">
                <v:path arrowok="t"/>
              </v:shape>
            </v:group>
            <v:group style="position:absolute;left:2753;top:6245;width:2;height:286" coordorigin="2753,6245" coordsize="2,286">
              <v:shape style="position:absolute;left:2753;top:6245;width:2;height:286" coordorigin="2753,6245" coordsize="0,286" path="m2753,6245l2753,6531e" filled="false" stroked="true" strokeweight=".802717pt" strokecolor="#231f20">
                <v:path arrowok="t"/>
              </v:shape>
            </v:group>
            <v:group style="position:absolute;left:2809;top:6245;width:2;height:219" coordorigin="2809,6245" coordsize="2,219">
              <v:shape style="position:absolute;left:2809;top:6245;width:2;height:219" coordorigin="2809,6245" coordsize="0,219" path="m2809,6245l2809,6464e" filled="false" stroked="true" strokeweight=".801655pt" strokecolor="#231f20">
                <v:path arrowok="t"/>
              </v:shape>
            </v:group>
            <v:group style="position:absolute;left:2865;top:6245;width:2;height:286" coordorigin="2865,6245" coordsize="2,286">
              <v:shape style="position:absolute;left:2865;top:6245;width:2;height:286" coordorigin="2865,6245" coordsize="0,286" path="m2865,6245l2865,6531e" filled="false" stroked="true" strokeweight=".802717pt" strokecolor="#231f20">
                <v:path arrowok="t"/>
              </v:shape>
            </v:group>
            <v:group style="position:absolute;left:2921;top:6245;width:2;height:224" coordorigin="2921,6245" coordsize="2,224">
              <v:shape style="position:absolute;left:2921;top:6245;width:2;height:224" coordorigin="2921,6245" coordsize="0,224" path="m2921,6245l2921,6468e" filled="false" stroked="true" strokeweight=".802717pt" strokecolor="#231f20">
                <v:path arrowok="t"/>
              </v:shape>
            </v:group>
            <v:group style="position:absolute;left:2978;top:6245;width:2;height:293" coordorigin="2978,6245" coordsize="2,293">
              <v:shape style="position:absolute;left:2978;top:6245;width:2;height:293" coordorigin="2978,6245" coordsize="0,293" path="m2978,6245l2978,6538e" filled="false" stroked="true" strokeweight=".802717pt" strokecolor="#231f20">
                <v:path arrowok="t"/>
              </v:shape>
            </v:group>
            <v:group style="position:absolute;left:3090;top:6245;width:2;height:457" coordorigin="3090,6245" coordsize="2,457">
              <v:shape style="position:absolute;left:3090;top:6245;width:2;height:457" coordorigin="3090,6245" coordsize="0,457" path="m3090,6245l3090,6702e" filled="false" stroked="true" strokeweight=".801655pt" strokecolor="#231f20">
                <v:path arrowok="t"/>
              </v:shape>
            </v:group>
            <v:group style="position:absolute;left:3147;top:6245;width:2;height:224" coordorigin="3147,6245" coordsize="2,224">
              <v:shape style="position:absolute;left:3147;top:6245;width:2;height:224" coordorigin="3147,6245" coordsize="0,224" path="m3147,6245l3147,6468e" filled="false" stroked="true" strokeweight=".801655pt" strokecolor="#231f20">
                <v:path arrowok="t"/>
              </v:shape>
            </v:group>
            <v:group style="position:absolute;left:3203;top:6245;width:2;height:286" coordorigin="3203,6245" coordsize="2,286">
              <v:shape style="position:absolute;left:3203;top:6245;width:2;height:286" coordorigin="3203,6245" coordsize="0,286" path="m3203,6245l3203,6531e" filled="false" stroked="true" strokeweight=".802717pt" strokecolor="#231f20">
                <v:path arrowok="t"/>
              </v:shape>
            </v:group>
            <v:group style="position:absolute;left:3259;top:6245;width:2;height:224" coordorigin="3259,6245" coordsize="2,224">
              <v:shape style="position:absolute;left:3259;top:6245;width:2;height:224" coordorigin="3259,6245" coordsize="0,224" path="m3259,6245l3259,6468e" filled="false" stroked="true" strokeweight=".802717pt" strokecolor="#231f20">
                <v:path arrowok="t"/>
              </v:shape>
            </v:group>
            <v:group style="position:absolute;left:3315;top:6245;width:2;height:286" coordorigin="3315,6245" coordsize="2,286">
              <v:shape style="position:absolute;left:3315;top:6245;width:2;height:286" coordorigin="3315,6245" coordsize="0,286" path="m3315,6245l3315,6531e" filled="false" stroked="true" strokeweight=".802717pt" strokecolor="#231f20">
                <v:path arrowok="t"/>
              </v:shape>
            </v:group>
            <v:group style="position:absolute;left:3372;top:6245;width:2;height:219" coordorigin="3372,6245" coordsize="2,219">
              <v:shape style="position:absolute;left:3372;top:6245;width:2;height:219" coordorigin="3372,6245" coordsize="0,219" path="m3372,6245l3372,6464e" filled="false" stroked="true" strokeweight=".801655pt" strokecolor="#231f20">
                <v:path arrowok="t"/>
              </v:shape>
            </v:group>
            <v:group style="position:absolute;left:3428;top:6245;width:2;height:286" coordorigin="3428,6245" coordsize="2,286">
              <v:shape style="position:absolute;left:3428;top:6245;width:2;height:286" coordorigin="3428,6245" coordsize="0,286" path="m3428,6245l3428,6531e" filled="false" stroked="true" strokeweight=".801655pt" strokecolor="#231f20">
                <v:path arrowok="t"/>
              </v:shape>
            </v:group>
            <v:group style="position:absolute;left:3484;top:6245;width:2;height:224" coordorigin="3484,6245" coordsize="2,224">
              <v:shape style="position:absolute;left:3484;top:6245;width:2;height:224" coordorigin="3484,6245" coordsize="0,224" path="m3484,6245l3484,6468e" filled="false" stroked="true" strokeweight=".801655pt" strokecolor="#231f20">
                <v:path arrowok="t"/>
              </v:shape>
            </v:group>
            <v:group style="position:absolute;left:3540;top:6245;width:2;height:293" coordorigin="3540,6245" coordsize="2,293">
              <v:shape style="position:absolute;left:3540;top:6245;width:2;height:293" coordorigin="3540,6245" coordsize="0,293" path="m3540,6245l3540,6538e" filled="false" stroked="true" strokeweight=".801655pt" strokecolor="#231f20">
                <v:path arrowok="t"/>
              </v:shape>
            </v:group>
            <v:group style="position:absolute;left:3034;top:6245;width:2;height:224" coordorigin="3034,6245" coordsize="2,224">
              <v:shape style="position:absolute;left:3034;top:6245;width:2;height:224" coordorigin="3034,6245" coordsize="0,224" path="m3034,6245l3034,6468e" filled="false" stroked="true" strokeweight=".801655pt" strokecolor="#231f20">
                <v:path arrowok="t"/>
              </v:shape>
            </v:group>
            <v:group style="position:absolute;left:3653;top:6245;width:2;height:457" coordorigin="3653,6245" coordsize="2,457">
              <v:shape style="position:absolute;left:3653;top:6245;width:2;height:457" coordorigin="3653,6245" coordsize="0,457" path="m3653,6245l3653,6702e" filled="false" stroked="true" strokeweight=".802717pt" strokecolor="#231f20">
                <v:path arrowok="t"/>
              </v:shape>
            </v:group>
            <v:group style="position:absolute;left:3709;top:6245;width:2;height:224" coordorigin="3709,6245" coordsize="2,224">
              <v:shape style="position:absolute;left:3709;top:6245;width:2;height:224" coordorigin="3709,6245" coordsize="0,224" path="m3709,6245l3709,6468e" filled="false" stroked="true" strokeweight=".802717pt" strokecolor="#231f20">
                <v:path arrowok="t"/>
              </v:shape>
            </v:group>
            <v:group style="position:absolute;left:3766;top:6245;width:2;height:286" coordorigin="3766,6245" coordsize="2,286">
              <v:shape style="position:absolute;left:3766;top:6245;width:2;height:286" coordorigin="3766,6245" coordsize="0,286" path="m3766,6245l3766,6531e" filled="false" stroked="true" strokeweight=".801655pt" strokecolor="#231f20">
                <v:path arrowok="t"/>
              </v:shape>
            </v:group>
            <v:group style="position:absolute;left:3822;top:6245;width:2;height:224" coordorigin="3822,6245" coordsize="2,224">
              <v:shape style="position:absolute;left:3822;top:6245;width:2;height:224" coordorigin="3822,6245" coordsize="0,224" path="m3822,6245l3822,6468e" filled="false" stroked="true" strokeweight=".801655pt" strokecolor="#231f20">
                <v:path arrowok="t"/>
              </v:shape>
            </v:group>
            <v:group style="position:absolute;left:3878;top:6245;width:2;height:286" coordorigin="3878,6245" coordsize="2,286">
              <v:shape style="position:absolute;left:3878;top:6245;width:2;height:286" coordorigin="3878,6245" coordsize="0,286" path="m3878,6245l3878,6531e" filled="false" stroked="true" strokeweight=".801655pt" strokecolor="#231f20">
                <v:path arrowok="t"/>
              </v:shape>
            </v:group>
            <v:group style="position:absolute;left:3934;top:6245;width:2;height:219" coordorigin="3934,6245" coordsize="2,219">
              <v:shape style="position:absolute;left:3934;top:6245;width:2;height:219" coordorigin="3934,6245" coordsize="0,219" path="m3934,6245l3934,6464e" filled="false" stroked="true" strokeweight=".802717pt" strokecolor="#231f20">
                <v:path arrowok="t"/>
              </v:shape>
            </v:group>
            <v:group style="position:absolute;left:3991;top:6245;width:2;height:286" coordorigin="3991,6245" coordsize="2,286">
              <v:shape style="position:absolute;left:3991;top:6245;width:2;height:286" coordorigin="3991,6245" coordsize="0,286" path="m3991,6245l3991,6531e" filled="false" stroked="true" strokeweight=".802717pt" strokecolor="#231f20">
                <v:path arrowok="t"/>
              </v:shape>
            </v:group>
            <v:group style="position:absolute;left:4047;top:6245;width:2;height:224" coordorigin="4047,6245" coordsize="2,224">
              <v:shape style="position:absolute;left:4047;top:6245;width:2;height:224" coordorigin="4047,6245" coordsize="0,224" path="m4047,6245l4047,6468e" filled="false" stroked="true" strokeweight=".801655pt" strokecolor="#231f20">
                <v:path arrowok="t"/>
              </v:shape>
            </v:group>
            <v:group style="position:absolute;left:4103;top:6245;width:2;height:293" coordorigin="4103,6245" coordsize="2,293">
              <v:shape style="position:absolute;left:4103;top:6245;width:2;height:293" coordorigin="4103,6245" coordsize="0,293" path="m4103,6245l4103,6538e" filled="false" stroked="true" strokeweight=".801655pt" strokecolor="#231f20">
                <v:path arrowok="t"/>
              </v:shape>
            </v:group>
            <v:group style="position:absolute;left:3597;top:6245;width:2;height:224" coordorigin="3597,6245" coordsize="2,224">
              <v:shape style="position:absolute;left:3597;top:6245;width:2;height:224" coordorigin="3597,6245" coordsize="0,224" path="m3597,6245l3597,6468e" filled="false" stroked="true" strokeweight=".801655pt" strokecolor="#231f20">
                <v:path arrowok="t"/>
              </v:shape>
            </v:group>
            <v:group style="position:absolute;left:4216;top:6245;width:2;height:457" coordorigin="4216,6245" coordsize="2,457">
              <v:shape style="position:absolute;left:4216;top:6245;width:2;height:457" coordorigin="4216,6245" coordsize="0,457" path="m4216,6245l4216,6702e" filled="false" stroked="true" strokeweight=".801655pt" strokecolor="#231f20">
                <v:path arrowok="t"/>
              </v:shape>
            </v:group>
            <v:group style="position:absolute;left:4272;top:6245;width:2;height:224" coordorigin="4272,6245" coordsize="2,224">
              <v:shape style="position:absolute;left:4272;top:6245;width:2;height:224" coordorigin="4272,6245" coordsize="0,224" path="m4272,6245l4272,6468e" filled="false" stroked="true" strokeweight=".831377pt" strokecolor="#231f20">
                <v:path arrowok="t"/>
              </v:shape>
            </v:group>
            <v:group style="position:absolute;left:4328;top:6245;width:2;height:286" coordorigin="4328,6245" coordsize="2,286">
              <v:shape style="position:absolute;left:4328;top:6245;width:2;height:286" coordorigin="4328,6245" coordsize="0,286" path="m4328,6245l4328,6531e" filled="false" stroked="true" strokeweight=".801655pt" strokecolor="#231f20">
                <v:path arrowok="t"/>
              </v:shape>
            </v:group>
            <v:group style="position:absolute;left:4385;top:6245;width:2;height:224" coordorigin="4385,6245" coordsize="2,224">
              <v:shape style="position:absolute;left:4385;top:6245;width:2;height:224" coordorigin="4385,6245" coordsize="0,224" path="m4385,6245l4385,6468e" filled="false" stroked="true" strokeweight=".801655pt" strokecolor="#231f20">
                <v:path arrowok="t"/>
              </v:shape>
            </v:group>
            <v:group style="position:absolute;left:4441;top:6245;width:2;height:286" coordorigin="4441,6245" coordsize="2,286">
              <v:shape style="position:absolute;left:4441;top:6245;width:2;height:286" coordorigin="4441,6245" coordsize="0,286" path="m4441,6245l4441,6531e" filled="false" stroked="true" strokeweight=".802717pt" strokecolor="#231f20">
                <v:path arrowok="t"/>
              </v:shape>
            </v:group>
            <v:group style="position:absolute;left:4497;top:6245;width:2;height:219" coordorigin="4497,6245" coordsize="2,219">
              <v:shape style="position:absolute;left:4497;top:6245;width:2;height:219" coordorigin="4497,6245" coordsize="0,219" path="m4497,6245l4497,6464e" filled="false" stroked="true" strokeweight=".801655pt" strokecolor="#231f20">
                <v:path arrowok="t"/>
              </v:shape>
            </v:group>
            <v:group style="position:absolute;left:4553;top:6245;width:2;height:286" coordorigin="4553,6245" coordsize="2,286">
              <v:shape style="position:absolute;left:4553;top:6245;width:2;height:286" coordorigin="4553,6245" coordsize="0,286" path="m4553,6245l4553,6531e" filled="false" stroked="true" strokeweight=".802717pt" strokecolor="#231f20">
                <v:path arrowok="t"/>
              </v:shape>
            </v:group>
            <v:group style="position:absolute;left:4610;top:6245;width:2;height:224" coordorigin="4610,6245" coordsize="2,224">
              <v:shape style="position:absolute;left:4610;top:6245;width:2;height:224" coordorigin="4610,6245" coordsize="0,224" path="m4610,6245l4610,6468e" filled="false" stroked="true" strokeweight=".801655pt" strokecolor="#231f20">
                <v:path arrowok="t"/>
              </v:shape>
            </v:group>
            <v:group style="position:absolute;left:4666;top:6245;width:2;height:293" coordorigin="4666,6245" coordsize="2,293">
              <v:shape style="position:absolute;left:4666;top:6245;width:2;height:293" coordorigin="4666,6245" coordsize="0,293" path="m4666,6245l4666,6538e" filled="false" stroked="true" strokeweight=".803778pt" strokecolor="#231f20">
                <v:path arrowok="t"/>
              </v:shape>
            </v:group>
            <v:group style="position:absolute;left:4159;top:6245;width:2;height:224" coordorigin="4159,6245" coordsize="2,224">
              <v:shape style="position:absolute;left:4159;top:6245;width:2;height:224" coordorigin="4159,6245" coordsize="0,224" path="m4159,6245l4159,6468e" filled="false" stroked="true" strokeweight=".801655pt" strokecolor="#231f20">
                <v:path arrowok="t"/>
              </v:shape>
            </v:group>
            <v:group style="position:absolute;left:4778;top:6245;width:2;height:457" coordorigin="4778,6245" coordsize="2,457">
              <v:shape style="position:absolute;left:4778;top:6245;width:2;height:457" coordorigin="4778,6245" coordsize="0,457" path="m4778,6245l4778,6702e" filled="false" stroked="true" strokeweight=".801655pt" strokecolor="#231f20">
                <v:path arrowok="t"/>
              </v:shape>
            </v:group>
            <v:group style="position:absolute;left:4835;top:6245;width:2;height:224" coordorigin="4835,6245" coordsize="2,224">
              <v:shape style="position:absolute;left:4835;top:6245;width:2;height:224" coordorigin="4835,6245" coordsize="0,224" path="m4835,6245l4835,6468e" filled="false" stroked="true" strokeweight=".801655pt" strokecolor="#231f20">
                <v:path arrowok="t"/>
              </v:shape>
            </v:group>
            <v:group style="position:absolute;left:4891;top:6245;width:2;height:286" coordorigin="4891,6245" coordsize="2,286">
              <v:shape style="position:absolute;left:4891;top:6245;width:2;height:286" coordorigin="4891,6245" coordsize="0,286" path="m4891,6245l4891,6531e" filled="false" stroked="true" strokeweight=".801655pt" strokecolor="#231f20">
                <v:path arrowok="t"/>
              </v:shape>
            </v:group>
            <v:group style="position:absolute;left:4947;top:6245;width:2;height:224" coordorigin="4947,6245" coordsize="2,224">
              <v:shape style="position:absolute;left:4947;top:6245;width:2;height:224" coordorigin="4947,6245" coordsize="0,224" path="m4947,6245l4947,6468e" filled="false" stroked="true" strokeweight=".802717pt" strokecolor="#231f20">
                <v:path arrowok="t"/>
              </v:shape>
            </v:group>
            <v:group style="position:absolute;left:5004;top:6245;width:2;height:286" coordorigin="5004,6245" coordsize="2,286">
              <v:shape style="position:absolute;left:5004;top:6245;width:2;height:286" coordorigin="5004,6245" coordsize="0,286" path="m5004,6245l5004,6531e" filled="false" stroked="true" strokeweight=".802717pt" strokecolor="#231f20">
                <v:path arrowok="t"/>
              </v:shape>
            </v:group>
            <v:group style="position:absolute;left:5060;top:6245;width:2;height:219" coordorigin="5060,6245" coordsize="2,219">
              <v:shape style="position:absolute;left:5060;top:6245;width:2;height:219" coordorigin="5060,6245" coordsize="0,219" path="m5060,6245l5060,6464e" filled="false" stroked="true" strokeweight=".803778pt" strokecolor="#231f20">
                <v:path arrowok="t"/>
              </v:shape>
            </v:group>
            <v:group style="position:absolute;left:5116;top:6245;width:2;height:286" coordorigin="5116,6245" coordsize="2,286">
              <v:shape style="position:absolute;left:5116;top:6245;width:2;height:286" coordorigin="5116,6245" coordsize="0,286" path="m5116,6245l5116,6531e" filled="false" stroked="true" strokeweight=".802717pt" strokecolor="#231f20">
                <v:path arrowok="t"/>
              </v:shape>
            </v:group>
            <v:group style="position:absolute;left:5172;top:6245;width:2;height:224" coordorigin="5172,6245" coordsize="2,224">
              <v:shape style="position:absolute;left:5172;top:6245;width:2;height:224" coordorigin="5172,6245" coordsize="0,224" path="m5172,6245l5172,6468e" filled="false" stroked="true" strokeweight=".801655pt" strokecolor="#231f20">
                <v:path arrowok="t"/>
              </v:shape>
            </v:group>
            <v:group style="position:absolute;left:5229;top:6245;width:2;height:293" coordorigin="5229,6245" coordsize="2,293">
              <v:shape style="position:absolute;left:5229;top:6245;width:2;height:293" coordorigin="5229,6245" coordsize="0,293" path="m5229,6245l5229,6538e" filled="false" stroked="true" strokeweight=".821824pt" strokecolor="#231f20">
                <v:path arrowok="t"/>
              </v:shape>
            </v:group>
            <v:group style="position:absolute;left:4722;top:6245;width:2;height:224" coordorigin="4722,6245" coordsize="2,224">
              <v:shape style="position:absolute;left:4722;top:6245;width:2;height:224" coordorigin="4722,6245" coordsize="0,224" path="m4722,6245l4722,6468e" filled="false" stroked="true" strokeweight=".801655pt" strokecolor="#231f20">
                <v:path arrowok="t"/>
              </v:shape>
            </v:group>
            <v:group style="position:absolute;left:5341;top:6245;width:2;height:457" coordorigin="5341,6245" coordsize="2,457">
              <v:shape style="position:absolute;left:5341;top:6245;width:2;height:457" coordorigin="5341,6245" coordsize="0,457" path="m5341,6245l5341,6702e" filled="false" stroked="true" strokeweight=".802717pt" strokecolor="#231f20">
                <v:path arrowok="t"/>
              </v:shape>
            </v:group>
            <v:group style="position:absolute;left:5397;top:6245;width:2;height:224" coordorigin="5397,6245" coordsize="2,224">
              <v:shape style="position:absolute;left:5397;top:6245;width:2;height:224" coordorigin="5397,6245" coordsize="0,224" path="m5397,6245l5397,6468e" filled="false" stroked="true" strokeweight=".802717pt" strokecolor="#231f20">
                <v:path arrowok="t"/>
              </v:shape>
            </v:group>
            <v:group style="position:absolute;left:5454;top:6245;width:2;height:286" coordorigin="5454,6245" coordsize="2,286">
              <v:shape style="position:absolute;left:5454;top:6245;width:2;height:286" coordorigin="5454,6245" coordsize="0,286" path="m5454,6245l5454,6531e" filled="false" stroked="true" strokeweight=".801655pt" strokecolor="#231f20">
                <v:path arrowok="t"/>
              </v:shape>
            </v:group>
            <v:group style="position:absolute;left:5510;top:6245;width:2;height:224" coordorigin="5510,6245" coordsize="2,224">
              <v:shape style="position:absolute;left:5510;top:6245;width:2;height:224" coordorigin="5510,6245" coordsize="0,224" path="m5510,6245l5510,6468e" filled="false" stroked="true" strokeweight=".801655pt" strokecolor="#231f20">
                <v:path arrowok="t"/>
              </v:shape>
            </v:group>
            <v:group style="position:absolute;left:5567;top:6245;width:2;height:286" coordorigin="5567,6245" coordsize="2,286">
              <v:shape style="position:absolute;left:5567;top:6245;width:2;height:286" coordorigin="5567,6245" coordsize="0,286" path="m5567,6245l5567,6531e" filled="false" stroked="true" strokeweight=".801655pt" strokecolor="#231f20">
                <v:path arrowok="t"/>
              </v:shape>
            </v:group>
            <v:group style="position:absolute;left:5623;top:6245;width:2;height:219" coordorigin="5623,6245" coordsize="2,219">
              <v:shape style="position:absolute;left:5623;top:6245;width:2;height:219" coordorigin="5623,6245" coordsize="0,219" path="m5623,6245l5623,6464e" filled="false" stroked="true" strokeweight=".801655pt" strokecolor="#231f20">
                <v:path arrowok="t"/>
              </v:shape>
            </v:group>
            <v:group style="position:absolute;left:5679;top:6245;width:2;height:286" coordorigin="5679,6245" coordsize="2,286">
              <v:shape style="position:absolute;left:5679;top:6245;width:2;height:286" coordorigin="5679,6245" coordsize="0,286" path="m5679,6245l5679,6531e" filled="false" stroked="true" strokeweight=".802717pt" strokecolor="#231f20">
                <v:path arrowok="t"/>
              </v:shape>
            </v:group>
            <v:group style="position:absolute;left:5735;top:6245;width:2;height:224" coordorigin="5735,6245" coordsize="2,224">
              <v:shape style="position:absolute;left:5735;top:6245;width:2;height:224" coordorigin="5735,6245" coordsize="0,224" path="m5735,6245l5735,6468e" filled="false" stroked="true" strokeweight=".801655pt" strokecolor="#231f20">
                <v:path arrowok="t"/>
              </v:shape>
            </v:group>
            <v:group style="position:absolute;left:5791;top:6245;width:2;height:293" coordorigin="5791,6245" coordsize="2,293">
              <v:shape style="position:absolute;left:5791;top:6245;width:2;height:293" coordorigin="5791,6245" coordsize="0,293" path="m5791,6245l5791,6538e" filled="false" stroked="true" strokeweight=".801655pt" strokecolor="#231f20">
                <v:path arrowok="t"/>
              </v:shape>
            </v:group>
            <v:group style="position:absolute;left:5285;top:6245;width:2;height:224" coordorigin="5285,6245" coordsize="2,224">
              <v:shape style="position:absolute;left:5285;top:6245;width:2;height:224" coordorigin="5285,6245" coordsize="0,224" path="m5285,6245l5285,6468e" filled="false" stroked="true" strokeweight=".802717pt" strokecolor="#231f20">
                <v:path arrowok="t"/>
              </v:shape>
            </v:group>
            <v:group style="position:absolute;left:5904;top:6245;width:2;height:457" coordorigin="5904,6245" coordsize="2,457">
              <v:shape style="position:absolute;left:5904;top:6245;width:2;height:457" coordorigin="5904,6245" coordsize="0,457" path="m5904,6245l5904,6702e" filled="false" stroked="true" strokeweight=".801655pt" strokecolor="#231f20">
                <v:path arrowok="t"/>
              </v:shape>
            </v:group>
            <v:group style="position:absolute;left:5960;top:6245;width:2;height:224" coordorigin="5960,6245" coordsize="2,224">
              <v:shape style="position:absolute;left:5960;top:6245;width:2;height:224" coordorigin="5960,6245" coordsize="0,224" path="m5960,6245l5960,6468e" filled="false" stroked="true" strokeweight=".801655pt" strokecolor="#231f20">
                <v:path arrowok="t"/>
              </v:shape>
            </v:group>
            <v:group style="position:absolute;left:6016;top:6245;width:2;height:286" coordorigin="6016,6245" coordsize="2,286">
              <v:shape style="position:absolute;left:6016;top:6245;width:2;height:286" coordorigin="6016,6245" coordsize="0,286" path="m6016,6245l6016,6531e" filled="false" stroked="true" strokeweight=".802717pt" strokecolor="#231f20">
                <v:path arrowok="t"/>
              </v:shape>
            </v:group>
            <v:group style="position:absolute;left:6073;top:6245;width:2;height:224" coordorigin="6073,6245" coordsize="2,224">
              <v:shape style="position:absolute;left:6073;top:6245;width:2;height:224" coordorigin="6073,6245" coordsize="0,224" path="m6073,6245l6073,6468e" filled="false" stroked="true" strokeweight=".803778pt" strokecolor="#231f20">
                <v:path arrowok="t"/>
              </v:shape>
            </v:group>
            <v:group style="position:absolute;left:6129;top:6245;width:2;height:286" coordorigin="6129,6245" coordsize="2,286">
              <v:shape style="position:absolute;left:6129;top:6245;width:2;height:286" coordorigin="6129,6245" coordsize="0,286" path="m6129,6245l6129,6531e" filled="false" stroked="true" strokeweight=".801655pt" strokecolor="#231f20">
                <v:path arrowok="t"/>
              </v:shape>
            </v:group>
            <v:group style="position:absolute;left:6185;top:6245;width:2;height:219" coordorigin="6185,6245" coordsize="2,219">
              <v:shape style="position:absolute;left:6185;top:6245;width:2;height:219" coordorigin="6185,6245" coordsize="0,219" path="m6185,6245l6185,6464e" filled="false" stroked="true" strokeweight=".801655pt" strokecolor="#231f20">
                <v:path arrowok="t"/>
              </v:shape>
            </v:group>
            <v:group style="position:absolute;left:6242;top:6245;width:2;height:286" coordorigin="6242,6245" coordsize="2,286">
              <v:shape style="position:absolute;left:6242;top:6245;width:2;height:286" coordorigin="6242,6245" coordsize="0,286" path="m6242,6245l6242,6531e" filled="false" stroked="true" strokeweight=".801655pt" strokecolor="#231f20">
                <v:path arrowok="t"/>
              </v:shape>
            </v:group>
            <v:group style="position:absolute;left:6298;top:6245;width:2;height:224" coordorigin="6298,6245" coordsize="2,224">
              <v:shape style="position:absolute;left:6298;top:6245;width:2;height:224" coordorigin="6298,6245" coordsize="0,224" path="m6298,6245l6298,6468e" filled="false" stroked="true" strokeweight=".801655pt" strokecolor="#231f20">
                <v:path arrowok="t"/>
              </v:shape>
            </v:group>
            <v:group style="position:absolute;left:6354;top:6245;width:2;height:293" coordorigin="6354,6245" coordsize="2,293">
              <v:shape style="position:absolute;left:6354;top:6245;width:2;height:293" coordorigin="6354,6245" coordsize="0,293" path="m6354,6245l6354,6538e" filled="false" stroked="true" strokeweight=".803778pt" strokecolor="#231f20">
                <v:path arrowok="t"/>
              </v:shape>
            </v:group>
            <v:group style="position:absolute;left:5848;top:6245;width:2;height:224" coordorigin="5848,6245" coordsize="2,224">
              <v:shape style="position:absolute;left:5848;top:6245;width:2;height:224" coordorigin="5848,6245" coordsize="0,224" path="m5848,6245l5848,6468e" filled="false" stroked="true" strokeweight=".831377pt" strokecolor="#231f20">
                <v:path arrowok="t"/>
              </v:shape>
            </v:group>
            <v:group style="position:absolute;left:6466;top:6245;width:2;height:457" coordorigin="6466,6245" coordsize="2,457">
              <v:shape style="position:absolute;left:6466;top:6245;width:2;height:457" coordorigin="6466,6245" coordsize="0,457" path="m6466,6245l6466,6702e" filled="false" stroked="true" strokeweight=".801655pt" strokecolor="#231f20">
                <v:path arrowok="t"/>
              </v:shape>
            </v:group>
            <v:group style="position:absolute;left:6523;top:6245;width:2;height:224" coordorigin="6523,6245" coordsize="2,224">
              <v:shape style="position:absolute;left:6523;top:6245;width:2;height:224" coordorigin="6523,6245" coordsize="0,224" path="m6523,6245l6523,6468e" filled="false" stroked="true" strokeweight=".801655pt" strokecolor="#231f20">
                <v:path arrowok="t"/>
              </v:shape>
            </v:group>
            <v:group style="position:absolute;left:6579;top:6245;width:2;height:286" coordorigin="6579,6245" coordsize="2,286">
              <v:shape style="position:absolute;left:6579;top:6245;width:2;height:286" coordorigin="6579,6245" coordsize="0,286" path="m6579,6245l6579,6531e" filled="false" stroked="true" strokeweight=".801655pt" strokecolor="#231f20">
                <v:path arrowok="t"/>
              </v:shape>
            </v:group>
            <v:group style="position:absolute;left:6635;top:6245;width:2;height:224" coordorigin="6635,6245" coordsize="2,224">
              <v:shape style="position:absolute;left:6635;top:6245;width:2;height:224" coordorigin="6635,6245" coordsize="0,224" path="m6635,6245l6635,6468e" filled="false" stroked="true" strokeweight=".801655pt" strokecolor="#231f20">
                <v:path arrowok="t"/>
              </v:shape>
            </v:group>
            <v:group style="position:absolute;left:6692;top:6245;width:2;height:286" coordorigin="6692,6245" coordsize="2,286">
              <v:shape style="position:absolute;left:6692;top:6245;width:2;height:286" coordorigin="6692,6245" coordsize="0,286" path="m6692,6245l6692,6531e" filled="false" stroked="true" strokeweight=".803778pt" strokecolor="#231f20">
                <v:path arrowok="t"/>
              </v:shape>
            </v:group>
            <v:group style="position:absolute;left:6748;top:6245;width:2;height:219" coordorigin="6748,6245" coordsize="2,219">
              <v:shape style="position:absolute;left:6748;top:6245;width:2;height:219" coordorigin="6748,6245" coordsize="0,219" path="m6748,6245l6748,6464e" filled="false" stroked="true" strokeweight=".801655pt" strokecolor="#231f20">
                <v:path arrowok="t"/>
              </v:shape>
            </v:group>
            <v:group style="position:absolute;left:6804;top:6245;width:2;height:286" coordorigin="6804,6245" coordsize="2,286">
              <v:shape style="position:absolute;left:6804;top:6245;width:2;height:286" coordorigin="6804,6245" coordsize="0,286" path="m6804,6245l6804,6531e" filled="false" stroked="true" strokeweight=".802717pt" strokecolor="#231f20">
                <v:path arrowok="t"/>
              </v:shape>
            </v:group>
            <v:group style="position:absolute;left:6861;top:6245;width:2;height:224" coordorigin="6861,6245" coordsize="2,224">
              <v:shape style="position:absolute;left:6861;top:6245;width:2;height:224" coordorigin="6861,6245" coordsize="0,224" path="m6861,6245l6861,6468e" filled="false" stroked="true" strokeweight=".801655pt" strokecolor="#231f20">
                <v:path arrowok="t"/>
              </v:shape>
            </v:group>
            <v:group style="position:absolute;left:6917;top:6245;width:2;height:293" coordorigin="6917,6245" coordsize="2,293">
              <v:shape style="position:absolute;left:6917;top:6245;width:2;height:293" coordorigin="6917,6245" coordsize="0,293" path="m6917,6245l6917,6538e" filled="false" stroked="true" strokeweight=".801655pt" strokecolor="#231f20">
                <v:path arrowok="t"/>
              </v:shape>
            </v:group>
            <v:group style="position:absolute;left:6410;top:6245;width:2;height:224" coordorigin="6410,6245" coordsize="2,224">
              <v:shape style="position:absolute;left:6410;top:6245;width:2;height:224" coordorigin="6410,6245" coordsize="0,224" path="m6410,6245l6410,6468e" filled="false" stroked="true" strokeweight=".802717pt" strokecolor="#231f20">
                <v:path arrowok="t"/>
              </v:shape>
            </v:group>
            <v:group style="position:absolute;left:7029;top:6245;width:2;height:457" coordorigin="7029,6245" coordsize="2,457">
              <v:shape style="position:absolute;left:7029;top:6245;width:2;height:457" coordorigin="7029,6245" coordsize="0,457" path="m7029,6245l7029,6702e" filled="false" stroked="true" strokeweight=".801655pt" strokecolor="#231f20">
                <v:path arrowok="t"/>
              </v:shape>
            </v:group>
            <v:group style="position:absolute;left:7085;top:6245;width:2;height:224" coordorigin="7085,6245" coordsize="2,224">
              <v:shape style="position:absolute;left:7085;top:6245;width:2;height:224" coordorigin="7085,6245" coordsize="0,224" path="m7085,6245l7085,6468e" filled="false" stroked="true" strokeweight=".802717pt" strokecolor="#231f20">
                <v:path arrowok="t"/>
              </v:shape>
            </v:group>
            <v:group style="position:absolute;left:7142;top:6245;width:2;height:286" coordorigin="7142,6245" coordsize="2,286">
              <v:shape style="position:absolute;left:7142;top:6245;width:2;height:286" coordorigin="7142,6245" coordsize="0,286" path="m7142,6245l7142,6531e" filled="false" stroked="true" strokeweight=".821824pt" strokecolor="#231f20">
                <v:path arrowok="t"/>
              </v:shape>
            </v:group>
            <v:group style="position:absolute;left:7198;top:6245;width:2;height:224" coordorigin="7198,6245" coordsize="2,224">
              <v:shape style="position:absolute;left:7198;top:6245;width:2;height:224" coordorigin="7198,6245" coordsize="0,224" path="m7198,6245l7198,6468e" filled="false" stroked="true" strokeweight=".801655pt" strokecolor="#231f20">
                <v:path arrowok="t"/>
              </v:shape>
            </v:group>
            <v:group style="position:absolute;left:7254;top:6245;width:2;height:286" coordorigin="7254,6245" coordsize="2,286">
              <v:shape style="position:absolute;left:7254;top:6245;width:2;height:286" coordorigin="7254,6245" coordsize="0,286" path="m7254,6245l7254,6531e" filled="false" stroked="true" strokeweight=".800594pt" strokecolor="#231f20">
                <v:path arrowok="t"/>
              </v:shape>
            </v:group>
            <v:group style="position:absolute;left:7311;top:6245;width:2;height:219" coordorigin="7311,6245" coordsize="2,219">
              <v:shape style="position:absolute;left:7311;top:6245;width:2;height:219" coordorigin="7311,6245" coordsize="0,219" path="m7311,6245l7311,6464e" filled="false" stroked="true" strokeweight=".802717pt" strokecolor="#231f20">
                <v:path arrowok="t"/>
              </v:shape>
            </v:group>
            <v:group style="position:absolute;left:7367;top:6245;width:2;height:286" coordorigin="7367,6245" coordsize="2,286">
              <v:shape style="position:absolute;left:7367;top:6245;width:2;height:286" coordorigin="7367,6245" coordsize="0,286" path="m7367,6245l7367,6531e" filled="false" stroked="true" strokeweight=".803778pt" strokecolor="#231f20">
                <v:path arrowok="t"/>
              </v:shape>
            </v:group>
            <v:group style="position:absolute;left:7423;top:6245;width:2;height:224" coordorigin="7423,6245" coordsize="2,224">
              <v:shape style="position:absolute;left:7423;top:6245;width:2;height:224" coordorigin="7423,6245" coordsize="0,224" path="m7423,6245l7423,6468e" filled="false" stroked="true" strokeweight=".801655pt" strokecolor="#231f20">
                <v:path arrowok="t"/>
              </v:shape>
            </v:group>
            <v:group style="position:absolute;left:7480;top:6245;width:2;height:293" coordorigin="7480,6245" coordsize="2,293">
              <v:shape style="position:absolute;left:7480;top:6245;width:2;height:293" coordorigin="7480,6245" coordsize="0,293" path="m7480,6245l7480,6538e" filled="false" stroked="true" strokeweight=".803778pt" strokecolor="#231f20">
                <v:path arrowok="t"/>
              </v:shape>
            </v:group>
            <v:group style="position:absolute;left:6973;top:6245;width:2;height:224" coordorigin="6973,6245" coordsize="2,224">
              <v:shape style="position:absolute;left:6973;top:6245;width:2;height:224" coordorigin="6973,6245" coordsize="0,224" path="m6973,6245l6973,6468e" filled="false" stroked="true" strokeweight=".802717pt" strokecolor="#231f20">
                <v:path arrowok="t"/>
              </v:shape>
            </v:group>
            <v:group style="position:absolute;left:7592;top:6245;width:2;height:457" coordorigin="7592,6245" coordsize="2,457">
              <v:shape style="position:absolute;left:7592;top:6245;width:2;height:457" coordorigin="7592,6245" coordsize="0,457" path="m7592,6245l7592,6702e" filled="false" stroked="true" strokeweight=".800594pt" strokecolor="#231f20">
                <v:path arrowok="t"/>
              </v:shape>
            </v:group>
            <v:group style="position:absolute;left:7648;top:6245;width:2;height:224" coordorigin="7648,6245" coordsize="2,224">
              <v:shape style="position:absolute;left:7648;top:6245;width:2;height:224" coordorigin="7648,6245" coordsize="0,224" path="m7648,6245l7648,6468e" filled="false" stroked="true" strokeweight=".801655pt" strokecolor="#231f20">
                <v:path arrowok="t"/>
              </v:shape>
            </v:group>
            <v:group style="position:absolute;left:7704;top:6245;width:2;height:286" coordorigin="7704,6245" coordsize="2,286">
              <v:shape style="position:absolute;left:7704;top:6245;width:2;height:286" coordorigin="7704,6245" coordsize="0,286" path="m7704,6245l7704,6531e" filled="false" stroked="true" strokeweight=".801655pt" strokecolor="#231f20">
                <v:path arrowok="t"/>
              </v:shape>
            </v:group>
            <v:group style="position:absolute;left:7761;top:6245;width:2;height:224" coordorigin="7761,6245" coordsize="2,224">
              <v:shape style="position:absolute;left:7761;top:6245;width:2;height:224" coordorigin="7761,6245" coordsize="0,224" path="m7761,6245l7761,6468e" filled="false" stroked="true" strokeweight=".802717pt" strokecolor="#231f20">
                <v:path arrowok="t"/>
              </v:shape>
            </v:group>
            <v:group style="position:absolute;left:7817;top:6245;width:2;height:286" coordorigin="7817,6245" coordsize="2,286">
              <v:shape style="position:absolute;left:7817;top:6245;width:2;height:286" coordorigin="7817,6245" coordsize="0,286" path="m7817,6245l7817,6531e" filled="false" stroked="true" strokeweight=".801655pt" strokecolor="#231f20">
                <v:path arrowok="t"/>
              </v:shape>
            </v:group>
            <v:group style="position:absolute;left:7874;top:6245;width:2;height:219" coordorigin="7874,6245" coordsize="2,219">
              <v:shape style="position:absolute;left:7874;top:6245;width:2;height:219" coordorigin="7874,6245" coordsize="0,219" path="m7874,6245l7874,6464e" filled="false" stroked="true" strokeweight=".802717pt" strokecolor="#231f20">
                <v:path arrowok="t"/>
              </v:shape>
            </v:group>
            <v:group style="position:absolute;left:7929;top:6245;width:2;height:286" coordorigin="7929,6245" coordsize="2,286">
              <v:shape style="position:absolute;left:7929;top:6245;width:2;height:286" coordorigin="7929,6245" coordsize="0,286" path="m7929,6245l7929,6531e" filled="false" stroked="true" strokeweight=".801655pt" strokecolor="#231f20">
                <v:path arrowok="t"/>
              </v:shape>
            </v:group>
            <v:group style="position:absolute;left:7986;top:6245;width:2;height:224" coordorigin="7986,6245" coordsize="2,224">
              <v:shape style="position:absolute;left:7986;top:6245;width:2;height:224" coordorigin="7986,6245" coordsize="0,224" path="m7986,6245l7986,6468e" filled="false" stroked="true" strokeweight=".802717pt" strokecolor="#231f20">
                <v:path arrowok="t"/>
              </v:shape>
            </v:group>
            <v:group style="position:absolute;left:8042;top:6245;width:2;height:293" coordorigin="8042,6245" coordsize="2,293">
              <v:shape style="position:absolute;left:8042;top:6245;width:2;height:293" coordorigin="8042,6245" coordsize="0,293" path="m8042,6245l8042,6538e" filled="false" stroked="true" strokeweight=".801655pt" strokecolor="#231f20">
                <v:path arrowok="t"/>
              </v:shape>
            </v:group>
            <v:group style="position:absolute;left:7536;top:6245;width:2;height:224" coordorigin="7536,6245" coordsize="2,224">
              <v:shape style="position:absolute;left:7536;top:6245;width:2;height:224" coordorigin="7536,6245" coordsize="0,224" path="m7536,6245l7536,6468e" filled="false" stroked="true" strokeweight=".801655pt" strokecolor="#231f20">
                <v:path arrowok="t"/>
              </v:shape>
            </v:group>
            <v:group style="position:absolute;left:8155;top:6245;width:2;height:457" coordorigin="8155,6245" coordsize="2,457">
              <v:shape style="position:absolute;left:8155;top:6245;width:2;height:457" coordorigin="8155,6245" coordsize="0,457" path="m8155,6245l8155,6702e" filled="false" stroked="true" strokeweight=".801655pt" strokecolor="#231f20">
                <v:path arrowok="t"/>
              </v:shape>
            </v:group>
            <v:group style="position:absolute;left:8211;top:6245;width:2;height:224" coordorigin="8211,6245" coordsize="2,224">
              <v:shape style="position:absolute;left:8211;top:6245;width:2;height:224" coordorigin="8211,6245" coordsize="0,224" path="m8211,6245l8211,6468e" filled="false" stroked="true" strokeweight=".801655pt" strokecolor="#231f20">
                <v:path arrowok="t"/>
              </v:shape>
            </v:group>
            <v:group style="position:absolute;left:8267;top:6245;width:2;height:286" coordorigin="8267,6245" coordsize="2,286">
              <v:shape style="position:absolute;left:8267;top:6245;width:2;height:286" coordorigin="8267,6245" coordsize="0,286" path="m8267,6245l8267,6531e" filled="false" stroked="true" strokeweight=".801655pt" strokecolor="#231f20">
                <v:path arrowok="t"/>
              </v:shape>
            </v:group>
            <v:group style="position:absolute;left:8323;top:6245;width:2;height:224" coordorigin="8323,6245" coordsize="2,224">
              <v:shape style="position:absolute;left:8323;top:6245;width:2;height:224" coordorigin="8323,6245" coordsize="0,224" path="m8323,6245l8323,6468e" filled="false" stroked="true" strokeweight=".802717pt" strokecolor="#231f20">
                <v:path arrowok="t"/>
              </v:shape>
            </v:group>
            <v:group style="position:absolute;left:8380;top:6245;width:2;height:286" coordorigin="8380,6245" coordsize="2,286">
              <v:shape style="position:absolute;left:8380;top:6245;width:2;height:286" coordorigin="8380,6245" coordsize="0,286" path="m8380,6245l8380,6531e" filled="false" stroked="true" strokeweight=".801655pt" strokecolor="#231f20">
                <v:path arrowok="t"/>
              </v:shape>
            </v:group>
            <v:group style="position:absolute;left:8436;top:6245;width:2;height:219" coordorigin="8436,6245" coordsize="2,219">
              <v:shape style="position:absolute;left:8436;top:6245;width:2;height:219" coordorigin="8436,6245" coordsize="0,219" path="m8436,6245l8436,6464e" filled="false" stroked="true" strokeweight=".802717pt" strokecolor="#231f20">
                <v:path arrowok="t"/>
              </v:shape>
            </v:group>
            <v:group style="position:absolute;left:8492;top:6245;width:2;height:286" coordorigin="8492,6245" coordsize="2,286">
              <v:shape style="position:absolute;left:8492;top:6245;width:2;height:286" coordorigin="8492,6245" coordsize="0,286" path="m8492,6245l8492,6531e" filled="false" stroked="true" strokeweight=".802717pt" strokecolor="#231f20">
                <v:path arrowok="t"/>
              </v:shape>
            </v:group>
            <v:group style="position:absolute;left:8549;top:6245;width:2;height:224" coordorigin="8549,6245" coordsize="2,224">
              <v:shape style="position:absolute;left:8549;top:6245;width:2;height:224" coordorigin="8549,6245" coordsize="0,224" path="m8549,6245l8549,6468e" filled="false" stroked="true" strokeweight=".802717pt" strokecolor="#231f20">
                <v:path arrowok="t"/>
              </v:shape>
            </v:group>
            <v:group style="position:absolute;left:8605;top:6245;width:2;height:293" coordorigin="8605,6245" coordsize="2,293">
              <v:shape style="position:absolute;left:8605;top:6245;width:2;height:293" coordorigin="8605,6245" coordsize="0,293" path="m8605,6245l8605,6538e" filled="false" stroked="true" strokeweight=".801655pt" strokecolor="#231f20">
                <v:path arrowok="t"/>
              </v:shape>
            </v:group>
            <v:group style="position:absolute;left:8099;top:6245;width:2;height:224" coordorigin="8099,6245" coordsize="2,224">
              <v:shape style="position:absolute;left:8099;top:6245;width:2;height:224" coordorigin="8099,6245" coordsize="0,224" path="m8099,6245l8099,6468e" filled="false" stroked="true" strokeweight=".801655pt" strokecolor="#231f20">
                <v:path arrowok="t"/>
              </v:shape>
            </v:group>
            <v:group style="position:absolute;left:8717;top:6245;width:2;height:457" coordorigin="8717,6245" coordsize="2,457">
              <v:shape style="position:absolute;left:8717;top:6245;width:2;height:457" coordorigin="8717,6245" coordsize="0,457" path="m8717,6245l8717,6702e" filled="false" stroked="true" strokeweight=".821824pt" strokecolor="#231f20">
                <v:path arrowok="t"/>
              </v:shape>
            </v:group>
            <v:group style="position:absolute;left:8774;top:6245;width:2;height:224" coordorigin="8774,6245" coordsize="2,224">
              <v:shape style="position:absolute;left:8774;top:6245;width:2;height:224" coordorigin="8774,6245" coordsize="0,224" path="m8774,6245l8774,6468e" filled="false" stroked="true" strokeweight=".801655pt" strokecolor="#231f20">
                <v:path arrowok="t"/>
              </v:shape>
            </v:group>
            <v:group style="position:absolute;left:8830;top:6245;width:2;height:286" coordorigin="8830,6245" coordsize="2,286">
              <v:shape style="position:absolute;left:8830;top:6245;width:2;height:286" coordorigin="8830,6245" coordsize="0,286" path="m8830,6245l8830,6531e" filled="false" stroked="true" strokeweight=".803778pt" strokecolor="#231f20">
                <v:path arrowok="t"/>
              </v:shape>
            </v:group>
            <v:group style="position:absolute;left:8886;top:6245;width:2;height:224" coordorigin="8886,6245" coordsize="2,224">
              <v:shape style="position:absolute;left:8886;top:6245;width:2;height:224" coordorigin="8886,6245" coordsize="0,224" path="m8886,6245l8886,6468e" filled="false" stroked="true" strokeweight=".801655pt" strokecolor="#231f20">
                <v:path arrowok="t"/>
              </v:shape>
            </v:group>
            <v:group style="position:absolute;left:8942;top:6245;width:2;height:286" coordorigin="8942,6245" coordsize="2,286">
              <v:shape style="position:absolute;left:8942;top:6245;width:2;height:286" coordorigin="8942,6245" coordsize="0,286" path="m8942,6245l8942,6531e" filled="false" stroked="true" strokeweight=".801655pt" strokecolor="#231f20">
                <v:path arrowok="t"/>
              </v:shape>
            </v:group>
            <v:group style="position:absolute;left:8999;top:6245;width:2;height:219" coordorigin="8999,6245" coordsize="2,219">
              <v:shape style="position:absolute;left:8999;top:6245;width:2;height:219" coordorigin="8999,6245" coordsize="0,219" path="m8999,6245l8999,6464e" filled="false" stroked="true" strokeweight=".803778pt" strokecolor="#231f20">
                <v:path arrowok="t"/>
              </v:shape>
            </v:group>
            <v:group style="position:absolute;left:9055;top:6245;width:2;height:286" coordorigin="9055,6245" coordsize="2,286">
              <v:shape style="position:absolute;left:9055;top:6245;width:2;height:286" coordorigin="9055,6245" coordsize="0,286" path="m9055,6245l9055,6531e" filled="false" stroked="true" strokeweight=".801655pt" strokecolor="#231f20">
                <v:path arrowok="t"/>
              </v:shape>
            </v:group>
            <v:group style="position:absolute;left:9111;top:6245;width:2;height:224" coordorigin="9111,6245" coordsize="2,224">
              <v:shape style="position:absolute;left:9111;top:6245;width:2;height:224" coordorigin="9111,6245" coordsize="0,224" path="m9111,6245l9111,6468e" filled="false" stroked="true" strokeweight=".801655pt" strokecolor="#231f20">
                <v:path arrowok="t"/>
              </v:shape>
            </v:group>
            <v:group style="position:absolute;left:9168;top:6245;width:2;height:293" coordorigin="9168,6245" coordsize="2,293">
              <v:shape style="position:absolute;left:9168;top:6245;width:2;height:293" coordorigin="9168,6245" coordsize="0,293" path="m9168,6245l9168,6538e" filled="false" stroked="true" strokeweight=".801655pt" strokecolor="#231f20">
                <v:path arrowok="t"/>
              </v:shape>
            </v:group>
            <v:group style="position:absolute;left:8661;top:6245;width:2;height:224" coordorigin="8661,6245" coordsize="2,224">
              <v:shape style="position:absolute;left:8661;top:6245;width:2;height:224" coordorigin="8661,6245" coordsize="0,224" path="m8661,6245l8661,6468e" filled="false" stroked="true" strokeweight=".801655pt" strokecolor="#231f20">
                <v:path arrowok="t"/>
              </v:shape>
            </v:group>
            <v:group style="position:absolute;left:9280;top:6245;width:2;height:457" coordorigin="9280,6245" coordsize="2,457">
              <v:shape style="position:absolute;left:9280;top:6245;width:2;height:457" coordorigin="9280,6245" coordsize="0,457" path="m9280,6245l9280,6702e" filled="false" stroked="true" strokeweight=".802717pt" strokecolor="#231f20">
                <v:path arrowok="t"/>
              </v:shape>
            </v:group>
            <v:group style="position:absolute;left:9336;top:6245;width:2;height:224" coordorigin="9336,6245" coordsize="2,224">
              <v:shape style="position:absolute;left:9336;top:6245;width:2;height:224" coordorigin="9336,6245" coordsize="0,224" path="m9336,6245l9336,6468e" filled="false" stroked="true" strokeweight=".801655pt" strokecolor="#231f20">
                <v:path arrowok="t"/>
              </v:shape>
            </v:group>
            <v:group style="position:absolute;left:9393;top:6245;width:2;height:286" coordorigin="9393,6245" coordsize="2,286">
              <v:shape style="position:absolute;left:9393;top:6245;width:2;height:286" coordorigin="9393,6245" coordsize="0,286" path="m9393,6245l9393,6531e" filled="false" stroked="true" strokeweight=".801655pt" strokecolor="#231f20">
                <v:path arrowok="t"/>
              </v:shape>
            </v:group>
            <v:group style="position:absolute;left:9449;top:6245;width:2;height:224" coordorigin="9449,6245" coordsize="2,224">
              <v:shape style="position:absolute;left:9449;top:6245;width:2;height:224" coordorigin="9449,6245" coordsize="0,224" path="m9449,6245l9449,6468e" filled="false" stroked="true" strokeweight=".801655pt" strokecolor="#231f20">
                <v:path arrowok="t"/>
              </v:shape>
            </v:group>
            <v:group style="position:absolute;left:9505;top:6245;width:2;height:286" coordorigin="9505,6245" coordsize="2,286">
              <v:shape style="position:absolute;left:9505;top:6245;width:2;height:286" coordorigin="9505,6245" coordsize="0,286" path="m9505,6245l9505,6531e" filled="false" stroked="true" strokeweight=".801655pt" strokecolor="#231f20">
                <v:path arrowok="t"/>
              </v:shape>
            </v:group>
            <v:group style="position:absolute;left:9561;top:6245;width:2;height:219" coordorigin="9561,6245" coordsize="2,219">
              <v:shape style="position:absolute;left:9561;top:6245;width:2;height:219" coordorigin="9561,6245" coordsize="0,219" path="m9561,6245l9561,6464e" filled="false" stroked="true" strokeweight=".802717pt" strokecolor="#231f20">
                <v:path arrowok="t"/>
              </v:shape>
            </v:group>
            <v:group style="position:absolute;left:9618;top:6245;width:2;height:286" coordorigin="9618,6245" coordsize="2,286">
              <v:shape style="position:absolute;left:9618;top:6245;width:2;height:286" coordorigin="9618,6245" coordsize="0,286" path="m9618,6245l9618,6531e" filled="false" stroked="true" strokeweight=".802717pt" strokecolor="#231f20">
                <v:path arrowok="t"/>
              </v:shape>
            </v:group>
            <v:group style="position:absolute;left:9674;top:6245;width:2;height:224" coordorigin="9674,6245" coordsize="2,224">
              <v:shape style="position:absolute;left:9674;top:6245;width:2;height:224" coordorigin="9674,6245" coordsize="0,224" path="m9674,6245l9674,6468e" filled="false" stroked="true" strokeweight=".820762pt" strokecolor="#231f20">
                <v:path arrowok="t"/>
              </v:shape>
            </v:group>
            <v:group style="position:absolute;left:9730;top:6245;width:2;height:293" coordorigin="9730,6245" coordsize="2,293">
              <v:shape style="position:absolute;left:9730;top:6245;width:2;height:293" coordorigin="9730,6245" coordsize="0,293" path="m9730,6245l9730,6538e" filled="false" stroked="true" strokeweight=".802717pt" strokecolor="#231f20">
                <v:path arrowok="t"/>
              </v:shape>
            </v:group>
            <v:group style="position:absolute;left:9224;top:6245;width:2;height:224" coordorigin="9224,6245" coordsize="2,224">
              <v:shape style="position:absolute;left:9224;top:6245;width:2;height:224" coordorigin="9224,6245" coordsize="0,224" path="m9224,6245l9224,6468e" filled="false" stroked="true" strokeweight=".801655pt" strokecolor="#231f20">
                <v:path arrowok="t"/>
              </v:shape>
            </v:group>
            <v:group style="position:absolute;left:9843;top:6245;width:2;height:457" coordorigin="9843,6245" coordsize="2,457">
              <v:shape style="position:absolute;left:9843;top:6245;width:2;height:457" coordorigin="9843,6245" coordsize="0,457" path="m9843,6245l9843,6702e" filled="false" stroked="true" strokeweight=".801655pt" strokecolor="#231f20">
                <v:path arrowok="t"/>
              </v:shape>
            </v:group>
            <v:group style="position:absolute;left:9899;top:6245;width:2;height:224" coordorigin="9899,6245" coordsize="2,224">
              <v:shape style="position:absolute;left:9899;top:6245;width:2;height:224" coordorigin="9899,6245" coordsize="0,224" path="m9899,6245l9899,6468e" filled="false" stroked="true" strokeweight=".801655pt" strokecolor="#231f20">
                <v:path arrowok="t"/>
              </v:shape>
            </v:group>
            <v:group style="position:absolute;left:9955;top:6245;width:2;height:286" coordorigin="9955,6245" coordsize="2,286">
              <v:shape style="position:absolute;left:9955;top:6245;width:2;height:286" coordorigin="9955,6245" coordsize="0,286" path="m9955,6245l9955,6531e" filled="false" stroked="true" strokeweight=".801655pt" strokecolor="#231f20">
                <v:path arrowok="t"/>
              </v:shape>
            </v:group>
            <v:group style="position:absolute;left:10012;top:6245;width:2;height:224" coordorigin="10012,6245" coordsize="2,224">
              <v:shape style="position:absolute;left:10012;top:6245;width:2;height:224" coordorigin="10012,6245" coordsize="0,224" path="m10012,6245l10012,6468e" filled="false" stroked="true" strokeweight=".802717pt" strokecolor="#231f20">
                <v:path arrowok="t"/>
              </v:shape>
            </v:group>
            <v:group style="position:absolute;left:10068;top:6245;width:2;height:286" coordorigin="10068,6245" coordsize="2,286">
              <v:shape style="position:absolute;left:10068;top:6245;width:2;height:286" coordorigin="10068,6245" coordsize="0,286" path="m10068,6245l10068,6531e" filled="false" stroked="true" strokeweight=".802717pt" strokecolor="#231f20">
                <v:path arrowok="t"/>
              </v:shape>
            </v:group>
            <v:group style="position:absolute;left:10124;top:6245;width:2;height:219" coordorigin="10124,6245" coordsize="2,219">
              <v:shape style="position:absolute;left:10124;top:6245;width:2;height:219" coordorigin="10124,6245" coordsize="0,219" path="m10124,6245l10124,6464e" filled="false" stroked="true" strokeweight=".801655pt" strokecolor="#231f20">
                <v:path arrowok="t"/>
              </v:shape>
            </v:group>
            <v:group style="position:absolute;left:10180;top:6245;width:2;height:286" coordorigin="10180,6245" coordsize="2,286">
              <v:shape style="position:absolute;left:10180;top:6245;width:2;height:286" coordorigin="10180,6245" coordsize="0,286" path="m10180,6245l10180,6531e" filled="false" stroked="true" strokeweight=".803778pt" strokecolor="#231f20">
                <v:path arrowok="t"/>
              </v:shape>
            </v:group>
            <v:group style="position:absolute;left:10237;top:6245;width:2;height:224" coordorigin="10237,6245" coordsize="2,224">
              <v:shape style="position:absolute;left:10237;top:6245;width:2;height:224" coordorigin="10237,6245" coordsize="0,224" path="m10237,6245l10237,6468e" filled="false" stroked="true" strokeweight=".803778pt" strokecolor="#231f20">
                <v:path arrowok="t"/>
              </v:shape>
            </v:group>
            <v:group style="position:absolute;left:10293;top:6245;width:2;height:293" coordorigin="10293,6245" coordsize="2,293">
              <v:shape style="position:absolute;left:10293;top:6245;width:2;height:293" coordorigin="10293,6245" coordsize="0,293" path="m10293,6245l10293,6538e" filled="false" stroked="true" strokeweight=".801655pt" strokecolor="#231f20">
                <v:path arrowok="t"/>
              </v:shape>
            </v:group>
            <v:group style="position:absolute;left:9787;top:6245;width:2;height:224" coordorigin="9787,6245" coordsize="2,224">
              <v:shape style="position:absolute;left:9787;top:6245;width:2;height:224" coordorigin="9787,6245" coordsize="0,224" path="m9787,6245l9787,6468e" filled="false" stroked="true" strokeweight=".802717pt" strokecolor="#231f20">
                <v:path arrowok="t"/>
              </v:shape>
            </v:group>
            <v:group style="position:absolute;left:10406;top:6245;width:2;height:457" coordorigin="10406,6245" coordsize="2,457">
              <v:shape style="position:absolute;left:10406;top:6245;width:2;height:457" coordorigin="10406,6245" coordsize="0,457" path="m10406,6245l10406,6702e" filled="false" stroked="true" strokeweight=".801655pt" strokecolor="#231f20">
                <v:path arrowok="t"/>
              </v:shape>
            </v:group>
            <v:group style="position:absolute;left:10349;top:6245;width:2;height:224" coordorigin="10349,6245" coordsize="2,224">
              <v:shape style="position:absolute;left:10349;top:6245;width:2;height:224" coordorigin="10349,6245" coordsize="0,224" path="m10349,6245l10349,6468e" filled="false" stroked="true" strokeweight=".801655pt" strokecolor="#231f20">
                <v:path arrowok="t"/>
              </v:shape>
            </v:group>
            <v:group style="position:absolute;left:2470;top:6731;width:8012;height:114" coordorigin="2470,6731" coordsize="8012,114">
              <v:shape style="position:absolute;left:2470;top:6731;width:8012;height:114" coordorigin="2470,6731" coordsize="8012,114" path="m2507,6845l2473,6812,2470,6802,2470,6772,2471,6765,2474,6760,2476,6755,2501,6731,2512,6731,2516,6732,2522,6735,2526,6736,2529,6739,2533,6744,2507,6744,2484,6778,2484,6796,2501,6832,2507,6834,2533,6834,2530,6837,2524,6841,2515,6843,2507,6845xe" filled="true" fillcolor="#231f20" stroked="false">
                <v:path arrowok="t"/>
                <v:fill type="solid"/>
              </v:shape>
              <v:shape style="position:absolute;left:2470;top:6731;width:8012;height:114" coordorigin="2470,6731" coordsize="8012,114" path="m2533,6834l2507,6834,2516,6831,2525,6822,2529,6808,2530,6789,2530,6782,2529,6775,2529,6769,2527,6763,2526,6760,2524,6755,2522,6752,2519,6749,2516,6748,2513,6745,2509,6744,2533,6744,2539,6755,2540,6762,2543,6769,2544,6778,2544,6799,2543,6811,2540,6821,2536,6829,2533,6834xe" filled="true" fillcolor="#231f20" stroked="false">
                <v:path arrowok="t"/>
                <v:fill type="solid"/>
              </v:shape>
              <v:shape style="position:absolute;left:2470;top:6731;width:8012;height:114" coordorigin="2470,6731" coordsize="8012,114" path="m3609,6842l3595,6842,3595,6763,3570,6763,3570,6752,3580,6752,3583,6751,3586,6751,3588,6749,3590,6748,3593,6747,3594,6744,3597,6741,3598,6736,3600,6731,3609,6731,3609,6842xe" filled="true" fillcolor="#231f20" stroked="false">
                <v:path arrowok="t"/>
                <v:fill type="solid"/>
              </v:shape>
              <v:shape style="position:absolute;left:2470;top:6731;width:8012;height:114" coordorigin="2470,6731" coordsize="8012,114" path="m3677,6772l3664,6772,3669,6765,3674,6761,3681,6760,3688,6758,3692,6758,3697,6760,3701,6761,3704,6762,3705,6763,3708,6766,3709,6768,3711,6771,3680,6771,3677,6772xe" filled="true" fillcolor="#231f20" stroked="false">
                <v:path arrowok="t"/>
                <v:fill type="solid"/>
              </v:shape>
              <v:shape style="position:absolute;left:2470;top:6731;width:8012;height:114" coordorigin="2470,6731" coordsize="8012,114" path="m3762,6842l3748,6842,3748,6789,3746,6780,3743,6775,3739,6772,3732,6771,3711,6771,3717,6765,3719,6762,3722,6761,3725,6760,3728,6760,3732,6758,3740,6758,3745,6760,3749,6761,3753,6763,3757,6768,3760,6772,3762,6779,3762,6842xe" filled="true" fillcolor="#231f20" stroked="false">
                <v:path arrowok="t"/>
                <v:fill type="solid"/>
              </v:shape>
              <v:shape style="position:absolute;left:2470;top:6731;width:8012;height:114" coordorigin="2470,6731" coordsize="8012,114" path="m3664,6842l3650,6842,3650,6760,3663,6760,3663,6772,3677,6772,3674,6774,3671,6777,3670,6778,3669,6780,3667,6783,3666,6788,3664,6792,3664,6842xe" filled="true" fillcolor="#231f20" stroked="false">
                <v:path arrowok="t"/>
                <v:fill type="solid"/>
              </v:shape>
              <v:shape style="position:absolute;left:2470;top:6731;width:8012;height:114" coordorigin="2470,6731" coordsize="8012,114" path="m3714,6842l3700,6842,3700,6783,3698,6780,3698,6778,3697,6775,3694,6774,3692,6772,3690,6771,3728,6771,3725,6772,3720,6774,3718,6777,3717,6779,3715,6783,3714,6788,3714,6842xe" filled="true" fillcolor="#231f20" stroked="false">
                <v:path arrowok="t"/>
                <v:fill type="solid"/>
              </v:shape>
              <v:shape style="position:absolute;left:2470;top:6731;width:8012;height:114" coordorigin="2470,6731" coordsize="8012,114" path="m4751,6771l4736,6771,4736,6766,4738,6762,4738,6758,4739,6752,4742,6748,4745,6744,4769,6731,4781,6731,4788,6733,4794,6736,4800,6741,4802,6744,4767,6744,4763,6745,4751,6765,4751,6771xe" filled="true" fillcolor="#231f20" stroked="false">
                <v:path arrowok="t"/>
                <v:fill type="solid"/>
              </v:shape>
              <v:shape style="position:absolute;left:2470;top:6731;width:8012;height:114" coordorigin="2470,6731" coordsize="8012,114" path="m4809,6842l4734,6842,4735,6834,4736,6826,4739,6819,4742,6814,4746,6808,4753,6804,4759,6799,4767,6795,4774,6791,4780,6786,4784,6783,4788,6780,4791,6778,4793,6775,4794,6771,4794,6761,4793,6757,4791,6754,4788,6751,4786,6748,4783,6745,4779,6744,4802,6744,4804,6745,4807,6751,4809,6758,4809,6766,4808,6772,4807,6778,4804,6782,4801,6786,4797,6791,4793,6795,4787,6799,4780,6802,4773,6807,4752,6825,4749,6831,4809,6831,4809,6842xe" filled="true" fillcolor="#231f20" stroked="false">
                <v:path arrowok="t"/>
                <v:fill type="solid"/>
              </v:shape>
              <v:shape style="position:absolute;left:2470;top:6731;width:8012;height:114" coordorigin="2470,6731" coordsize="8012,114" path="m5885,6768l5871,6768,5871,6761,5873,6755,5874,6748,5879,6742,5884,6738,5891,6733,5898,6732,5907,6731,5912,6731,5916,6732,5921,6733,5925,6735,5928,6738,5932,6739,5935,6742,5936,6744,5901,6744,5897,6745,5894,6748,5891,6751,5888,6754,5887,6758,5885,6762,5885,6768xe" filled="true" fillcolor="#231f20" stroked="false">
                <v:path arrowok="t"/>
                <v:fill type="solid"/>
              </v:shape>
              <v:shape style="position:absolute;left:2470;top:6731;width:8012;height:114" coordorigin="2470,6731" coordsize="8012,114" path="m5936,6834l5910,6834,5913,6832,5918,6831,5922,6829,5925,6826,5928,6824,5929,6821,5929,6805,5927,6801,5924,6796,5919,6795,5915,6794,5908,6792,5898,6792,5898,6780,5904,6780,5911,6779,5915,6778,5919,6777,5925,6771,5927,6766,5927,6760,5925,6755,5924,6752,5921,6749,5918,6748,5913,6745,5910,6744,5936,6744,5938,6748,5939,6752,5941,6757,5941,6760,5939,6768,5938,6775,5933,6780,5927,6783,5930,6786,5943,6805,5944,6810,5944,6818,5943,6822,5942,6825,5941,6829,5938,6832,5936,6834xe" filled="true" fillcolor="#231f20" stroked="false">
                <v:path arrowok="t"/>
                <v:fill type="solid"/>
              </v:shape>
              <v:shape style="position:absolute;left:2470;top:6731;width:8012;height:114" coordorigin="2470,6731" coordsize="8012,114" path="m5911,6845l5897,6845,5891,6843,5869,6810,5883,6810,5884,6818,5885,6824,5890,6829,5897,6832,5899,6834,5936,6834,5935,6835,5930,6839,5927,6842,5922,6843,5916,6843,5911,6845xe" filled="true" fillcolor="#231f20" stroked="false">
                <v:path arrowok="t"/>
                <v:fill type="solid"/>
              </v:shape>
              <v:shape style="position:absolute;left:2470;top:6731;width:8012;height:114" coordorigin="2470,6731" coordsize="8012,114" path="m7078,6817l7001,6817,7001,6802,7052,6731,7063,6731,7063,6752,7049,6752,7014,6804,7078,6804,7078,6817xe" filled="true" fillcolor="#231f20" stroked="false">
                <v:path arrowok="t"/>
                <v:fill type="solid"/>
              </v:shape>
              <v:shape style="position:absolute;left:2470;top:6731;width:8012;height:114" coordorigin="2470,6731" coordsize="8012,114" path="m7063,6804l7049,6804,7049,6752,7063,6752,7063,6804xe" filled="true" fillcolor="#231f20" stroked="false">
                <v:path arrowok="t"/>
                <v:fill type="solid"/>
              </v:shape>
              <v:shape style="position:absolute;left:2470;top:6731;width:8012;height:114" coordorigin="2470,6731" coordsize="8012,114" path="m7063,6842l7049,6842,7049,6817,7063,6817,7063,6842xe" filled="true" fillcolor="#231f20" stroked="false">
                <v:path arrowok="t"/>
                <v:fill type="solid"/>
              </v:shape>
              <v:shape style="position:absolute;left:2470;top:6731;width:8012;height:114" coordorigin="2470,6731" coordsize="8012,114" path="m8152,6795l8141,6794,8148,6733,8205,6733,8205,6748,8159,6748,8155,6778,8195,6778,8197,6779,8200,6782,8202,6783,8170,6783,8167,6785,8163,6785,8160,6786,8157,6788,8155,6789,8153,6792,8152,6795xe" filled="true" fillcolor="#231f20" stroked="false">
                <v:path arrowok="t"/>
                <v:fill type="solid"/>
              </v:shape>
              <v:shape style="position:absolute;left:2470;top:6731;width:8012;height:114" coordorigin="2470,6731" coordsize="8012,114" path="m8195,6778l8155,6778,8163,6772,8169,6771,8180,6771,8184,6772,8188,6775,8193,6777,8195,6778xe" filled="true" fillcolor="#231f20" stroked="false">
                <v:path arrowok="t"/>
                <v:fill type="solid"/>
              </v:shape>
              <v:shape style="position:absolute;left:2470;top:6731;width:8012;height:114" coordorigin="2470,6731" coordsize="8012,114" path="m8202,6834l8179,6834,8183,6832,8187,6831,8190,6828,8193,6825,8195,6821,8197,6817,8197,6805,8179,6783,8202,6783,8204,6785,8207,6788,8208,6792,8209,6796,8211,6801,8211,6815,8209,6822,8207,6828,8202,6834xe" filled="true" fillcolor="#231f20" stroked="false">
                <v:path arrowok="t"/>
                <v:fill type="solid"/>
              </v:shape>
              <v:shape style="position:absolute;left:2470;top:6731;width:8012;height:114" coordorigin="2470,6731" coordsize="8012,114" path="m8181,6845l8163,6845,8159,6843,8155,6842,8150,6841,8148,6838,8142,6832,8139,6828,8136,6819,8136,6815,8150,6815,8153,6824,8157,6829,8165,6832,8174,6834,8202,6834,8197,6839,8190,6842,8181,6845xe" filled="true" fillcolor="#231f20" stroked="false">
                <v:path arrowok="t"/>
                <v:fill type="solid"/>
              </v:shape>
              <v:shape style="position:absolute;left:2470;top:6731;width:8012;height:114" coordorigin="2470,6731" coordsize="8012,114" path="m9319,6845l9313,6845,9296,6842,9271,6804,9271,6785,9273,6778,9273,6772,9313,6731,9317,6731,9321,6732,9328,6735,9331,6736,9334,6739,9338,6744,9311,6744,9307,6745,9303,6747,9294,6755,9291,6761,9288,6768,9287,6779,9286,6786,9299,6786,9297,6788,9294,6791,9291,6795,9290,6799,9288,6805,9288,6817,9290,6821,9293,6825,9296,6828,9299,6829,9303,6832,9307,6834,9339,6834,9338,6835,9332,6839,9327,6842,9319,6845xe" filled="true" fillcolor="#231f20" stroked="false">
                <v:path arrowok="t"/>
                <v:fill type="solid"/>
              </v:shape>
              <v:shape style="position:absolute;left:2470;top:6731;width:8012;height:114" coordorigin="2470,6731" coordsize="8012,114" path="m9345,6761l9331,6761,9331,6758,9329,6754,9327,6751,9325,6749,9322,6748,9319,6745,9315,6744,9338,6744,9342,6748,9343,6752,9345,6757,9345,6761xe" filled="true" fillcolor="#231f20" stroked="false">
                <v:path arrowok="t"/>
                <v:fill type="solid"/>
              </v:shape>
              <v:shape style="position:absolute;left:2470;top:6731;width:8012;height:114" coordorigin="2470,6731" coordsize="8012,114" path="m9299,6786l9286,6786,9291,6780,9293,6778,9296,6775,9299,6774,9303,6772,9307,6771,9317,6771,9321,6772,9325,6775,9329,6777,9334,6779,9336,6782,9337,6783,9305,6783,9301,6785,9299,6786xe" filled="true" fillcolor="#231f20" stroked="false">
                <v:path arrowok="t"/>
                <v:fill type="solid"/>
              </v:shape>
              <v:shape style="position:absolute;left:2470;top:6731;width:8012;height:114" coordorigin="2470,6731" coordsize="8012,114" path="m9339,6834l9315,6834,9319,6832,9324,6829,9327,6828,9329,6824,9331,6819,9332,6815,9332,6804,9315,6783,9337,6783,9339,6786,9342,6789,9345,6794,9346,6798,9348,6804,9348,6815,9345,6822,9342,6829,9339,6834xe" filled="true" fillcolor="#231f20" stroked="false">
                <v:path arrowok="t"/>
                <v:fill type="solid"/>
              </v:shape>
              <v:shape style="position:absolute;left:2470;top:6731;width:8012;height:114" coordorigin="2470,6731" coordsize="8012,114" path="m10435,6842l10421,6842,10424,6828,10428,6815,10433,6801,10439,6788,10447,6777,10453,6765,10459,6757,10466,6748,10405,6748,10405,6733,10481,6733,10481,6747,10473,6757,10466,6768,10459,6778,10453,6788,10449,6798,10445,6811,10439,6826,10435,6842xe" filled="true" fillcolor="#231f20" stroked="false">
                <v:path arrowok="t"/>
                <v:fill type="solid"/>
              </v:shape>
            </v:group>
            <v:group style="position:absolute;left:9480;top:5855;width:940;height:2" coordorigin="9480,5855" coordsize="940,2">
              <v:shape style="position:absolute;left:9480;top:5855;width:940;height:2" coordorigin="9480,5855" coordsize="940,0" path="m9480,5855l10420,5855e" filled="false" stroked="true" strokeweight=".812063pt" strokecolor="#231f20">
                <v:path arrowok="t"/>
              </v:shape>
            </v:group>
            <v:group style="position:absolute;left:10412;top:5855;width:2;height:334" coordorigin="10412,5855" coordsize="2,334">
              <v:shape style="position:absolute;left:10412;top:5855;width:2;height:334" coordorigin="10412,5855" coordsize="0,334" path="m10412,5855l10412,6188e" filled="false" stroked="true" strokeweight=".801655pt" strokecolor="#231f20">
                <v:path arrowok="t"/>
              </v:shape>
            </v:group>
            <v:group style="position:absolute;left:9473;top:6181;width:940;height:2" coordorigin="9473,6181" coordsize="940,2">
              <v:shape style="position:absolute;left:9473;top:6181;width:940;height:2" coordorigin="9473,6181" coordsize="940,0" path="m9473,6181l10413,6181e" filled="false" stroked="true" strokeweight=".812063pt" strokecolor="#231f20">
                <v:path arrowok="t"/>
              </v:shape>
            </v:group>
            <v:group style="position:absolute;left:9480;top:5848;width:2;height:333" coordorigin="9480,5848" coordsize="2,333">
              <v:shape style="position:absolute;left:9480;top:5848;width:2;height:333" coordorigin="9480,5848" coordsize="0,333" path="m9480,5848l9480,6180e" filled="false" stroked="true" strokeweight=".801655pt" strokecolor="#231f20">
                <v:path arrowok="t"/>
              </v:shape>
            </v:group>
            <v:group style="position:absolute;left:2527;top:5828;width:2;height:367" coordorigin="2527,5828" coordsize="2,367">
              <v:shape style="position:absolute;left:2527;top:5828;width:2;height:367" coordorigin="2527,5828" coordsize="0,367" path="m2527,6194l2527,5828e" filled="false" stroked="true" strokeweight=".530753pt" strokecolor="#231f20">
                <v:path arrowok="t"/>
              </v:shape>
            </v:group>
            <v:group style="position:absolute;left:9335;top:5828;width:2;height:367" coordorigin="9335,5828" coordsize="2,367">
              <v:shape style="position:absolute;left:9335;top:5828;width:2;height:367" coordorigin="9335,5828" coordsize="0,367" path="m9335,6194l9335,5828e" filled="false" stroked="true" strokeweight=".530753pt" strokecolor="#231f20">
                <v:path arrowok="t"/>
              </v:shape>
            </v:group>
            <v:group style="position:absolute;left:2615;top:5896;width:6629;height:2" coordorigin="2615,5896" coordsize="6629,2">
              <v:shape style="position:absolute;left:2615;top:5896;width:6629;height:2" coordorigin="2615,5896" coordsize="6629,0" path="m2615,5896l9244,5896e" filled="false" stroked="true" strokeweight=".538625pt" strokecolor="#231f20">
                <v:path arrowok="t"/>
              </v:shape>
            </v:group>
            <v:group style="position:absolute;left:2521;top:5864;width:116;height:63" coordorigin="2521,5864" coordsize="116,63">
              <v:shape style="position:absolute;left:2521;top:5864;width:116;height:63" coordorigin="2521,5864" coordsize="116,63" path="m2636,5926l2521,5895,2636,5864,2636,5926xe" filled="true" fillcolor="#231f20" stroked="false">
                <v:path arrowok="t"/>
                <v:fill type="solid"/>
              </v:shape>
            </v:group>
            <v:group style="position:absolute;left:9223;top:5864;width:116;height:63" coordorigin="9223,5864" coordsize="116,63">
              <v:shape style="position:absolute;left:9223;top:5864;width:116;height:63" coordorigin="9223,5864" coordsize="116,63" path="m9223,5926l9223,5864,9338,5895,9223,5926xe" filled="true" fillcolor="#231f20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123.488617pt;margin-top:363.270905pt;width:402.8pt;height:50.45pt;mso-position-horizontal-relative:page;mso-position-vertical-relative:page;z-index:3904" coordorigin="2470,7265" coordsize="8056,1009">
            <v:shape style="position:absolute;left:2470;top:7265;width:8055;height:1009" type="#_x0000_t75" stroked="false">
              <v:imagedata r:id="rId35" o:title=""/>
            </v:shape>
            <v:group style="position:absolute;left:2584;top:7674;width:2;height:223" coordorigin="2584,7674" coordsize="2,223">
              <v:shape style="position:absolute;left:2584;top:7674;width:2;height:223" coordorigin="2584,7674" coordsize="0,223" path="m2584,7674l2584,7897e" filled="false" stroked="true" strokeweight=".801655pt" strokecolor="#231f20">
                <v:path arrowok="t"/>
              </v:shape>
            </v:group>
            <v:group style="position:absolute;left:3147;top:7674;width:2;height:223" coordorigin="3147,7674" coordsize="2,223">
              <v:shape style="position:absolute;left:3147;top:7674;width:2;height:223" coordorigin="3147,7674" coordsize="0,223" path="m3147,7674l3147,7897e" filled="false" stroked="true" strokeweight=".801655pt" strokecolor="#231f20">
                <v:path arrowok="t"/>
              </v:shape>
            </v:group>
            <v:group style="position:absolute;left:3709;top:7674;width:2;height:223" coordorigin="3709,7674" coordsize="2,223">
              <v:shape style="position:absolute;left:3709;top:7674;width:2;height:223" coordorigin="3709,7674" coordsize="0,223" path="m3709,7674l3709,7897e" filled="false" stroked="true" strokeweight=".802717pt" strokecolor="#231f20">
                <v:path arrowok="t"/>
              </v:shape>
            </v:group>
            <v:group style="position:absolute;left:4272;top:7674;width:2;height:223" coordorigin="4272,7674" coordsize="2,223">
              <v:shape style="position:absolute;left:4272;top:7674;width:2;height:223" coordorigin="4272,7674" coordsize="0,223" path="m4272,7674l4272,7897e" filled="false" stroked="true" strokeweight=".831377pt" strokecolor="#231f20">
                <v:path arrowok="t"/>
              </v:shape>
            </v:group>
            <v:group style="position:absolute;left:4835;top:7674;width:2;height:223" coordorigin="4835,7674" coordsize="2,223">
              <v:shape style="position:absolute;left:4835;top:7674;width:2;height:223" coordorigin="4835,7674" coordsize="0,223" path="m4835,7674l4835,7897e" filled="false" stroked="true" strokeweight=".801655pt" strokecolor="#231f20">
                <v:path arrowok="t"/>
              </v:shape>
            </v:group>
            <v:group style="position:absolute;left:5397;top:7674;width:2;height:223" coordorigin="5397,7674" coordsize="2,223">
              <v:shape style="position:absolute;left:5397;top:7674;width:2;height:223" coordorigin="5397,7674" coordsize="0,223" path="m5397,7674l5397,7897e" filled="false" stroked="true" strokeweight=".802717pt" strokecolor="#231f20">
                <v:path arrowok="t"/>
              </v:shape>
            </v:group>
            <v:group style="position:absolute;left:5960;top:7674;width:2;height:223" coordorigin="5960,7674" coordsize="2,223">
              <v:shape style="position:absolute;left:5960;top:7674;width:2;height:223" coordorigin="5960,7674" coordsize="0,223" path="m5960,7674l5960,7897e" filled="false" stroked="true" strokeweight=".801655pt" strokecolor="#231f20">
                <v:path arrowok="t"/>
              </v:shape>
            </v:group>
            <v:group style="position:absolute;left:6523;top:7674;width:2;height:223" coordorigin="6523,7674" coordsize="2,223">
              <v:shape style="position:absolute;left:6523;top:7674;width:2;height:223" coordorigin="6523,7674" coordsize="0,223" path="m6523,7674l6523,7897e" filled="false" stroked="true" strokeweight=".801655pt" strokecolor="#231f20">
                <v:path arrowok="t"/>
              </v:shape>
            </v:group>
            <v:group style="position:absolute;left:7085;top:7674;width:2;height:223" coordorigin="7085,7674" coordsize="2,223">
              <v:shape style="position:absolute;left:7085;top:7674;width:2;height:223" coordorigin="7085,7674" coordsize="0,223" path="m7085,7674l7085,7897e" filled="false" stroked="true" strokeweight=".802717pt" strokecolor="#231f20">
                <v:path arrowok="t"/>
              </v:shape>
            </v:group>
            <v:group style="position:absolute;left:7648;top:7674;width:2;height:223" coordorigin="7648,7674" coordsize="2,223">
              <v:shape style="position:absolute;left:7648;top:7674;width:2;height:223" coordorigin="7648,7674" coordsize="0,223" path="m7648,7674l7648,7897e" filled="false" stroked="true" strokeweight=".801655pt" strokecolor="#231f20">
                <v:path arrowok="t"/>
              </v:shape>
            </v:group>
            <v:group style="position:absolute;left:8211;top:7674;width:2;height:223" coordorigin="8211,7674" coordsize="2,223">
              <v:shape style="position:absolute;left:8211;top:7674;width:2;height:223" coordorigin="8211,7674" coordsize="0,223" path="m8211,7674l8211,7897e" filled="false" stroked="true" strokeweight=".801655pt" strokecolor="#231f20">
                <v:path arrowok="t"/>
              </v:shape>
            </v:group>
            <v:group style="position:absolute;left:8774;top:7674;width:2;height:223" coordorigin="8774,7674" coordsize="2,223">
              <v:shape style="position:absolute;left:8774;top:7674;width:2;height:223" coordorigin="8774,7674" coordsize="0,223" path="m8774,7674l8774,7897e" filled="false" stroked="true" strokeweight=".801655pt" strokecolor="#231f20">
                <v:path arrowok="t"/>
              </v:shape>
            </v:group>
            <v:group style="position:absolute;left:9336;top:7674;width:2;height:223" coordorigin="9336,7674" coordsize="2,223">
              <v:shape style="position:absolute;left:9336;top:7674;width:2;height:223" coordorigin="9336,7674" coordsize="0,223" path="m9336,7674l9336,7897e" filled="false" stroked="true" strokeweight=".801655pt" strokecolor="#231f20">
                <v:path arrowok="t"/>
              </v:shape>
            </v:group>
            <v:group style="position:absolute;left:9899;top:7674;width:2;height:223" coordorigin="9899,7674" coordsize="2,223">
              <v:shape style="position:absolute;left:9899;top:7674;width:2;height:223" coordorigin="9899,7674" coordsize="0,223" path="m9899,7674l9899,7897e" filled="false" stroked="true" strokeweight=".801655pt" strokecolor="#231f20">
                <v:path arrowok="t"/>
              </v:shape>
            </v:group>
            <v:group style="position:absolute;left:2640;top:7674;width:2;height:286" coordorigin="2640,7674" coordsize="2,286">
              <v:shape style="position:absolute;left:2640;top:7674;width:2;height:286" coordorigin="2640,7674" coordsize="0,286" path="m2640,7674l2640,7960e" filled="false" stroked="true" strokeweight=".802717pt" strokecolor="#231f20">
                <v:path arrowok="t"/>
              </v:shape>
            </v:group>
            <v:group style="position:absolute;left:3203;top:7674;width:2;height:286" coordorigin="3203,7674" coordsize="2,286">
              <v:shape style="position:absolute;left:3203;top:7674;width:2;height:286" coordorigin="3203,7674" coordsize="0,286" path="m3203,7674l3203,7960e" filled="false" stroked="true" strokeweight=".802717pt" strokecolor="#231f20">
                <v:path arrowok="t"/>
              </v:shape>
            </v:group>
            <v:group style="position:absolute;left:3766;top:7674;width:2;height:286" coordorigin="3766,7674" coordsize="2,286">
              <v:shape style="position:absolute;left:3766;top:7674;width:2;height:286" coordorigin="3766,7674" coordsize="0,286" path="m3766,7674l3766,7960e" filled="false" stroked="true" strokeweight=".801655pt" strokecolor="#231f20">
                <v:path arrowok="t"/>
              </v:shape>
            </v:group>
            <v:group style="position:absolute;left:4328;top:7674;width:2;height:286" coordorigin="4328,7674" coordsize="2,286">
              <v:shape style="position:absolute;left:4328;top:7674;width:2;height:286" coordorigin="4328,7674" coordsize="0,286" path="m4328,7674l4328,7960e" filled="false" stroked="true" strokeweight=".801655pt" strokecolor="#231f20">
                <v:path arrowok="t"/>
              </v:shape>
            </v:group>
            <v:group style="position:absolute;left:4891;top:7674;width:2;height:286" coordorigin="4891,7674" coordsize="2,286">
              <v:shape style="position:absolute;left:4891;top:7674;width:2;height:286" coordorigin="4891,7674" coordsize="0,286" path="m4891,7674l4891,7960e" filled="false" stroked="true" strokeweight=".801655pt" strokecolor="#231f20">
                <v:path arrowok="t"/>
              </v:shape>
            </v:group>
            <v:group style="position:absolute;left:5454;top:7674;width:2;height:286" coordorigin="5454,7674" coordsize="2,286">
              <v:shape style="position:absolute;left:5454;top:7674;width:2;height:286" coordorigin="5454,7674" coordsize="0,286" path="m5454,7674l5454,7960e" filled="false" stroked="true" strokeweight=".801655pt" strokecolor="#231f20">
                <v:path arrowok="t"/>
              </v:shape>
            </v:group>
            <v:group style="position:absolute;left:6016;top:7674;width:2;height:286" coordorigin="6016,7674" coordsize="2,286">
              <v:shape style="position:absolute;left:6016;top:7674;width:2;height:286" coordorigin="6016,7674" coordsize="0,286" path="m6016,7674l6016,7960e" filled="false" stroked="true" strokeweight=".802717pt" strokecolor="#231f20">
                <v:path arrowok="t"/>
              </v:shape>
            </v:group>
            <v:group style="position:absolute;left:6579;top:7674;width:2;height:286" coordorigin="6579,7674" coordsize="2,286">
              <v:shape style="position:absolute;left:6579;top:7674;width:2;height:286" coordorigin="6579,7674" coordsize="0,286" path="m6579,7674l6579,7960e" filled="false" stroked="true" strokeweight=".801655pt" strokecolor="#231f20">
                <v:path arrowok="t"/>
              </v:shape>
            </v:group>
            <v:group style="position:absolute;left:7142;top:7674;width:2;height:286" coordorigin="7142,7674" coordsize="2,286">
              <v:shape style="position:absolute;left:7142;top:7674;width:2;height:286" coordorigin="7142,7674" coordsize="0,286" path="m7142,7674l7142,7960e" filled="false" stroked="true" strokeweight=".821824pt" strokecolor="#231f20">
                <v:path arrowok="t"/>
              </v:shape>
            </v:group>
            <v:group style="position:absolute;left:7704;top:7674;width:2;height:286" coordorigin="7704,7674" coordsize="2,286">
              <v:shape style="position:absolute;left:7704;top:7674;width:2;height:286" coordorigin="7704,7674" coordsize="0,286" path="m7704,7674l7704,7960e" filled="false" stroked="true" strokeweight=".801655pt" strokecolor="#231f20">
                <v:path arrowok="t"/>
              </v:shape>
            </v:group>
            <v:group style="position:absolute;left:8267;top:7674;width:2;height:286" coordorigin="8267,7674" coordsize="2,286">
              <v:shape style="position:absolute;left:8267;top:7674;width:2;height:286" coordorigin="8267,7674" coordsize="0,286" path="m8267,7674l8267,7960e" filled="false" stroked="true" strokeweight=".801655pt" strokecolor="#231f20">
                <v:path arrowok="t"/>
              </v:shape>
            </v:group>
            <v:group style="position:absolute;left:8830;top:7674;width:2;height:286" coordorigin="8830,7674" coordsize="2,286">
              <v:shape style="position:absolute;left:8830;top:7674;width:2;height:286" coordorigin="8830,7674" coordsize="0,286" path="m8830,7674l8830,7960e" filled="false" stroked="true" strokeweight=".803778pt" strokecolor="#231f20">
                <v:path arrowok="t"/>
              </v:shape>
            </v:group>
            <v:group style="position:absolute;left:9393;top:7674;width:2;height:286" coordorigin="9393,7674" coordsize="2,286">
              <v:shape style="position:absolute;left:9393;top:7674;width:2;height:286" coordorigin="9393,7674" coordsize="0,286" path="m9393,7674l9393,7960e" filled="false" stroked="true" strokeweight=".801655pt" strokecolor="#231f20">
                <v:path arrowok="t"/>
              </v:shape>
            </v:group>
            <v:group style="position:absolute;left:9955;top:7674;width:2;height:286" coordorigin="9955,7674" coordsize="2,286">
              <v:shape style="position:absolute;left:9955;top:7674;width:2;height:286" coordorigin="9955,7674" coordsize="0,286" path="m9955,7674l9955,7960e" filled="false" stroked="true" strokeweight=".801655pt" strokecolor="#231f20">
                <v:path arrowok="t"/>
              </v:shape>
            </v:group>
            <v:group style="position:absolute;left:2696;top:7674;width:2;height:223" coordorigin="2696,7674" coordsize="2,223">
              <v:shape style="position:absolute;left:2696;top:7674;width:2;height:223" coordorigin="2696,7674" coordsize="0,223" path="m2696,7674l2696,7897e" filled="false" stroked="true" strokeweight=".82607pt" strokecolor="#231f20">
                <v:path arrowok="t"/>
              </v:shape>
            </v:group>
            <v:group style="position:absolute;left:3259;top:7674;width:2;height:223" coordorigin="3259,7674" coordsize="2,223">
              <v:shape style="position:absolute;left:3259;top:7674;width:2;height:223" coordorigin="3259,7674" coordsize="0,223" path="m3259,7674l3259,7897e" filled="false" stroked="true" strokeweight=".802717pt" strokecolor="#231f20">
                <v:path arrowok="t"/>
              </v:shape>
            </v:group>
            <v:group style="position:absolute;left:3822;top:7674;width:2;height:223" coordorigin="3822,7674" coordsize="2,223">
              <v:shape style="position:absolute;left:3822;top:7674;width:2;height:223" coordorigin="3822,7674" coordsize="0,223" path="m3822,7674l3822,7897e" filled="false" stroked="true" strokeweight=".801655pt" strokecolor="#231f20">
                <v:path arrowok="t"/>
              </v:shape>
            </v:group>
            <v:group style="position:absolute;left:4385;top:7674;width:2;height:223" coordorigin="4385,7674" coordsize="2,223">
              <v:shape style="position:absolute;left:4385;top:7674;width:2;height:223" coordorigin="4385,7674" coordsize="0,223" path="m4385,7674l4385,7897e" filled="false" stroked="true" strokeweight=".801655pt" strokecolor="#231f20">
                <v:path arrowok="t"/>
              </v:shape>
            </v:group>
            <v:group style="position:absolute;left:4947;top:7674;width:2;height:223" coordorigin="4947,7674" coordsize="2,223">
              <v:shape style="position:absolute;left:4947;top:7674;width:2;height:223" coordorigin="4947,7674" coordsize="0,223" path="m4947,7674l4947,7897e" filled="false" stroked="true" strokeweight=".802717pt" strokecolor="#231f20">
                <v:path arrowok="t"/>
              </v:shape>
            </v:group>
            <v:group style="position:absolute;left:5510;top:7674;width:2;height:223" coordorigin="5510,7674" coordsize="2,223">
              <v:shape style="position:absolute;left:5510;top:7674;width:2;height:223" coordorigin="5510,7674" coordsize="0,223" path="m5510,7674l5510,7897e" filled="false" stroked="true" strokeweight=".801655pt" strokecolor="#231f20">
                <v:path arrowok="t"/>
              </v:shape>
            </v:group>
            <v:group style="position:absolute;left:6073;top:7674;width:2;height:223" coordorigin="6073,7674" coordsize="2,223">
              <v:shape style="position:absolute;left:6073;top:7674;width:2;height:223" coordorigin="6073,7674" coordsize="0,223" path="m6073,7674l6073,7897e" filled="false" stroked="true" strokeweight=".803778pt" strokecolor="#231f20">
                <v:path arrowok="t"/>
              </v:shape>
            </v:group>
            <v:group style="position:absolute;left:6635;top:7674;width:2;height:223" coordorigin="6635,7674" coordsize="2,223">
              <v:shape style="position:absolute;left:6635;top:7674;width:2;height:223" coordorigin="6635,7674" coordsize="0,223" path="m6635,7674l6635,7897e" filled="false" stroked="true" strokeweight=".801655pt" strokecolor="#231f20">
                <v:path arrowok="t"/>
              </v:shape>
            </v:group>
            <v:group style="position:absolute;left:7198;top:7674;width:2;height:223" coordorigin="7198,7674" coordsize="2,223">
              <v:shape style="position:absolute;left:7198;top:7674;width:2;height:223" coordorigin="7198,7674" coordsize="0,223" path="m7198,7674l7198,7897e" filled="false" stroked="true" strokeweight=".801655pt" strokecolor="#231f20">
                <v:path arrowok="t"/>
              </v:shape>
            </v:group>
            <v:group style="position:absolute;left:7761;top:7674;width:2;height:223" coordorigin="7761,7674" coordsize="2,223">
              <v:shape style="position:absolute;left:7761;top:7674;width:2;height:223" coordorigin="7761,7674" coordsize="0,223" path="m7761,7674l7761,7897e" filled="false" stroked="true" strokeweight=".802717pt" strokecolor="#231f20">
                <v:path arrowok="t"/>
              </v:shape>
            </v:group>
            <v:group style="position:absolute;left:8323;top:7674;width:2;height:223" coordorigin="8323,7674" coordsize="2,223">
              <v:shape style="position:absolute;left:8323;top:7674;width:2;height:223" coordorigin="8323,7674" coordsize="0,223" path="m8323,7674l8323,7897e" filled="false" stroked="true" strokeweight=".802717pt" strokecolor="#231f20">
                <v:path arrowok="t"/>
              </v:shape>
            </v:group>
            <v:group style="position:absolute;left:8886;top:7674;width:2;height:223" coordorigin="8886,7674" coordsize="2,223">
              <v:shape style="position:absolute;left:8886;top:7674;width:2;height:223" coordorigin="8886,7674" coordsize="0,223" path="m8886,7674l8886,7897e" filled="false" stroked="true" strokeweight=".801655pt" strokecolor="#231f20">
                <v:path arrowok="t"/>
              </v:shape>
            </v:group>
            <v:group style="position:absolute;left:9449;top:7674;width:2;height:223" coordorigin="9449,7674" coordsize="2,223">
              <v:shape style="position:absolute;left:9449;top:7674;width:2;height:223" coordorigin="9449,7674" coordsize="0,223" path="m9449,7674l9449,7897e" filled="false" stroked="true" strokeweight=".801655pt" strokecolor="#231f20">
                <v:path arrowok="t"/>
              </v:shape>
            </v:group>
            <v:group style="position:absolute;left:10012;top:7674;width:2;height:223" coordorigin="10012,7674" coordsize="2,223">
              <v:shape style="position:absolute;left:10012;top:7674;width:2;height:223" coordorigin="10012,7674" coordsize="0,223" path="m10012,7674l10012,7897e" filled="false" stroked="true" strokeweight=".802717pt" strokecolor="#231f20">
                <v:path arrowok="t"/>
              </v:shape>
            </v:group>
            <v:group style="position:absolute;left:2753;top:7674;width:2;height:286" coordorigin="2753,7674" coordsize="2,286">
              <v:shape style="position:absolute;left:2753;top:7674;width:2;height:286" coordorigin="2753,7674" coordsize="0,286" path="m2753,7674l2753,7960e" filled="false" stroked="true" strokeweight=".802717pt" strokecolor="#231f20">
                <v:path arrowok="t"/>
              </v:shape>
            </v:group>
            <v:group style="position:absolute;left:3315;top:7674;width:2;height:286" coordorigin="3315,7674" coordsize="2,286">
              <v:shape style="position:absolute;left:3315;top:7674;width:2;height:286" coordorigin="3315,7674" coordsize="0,286" path="m3315,7674l3315,7960e" filled="false" stroked="true" strokeweight=".802717pt" strokecolor="#231f20">
                <v:path arrowok="t"/>
              </v:shape>
            </v:group>
            <v:group style="position:absolute;left:3878;top:7674;width:2;height:286" coordorigin="3878,7674" coordsize="2,286">
              <v:shape style="position:absolute;left:3878;top:7674;width:2;height:286" coordorigin="3878,7674" coordsize="0,286" path="m3878,7674l3878,7960e" filled="false" stroked="true" strokeweight=".801655pt" strokecolor="#231f20">
                <v:path arrowok="t"/>
              </v:shape>
            </v:group>
            <v:group style="position:absolute;left:4441;top:7674;width:2;height:286" coordorigin="4441,7674" coordsize="2,286">
              <v:shape style="position:absolute;left:4441;top:7674;width:2;height:286" coordorigin="4441,7674" coordsize="0,286" path="m4441,7674l4441,7960e" filled="false" stroked="true" strokeweight=".802717pt" strokecolor="#231f20">
                <v:path arrowok="t"/>
              </v:shape>
            </v:group>
            <v:group style="position:absolute;left:5004;top:7674;width:2;height:286" coordorigin="5004,7674" coordsize="2,286">
              <v:shape style="position:absolute;left:5004;top:7674;width:2;height:286" coordorigin="5004,7674" coordsize="0,286" path="m5004,7674l5004,7960e" filled="false" stroked="true" strokeweight=".802717pt" strokecolor="#231f20">
                <v:path arrowok="t"/>
              </v:shape>
            </v:group>
            <v:group style="position:absolute;left:5567;top:7674;width:2;height:286" coordorigin="5567,7674" coordsize="2,286">
              <v:shape style="position:absolute;left:5567;top:7674;width:2;height:286" coordorigin="5567,7674" coordsize="0,286" path="m5567,7674l5567,7960e" filled="false" stroked="true" strokeweight=".801655pt" strokecolor="#231f20">
                <v:path arrowok="t"/>
              </v:shape>
            </v:group>
            <v:group style="position:absolute;left:6129;top:7674;width:2;height:286" coordorigin="6129,7674" coordsize="2,286">
              <v:shape style="position:absolute;left:6129;top:7674;width:2;height:286" coordorigin="6129,7674" coordsize="0,286" path="m6129,7674l6129,7960e" filled="false" stroked="true" strokeweight=".801655pt" strokecolor="#231f20">
                <v:path arrowok="t"/>
              </v:shape>
            </v:group>
            <v:group style="position:absolute;left:6692;top:7674;width:2;height:286" coordorigin="6692,7674" coordsize="2,286">
              <v:shape style="position:absolute;left:6692;top:7674;width:2;height:286" coordorigin="6692,7674" coordsize="0,286" path="m6692,7674l6692,7960e" filled="false" stroked="true" strokeweight=".803778pt" strokecolor="#231f20">
                <v:path arrowok="t"/>
              </v:shape>
            </v:group>
            <v:group style="position:absolute;left:7254;top:7674;width:2;height:286" coordorigin="7254,7674" coordsize="2,286">
              <v:shape style="position:absolute;left:7254;top:7674;width:2;height:286" coordorigin="7254,7674" coordsize="0,286" path="m7254,7674l7254,7960e" filled="false" stroked="true" strokeweight=".800594pt" strokecolor="#231f20">
                <v:path arrowok="t"/>
              </v:shape>
            </v:group>
            <v:group style="position:absolute;left:7817;top:7674;width:2;height:286" coordorigin="7817,7674" coordsize="2,286">
              <v:shape style="position:absolute;left:7817;top:7674;width:2;height:286" coordorigin="7817,7674" coordsize="0,286" path="m7817,7674l7817,7960e" filled="false" stroked="true" strokeweight=".801655pt" strokecolor="#231f20">
                <v:path arrowok="t"/>
              </v:shape>
            </v:group>
            <v:group style="position:absolute;left:8380;top:7674;width:2;height:286" coordorigin="8380,7674" coordsize="2,286">
              <v:shape style="position:absolute;left:8380;top:7674;width:2;height:286" coordorigin="8380,7674" coordsize="0,286" path="m8380,7674l8380,7960e" filled="false" stroked="true" strokeweight=".801655pt" strokecolor="#231f20">
                <v:path arrowok="t"/>
              </v:shape>
            </v:group>
            <v:group style="position:absolute;left:8942;top:7674;width:2;height:286" coordorigin="8942,7674" coordsize="2,286">
              <v:shape style="position:absolute;left:8942;top:7674;width:2;height:286" coordorigin="8942,7674" coordsize="0,286" path="m8942,7674l8942,7960e" filled="false" stroked="true" strokeweight=".801655pt" strokecolor="#231f20">
                <v:path arrowok="t"/>
              </v:shape>
            </v:group>
            <v:group style="position:absolute;left:9505;top:7674;width:2;height:286" coordorigin="9505,7674" coordsize="2,286">
              <v:shape style="position:absolute;left:9505;top:7674;width:2;height:286" coordorigin="9505,7674" coordsize="0,286" path="m9505,7674l9505,7960e" filled="false" stroked="true" strokeweight=".801655pt" strokecolor="#231f20">
                <v:path arrowok="t"/>
              </v:shape>
            </v:group>
            <v:group style="position:absolute;left:10068;top:7674;width:2;height:286" coordorigin="10068,7674" coordsize="2,286">
              <v:shape style="position:absolute;left:10068;top:7674;width:2;height:286" coordorigin="10068,7674" coordsize="0,286" path="m10068,7674l10068,7960e" filled="false" stroked="true" strokeweight=".802717pt" strokecolor="#231f20">
                <v:path arrowok="t"/>
              </v:shape>
            </v:group>
            <v:group style="position:absolute;left:2809;top:7674;width:2;height:219" coordorigin="2809,7674" coordsize="2,219">
              <v:shape style="position:absolute;left:2809;top:7674;width:2;height:219" coordorigin="2809,7674" coordsize="0,219" path="m2809,7674l2809,7893e" filled="false" stroked="true" strokeweight=".801655pt" strokecolor="#231f20">
                <v:path arrowok="t"/>
              </v:shape>
            </v:group>
            <v:group style="position:absolute;left:3372;top:7674;width:2;height:219" coordorigin="3372,7674" coordsize="2,219">
              <v:shape style="position:absolute;left:3372;top:7674;width:2;height:219" coordorigin="3372,7674" coordsize="0,219" path="m3372,7674l3372,7893e" filled="false" stroked="true" strokeweight=".801655pt" strokecolor="#231f20">
                <v:path arrowok="t"/>
              </v:shape>
            </v:group>
            <v:group style="position:absolute;left:3934;top:7674;width:2;height:219" coordorigin="3934,7674" coordsize="2,219">
              <v:shape style="position:absolute;left:3934;top:7674;width:2;height:219" coordorigin="3934,7674" coordsize="0,219" path="m3934,7674l3934,7893e" filled="false" stroked="true" strokeweight=".802717pt" strokecolor="#231f20">
                <v:path arrowok="t"/>
              </v:shape>
            </v:group>
            <v:group style="position:absolute;left:4497;top:7674;width:2;height:219" coordorigin="4497,7674" coordsize="2,219">
              <v:shape style="position:absolute;left:4497;top:7674;width:2;height:219" coordorigin="4497,7674" coordsize="0,219" path="m4497,7674l4497,7893e" filled="false" stroked="true" strokeweight=".801655pt" strokecolor="#231f20">
                <v:path arrowok="t"/>
              </v:shape>
            </v:group>
            <v:group style="position:absolute;left:5060;top:7674;width:2;height:219" coordorigin="5060,7674" coordsize="2,219">
              <v:shape style="position:absolute;left:5060;top:7674;width:2;height:219" coordorigin="5060,7674" coordsize="0,219" path="m5060,7674l5060,7893e" filled="false" stroked="true" strokeweight=".803778pt" strokecolor="#231f20">
                <v:path arrowok="t"/>
              </v:shape>
            </v:group>
            <v:group style="position:absolute;left:5623;top:7674;width:2;height:219" coordorigin="5623,7674" coordsize="2,219">
              <v:shape style="position:absolute;left:5623;top:7674;width:2;height:219" coordorigin="5623,7674" coordsize="0,219" path="m5623,7674l5623,7893e" filled="false" stroked="true" strokeweight=".801655pt" strokecolor="#231f20">
                <v:path arrowok="t"/>
              </v:shape>
            </v:group>
            <v:group style="position:absolute;left:6185;top:7674;width:2;height:219" coordorigin="6185,7674" coordsize="2,219">
              <v:shape style="position:absolute;left:6185;top:7674;width:2;height:219" coordorigin="6185,7674" coordsize="0,219" path="m6185,7674l6185,7893e" filled="false" stroked="true" strokeweight=".801655pt" strokecolor="#231f20">
                <v:path arrowok="t"/>
              </v:shape>
            </v:group>
            <v:group style="position:absolute;left:6748;top:7674;width:2;height:219" coordorigin="6748,7674" coordsize="2,219">
              <v:shape style="position:absolute;left:6748;top:7674;width:2;height:219" coordorigin="6748,7674" coordsize="0,219" path="m6748,7674l6748,7893e" filled="false" stroked="true" strokeweight=".801655pt" strokecolor="#231f20">
                <v:path arrowok="t"/>
              </v:shape>
            </v:group>
            <v:group style="position:absolute;left:7311;top:7674;width:2;height:219" coordorigin="7311,7674" coordsize="2,219">
              <v:shape style="position:absolute;left:7311;top:7674;width:2;height:219" coordorigin="7311,7674" coordsize="0,219" path="m7311,7674l7311,7893e" filled="false" stroked="true" strokeweight=".802717pt" strokecolor="#231f20">
                <v:path arrowok="t"/>
              </v:shape>
            </v:group>
            <v:group style="position:absolute;left:7874;top:7674;width:2;height:219" coordorigin="7874,7674" coordsize="2,219">
              <v:shape style="position:absolute;left:7874;top:7674;width:2;height:219" coordorigin="7874,7674" coordsize="0,219" path="m7874,7674l7874,7893e" filled="false" stroked="true" strokeweight=".802717pt" strokecolor="#231f20">
                <v:path arrowok="t"/>
              </v:shape>
            </v:group>
            <v:group style="position:absolute;left:8436;top:7674;width:2;height:219" coordorigin="8436,7674" coordsize="2,219">
              <v:shape style="position:absolute;left:8436;top:7674;width:2;height:219" coordorigin="8436,7674" coordsize="0,219" path="m8436,7674l8436,7893e" filled="false" stroked="true" strokeweight=".802717pt" strokecolor="#231f20">
                <v:path arrowok="t"/>
              </v:shape>
            </v:group>
            <v:group style="position:absolute;left:8999;top:7674;width:2;height:219" coordorigin="8999,7674" coordsize="2,219">
              <v:shape style="position:absolute;left:8999;top:7674;width:2;height:219" coordorigin="8999,7674" coordsize="0,219" path="m8999,7674l8999,7893e" filled="false" stroked="true" strokeweight=".803778pt" strokecolor="#231f20">
                <v:path arrowok="t"/>
              </v:shape>
            </v:group>
            <v:group style="position:absolute;left:9561;top:7674;width:2;height:219" coordorigin="9561,7674" coordsize="2,219">
              <v:shape style="position:absolute;left:9561;top:7674;width:2;height:219" coordorigin="9561,7674" coordsize="0,219" path="m9561,7674l9561,7893e" filled="false" stroked="true" strokeweight=".802717pt" strokecolor="#231f20">
                <v:path arrowok="t"/>
              </v:shape>
            </v:group>
            <v:group style="position:absolute;left:10124;top:7674;width:2;height:219" coordorigin="10124,7674" coordsize="2,219">
              <v:shape style="position:absolute;left:10124;top:7674;width:2;height:219" coordorigin="10124,7674" coordsize="0,219" path="m10124,7674l10124,7893e" filled="false" stroked="true" strokeweight=".801655pt" strokecolor="#231f20">
                <v:path arrowok="t"/>
              </v:shape>
            </v:group>
            <v:group style="position:absolute;left:2865;top:7674;width:2;height:286" coordorigin="2865,7674" coordsize="2,286">
              <v:shape style="position:absolute;left:2865;top:7674;width:2;height:286" coordorigin="2865,7674" coordsize="0,286" path="m2865,7674l2865,7960e" filled="false" stroked="true" strokeweight=".802717pt" strokecolor="#231f20">
                <v:path arrowok="t"/>
              </v:shape>
            </v:group>
            <v:group style="position:absolute;left:3428;top:7674;width:2;height:286" coordorigin="3428,7674" coordsize="2,286">
              <v:shape style="position:absolute;left:3428;top:7674;width:2;height:286" coordorigin="3428,7674" coordsize="0,286" path="m3428,7674l3428,7960e" filled="false" stroked="true" strokeweight=".801655pt" strokecolor="#231f20">
                <v:path arrowok="t"/>
              </v:shape>
            </v:group>
            <v:group style="position:absolute;left:3991;top:7674;width:2;height:286" coordorigin="3991,7674" coordsize="2,286">
              <v:shape style="position:absolute;left:3991;top:7674;width:2;height:286" coordorigin="3991,7674" coordsize="0,286" path="m3991,7674l3991,7960e" filled="false" stroked="true" strokeweight=".802717pt" strokecolor="#231f20">
                <v:path arrowok="t"/>
              </v:shape>
            </v:group>
            <v:group style="position:absolute;left:4553;top:7674;width:2;height:286" coordorigin="4553,7674" coordsize="2,286">
              <v:shape style="position:absolute;left:4553;top:7674;width:2;height:286" coordorigin="4553,7674" coordsize="0,286" path="m4553,7674l4553,7960e" filled="false" stroked="true" strokeweight=".802717pt" strokecolor="#231f20">
                <v:path arrowok="t"/>
              </v:shape>
            </v:group>
            <v:group style="position:absolute;left:5116;top:7674;width:2;height:286" coordorigin="5116,7674" coordsize="2,286">
              <v:shape style="position:absolute;left:5116;top:7674;width:2;height:286" coordorigin="5116,7674" coordsize="0,286" path="m5116,7674l5116,7960e" filled="false" stroked="true" strokeweight=".802717pt" strokecolor="#231f20">
                <v:path arrowok="t"/>
              </v:shape>
            </v:group>
            <v:group style="position:absolute;left:5679;top:7674;width:2;height:286" coordorigin="5679,7674" coordsize="2,286">
              <v:shape style="position:absolute;left:5679;top:7674;width:2;height:286" coordorigin="5679,7674" coordsize="0,286" path="m5679,7674l5679,7960e" filled="false" stroked="true" strokeweight=".802717pt" strokecolor="#231f20">
                <v:path arrowok="t"/>
              </v:shape>
            </v:group>
            <v:group style="position:absolute;left:6242;top:7674;width:2;height:286" coordorigin="6242,7674" coordsize="2,286">
              <v:shape style="position:absolute;left:6242;top:7674;width:2;height:286" coordorigin="6242,7674" coordsize="0,286" path="m6242,7674l6242,7960e" filled="false" stroked="true" strokeweight=".801655pt" strokecolor="#231f20">
                <v:path arrowok="t"/>
              </v:shape>
            </v:group>
            <v:group style="position:absolute;left:6804;top:7674;width:2;height:286" coordorigin="6804,7674" coordsize="2,286">
              <v:shape style="position:absolute;left:6804;top:7674;width:2;height:286" coordorigin="6804,7674" coordsize="0,286" path="m6804,7674l6804,7960e" filled="false" stroked="true" strokeweight=".802717pt" strokecolor="#231f20">
                <v:path arrowok="t"/>
              </v:shape>
            </v:group>
            <v:group style="position:absolute;left:7367;top:7674;width:2;height:286" coordorigin="7367,7674" coordsize="2,286">
              <v:shape style="position:absolute;left:7367;top:7674;width:2;height:286" coordorigin="7367,7674" coordsize="0,286" path="m7367,7674l7367,7960e" filled="false" stroked="true" strokeweight=".803778pt" strokecolor="#231f20">
                <v:path arrowok="t"/>
              </v:shape>
            </v:group>
            <v:group style="position:absolute;left:7929;top:7674;width:2;height:286" coordorigin="7929,7674" coordsize="2,286">
              <v:shape style="position:absolute;left:7929;top:7674;width:2;height:286" coordorigin="7929,7674" coordsize="0,286" path="m7929,7674l7929,7960e" filled="false" stroked="true" strokeweight=".801655pt" strokecolor="#231f20">
                <v:path arrowok="t"/>
              </v:shape>
            </v:group>
            <v:group style="position:absolute;left:8492;top:7674;width:2;height:286" coordorigin="8492,7674" coordsize="2,286">
              <v:shape style="position:absolute;left:8492;top:7674;width:2;height:286" coordorigin="8492,7674" coordsize="0,286" path="m8492,7674l8492,7960e" filled="false" stroked="true" strokeweight=".802717pt" strokecolor="#231f20">
                <v:path arrowok="t"/>
              </v:shape>
            </v:group>
            <v:group style="position:absolute;left:9055;top:7674;width:2;height:286" coordorigin="9055,7674" coordsize="2,286">
              <v:shape style="position:absolute;left:9055;top:7674;width:2;height:286" coordorigin="9055,7674" coordsize="0,286" path="m9055,7674l9055,7960e" filled="false" stroked="true" strokeweight=".801655pt" strokecolor="#231f20">
                <v:path arrowok="t"/>
              </v:shape>
            </v:group>
            <v:group style="position:absolute;left:9618;top:7674;width:2;height:286" coordorigin="9618,7674" coordsize="2,286">
              <v:shape style="position:absolute;left:9618;top:7674;width:2;height:286" coordorigin="9618,7674" coordsize="0,286" path="m9618,7674l9618,7960e" filled="false" stroked="true" strokeweight=".802717pt" strokecolor="#231f20">
                <v:path arrowok="t"/>
              </v:shape>
            </v:group>
            <v:group style="position:absolute;left:10180;top:7674;width:2;height:286" coordorigin="10180,7674" coordsize="2,286">
              <v:shape style="position:absolute;left:10180;top:7674;width:2;height:286" coordorigin="10180,7674" coordsize="0,286" path="m10180,7674l10180,7960e" filled="false" stroked="true" strokeweight=".803778pt" strokecolor="#231f20">
                <v:path arrowok="t"/>
              </v:shape>
            </v:group>
            <v:group style="position:absolute;left:2921;top:7674;width:2;height:223" coordorigin="2921,7674" coordsize="2,223">
              <v:shape style="position:absolute;left:2921;top:7674;width:2;height:223" coordorigin="2921,7674" coordsize="0,223" path="m2921,7674l2921,7897e" filled="false" stroked="true" strokeweight=".802717pt" strokecolor="#231f20">
                <v:path arrowok="t"/>
              </v:shape>
            </v:group>
            <v:group style="position:absolute;left:3484;top:7674;width:2;height:223" coordorigin="3484,7674" coordsize="2,223">
              <v:shape style="position:absolute;left:3484;top:7674;width:2;height:223" coordorigin="3484,7674" coordsize="0,223" path="m3484,7674l3484,7897e" filled="false" stroked="true" strokeweight=".801655pt" strokecolor="#231f20">
                <v:path arrowok="t"/>
              </v:shape>
            </v:group>
            <v:group style="position:absolute;left:4047;top:7674;width:2;height:223" coordorigin="4047,7674" coordsize="2,223">
              <v:shape style="position:absolute;left:4047;top:7674;width:2;height:223" coordorigin="4047,7674" coordsize="0,223" path="m4047,7674l4047,7897e" filled="false" stroked="true" strokeweight=".801655pt" strokecolor="#231f20">
                <v:path arrowok="t"/>
              </v:shape>
            </v:group>
            <v:group style="position:absolute;left:4610;top:7674;width:2;height:223" coordorigin="4610,7674" coordsize="2,223">
              <v:shape style="position:absolute;left:4610;top:7674;width:2;height:223" coordorigin="4610,7674" coordsize="0,223" path="m4610,7674l4610,7897e" filled="false" stroked="true" strokeweight=".801655pt" strokecolor="#231f20">
                <v:path arrowok="t"/>
              </v:shape>
            </v:group>
            <v:group style="position:absolute;left:5172;top:7674;width:2;height:223" coordorigin="5172,7674" coordsize="2,223">
              <v:shape style="position:absolute;left:5172;top:7674;width:2;height:223" coordorigin="5172,7674" coordsize="0,223" path="m5172,7674l5172,7897e" filled="false" stroked="true" strokeweight=".801655pt" strokecolor="#231f20">
                <v:path arrowok="t"/>
              </v:shape>
            </v:group>
            <v:group style="position:absolute;left:5735;top:7674;width:2;height:223" coordorigin="5735,7674" coordsize="2,223">
              <v:shape style="position:absolute;left:5735;top:7674;width:2;height:223" coordorigin="5735,7674" coordsize="0,223" path="m5735,7674l5735,7897e" filled="false" stroked="true" strokeweight=".801655pt" strokecolor="#231f20">
                <v:path arrowok="t"/>
              </v:shape>
            </v:group>
            <v:group style="position:absolute;left:6298;top:7674;width:2;height:223" coordorigin="6298,7674" coordsize="2,223">
              <v:shape style="position:absolute;left:6298;top:7674;width:2;height:223" coordorigin="6298,7674" coordsize="0,223" path="m6298,7674l6298,7897e" filled="false" stroked="true" strokeweight=".801655pt" strokecolor="#231f20">
                <v:path arrowok="t"/>
              </v:shape>
            </v:group>
            <v:group style="position:absolute;left:6861;top:7674;width:2;height:223" coordorigin="6861,7674" coordsize="2,223">
              <v:shape style="position:absolute;left:6861;top:7674;width:2;height:223" coordorigin="6861,7674" coordsize="0,223" path="m6861,7674l6861,7897e" filled="false" stroked="true" strokeweight=".801655pt" strokecolor="#231f20">
                <v:path arrowok="t"/>
              </v:shape>
            </v:group>
            <v:group style="position:absolute;left:7423;top:7674;width:2;height:223" coordorigin="7423,7674" coordsize="2,223">
              <v:shape style="position:absolute;left:7423;top:7674;width:2;height:223" coordorigin="7423,7674" coordsize="0,223" path="m7423,7674l7423,7897e" filled="false" stroked="true" strokeweight=".801655pt" strokecolor="#231f20">
                <v:path arrowok="t"/>
              </v:shape>
            </v:group>
            <v:group style="position:absolute;left:7986;top:7674;width:2;height:223" coordorigin="7986,7674" coordsize="2,223">
              <v:shape style="position:absolute;left:7986;top:7674;width:2;height:223" coordorigin="7986,7674" coordsize="0,223" path="m7986,7674l7986,7897e" filled="false" stroked="true" strokeweight=".802717pt" strokecolor="#231f20">
                <v:path arrowok="t"/>
              </v:shape>
            </v:group>
            <v:group style="position:absolute;left:8549;top:7674;width:2;height:223" coordorigin="8549,7674" coordsize="2,223">
              <v:shape style="position:absolute;left:8549;top:7674;width:2;height:223" coordorigin="8549,7674" coordsize="0,223" path="m8549,7674l8549,7897e" filled="false" stroked="true" strokeweight=".802717pt" strokecolor="#231f20">
                <v:path arrowok="t"/>
              </v:shape>
            </v:group>
            <v:group style="position:absolute;left:9111;top:7674;width:2;height:223" coordorigin="9111,7674" coordsize="2,223">
              <v:shape style="position:absolute;left:9111;top:7674;width:2;height:223" coordorigin="9111,7674" coordsize="0,223" path="m9111,7674l9111,7897e" filled="false" stroked="true" strokeweight=".801655pt" strokecolor="#231f20">
                <v:path arrowok="t"/>
              </v:shape>
            </v:group>
            <v:group style="position:absolute;left:9674;top:7674;width:2;height:223" coordorigin="9674,7674" coordsize="2,223">
              <v:shape style="position:absolute;left:9674;top:7674;width:2;height:223" coordorigin="9674,7674" coordsize="0,223" path="m9674,7674l9674,7897e" filled="false" stroked="true" strokeweight=".820762pt" strokecolor="#231f20">
                <v:path arrowok="t"/>
              </v:shape>
            </v:group>
            <v:group style="position:absolute;left:10237;top:7674;width:2;height:223" coordorigin="10237,7674" coordsize="2,223">
              <v:shape style="position:absolute;left:10237;top:7674;width:2;height:223" coordorigin="10237,7674" coordsize="0,223" path="m10237,7674l10237,7897e" filled="false" stroked="true" strokeweight=".803778pt" strokecolor="#231f20">
                <v:path arrowok="t"/>
              </v:shape>
            </v:group>
            <v:group style="position:absolute;left:2978;top:7674;width:2;height:293" coordorigin="2978,7674" coordsize="2,293">
              <v:shape style="position:absolute;left:2978;top:7674;width:2;height:293" coordorigin="2978,7674" coordsize="0,293" path="m2978,7674l2978,7967e" filled="false" stroked="true" strokeweight=".802717pt" strokecolor="#231f20">
                <v:path arrowok="t"/>
              </v:shape>
            </v:group>
            <v:group style="position:absolute;left:3540;top:7674;width:2;height:293" coordorigin="3540,7674" coordsize="2,293">
              <v:shape style="position:absolute;left:3540;top:7674;width:2;height:293" coordorigin="3540,7674" coordsize="0,293" path="m3540,7674l3540,7967e" filled="false" stroked="true" strokeweight=".801655pt" strokecolor="#231f20">
                <v:path arrowok="t"/>
              </v:shape>
            </v:group>
            <v:group style="position:absolute;left:4103;top:7674;width:2;height:293" coordorigin="4103,7674" coordsize="2,293">
              <v:shape style="position:absolute;left:4103;top:7674;width:2;height:293" coordorigin="4103,7674" coordsize="0,293" path="m4103,7674l4103,7967e" filled="false" stroked="true" strokeweight=".801655pt" strokecolor="#231f20">
                <v:path arrowok="t"/>
              </v:shape>
            </v:group>
            <v:group style="position:absolute;left:4666;top:7674;width:2;height:293" coordorigin="4666,7674" coordsize="2,293">
              <v:shape style="position:absolute;left:4666;top:7674;width:2;height:293" coordorigin="4666,7674" coordsize="0,293" path="m4666,7674l4666,7967e" filled="false" stroked="true" strokeweight=".803778pt" strokecolor="#231f20">
                <v:path arrowok="t"/>
              </v:shape>
            </v:group>
            <v:group style="position:absolute;left:5229;top:7674;width:2;height:293" coordorigin="5229,7674" coordsize="2,293">
              <v:shape style="position:absolute;left:5229;top:7674;width:2;height:293" coordorigin="5229,7674" coordsize="0,293" path="m5229,7674l5229,7967e" filled="false" stroked="true" strokeweight=".821824pt" strokecolor="#231f20">
                <v:path arrowok="t"/>
              </v:shape>
            </v:group>
            <v:group style="position:absolute;left:5791;top:7674;width:2;height:293" coordorigin="5791,7674" coordsize="2,293">
              <v:shape style="position:absolute;left:5791;top:7674;width:2;height:293" coordorigin="5791,7674" coordsize="0,293" path="m5791,7674l5791,7967e" filled="false" stroked="true" strokeweight=".801655pt" strokecolor="#231f20">
                <v:path arrowok="t"/>
              </v:shape>
            </v:group>
            <v:group style="position:absolute;left:6354;top:7674;width:2;height:293" coordorigin="6354,7674" coordsize="2,293">
              <v:shape style="position:absolute;left:6354;top:7674;width:2;height:293" coordorigin="6354,7674" coordsize="0,293" path="m6354,7674l6354,7967e" filled="false" stroked="true" strokeweight=".803778pt" strokecolor="#231f20">
                <v:path arrowok="t"/>
              </v:shape>
            </v:group>
            <v:group style="position:absolute;left:6917;top:7674;width:2;height:293" coordorigin="6917,7674" coordsize="2,293">
              <v:shape style="position:absolute;left:6917;top:7674;width:2;height:293" coordorigin="6917,7674" coordsize="0,293" path="m6917,7674l6917,7967e" filled="false" stroked="true" strokeweight=".801655pt" strokecolor="#231f20">
                <v:path arrowok="t"/>
              </v:shape>
            </v:group>
            <v:group style="position:absolute;left:7480;top:7674;width:2;height:293" coordorigin="7480,7674" coordsize="2,293">
              <v:shape style="position:absolute;left:7480;top:7674;width:2;height:293" coordorigin="7480,7674" coordsize="0,293" path="m7480,7674l7480,7967e" filled="false" stroked="true" strokeweight=".803778pt" strokecolor="#231f20">
                <v:path arrowok="t"/>
              </v:shape>
            </v:group>
            <v:group style="position:absolute;left:8042;top:7674;width:2;height:293" coordorigin="8042,7674" coordsize="2,293">
              <v:shape style="position:absolute;left:8042;top:7674;width:2;height:293" coordorigin="8042,7674" coordsize="0,293" path="m8042,7674l8042,7967e" filled="false" stroked="true" strokeweight=".801655pt" strokecolor="#231f20">
                <v:path arrowok="t"/>
              </v:shape>
            </v:group>
            <v:group style="position:absolute;left:8605;top:7674;width:2;height:293" coordorigin="8605,7674" coordsize="2,293">
              <v:shape style="position:absolute;left:8605;top:7674;width:2;height:293" coordorigin="8605,7674" coordsize="0,293" path="m8605,7674l8605,7967e" filled="false" stroked="true" strokeweight=".801655pt" strokecolor="#231f20">
                <v:path arrowok="t"/>
              </v:shape>
            </v:group>
            <v:group style="position:absolute;left:9168;top:7674;width:2;height:293" coordorigin="9168,7674" coordsize="2,293">
              <v:shape style="position:absolute;left:9168;top:7674;width:2;height:293" coordorigin="9168,7674" coordsize="0,293" path="m9168,7674l9168,7967e" filled="false" stroked="true" strokeweight=".801655pt" strokecolor="#231f20">
                <v:path arrowok="t"/>
              </v:shape>
            </v:group>
            <v:group style="position:absolute;left:9730;top:7674;width:2;height:293" coordorigin="9730,7674" coordsize="2,293">
              <v:shape style="position:absolute;left:9730;top:7674;width:2;height:293" coordorigin="9730,7674" coordsize="0,293" path="m9730,7674l9730,7967e" filled="false" stroked="true" strokeweight=".802717pt" strokecolor="#231f20">
                <v:path arrowok="t"/>
              </v:shape>
            </v:group>
            <v:group style="position:absolute;left:10293;top:7674;width:2;height:293" coordorigin="10293,7674" coordsize="2,293">
              <v:shape style="position:absolute;left:10293;top:7674;width:2;height:293" coordorigin="10293,7674" coordsize="0,293" path="m10293,7674l10293,7967e" filled="false" stroked="true" strokeweight=".801655pt" strokecolor="#231f20">
                <v:path arrowok="t"/>
              </v:shape>
            </v:group>
            <v:group style="position:absolute;left:3034;top:7674;width:2;height:223" coordorigin="3034,7674" coordsize="2,223">
              <v:shape style="position:absolute;left:3034;top:7674;width:2;height:223" coordorigin="3034,7674" coordsize="0,223" path="m3034,7674l3034,7897e" filled="false" stroked="true" strokeweight=".801655pt" strokecolor="#231f20">
                <v:path arrowok="t"/>
              </v:shape>
            </v:group>
            <v:group style="position:absolute;left:3597;top:7674;width:2;height:223" coordorigin="3597,7674" coordsize="2,223">
              <v:shape style="position:absolute;left:3597;top:7674;width:2;height:223" coordorigin="3597,7674" coordsize="0,223" path="m3597,7674l3597,7897e" filled="false" stroked="true" strokeweight=".801655pt" strokecolor="#231f20">
                <v:path arrowok="t"/>
              </v:shape>
            </v:group>
            <v:group style="position:absolute;left:4159;top:7674;width:2;height:223" coordorigin="4159,7674" coordsize="2,223">
              <v:shape style="position:absolute;left:4159;top:7674;width:2;height:223" coordorigin="4159,7674" coordsize="0,223" path="m4159,7674l4159,7897e" filled="false" stroked="true" strokeweight=".801655pt" strokecolor="#231f20">
                <v:path arrowok="t"/>
              </v:shape>
            </v:group>
            <v:group style="position:absolute;left:4722;top:7674;width:2;height:223" coordorigin="4722,7674" coordsize="2,223">
              <v:shape style="position:absolute;left:4722;top:7674;width:2;height:223" coordorigin="4722,7674" coordsize="0,223" path="m4722,7674l4722,7897e" filled="false" stroked="true" strokeweight=".801655pt" strokecolor="#231f20">
                <v:path arrowok="t"/>
              </v:shape>
            </v:group>
            <v:group style="position:absolute;left:5285;top:7674;width:2;height:223" coordorigin="5285,7674" coordsize="2,223">
              <v:shape style="position:absolute;left:5285;top:7674;width:2;height:223" coordorigin="5285,7674" coordsize="0,223" path="m5285,7674l5285,7897e" filled="false" stroked="true" strokeweight=".802717pt" strokecolor="#231f20">
                <v:path arrowok="t"/>
              </v:shape>
            </v:group>
            <v:group style="position:absolute;left:5848;top:7674;width:2;height:223" coordorigin="5848,7674" coordsize="2,223">
              <v:shape style="position:absolute;left:5848;top:7674;width:2;height:223" coordorigin="5848,7674" coordsize="0,223" path="m5848,7674l5848,7897e" filled="false" stroked="true" strokeweight=".831377pt" strokecolor="#231f20">
                <v:path arrowok="t"/>
              </v:shape>
            </v:group>
            <v:group style="position:absolute;left:6410;top:7674;width:2;height:223" coordorigin="6410,7674" coordsize="2,223">
              <v:shape style="position:absolute;left:6410;top:7674;width:2;height:223" coordorigin="6410,7674" coordsize="0,223" path="m6410,7674l6410,7897e" filled="false" stroked="true" strokeweight=".802717pt" strokecolor="#231f20">
                <v:path arrowok="t"/>
              </v:shape>
            </v:group>
            <v:group style="position:absolute;left:6973;top:7674;width:2;height:223" coordorigin="6973,7674" coordsize="2,223">
              <v:shape style="position:absolute;left:6973;top:7674;width:2;height:223" coordorigin="6973,7674" coordsize="0,223" path="m6973,7674l6973,7897e" filled="false" stroked="true" strokeweight=".802717pt" strokecolor="#231f20">
                <v:path arrowok="t"/>
              </v:shape>
            </v:group>
            <v:group style="position:absolute;left:7536;top:7674;width:2;height:223" coordorigin="7536,7674" coordsize="2,223">
              <v:shape style="position:absolute;left:7536;top:7674;width:2;height:223" coordorigin="7536,7674" coordsize="0,223" path="m7536,7674l7536,7897e" filled="false" stroked="true" strokeweight=".801655pt" strokecolor="#231f20">
                <v:path arrowok="t"/>
              </v:shape>
            </v:group>
            <v:group style="position:absolute;left:8099;top:7674;width:2;height:223" coordorigin="8099,7674" coordsize="2,223">
              <v:shape style="position:absolute;left:8099;top:7674;width:2;height:223" coordorigin="8099,7674" coordsize="0,223" path="m8099,7674l8099,7897e" filled="false" stroked="true" strokeweight=".801655pt" strokecolor="#231f20">
                <v:path arrowok="t"/>
              </v:shape>
            </v:group>
            <v:group style="position:absolute;left:8661;top:7674;width:2;height:223" coordorigin="8661,7674" coordsize="2,223">
              <v:shape style="position:absolute;left:8661;top:7674;width:2;height:223" coordorigin="8661,7674" coordsize="0,223" path="m8661,7674l8661,7897e" filled="false" stroked="true" strokeweight=".801655pt" strokecolor="#231f20">
                <v:path arrowok="t"/>
              </v:shape>
            </v:group>
            <v:group style="position:absolute;left:9224;top:7674;width:2;height:223" coordorigin="9224,7674" coordsize="2,223">
              <v:shape style="position:absolute;left:9224;top:7674;width:2;height:223" coordorigin="9224,7674" coordsize="0,223" path="m9224,7674l9224,7897e" filled="false" stroked="true" strokeweight=".801655pt" strokecolor="#231f20">
                <v:path arrowok="t"/>
              </v:shape>
            </v:group>
            <v:group style="position:absolute;left:9787;top:7674;width:2;height:223" coordorigin="9787,7674" coordsize="2,223">
              <v:shape style="position:absolute;left:9787;top:7674;width:2;height:223" coordorigin="9787,7674" coordsize="0,223" path="m9787,7674l9787,7897e" filled="false" stroked="true" strokeweight=".802717pt" strokecolor="#231f20">
                <v:path arrowok="t"/>
              </v:shape>
            </v:group>
            <v:group style="position:absolute;left:10349;top:7674;width:2;height:223" coordorigin="10349,7674" coordsize="2,223">
              <v:shape style="position:absolute;left:10349;top:7674;width:2;height:223" coordorigin="10349,7674" coordsize="0,223" path="m10349,7674l10349,7897e" filled="false" stroked="true" strokeweight=".801655pt" strokecolor="#231f20">
                <v:path arrowok="t"/>
              </v:shape>
            </v:group>
            <v:group style="position:absolute;left:9058;top:7273;width:2;height:366" coordorigin="9058,7273" coordsize="2,366">
              <v:shape style="position:absolute;left:9058;top:7273;width:2;height:366" coordorigin="9058,7273" coordsize="0,366" path="m9058,7639l9058,7273e" filled="false" stroked="true" strokeweight=".530753pt" strokecolor="#231f20">
                <v:path arrowok="t"/>
              </v:shape>
            </v:group>
            <v:group style="position:absolute;left:2615;top:7320;width:6352;height:2" coordorigin="2615,7320" coordsize="6352,2">
              <v:shape style="position:absolute;left:2615;top:7320;width:6352;height:2" coordorigin="2615,7320" coordsize="6352,0" path="m2615,7320l8966,7320e" filled="false" stroked="true" strokeweight=".538625pt" strokecolor="#231f20">
                <v:path arrowok="t"/>
              </v:shape>
            </v:group>
            <v:group style="position:absolute;left:2521;top:7287;width:116;height:63" coordorigin="2521,7287" coordsize="116,63">
              <v:shape style="position:absolute;left:2521;top:7287;width:116;height:63" coordorigin="2521,7287" coordsize="116,63" path="m2636,7350l2521,7319,2636,7287,2636,7350xe" filled="true" fillcolor="#231f20" stroked="false">
                <v:path arrowok="t"/>
                <v:fill type="solid"/>
              </v:shape>
            </v:group>
            <v:group style="position:absolute;left:8945;top:7287;width:116;height:63" coordorigin="8945,7287" coordsize="116,63">
              <v:shape style="position:absolute;left:8945;top:7287;width:116;height:63" coordorigin="8945,7287" coordsize="116,63" path="m8945,7350l8945,7287,9061,7319,8945,7350xe" filled="true" fillcolor="#231f20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124.141121pt;margin-top:505.854095pt;width:397.25pt;height:51.2pt;mso-position-horizontal-relative:page;mso-position-vertical-relative:page;z-index:3928" coordorigin="2483,10117" coordsize="7945,1024">
            <v:group style="position:absolute;left:2528;top:10125;width:2;height:864" coordorigin="2528,10125" coordsize="2,864">
              <v:shape style="position:absolute;left:2528;top:10125;width:2;height:864" coordorigin="2528,10125" coordsize="0,864" path="m2528,10125l2528,10989e" filled="false" stroked="true" strokeweight=".801655pt" strokecolor="#231f20">
                <v:path arrowok="t"/>
              </v:shape>
            </v:group>
            <v:group style="position:absolute;left:2584;top:10532;width:2;height:131" coordorigin="2584,10532" coordsize="2,131">
              <v:shape style="position:absolute;left:2584;top:10532;width:2;height:131" coordorigin="2584,10532" coordsize="0,131" path="m2584,10532l2584,10662e" filled="false" stroked="true" strokeweight=".801655pt" strokecolor="#231f20">
                <v:path arrowok="t"/>
              </v:shape>
            </v:group>
            <v:group style="position:absolute;left:2640;top:10532;width:2;height:131" coordorigin="2640,10532" coordsize="2,131">
              <v:shape style="position:absolute;left:2640;top:10532;width:2;height:131" coordorigin="2640,10532" coordsize="0,131" path="m2640,10532l2640,10662e" filled="false" stroked="true" strokeweight=".802717pt" strokecolor="#231f20">
                <v:path arrowok="t"/>
              </v:shape>
            </v:group>
            <v:group style="position:absolute;left:2696;top:10532;width:2;height:131" coordorigin="2696,10532" coordsize="2,131">
              <v:shape style="position:absolute;left:2696;top:10532;width:2;height:131" coordorigin="2696,10532" coordsize="0,131" path="m2696,10532l2696,10662e" filled="false" stroked="true" strokeweight=".82607pt" strokecolor="#231f20">
                <v:path arrowok="t"/>
              </v:shape>
            </v:group>
            <v:group style="position:absolute;left:2753;top:10532;width:2;height:131" coordorigin="2753,10532" coordsize="2,131">
              <v:shape style="position:absolute;left:2753;top:10532;width:2;height:131" coordorigin="2753,10532" coordsize="0,131" path="m2753,10532l2753,10662e" filled="false" stroked="true" strokeweight=".802717pt" strokecolor="#231f20">
                <v:path arrowok="t"/>
              </v:shape>
            </v:group>
            <v:group style="position:absolute;left:2865;top:10532;width:2;height:131" coordorigin="2865,10532" coordsize="2,131">
              <v:shape style="position:absolute;left:2865;top:10532;width:2;height:131" coordorigin="2865,10532" coordsize="0,131" path="m2865,10532l2865,10662e" filled="false" stroked="true" strokeweight=".802717pt" strokecolor="#231f20">
                <v:path arrowok="t"/>
              </v:shape>
            </v:group>
            <v:group style="position:absolute;left:2921;top:10532;width:2;height:131" coordorigin="2921,10532" coordsize="2,131">
              <v:shape style="position:absolute;left:2921;top:10532;width:2;height:131" coordorigin="2921,10532" coordsize="0,131" path="m2921,10532l2921,10662e" filled="false" stroked="true" strokeweight=".802717pt" strokecolor="#231f20">
                <v:path arrowok="t"/>
              </v:shape>
            </v:group>
            <v:group style="position:absolute;left:2978;top:10532;width:2;height:131" coordorigin="2978,10532" coordsize="2,131">
              <v:shape style="position:absolute;left:2978;top:10532;width:2;height:131" coordorigin="2978,10532" coordsize="0,131" path="m2978,10532l2978,10662e" filled="false" stroked="true" strokeweight=".802717pt" strokecolor="#231f20">
                <v:path arrowok="t"/>
              </v:shape>
            </v:group>
            <v:group style="position:absolute;left:3034;top:10532;width:2;height:131" coordorigin="3034,10532" coordsize="2,131">
              <v:shape style="position:absolute;left:3034;top:10532;width:2;height:131" coordorigin="3034,10532" coordsize="0,131" path="m3034,10532l3034,10662e" filled="false" stroked="true" strokeweight=".801655pt" strokecolor="#231f20">
                <v:path arrowok="t"/>
              </v:shape>
            </v:group>
            <v:group style="position:absolute;left:2809;top:10532;width:2;height:235" coordorigin="2809,10532" coordsize="2,235">
              <v:shape style="position:absolute;left:2809;top:10532;width:2;height:235" coordorigin="2809,10532" coordsize="0,235" path="m2809,10532l2809,10766e" filled="false" stroked="true" strokeweight=".801655pt" strokecolor="#231f20">
                <v:path arrowok="t"/>
              </v:shape>
            </v:group>
            <v:group style="position:absolute;left:3147;top:10532;width:2;height:131" coordorigin="3147,10532" coordsize="2,131">
              <v:shape style="position:absolute;left:3147;top:10532;width:2;height:131" coordorigin="3147,10532" coordsize="0,131" path="m3147,10532l3147,10662e" filled="false" stroked="true" strokeweight=".801655pt" strokecolor="#231f20">
                <v:path arrowok="t"/>
              </v:shape>
            </v:group>
            <v:group style="position:absolute;left:3203;top:10532;width:2;height:131" coordorigin="3203,10532" coordsize="2,131">
              <v:shape style="position:absolute;left:3203;top:10532;width:2;height:131" coordorigin="3203,10532" coordsize="0,131" path="m3203,10532l3203,10662e" filled="false" stroked="true" strokeweight=".802717pt" strokecolor="#231f20">
                <v:path arrowok="t"/>
              </v:shape>
            </v:group>
            <v:group style="position:absolute;left:3259;top:10532;width:2;height:131" coordorigin="3259,10532" coordsize="2,131">
              <v:shape style="position:absolute;left:3259;top:10532;width:2;height:131" coordorigin="3259,10532" coordsize="0,131" path="m3259,10532l3259,10662e" filled="false" stroked="true" strokeweight=".802717pt" strokecolor="#231f20">
                <v:path arrowok="t"/>
              </v:shape>
            </v:group>
            <v:group style="position:absolute;left:3315;top:10532;width:2;height:131" coordorigin="3315,10532" coordsize="2,131">
              <v:shape style="position:absolute;left:3315;top:10532;width:2;height:131" coordorigin="3315,10532" coordsize="0,131" path="m3315,10532l3315,10662e" filled="false" stroked="true" strokeweight=".802717pt" strokecolor="#231f20">
                <v:path arrowok="t"/>
              </v:shape>
            </v:group>
            <v:group style="position:absolute;left:3090;top:10532;width:2;height:235" coordorigin="3090,10532" coordsize="2,235">
              <v:shape style="position:absolute;left:3090;top:10532;width:2;height:235" coordorigin="3090,10532" coordsize="0,235" path="m3090,10532l3090,10766e" filled="false" stroked="true" strokeweight=".801655pt" strokecolor="#231f20">
                <v:path arrowok="t"/>
              </v:shape>
            </v:group>
            <v:group style="position:absolute;left:3428;top:10532;width:2;height:131" coordorigin="3428,10532" coordsize="2,131">
              <v:shape style="position:absolute;left:3428;top:10532;width:2;height:131" coordorigin="3428,10532" coordsize="0,131" path="m3428,10532l3428,10662e" filled="false" stroked="true" strokeweight=".801655pt" strokecolor="#231f20">
                <v:path arrowok="t"/>
              </v:shape>
            </v:group>
            <v:group style="position:absolute;left:3484;top:10532;width:2;height:131" coordorigin="3484,10532" coordsize="2,131">
              <v:shape style="position:absolute;left:3484;top:10532;width:2;height:131" coordorigin="3484,10532" coordsize="0,131" path="m3484,10532l3484,10662e" filled="false" stroked="true" strokeweight=".801655pt" strokecolor="#231f20">
                <v:path arrowok="t"/>
              </v:shape>
            </v:group>
            <v:group style="position:absolute;left:3540;top:10532;width:2;height:131" coordorigin="3540,10532" coordsize="2,131">
              <v:shape style="position:absolute;left:3540;top:10532;width:2;height:131" coordorigin="3540,10532" coordsize="0,131" path="m3540,10532l3540,10662e" filled="false" stroked="true" strokeweight=".801655pt" strokecolor="#231f20">
                <v:path arrowok="t"/>
              </v:shape>
            </v:group>
            <v:group style="position:absolute;left:3597;top:10532;width:2;height:131" coordorigin="3597,10532" coordsize="2,131">
              <v:shape style="position:absolute;left:3597;top:10532;width:2;height:131" coordorigin="3597,10532" coordsize="0,131" path="m3597,10532l3597,10662e" filled="false" stroked="true" strokeweight=".801655pt" strokecolor="#231f20">
                <v:path arrowok="t"/>
              </v:shape>
            </v:group>
            <v:group style="position:absolute;left:3372;top:10532;width:2;height:235" coordorigin="3372,10532" coordsize="2,235">
              <v:shape style="position:absolute;left:3372;top:10532;width:2;height:235" coordorigin="3372,10532" coordsize="0,235" path="m3372,10532l3372,10766e" filled="false" stroked="true" strokeweight=".801655pt" strokecolor="#231f20">
                <v:path arrowok="t"/>
              </v:shape>
            </v:group>
            <v:group style="position:absolute;left:3934;top:10532;width:2;height:458" coordorigin="3934,10532" coordsize="2,458">
              <v:shape style="position:absolute;left:3934;top:10532;width:2;height:458" coordorigin="3934,10532" coordsize="0,458" path="m3934,10532l3934,10989e" filled="false" stroked="true" strokeweight=".802717pt" strokecolor="#231f20">
                <v:path arrowok="t"/>
              </v:shape>
            </v:group>
            <v:group style="position:absolute;left:3991;top:10532;width:2;height:131" coordorigin="3991,10532" coordsize="2,131">
              <v:shape style="position:absolute;left:3991;top:10532;width:2;height:131" coordorigin="3991,10532" coordsize="0,131" path="m3991,10532l3991,10662e" filled="false" stroked="true" strokeweight=".802717pt" strokecolor="#231f20">
                <v:path arrowok="t"/>
              </v:shape>
            </v:group>
            <v:group style="position:absolute;left:4047;top:10532;width:2;height:131" coordorigin="4047,10532" coordsize="2,131">
              <v:shape style="position:absolute;left:4047;top:10532;width:2;height:131" coordorigin="4047,10532" coordsize="0,131" path="m4047,10532l4047,10662e" filled="false" stroked="true" strokeweight=".801655pt" strokecolor="#231f20">
                <v:path arrowok="t"/>
              </v:shape>
            </v:group>
            <v:group style="position:absolute;left:4103;top:10532;width:2;height:131" coordorigin="4103,10532" coordsize="2,131">
              <v:shape style="position:absolute;left:4103;top:10532;width:2;height:131" coordorigin="4103,10532" coordsize="0,131" path="m4103,10532l4103,10662e" filled="false" stroked="true" strokeweight=".801655pt" strokecolor="#231f20">
                <v:path arrowok="t"/>
              </v:shape>
            </v:group>
            <v:group style="position:absolute;left:4159;top:10532;width:2;height:131" coordorigin="4159,10532" coordsize="2,131">
              <v:shape style="position:absolute;left:4159;top:10532;width:2;height:131" coordorigin="4159,10532" coordsize="0,131" path="m4159,10532l4159,10662e" filled="false" stroked="true" strokeweight=".801655pt" strokecolor="#231f20">
                <v:path arrowok="t"/>
              </v:shape>
            </v:group>
            <v:group style="position:absolute;left:3709;top:10532;width:2;height:131" coordorigin="3709,10532" coordsize="2,131">
              <v:shape style="position:absolute;left:3709;top:10532;width:2;height:131" coordorigin="3709,10532" coordsize="0,131" path="m3709,10532l3709,10662e" filled="false" stroked="true" strokeweight=".802717pt" strokecolor="#231f20">
                <v:path arrowok="t"/>
              </v:shape>
            </v:group>
            <v:group style="position:absolute;left:3766;top:10532;width:2;height:131" coordorigin="3766,10532" coordsize="2,131">
              <v:shape style="position:absolute;left:3766;top:10532;width:2;height:131" coordorigin="3766,10532" coordsize="0,131" path="m3766,10532l3766,10662e" filled="false" stroked="true" strokeweight=".801655pt" strokecolor="#231f20">
                <v:path arrowok="t"/>
              </v:shape>
            </v:group>
            <v:group style="position:absolute;left:3822;top:10532;width:2;height:131" coordorigin="3822,10532" coordsize="2,131">
              <v:shape style="position:absolute;left:3822;top:10532;width:2;height:131" coordorigin="3822,10532" coordsize="0,131" path="m3822,10532l3822,10662e" filled="false" stroked="true" strokeweight=".801655pt" strokecolor="#231f20">
                <v:path arrowok="t"/>
              </v:shape>
            </v:group>
            <v:group style="position:absolute;left:3878;top:10532;width:2;height:131" coordorigin="3878,10532" coordsize="2,131">
              <v:shape style="position:absolute;left:3878;top:10532;width:2;height:131" coordorigin="3878,10532" coordsize="0,131" path="m3878,10532l3878,10662e" filled="false" stroked="true" strokeweight=".801655pt" strokecolor="#231f20">
                <v:path arrowok="t"/>
              </v:shape>
            </v:group>
            <v:group style="position:absolute;left:4272;top:10532;width:2;height:131" coordorigin="4272,10532" coordsize="2,131">
              <v:shape style="position:absolute;left:4272;top:10532;width:2;height:131" coordorigin="4272,10532" coordsize="0,131" path="m4272,10532l4272,10662e" filled="false" stroked="true" strokeweight=".831377pt" strokecolor="#231f20">
                <v:path arrowok="t"/>
              </v:shape>
            </v:group>
            <v:group style="position:absolute;left:4328;top:10532;width:2;height:131" coordorigin="4328,10532" coordsize="2,131">
              <v:shape style="position:absolute;left:4328;top:10532;width:2;height:131" coordorigin="4328,10532" coordsize="0,131" path="m4328,10532l4328,10662e" filled="false" stroked="true" strokeweight=".801655pt" strokecolor="#231f20">
                <v:path arrowok="t"/>
              </v:shape>
            </v:group>
            <v:group style="position:absolute;left:4385;top:10532;width:2;height:131" coordorigin="4385,10532" coordsize="2,131">
              <v:shape style="position:absolute;left:4385;top:10532;width:2;height:131" coordorigin="4385,10532" coordsize="0,131" path="m4385,10532l4385,10662e" filled="false" stroked="true" strokeweight=".801655pt" strokecolor="#231f20">
                <v:path arrowok="t"/>
              </v:shape>
            </v:group>
            <v:group style="position:absolute;left:4441;top:10532;width:2;height:131" coordorigin="4441,10532" coordsize="2,131">
              <v:shape style="position:absolute;left:4441;top:10532;width:2;height:131" coordorigin="4441,10532" coordsize="0,131" path="m4441,10532l4441,10662e" filled="false" stroked="true" strokeweight=".802717pt" strokecolor="#231f20">
                <v:path arrowok="t"/>
              </v:shape>
            </v:group>
            <v:group style="position:absolute;left:4216;top:10532;width:2;height:235" coordorigin="4216,10532" coordsize="2,235">
              <v:shape style="position:absolute;left:4216;top:10532;width:2;height:235" coordorigin="4216,10532" coordsize="0,235" path="m4216,10532l4216,10766e" filled="false" stroked="true" strokeweight=".801655pt" strokecolor="#231f20">
                <v:path arrowok="t"/>
              </v:shape>
            </v:group>
            <v:group style="position:absolute;left:4553;top:10532;width:2;height:131" coordorigin="4553,10532" coordsize="2,131">
              <v:shape style="position:absolute;left:4553;top:10532;width:2;height:131" coordorigin="4553,10532" coordsize="0,131" path="m4553,10532l4553,10662e" filled="false" stroked="true" strokeweight=".802717pt" strokecolor="#231f20">
                <v:path arrowok="t"/>
              </v:shape>
            </v:group>
            <v:group style="position:absolute;left:4610;top:10532;width:2;height:131" coordorigin="4610,10532" coordsize="2,131">
              <v:shape style="position:absolute;left:4610;top:10532;width:2;height:131" coordorigin="4610,10532" coordsize="0,131" path="m4610,10532l4610,10662e" filled="false" stroked="true" strokeweight=".801655pt" strokecolor="#231f20">
                <v:path arrowok="t"/>
              </v:shape>
            </v:group>
            <v:group style="position:absolute;left:4666;top:10532;width:2;height:131" coordorigin="4666,10532" coordsize="2,131">
              <v:shape style="position:absolute;left:4666;top:10532;width:2;height:131" coordorigin="4666,10532" coordsize="0,131" path="m4666,10532l4666,10662e" filled="false" stroked="true" strokeweight=".803778pt" strokecolor="#231f20">
                <v:path arrowok="t"/>
              </v:shape>
            </v:group>
            <v:group style="position:absolute;left:4722;top:10532;width:2;height:131" coordorigin="4722,10532" coordsize="2,131">
              <v:shape style="position:absolute;left:4722;top:10532;width:2;height:131" coordorigin="4722,10532" coordsize="0,131" path="m4722,10532l4722,10662e" filled="false" stroked="true" strokeweight=".801655pt" strokecolor="#231f20">
                <v:path arrowok="t"/>
              </v:shape>
            </v:group>
            <v:group style="position:absolute;left:4497;top:10532;width:2;height:235" coordorigin="4497,10532" coordsize="2,235">
              <v:shape style="position:absolute;left:4497;top:10532;width:2;height:235" coordorigin="4497,10532" coordsize="0,235" path="m4497,10532l4497,10766e" filled="false" stroked="true" strokeweight=".801655pt" strokecolor="#231f20">
                <v:path arrowok="t"/>
              </v:shape>
            </v:group>
            <v:group style="position:absolute;left:4835;top:10532;width:2;height:131" coordorigin="4835,10532" coordsize="2,131">
              <v:shape style="position:absolute;left:4835;top:10532;width:2;height:131" coordorigin="4835,10532" coordsize="0,131" path="m4835,10532l4835,10662e" filled="false" stroked="true" strokeweight=".801655pt" strokecolor="#231f20">
                <v:path arrowok="t"/>
              </v:shape>
            </v:group>
            <v:group style="position:absolute;left:4891;top:10532;width:2;height:131" coordorigin="4891,10532" coordsize="2,131">
              <v:shape style="position:absolute;left:4891;top:10532;width:2;height:131" coordorigin="4891,10532" coordsize="0,131" path="m4891,10532l4891,10662e" filled="false" stroked="true" strokeweight=".801655pt" strokecolor="#231f20">
                <v:path arrowok="t"/>
              </v:shape>
            </v:group>
            <v:group style="position:absolute;left:4947;top:10532;width:2;height:131" coordorigin="4947,10532" coordsize="2,131">
              <v:shape style="position:absolute;left:4947;top:10532;width:2;height:131" coordorigin="4947,10532" coordsize="0,131" path="m4947,10532l4947,10662e" filled="false" stroked="true" strokeweight=".802717pt" strokecolor="#231f20">
                <v:path arrowok="t"/>
              </v:shape>
            </v:group>
            <v:group style="position:absolute;left:5004;top:10532;width:2;height:131" coordorigin="5004,10532" coordsize="2,131">
              <v:shape style="position:absolute;left:5004;top:10532;width:2;height:131" coordorigin="5004,10532" coordsize="0,131" path="m5004,10532l5004,10662e" filled="false" stroked="true" strokeweight=".802717pt" strokecolor="#231f20">
                <v:path arrowok="t"/>
              </v:shape>
            </v:group>
            <v:group style="position:absolute;left:4778;top:10532;width:2;height:235" coordorigin="4778,10532" coordsize="2,235">
              <v:shape style="position:absolute;left:4778;top:10532;width:2;height:235" coordorigin="4778,10532" coordsize="0,235" path="m4778,10532l4778,10766e" filled="false" stroked="true" strokeweight=".801655pt" strokecolor="#231f20">
                <v:path arrowok="t"/>
              </v:shape>
            </v:group>
            <v:group style="position:absolute;left:3653;top:10532;width:2;height:235" coordorigin="3653,10532" coordsize="2,235">
              <v:shape style="position:absolute;left:3653;top:10532;width:2;height:235" coordorigin="3653,10532" coordsize="0,235" path="m3653,10532l3653,10766e" filled="false" stroked="true" strokeweight=".802717pt" strokecolor="#231f20">
                <v:path arrowok="t"/>
              </v:shape>
            </v:group>
            <v:group style="position:absolute;left:5341;top:10532;width:2;height:458" coordorigin="5341,10532" coordsize="2,458">
              <v:shape style="position:absolute;left:5341;top:10532;width:2;height:458" coordorigin="5341,10532" coordsize="0,458" path="m5341,10532l5341,10989e" filled="false" stroked="true" strokeweight=".802717pt" strokecolor="#231f20">
                <v:path arrowok="t"/>
              </v:shape>
            </v:group>
            <v:group style="position:absolute;left:5397;top:10532;width:2;height:131" coordorigin="5397,10532" coordsize="2,131">
              <v:shape style="position:absolute;left:5397;top:10532;width:2;height:131" coordorigin="5397,10532" coordsize="0,131" path="m5397,10532l5397,10662e" filled="false" stroked="true" strokeweight=".802717pt" strokecolor="#231f20">
                <v:path arrowok="t"/>
              </v:shape>
            </v:group>
            <v:group style="position:absolute;left:5454;top:10532;width:2;height:131" coordorigin="5454,10532" coordsize="2,131">
              <v:shape style="position:absolute;left:5454;top:10532;width:2;height:131" coordorigin="5454,10532" coordsize="0,131" path="m5454,10532l5454,10662e" filled="false" stroked="true" strokeweight=".801655pt" strokecolor="#231f20">
                <v:path arrowok="t"/>
              </v:shape>
            </v:group>
            <v:group style="position:absolute;left:5510;top:10532;width:2;height:131" coordorigin="5510,10532" coordsize="2,131">
              <v:shape style="position:absolute;left:5510;top:10532;width:2;height:131" coordorigin="5510,10532" coordsize="0,131" path="m5510,10532l5510,10662e" filled="false" stroked="true" strokeweight=".801655pt" strokecolor="#231f20">
                <v:path arrowok="t"/>
              </v:shape>
            </v:group>
            <v:group style="position:absolute;left:5567;top:10532;width:2;height:131" coordorigin="5567,10532" coordsize="2,131">
              <v:shape style="position:absolute;left:5567;top:10532;width:2;height:131" coordorigin="5567,10532" coordsize="0,131" path="m5567,10532l5567,10662e" filled="false" stroked="true" strokeweight=".801655pt" strokecolor="#231f20">
                <v:path arrowok="t"/>
              </v:shape>
            </v:group>
            <v:group style="position:absolute;left:5116;top:10532;width:2;height:131" coordorigin="5116,10532" coordsize="2,131">
              <v:shape style="position:absolute;left:5116;top:10532;width:2;height:131" coordorigin="5116,10532" coordsize="0,131" path="m5116,10532l5116,10662e" filled="false" stroked="true" strokeweight=".802717pt" strokecolor="#231f20">
                <v:path arrowok="t"/>
              </v:shape>
            </v:group>
            <v:group style="position:absolute;left:5172;top:10532;width:2;height:131" coordorigin="5172,10532" coordsize="2,131">
              <v:shape style="position:absolute;left:5172;top:10532;width:2;height:131" coordorigin="5172,10532" coordsize="0,131" path="m5172,10532l5172,10662e" filled="false" stroked="true" strokeweight=".801655pt" strokecolor="#231f20">
                <v:path arrowok="t"/>
              </v:shape>
            </v:group>
            <v:group style="position:absolute;left:5229;top:10532;width:2;height:131" coordorigin="5229,10532" coordsize="2,131">
              <v:shape style="position:absolute;left:5229;top:10532;width:2;height:131" coordorigin="5229,10532" coordsize="0,131" path="m5229,10532l5229,10662e" filled="false" stroked="true" strokeweight=".821824pt" strokecolor="#231f20">
                <v:path arrowok="t"/>
              </v:shape>
            </v:group>
            <v:group style="position:absolute;left:5285;top:10532;width:2;height:131" coordorigin="5285,10532" coordsize="2,131">
              <v:shape style="position:absolute;left:5285;top:10532;width:2;height:131" coordorigin="5285,10532" coordsize="0,131" path="m5285,10532l5285,10662e" filled="false" stroked="true" strokeweight=".802717pt" strokecolor="#231f20">
                <v:path arrowok="t"/>
              </v:shape>
            </v:group>
            <v:group style="position:absolute;left:5679;top:10532;width:2;height:131" coordorigin="5679,10532" coordsize="2,131">
              <v:shape style="position:absolute;left:5679;top:10532;width:2;height:131" coordorigin="5679,10532" coordsize="0,131" path="m5679,10532l5679,10662e" filled="false" stroked="true" strokeweight=".802717pt" strokecolor="#231f20">
                <v:path arrowok="t"/>
              </v:shape>
            </v:group>
            <v:group style="position:absolute;left:5735;top:10532;width:2;height:131" coordorigin="5735,10532" coordsize="2,131">
              <v:shape style="position:absolute;left:5735;top:10532;width:2;height:131" coordorigin="5735,10532" coordsize="0,131" path="m5735,10532l5735,10662e" filled="false" stroked="true" strokeweight=".801655pt" strokecolor="#231f20">
                <v:path arrowok="t"/>
              </v:shape>
            </v:group>
            <v:group style="position:absolute;left:5791;top:10532;width:2;height:131" coordorigin="5791,10532" coordsize="2,131">
              <v:shape style="position:absolute;left:5791;top:10532;width:2;height:131" coordorigin="5791,10532" coordsize="0,131" path="m5791,10532l5791,10662e" filled="false" stroked="true" strokeweight=".801655pt" strokecolor="#231f20">
                <v:path arrowok="t"/>
              </v:shape>
            </v:group>
            <v:group style="position:absolute;left:5848;top:10532;width:2;height:131" coordorigin="5848,10532" coordsize="2,131">
              <v:shape style="position:absolute;left:5848;top:10532;width:2;height:131" coordorigin="5848,10532" coordsize="0,131" path="m5848,10532l5848,10662e" filled="false" stroked="true" strokeweight=".831377pt" strokecolor="#231f20">
                <v:path arrowok="t"/>
              </v:shape>
            </v:group>
            <v:group style="position:absolute;left:5623;top:10532;width:2;height:235" coordorigin="5623,10532" coordsize="2,235">
              <v:shape style="position:absolute;left:5623;top:10532;width:2;height:235" coordorigin="5623,10532" coordsize="0,235" path="m5623,10532l5623,10766e" filled="false" stroked="true" strokeweight=".801655pt" strokecolor="#231f20">
                <v:path arrowok="t"/>
              </v:shape>
            </v:group>
            <v:group style="position:absolute;left:5960;top:10532;width:2;height:131" coordorigin="5960,10532" coordsize="2,131">
              <v:shape style="position:absolute;left:5960;top:10532;width:2;height:131" coordorigin="5960,10532" coordsize="0,131" path="m5960,10532l5960,10662e" filled="false" stroked="true" strokeweight=".801655pt" strokecolor="#231f20">
                <v:path arrowok="t"/>
              </v:shape>
            </v:group>
            <v:group style="position:absolute;left:6016;top:10532;width:2;height:131" coordorigin="6016,10532" coordsize="2,131">
              <v:shape style="position:absolute;left:6016;top:10532;width:2;height:131" coordorigin="6016,10532" coordsize="0,131" path="m6016,10532l6016,10662e" filled="false" stroked="true" strokeweight=".802717pt" strokecolor="#231f20">
                <v:path arrowok="t"/>
              </v:shape>
            </v:group>
            <v:group style="position:absolute;left:6073;top:10532;width:2;height:131" coordorigin="6073,10532" coordsize="2,131">
              <v:shape style="position:absolute;left:6073;top:10532;width:2;height:131" coordorigin="6073,10532" coordsize="0,131" path="m6073,10532l6073,10662e" filled="false" stroked="true" strokeweight=".803778pt" strokecolor="#231f20">
                <v:path arrowok="t"/>
              </v:shape>
            </v:group>
            <v:group style="position:absolute;left:6129;top:10532;width:2;height:131" coordorigin="6129,10532" coordsize="2,131">
              <v:shape style="position:absolute;left:6129;top:10532;width:2;height:131" coordorigin="6129,10532" coordsize="0,131" path="m6129,10532l6129,10662e" filled="false" stroked="true" strokeweight=".801655pt" strokecolor="#231f20">
                <v:path arrowok="t"/>
              </v:shape>
            </v:group>
            <v:group style="position:absolute;left:5904;top:10532;width:2;height:235" coordorigin="5904,10532" coordsize="2,235">
              <v:shape style="position:absolute;left:5904;top:10532;width:2;height:235" coordorigin="5904,10532" coordsize="0,235" path="m5904,10532l5904,10766e" filled="false" stroked="true" strokeweight=".801655pt" strokecolor="#231f20">
                <v:path arrowok="t"/>
              </v:shape>
            </v:group>
            <v:group style="position:absolute;left:6242;top:10532;width:2;height:131" coordorigin="6242,10532" coordsize="2,131">
              <v:shape style="position:absolute;left:6242;top:10532;width:2;height:131" coordorigin="6242,10532" coordsize="0,131" path="m6242,10532l6242,10662e" filled="false" stroked="true" strokeweight=".801655pt" strokecolor="#231f20">
                <v:path arrowok="t"/>
              </v:shape>
            </v:group>
            <v:group style="position:absolute;left:6298;top:10532;width:2;height:131" coordorigin="6298,10532" coordsize="2,131">
              <v:shape style="position:absolute;left:6298;top:10532;width:2;height:131" coordorigin="6298,10532" coordsize="0,131" path="m6298,10532l6298,10662e" filled="false" stroked="true" strokeweight=".801655pt" strokecolor="#231f20">
                <v:path arrowok="t"/>
              </v:shape>
            </v:group>
            <v:group style="position:absolute;left:6354;top:10532;width:2;height:131" coordorigin="6354,10532" coordsize="2,131">
              <v:shape style="position:absolute;left:6354;top:10532;width:2;height:131" coordorigin="6354,10532" coordsize="0,131" path="m6354,10532l6354,10662e" filled="false" stroked="true" strokeweight=".803778pt" strokecolor="#231f20">
                <v:path arrowok="t"/>
              </v:shape>
            </v:group>
            <v:group style="position:absolute;left:6410;top:10532;width:2;height:131" coordorigin="6410,10532" coordsize="2,131">
              <v:shape style="position:absolute;left:6410;top:10532;width:2;height:131" coordorigin="6410,10532" coordsize="0,131" path="m6410,10532l6410,10662e" filled="false" stroked="true" strokeweight=".802717pt" strokecolor="#231f20">
                <v:path arrowok="t"/>
              </v:shape>
            </v:group>
            <v:group style="position:absolute;left:6185;top:10532;width:2;height:235" coordorigin="6185,10532" coordsize="2,235">
              <v:shape style="position:absolute;left:6185;top:10532;width:2;height:235" coordorigin="6185,10532" coordsize="0,235" path="m6185,10532l6185,10766e" filled="false" stroked="true" strokeweight=".801655pt" strokecolor="#231f20">
                <v:path arrowok="t"/>
              </v:shape>
            </v:group>
            <v:group style="position:absolute;left:5060;top:10532;width:2;height:235" coordorigin="5060,10532" coordsize="2,235">
              <v:shape style="position:absolute;left:5060;top:10532;width:2;height:235" coordorigin="5060,10532" coordsize="0,235" path="m5060,10532l5060,10766e" filled="false" stroked="true" strokeweight=".803778pt" strokecolor="#231f20">
                <v:path arrowok="t"/>
              </v:shape>
            </v:group>
            <v:group style="position:absolute;left:6748;top:10532;width:2;height:458" coordorigin="6748,10532" coordsize="2,458">
              <v:shape style="position:absolute;left:6748;top:10532;width:2;height:458" coordorigin="6748,10532" coordsize="0,458" path="m6748,10532l6748,10989e" filled="false" stroked="true" strokeweight=".801655pt" strokecolor="#231f20">
                <v:path arrowok="t"/>
              </v:shape>
            </v:group>
            <v:group style="position:absolute;left:6804;top:10532;width:2;height:131" coordorigin="6804,10532" coordsize="2,131">
              <v:shape style="position:absolute;left:6804;top:10532;width:2;height:131" coordorigin="6804,10532" coordsize="0,131" path="m6804,10532l6804,10662e" filled="false" stroked="true" strokeweight=".802717pt" strokecolor="#231f20">
                <v:path arrowok="t"/>
              </v:shape>
            </v:group>
            <v:group style="position:absolute;left:6861;top:10532;width:2;height:131" coordorigin="6861,10532" coordsize="2,131">
              <v:shape style="position:absolute;left:6861;top:10532;width:2;height:131" coordorigin="6861,10532" coordsize="0,131" path="m6861,10532l6861,10662e" filled="false" stroked="true" strokeweight=".801655pt" strokecolor="#231f20">
                <v:path arrowok="t"/>
              </v:shape>
            </v:group>
            <v:group style="position:absolute;left:6917;top:10532;width:2;height:131" coordorigin="6917,10532" coordsize="2,131">
              <v:shape style="position:absolute;left:6917;top:10532;width:2;height:131" coordorigin="6917,10532" coordsize="0,131" path="m6917,10532l6917,10662e" filled="false" stroked="true" strokeweight=".801655pt" strokecolor="#231f20">
                <v:path arrowok="t"/>
              </v:shape>
            </v:group>
            <v:group style="position:absolute;left:6973;top:10532;width:2;height:131" coordorigin="6973,10532" coordsize="2,131">
              <v:shape style="position:absolute;left:6973;top:10532;width:2;height:131" coordorigin="6973,10532" coordsize="0,131" path="m6973,10532l6973,10662e" filled="false" stroked="true" strokeweight=".802717pt" strokecolor="#231f20">
                <v:path arrowok="t"/>
              </v:shape>
            </v:group>
            <v:group style="position:absolute;left:6523;top:10532;width:2;height:131" coordorigin="6523,10532" coordsize="2,131">
              <v:shape style="position:absolute;left:6523;top:10532;width:2;height:131" coordorigin="6523,10532" coordsize="0,131" path="m6523,10532l6523,10662e" filled="false" stroked="true" strokeweight=".801655pt" strokecolor="#231f20">
                <v:path arrowok="t"/>
              </v:shape>
            </v:group>
            <v:group style="position:absolute;left:6579;top:10532;width:2;height:131" coordorigin="6579,10532" coordsize="2,131">
              <v:shape style="position:absolute;left:6579;top:10532;width:2;height:131" coordorigin="6579,10532" coordsize="0,131" path="m6579,10532l6579,10662e" filled="false" stroked="true" strokeweight=".801655pt" strokecolor="#231f20">
                <v:path arrowok="t"/>
              </v:shape>
            </v:group>
            <v:group style="position:absolute;left:6635;top:10532;width:2;height:131" coordorigin="6635,10532" coordsize="2,131">
              <v:shape style="position:absolute;left:6635;top:10532;width:2;height:131" coordorigin="6635,10532" coordsize="0,131" path="m6635,10532l6635,10662e" filled="false" stroked="true" strokeweight=".801655pt" strokecolor="#231f20">
                <v:path arrowok="t"/>
              </v:shape>
            </v:group>
            <v:group style="position:absolute;left:6692;top:10532;width:2;height:131" coordorigin="6692,10532" coordsize="2,131">
              <v:shape style="position:absolute;left:6692;top:10532;width:2;height:131" coordorigin="6692,10532" coordsize="0,131" path="m6692,10532l6692,10662e" filled="false" stroked="true" strokeweight=".803778pt" strokecolor="#231f20">
                <v:path arrowok="t"/>
              </v:shape>
            </v:group>
            <v:group style="position:absolute;left:7085;top:10532;width:2;height:131" coordorigin="7085,10532" coordsize="2,131">
              <v:shape style="position:absolute;left:7085;top:10532;width:2;height:131" coordorigin="7085,10532" coordsize="0,131" path="m7085,10532l7085,10662e" filled="false" stroked="true" strokeweight=".802717pt" strokecolor="#231f20">
                <v:path arrowok="t"/>
              </v:shape>
            </v:group>
            <v:group style="position:absolute;left:7142;top:10532;width:2;height:131" coordorigin="7142,10532" coordsize="2,131">
              <v:shape style="position:absolute;left:7142;top:10532;width:2;height:131" coordorigin="7142,10532" coordsize="0,131" path="m7142,10532l7142,10662e" filled="false" stroked="true" strokeweight=".821824pt" strokecolor="#231f20">
                <v:path arrowok="t"/>
              </v:shape>
            </v:group>
            <v:group style="position:absolute;left:7198;top:10532;width:2;height:131" coordorigin="7198,10532" coordsize="2,131">
              <v:shape style="position:absolute;left:7198;top:10532;width:2;height:131" coordorigin="7198,10532" coordsize="0,131" path="m7198,10532l7198,10662e" filled="false" stroked="true" strokeweight=".801655pt" strokecolor="#231f20">
                <v:path arrowok="t"/>
              </v:shape>
            </v:group>
            <v:group style="position:absolute;left:7254;top:10532;width:2;height:131" coordorigin="7254,10532" coordsize="2,131">
              <v:shape style="position:absolute;left:7254;top:10532;width:2;height:131" coordorigin="7254,10532" coordsize="0,131" path="m7254,10532l7254,10662e" filled="false" stroked="true" strokeweight=".800594pt" strokecolor="#231f20">
                <v:path arrowok="t"/>
              </v:shape>
            </v:group>
            <v:group style="position:absolute;left:7029;top:10532;width:2;height:235" coordorigin="7029,10532" coordsize="2,235">
              <v:shape style="position:absolute;left:7029;top:10532;width:2;height:235" coordorigin="7029,10532" coordsize="0,235" path="m7029,10532l7029,10766e" filled="false" stroked="true" strokeweight=".801655pt" strokecolor="#231f20">
                <v:path arrowok="t"/>
              </v:shape>
            </v:group>
            <v:group style="position:absolute;left:7367;top:10532;width:2;height:131" coordorigin="7367,10532" coordsize="2,131">
              <v:shape style="position:absolute;left:7367;top:10532;width:2;height:131" coordorigin="7367,10532" coordsize="0,131" path="m7367,10532l7367,10662e" filled="false" stroked="true" strokeweight=".803778pt" strokecolor="#231f20">
                <v:path arrowok="t"/>
              </v:shape>
            </v:group>
            <v:group style="position:absolute;left:7423;top:10532;width:2;height:131" coordorigin="7423,10532" coordsize="2,131">
              <v:shape style="position:absolute;left:7423;top:10532;width:2;height:131" coordorigin="7423,10532" coordsize="0,131" path="m7423,10532l7423,10662e" filled="false" stroked="true" strokeweight=".801655pt" strokecolor="#231f20">
                <v:path arrowok="t"/>
              </v:shape>
            </v:group>
            <v:group style="position:absolute;left:7480;top:10532;width:2;height:131" coordorigin="7480,10532" coordsize="2,131">
              <v:shape style="position:absolute;left:7480;top:10532;width:2;height:131" coordorigin="7480,10532" coordsize="0,131" path="m7480,10532l7480,10662e" filled="false" stroked="true" strokeweight=".803778pt" strokecolor="#231f20">
                <v:path arrowok="t"/>
              </v:shape>
            </v:group>
            <v:group style="position:absolute;left:7536;top:10532;width:2;height:131" coordorigin="7536,10532" coordsize="2,131">
              <v:shape style="position:absolute;left:7536;top:10532;width:2;height:131" coordorigin="7536,10532" coordsize="0,131" path="m7536,10532l7536,10662e" filled="false" stroked="true" strokeweight=".801655pt" strokecolor="#231f20">
                <v:path arrowok="t"/>
              </v:shape>
            </v:group>
            <v:group style="position:absolute;left:7311;top:10532;width:2;height:235" coordorigin="7311,10532" coordsize="2,235">
              <v:shape style="position:absolute;left:7311;top:10532;width:2;height:235" coordorigin="7311,10532" coordsize="0,235" path="m7311,10532l7311,10766e" filled="false" stroked="true" strokeweight=".802717pt" strokecolor="#231f20">
                <v:path arrowok="t"/>
              </v:shape>
            </v:group>
            <v:group style="position:absolute;left:7648;top:10532;width:2;height:131" coordorigin="7648,10532" coordsize="2,131">
              <v:shape style="position:absolute;left:7648;top:10532;width:2;height:131" coordorigin="7648,10532" coordsize="0,131" path="m7648,10532l7648,10662e" filled="false" stroked="true" strokeweight=".801655pt" strokecolor="#231f20">
                <v:path arrowok="t"/>
              </v:shape>
            </v:group>
            <v:group style="position:absolute;left:7704;top:10532;width:2;height:131" coordorigin="7704,10532" coordsize="2,131">
              <v:shape style="position:absolute;left:7704;top:10532;width:2;height:131" coordorigin="7704,10532" coordsize="0,131" path="m7704,10532l7704,10662e" filled="false" stroked="true" strokeweight=".801655pt" strokecolor="#231f20">
                <v:path arrowok="t"/>
              </v:shape>
            </v:group>
            <v:group style="position:absolute;left:7761;top:10532;width:2;height:131" coordorigin="7761,10532" coordsize="2,131">
              <v:shape style="position:absolute;left:7761;top:10532;width:2;height:131" coordorigin="7761,10532" coordsize="0,131" path="m7761,10532l7761,10662e" filled="false" stroked="true" strokeweight=".802717pt" strokecolor="#231f20">
                <v:path arrowok="t"/>
              </v:shape>
            </v:group>
            <v:group style="position:absolute;left:7817;top:10532;width:2;height:131" coordorigin="7817,10532" coordsize="2,131">
              <v:shape style="position:absolute;left:7817;top:10532;width:2;height:131" coordorigin="7817,10532" coordsize="0,131" path="m7817,10532l7817,10662e" filled="false" stroked="true" strokeweight=".801655pt" strokecolor="#231f20">
                <v:path arrowok="t"/>
              </v:shape>
            </v:group>
            <v:group style="position:absolute;left:7592;top:10532;width:2;height:235" coordorigin="7592,10532" coordsize="2,235">
              <v:shape style="position:absolute;left:7592;top:10532;width:2;height:235" coordorigin="7592,10532" coordsize="0,235" path="m7592,10532l7592,10766e" filled="false" stroked="true" strokeweight=".800594pt" strokecolor="#231f20">
                <v:path arrowok="t"/>
              </v:shape>
            </v:group>
            <v:group style="position:absolute;left:6466;top:10532;width:2;height:235" coordorigin="6466,10532" coordsize="2,235">
              <v:shape style="position:absolute;left:6466;top:10532;width:2;height:235" coordorigin="6466,10532" coordsize="0,235" path="m6466,10532l6466,10766e" filled="false" stroked="true" strokeweight=".801655pt" strokecolor="#231f20">
                <v:path arrowok="t"/>
              </v:shape>
            </v:group>
            <v:group style="position:absolute;left:8155;top:10532;width:2;height:458" coordorigin="8155,10532" coordsize="2,458">
              <v:shape style="position:absolute;left:8155;top:10532;width:2;height:458" coordorigin="8155,10532" coordsize="0,458" path="m8155,10532l8155,10989e" filled="false" stroked="true" strokeweight=".801655pt" strokecolor="#231f20">
                <v:path arrowok="t"/>
              </v:shape>
            </v:group>
            <v:group style="position:absolute;left:8211;top:10532;width:2;height:131" coordorigin="8211,10532" coordsize="2,131">
              <v:shape style="position:absolute;left:8211;top:10532;width:2;height:131" coordorigin="8211,10532" coordsize="0,131" path="m8211,10532l8211,10662e" filled="false" stroked="true" strokeweight=".801655pt" strokecolor="#231f20">
                <v:path arrowok="t"/>
              </v:shape>
            </v:group>
            <v:group style="position:absolute;left:8267;top:10532;width:2;height:131" coordorigin="8267,10532" coordsize="2,131">
              <v:shape style="position:absolute;left:8267;top:10532;width:2;height:131" coordorigin="8267,10532" coordsize="0,131" path="m8267,10532l8267,10662e" filled="false" stroked="true" strokeweight=".801655pt" strokecolor="#231f20">
                <v:path arrowok="t"/>
              </v:shape>
            </v:group>
            <v:group style="position:absolute;left:8323;top:10532;width:2;height:131" coordorigin="8323,10532" coordsize="2,131">
              <v:shape style="position:absolute;left:8323;top:10532;width:2;height:131" coordorigin="8323,10532" coordsize="0,131" path="m8323,10532l8323,10662e" filled="false" stroked="true" strokeweight=".802717pt" strokecolor="#231f20">
                <v:path arrowok="t"/>
              </v:shape>
            </v:group>
            <v:group style="position:absolute;left:8380;top:10532;width:2;height:131" coordorigin="8380,10532" coordsize="2,131">
              <v:shape style="position:absolute;left:8380;top:10532;width:2;height:131" coordorigin="8380,10532" coordsize="0,131" path="m8380,10532l8380,10662e" filled="false" stroked="true" strokeweight=".801655pt" strokecolor="#231f20">
                <v:path arrowok="t"/>
              </v:shape>
            </v:group>
            <v:group style="position:absolute;left:7929;top:10532;width:2;height:131" coordorigin="7929,10532" coordsize="2,131">
              <v:shape style="position:absolute;left:7929;top:10532;width:2;height:131" coordorigin="7929,10532" coordsize="0,131" path="m7929,10532l7929,10662e" filled="false" stroked="true" strokeweight=".801655pt" strokecolor="#231f20">
                <v:path arrowok="t"/>
              </v:shape>
            </v:group>
            <v:group style="position:absolute;left:7986;top:10532;width:2;height:131" coordorigin="7986,10532" coordsize="2,131">
              <v:shape style="position:absolute;left:7986;top:10532;width:2;height:131" coordorigin="7986,10532" coordsize="0,131" path="m7986,10532l7986,10662e" filled="false" stroked="true" strokeweight=".802717pt" strokecolor="#231f20">
                <v:path arrowok="t"/>
              </v:shape>
            </v:group>
            <v:group style="position:absolute;left:8042;top:10532;width:2;height:131" coordorigin="8042,10532" coordsize="2,131">
              <v:shape style="position:absolute;left:8042;top:10532;width:2;height:131" coordorigin="8042,10532" coordsize="0,131" path="m8042,10532l8042,10662e" filled="false" stroked="true" strokeweight=".801655pt" strokecolor="#231f20">
                <v:path arrowok="t"/>
              </v:shape>
            </v:group>
            <v:group style="position:absolute;left:8099;top:10532;width:2;height:131" coordorigin="8099,10532" coordsize="2,131">
              <v:shape style="position:absolute;left:8099;top:10532;width:2;height:131" coordorigin="8099,10532" coordsize="0,131" path="m8099,10532l8099,10662e" filled="false" stroked="true" strokeweight=".801655pt" strokecolor="#231f20">
                <v:path arrowok="t"/>
              </v:shape>
            </v:group>
            <v:group style="position:absolute;left:8492;top:10532;width:2;height:131" coordorigin="8492,10532" coordsize="2,131">
              <v:shape style="position:absolute;left:8492;top:10532;width:2;height:131" coordorigin="8492,10532" coordsize="0,131" path="m8492,10532l8492,10662e" filled="false" stroked="true" strokeweight=".802717pt" strokecolor="#231f20">
                <v:path arrowok="t"/>
              </v:shape>
            </v:group>
            <v:group style="position:absolute;left:8549;top:10532;width:2;height:131" coordorigin="8549,10532" coordsize="2,131">
              <v:shape style="position:absolute;left:8549;top:10532;width:2;height:131" coordorigin="8549,10532" coordsize="0,131" path="m8549,10532l8549,10662e" filled="false" stroked="true" strokeweight=".802717pt" strokecolor="#231f20">
                <v:path arrowok="t"/>
              </v:shape>
            </v:group>
            <v:group style="position:absolute;left:8605;top:10532;width:2;height:131" coordorigin="8605,10532" coordsize="2,131">
              <v:shape style="position:absolute;left:8605;top:10532;width:2;height:131" coordorigin="8605,10532" coordsize="0,131" path="m8605,10532l8605,10662e" filled="false" stroked="true" strokeweight=".801655pt" strokecolor="#231f20">
                <v:path arrowok="t"/>
              </v:shape>
            </v:group>
            <v:group style="position:absolute;left:8661;top:10532;width:2;height:131" coordorigin="8661,10532" coordsize="2,131">
              <v:shape style="position:absolute;left:8661;top:10532;width:2;height:131" coordorigin="8661,10532" coordsize="0,131" path="m8661,10532l8661,10662e" filled="false" stroked="true" strokeweight=".801655pt" strokecolor="#231f20">
                <v:path arrowok="t"/>
              </v:shape>
            </v:group>
            <v:group style="position:absolute;left:8436;top:10532;width:2;height:235" coordorigin="8436,10532" coordsize="2,235">
              <v:shape style="position:absolute;left:8436;top:10532;width:2;height:235" coordorigin="8436,10532" coordsize="0,235" path="m8436,10532l8436,10766e" filled="false" stroked="true" strokeweight=".802717pt" strokecolor="#231f20">
                <v:path arrowok="t"/>
              </v:shape>
            </v:group>
            <v:group style="position:absolute;left:8774;top:10532;width:2;height:131" coordorigin="8774,10532" coordsize="2,131">
              <v:shape style="position:absolute;left:8774;top:10532;width:2;height:131" coordorigin="8774,10532" coordsize="0,131" path="m8774,10532l8774,10662e" filled="false" stroked="true" strokeweight=".801655pt" strokecolor="#231f20">
                <v:path arrowok="t"/>
              </v:shape>
            </v:group>
            <v:group style="position:absolute;left:8830;top:10532;width:2;height:131" coordorigin="8830,10532" coordsize="2,131">
              <v:shape style="position:absolute;left:8830;top:10532;width:2;height:131" coordorigin="8830,10532" coordsize="0,131" path="m8830,10532l8830,10662e" filled="false" stroked="true" strokeweight=".803778pt" strokecolor="#231f20">
                <v:path arrowok="t"/>
              </v:shape>
            </v:group>
            <v:group style="position:absolute;left:8886;top:10532;width:2;height:131" coordorigin="8886,10532" coordsize="2,131">
              <v:shape style="position:absolute;left:8886;top:10532;width:2;height:131" coordorigin="8886,10532" coordsize="0,131" path="m8886,10532l8886,10662e" filled="false" stroked="true" strokeweight=".801655pt" strokecolor="#231f20">
                <v:path arrowok="t"/>
              </v:shape>
            </v:group>
            <v:group style="position:absolute;left:8942;top:10532;width:2;height:131" coordorigin="8942,10532" coordsize="2,131">
              <v:shape style="position:absolute;left:8942;top:10532;width:2;height:131" coordorigin="8942,10532" coordsize="0,131" path="m8942,10532l8942,10662e" filled="false" stroked="true" strokeweight=".801655pt" strokecolor="#231f20">
                <v:path arrowok="t"/>
              </v:shape>
            </v:group>
            <v:group style="position:absolute;left:8717;top:10532;width:2;height:235" coordorigin="8717,10532" coordsize="2,235">
              <v:shape style="position:absolute;left:8717;top:10532;width:2;height:235" coordorigin="8717,10532" coordsize="0,235" path="m8717,10532l8717,10766e" filled="false" stroked="true" strokeweight=".821824pt" strokecolor="#231f20">
                <v:path arrowok="t"/>
              </v:shape>
            </v:group>
            <v:group style="position:absolute;left:9055;top:10532;width:2;height:131" coordorigin="9055,10532" coordsize="2,131">
              <v:shape style="position:absolute;left:9055;top:10532;width:2;height:131" coordorigin="9055,10532" coordsize="0,131" path="m9055,10532l9055,10662e" filled="false" stroked="true" strokeweight=".801655pt" strokecolor="#231f20">
                <v:path arrowok="t"/>
              </v:shape>
            </v:group>
            <v:group style="position:absolute;left:9111;top:10532;width:2;height:131" coordorigin="9111,10532" coordsize="2,131">
              <v:shape style="position:absolute;left:9111;top:10532;width:2;height:131" coordorigin="9111,10532" coordsize="0,131" path="m9111,10532l9111,10662e" filled="false" stroked="true" strokeweight=".801655pt" strokecolor="#231f20">
                <v:path arrowok="t"/>
              </v:shape>
            </v:group>
            <v:group style="position:absolute;left:9168;top:10125;width:2;height:537" coordorigin="9168,10125" coordsize="2,537">
              <v:shape style="position:absolute;left:9168;top:10125;width:2;height:537" coordorigin="9168,10125" coordsize="0,537" path="m9168,10125l9168,10662e" filled="false" stroked="true" strokeweight=".801655pt" strokecolor="#231f20">
                <v:path arrowok="t"/>
              </v:shape>
            </v:group>
            <v:group style="position:absolute;left:9224;top:10532;width:2;height:131" coordorigin="9224,10532" coordsize="2,131">
              <v:shape style="position:absolute;left:9224;top:10532;width:2;height:131" coordorigin="9224,10532" coordsize="0,131" path="m9224,10532l9224,10662e" filled="false" stroked="true" strokeweight=".801655pt" strokecolor="#231f20">
                <v:path arrowok="t"/>
              </v:shape>
            </v:group>
            <v:group style="position:absolute;left:8999;top:10532;width:2;height:235" coordorigin="8999,10532" coordsize="2,235">
              <v:shape style="position:absolute;left:8999;top:10532;width:2;height:235" coordorigin="8999,10532" coordsize="0,235" path="m8999,10532l8999,10766e" filled="false" stroked="true" strokeweight=".803778pt" strokecolor="#231f20">
                <v:path arrowok="t"/>
              </v:shape>
            </v:group>
            <v:group style="position:absolute;left:7874;top:10532;width:2;height:235" coordorigin="7874,10532" coordsize="2,235">
              <v:shape style="position:absolute;left:7874;top:10532;width:2;height:235" coordorigin="7874,10532" coordsize="0,235" path="m7874,10532l7874,10766e" filled="false" stroked="true" strokeweight=".802717pt" strokecolor="#231f20">
                <v:path arrowok="t"/>
              </v:shape>
            </v:group>
            <v:group style="position:absolute;left:9561;top:10532;width:2;height:458" coordorigin="9561,10532" coordsize="2,458">
              <v:shape style="position:absolute;left:9561;top:10532;width:2;height:458" coordorigin="9561,10532" coordsize="0,458" path="m9561,10532l9561,10989e" filled="false" stroked="true" strokeweight=".802717pt" strokecolor="#231f20">
                <v:path arrowok="t"/>
              </v:shape>
            </v:group>
            <v:group style="position:absolute;left:9618;top:10532;width:2;height:131" coordorigin="9618,10532" coordsize="2,131">
              <v:shape style="position:absolute;left:9618;top:10532;width:2;height:131" coordorigin="9618,10532" coordsize="0,131" path="m9618,10532l9618,10662e" filled="false" stroked="true" strokeweight=".802717pt" strokecolor="#231f20">
                <v:path arrowok="t"/>
              </v:shape>
            </v:group>
            <v:group style="position:absolute;left:9674;top:10532;width:2;height:131" coordorigin="9674,10532" coordsize="2,131">
              <v:shape style="position:absolute;left:9674;top:10532;width:2;height:131" coordorigin="9674,10532" coordsize="0,131" path="m9674,10532l9674,10662e" filled="false" stroked="true" strokeweight=".820762pt" strokecolor="#231f20">
                <v:path arrowok="t"/>
              </v:shape>
            </v:group>
            <v:group style="position:absolute;left:9730;top:10532;width:2;height:131" coordorigin="9730,10532" coordsize="2,131">
              <v:shape style="position:absolute;left:9730;top:10532;width:2;height:131" coordorigin="9730,10532" coordsize="0,131" path="m9730,10532l9730,10662e" filled="false" stroked="true" strokeweight=".802717pt" strokecolor="#231f20">
                <v:path arrowok="t"/>
              </v:shape>
            </v:group>
            <v:group style="position:absolute;left:9787;top:10532;width:2;height:131" coordorigin="9787,10532" coordsize="2,131">
              <v:shape style="position:absolute;left:9787;top:10532;width:2;height:131" coordorigin="9787,10532" coordsize="0,131" path="m9787,10532l9787,10662e" filled="false" stroked="true" strokeweight=".802717pt" strokecolor="#231f20">
                <v:path arrowok="t"/>
              </v:shape>
            </v:group>
            <v:group style="position:absolute;left:9336;top:10532;width:2;height:131" coordorigin="9336,10532" coordsize="2,131">
              <v:shape style="position:absolute;left:9336;top:10532;width:2;height:131" coordorigin="9336,10532" coordsize="0,131" path="m9336,10532l9336,10662e" filled="false" stroked="true" strokeweight=".801655pt" strokecolor="#231f20">
                <v:path arrowok="t"/>
              </v:shape>
            </v:group>
            <v:group style="position:absolute;left:9393;top:10532;width:2;height:131" coordorigin="9393,10532" coordsize="2,131">
              <v:shape style="position:absolute;left:9393;top:10532;width:2;height:131" coordorigin="9393,10532" coordsize="0,131" path="m9393,10532l9393,10662e" filled="false" stroked="true" strokeweight=".801655pt" strokecolor="#231f20">
                <v:path arrowok="t"/>
              </v:shape>
            </v:group>
            <v:group style="position:absolute;left:9449;top:10532;width:2;height:131" coordorigin="9449,10532" coordsize="2,131">
              <v:shape style="position:absolute;left:9449;top:10532;width:2;height:131" coordorigin="9449,10532" coordsize="0,131" path="m9449,10532l9449,10662e" filled="false" stroked="true" strokeweight=".801655pt" strokecolor="#231f20">
                <v:path arrowok="t"/>
              </v:shape>
            </v:group>
            <v:group style="position:absolute;left:9505;top:10532;width:2;height:131" coordorigin="9505,10532" coordsize="2,131">
              <v:shape style="position:absolute;left:9505;top:10532;width:2;height:131" coordorigin="9505,10532" coordsize="0,131" path="m9505,10532l9505,10662e" filled="false" stroked="true" strokeweight=".801655pt" strokecolor="#231f20">
                <v:path arrowok="t"/>
              </v:shape>
            </v:group>
            <v:group style="position:absolute;left:9899;top:10532;width:2;height:131" coordorigin="9899,10532" coordsize="2,131">
              <v:shape style="position:absolute;left:9899;top:10532;width:2;height:131" coordorigin="9899,10532" coordsize="0,131" path="m9899,10532l9899,10662e" filled="false" stroked="true" strokeweight=".801655pt" strokecolor="#231f20">
                <v:path arrowok="t"/>
              </v:shape>
            </v:group>
            <v:group style="position:absolute;left:9955;top:10532;width:2;height:131" coordorigin="9955,10532" coordsize="2,131">
              <v:shape style="position:absolute;left:9955;top:10532;width:2;height:131" coordorigin="9955,10532" coordsize="0,131" path="m9955,10532l9955,10662e" filled="false" stroked="true" strokeweight=".801655pt" strokecolor="#231f20">
                <v:path arrowok="t"/>
              </v:shape>
            </v:group>
            <v:group style="position:absolute;left:10012;top:10532;width:2;height:131" coordorigin="10012,10532" coordsize="2,131">
              <v:shape style="position:absolute;left:10012;top:10532;width:2;height:131" coordorigin="10012,10532" coordsize="0,131" path="m10012,10532l10012,10662e" filled="false" stroked="true" strokeweight=".802717pt" strokecolor="#231f20">
                <v:path arrowok="t"/>
              </v:shape>
            </v:group>
            <v:group style="position:absolute;left:10068;top:10532;width:2;height:131" coordorigin="10068,10532" coordsize="2,131">
              <v:shape style="position:absolute;left:10068;top:10532;width:2;height:131" coordorigin="10068,10532" coordsize="0,131" path="m10068,10532l10068,10662e" filled="false" stroked="true" strokeweight=".802717pt" strokecolor="#231f20">
                <v:path arrowok="t"/>
              </v:shape>
            </v:group>
            <v:group style="position:absolute;left:9843;top:10532;width:2;height:235" coordorigin="9843,10532" coordsize="2,235">
              <v:shape style="position:absolute;left:9843;top:10532;width:2;height:235" coordorigin="9843,10532" coordsize="0,235" path="m9843,10532l9843,10766e" filled="false" stroked="true" strokeweight=".801655pt" strokecolor="#231f20">
                <v:path arrowok="t"/>
              </v:shape>
            </v:group>
            <v:group style="position:absolute;left:10180;top:10532;width:2;height:131" coordorigin="10180,10532" coordsize="2,131">
              <v:shape style="position:absolute;left:10180;top:10532;width:2;height:131" coordorigin="10180,10532" coordsize="0,131" path="m10180,10532l10180,10662e" filled="false" stroked="true" strokeweight=".803778pt" strokecolor="#231f20">
                <v:path arrowok="t"/>
              </v:shape>
            </v:group>
            <v:group style="position:absolute;left:10237;top:10532;width:2;height:131" coordorigin="10237,10532" coordsize="2,131">
              <v:shape style="position:absolute;left:10237;top:10532;width:2;height:131" coordorigin="10237,10532" coordsize="0,131" path="m10237,10532l10237,10662e" filled="false" stroked="true" strokeweight=".803778pt" strokecolor="#231f20">
                <v:path arrowok="t"/>
              </v:shape>
            </v:group>
            <v:group style="position:absolute;left:10293;top:10532;width:2;height:131" coordorigin="10293,10532" coordsize="2,131">
              <v:shape style="position:absolute;left:10293;top:10532;width:2;height:131" coordorigin="10293,10532" coordsize="0,131" path="m10293,10532l10293,10662e" filled="false" stroked="true" strokeweight=".801655pt" strokecolor="#231f20">
                <v:path arrowok="t"/>
              </v:shape>
            </v:group>
            <v:group style="position:absolute;left:10349;top:10532;width:2;height:131" coordorigin="10349,10532" coordsize="2,131">
              <v:shape style="position:absolute;left:10349;top:10532;width:2;height:131" coordorigin="10349,10532" coordsize="0,131" path="m10349,10532l10349,10662e" filled="false" stroked="true" strokeweight=".801655pt" strokecolor="#231f20">
                <v:path arrowok="t"/>
              </v:shape>
            </v:group>
            <v:group style="position:absolute;left:10124;top:10532;width:2;height:235" coordorigin="10124,10532" coordsize="2,235">
              <v:shape style="position:absolute;left:10124;top:10532;width:2;height:235" coordorigin="10124,10532" coordsize="0,235" path="m10124,10532l10124,10766e" filled="false" stroked="true" strokeweight=".801655pt" strokecolor="#231f20">
                <v:path arrowok="t"/>
              </v:shape>
            </v:group>
            <v:group style="position:absolute;left:10406;top:10532;width:2;height:235" coordorigin="10406,10532" coordsize="2,235">
              <v:shape style="position:absolute;left:10406;top:10532;width:2;height:235" coordorigin="10406,10532" coordsize="0,235" path="m10406,10532l10406,10766e" filled="false" stroked="true" strokeweight=".801655pt" strokecolor="#231f20">
                <v:path arrowok="t"/>
              </v:shape>
            </v:group>
            <v:group style="position:absolute;left:9280;top:10532;width:2;height:235" coordorigin="9280,10532" coordsize="2,235">
              <v:shape style="position:absolute;left:9280;top:10532;width:2;height:235" coordorigin="9280,10532" coordsize="0,235" path="m9280,10532l9280,10766e" filled="false" stroked="true" strokeweight=".802717pt" strokecolor="#231f20">
                <v:path arrowok="t"/>
              </v:shape>
            </v:group>
            <v:group style="position:absolute;left:2483;top:11026;width:7181;height:115" coordorigin="2483,11026" coordsize="7181,115">
              <v:shape style="position:absolute;left:2483;top:11026;width:7181;height:115" coordorigin="2483,11026" coordsize="7181,115" path="m2519,11140l2511,11139,2502,11138,2497,11133,2491,11126,2487,11117,2485,11108,2483,11098,2483,11066,2484,11060,2487,11055,2488,11051,2490,11045,2493,11040,2497,11036,2499,11033,2504,11030,2508,11027,2513,11026,2525,11026,2529,11027,2535,11030,2539,11032,2542,11035,2546,11039,2519,11039,2513,11040,2497,11073,2497,11092,2519,11129,2545,11129,2543,11132,2536,11136,2527,11139,2519,11140xe" filled="true" fillcolor="#231f20" stroked="false">
                <v:path arrowok="t"/>
                <v:fill type="solid"/>
              </v:shape>
              <v:shape style="position:absolute;left:2483;top:11026;width:7181;height:115" coordorigin="2483,11026" coordsize="7181,115" path="m2545,11129l2519,11129,2529,11126,2538,11117,2542,11103,2543,11085,2543,11078,2542,11071,2542,11065,2540,11059,2539,11055,2536,11051,2535,11048,2532,11045,2529,11043,2526,11040,2522,11039,2546,11039,2549,11045,2552,11051,2553,11057,2556,11065,2557,11073,2557,11095,2556,11106,2553,11116,2549,11125,2545,11129xe" filled="true" fillcolor="#231f20" stroked="false">
                <v:path arrowok="t"/>
                <v:fill type="solid"/>
              </v:shape>
              <v:shape style="position:absolute;left:2483;top:11026;width:7181;height:115" coordorigin="2483,11026" coordsize="7181,115" path="m3871,11140l3863,11139,3854,11138,3849,11133,3843,11126,3838,11117,3838,11108,3835,11098,3835,11068,3836,11060,3838,11055,3840,11051,3841,11045,3844,11040,3849,11036,3852,11033,3855,11030,3860,11027,3866,11026,3877,11026,3881,11027,3886,11030,3891,11032,3894,11035,3898,11039,3871,11039,3866,11040,3849,11073,3849,11092,3850,11101,3852,11109,3852,11116,3855,11122,3860,11126,3866,11128,3871,11129,3897,11129,3895,11132,3888,11136,3880,11139,3871,11140xe" filled="true" fillcolor="#231f20" stroked="false">
                <v:path arrowok="t"/>
                <v:fill type="solid"/>
              </v:shape>
              <v:shape style="position:absolute;left:2483;top:11026;width:7181;height:115" coordorigin="2483,11026" coordsize="7181,115" path="m3897,11129l3871,11129,3881,11126,3889,11117,3894,11103,3895,11085,3895,11078,3894,11071,3894,11065,3892,11059,3891,11055,3888,11051,3886,11048,3884,11045,3881,11043,3878,11040,3874,11039,3898,11039,3900,11045,3903,11051,3905,11057,3908,11065,3909,11073,3909,11095,3908,11106,3905,11116,3900,11125,3897,11129xe" filled="true" fillcolor="#231f20" stroked="false">
                <v:path arrowok="t"/>
                <v:fill type="solid"/>
              </v:shape>
              <v:shape style="position:absolute;left:2483;top:11026;width:7181;height:115" coordorigin="2483,11026" coordsize="7181,115" path="m3946,11138l3929,11138,3929,11120,3946,11120,3946,11138xe" filled="true" fillcolor="#231f20" stroked="false">
                <v:path arrowok="t"/>
                <v:fill type="solid"/>
              </v:shape>
              <v:shape style="position:absolute;left:2483;top:11026;width:7181;height:115" coordorigin="2483,11026" coordsize="7181,115" path="m3980,11090l3968,11089,3975,11029,4033,11029,4033,11043,3986,11043,3982,11073,4022,11073,4025,11075,4028,11078,4029,11079,3998,11079,3995,11081,3991,11081,3985,11083,3982,11085,3981,11087,3980,11090xe" filled="true" fillcolor="#231f20" stroked="false">
                <v:path arrowok="t"/>
                <v:fill type="solid"/>
              </v:shape>
              <v:shape style="position:absolute;left:2483;top:11026;width:7181;height:115" coordorigin="2483,11026" coordsize="7181,115" path="m4022,11073l3982,11073,3986,11071,3991,11068,3996,11066,4008,11066,4012,11068,4016,11071,4020,11072,4022,11073xe" filled="true" fillcolor="#231f20" stroked="false">
                <v:path arrowok="t"/>
                <v:fill type="solid"/>
              </v:shape>
              <v:shape style="position:absolute;left:2483;top:11026;width:7181;height:115" coordorigin="2483,11026" coordsize="7181,115" path="m4030,11129l4006,11129,4011,11128,4014,11126,4017,11123,4020,11120,4023,11116,4025,11112,4025,11101,4023,11095,4020,11090,4017,11086,4014,11083,4011,11081,4006,11079,4029,11079,4031,11081,4034,11083,4036,11087,4037,11092,4039,11096,4039,11110,4037,11117,4034,11123,4030,11129xe" filled="true" fillcolor="#231f20" stroked="false">
                <v:path arrowok="t"/>
                <v:fill type="solid"/>
              </v:shape>
              <v:shape style="position:absolute;left:2483;top:11026;width:7181;height:115" coordorigin="2483,11026" coordsize="7181,115" path="m4009,11140l3991,11140,3986,11139,3982,11138,3978,11136,3975,11133,3972,11131,3970,11128,3967,11123,3965,11119,3964,11115,3964,11110,3978,11110,3981,11119,3985,11125,3992,11128,4002,11129,4030,11129,4025,11135,4017,11138,4009,11140xe" filled="true" fillcolor="#231f20" stroked="false">
                <v:path arrowok="t"/>
                <v:fill type="solid"/>
              </v:shape>
              <v:shape style="position:absolute;left:2483;top:11026;width:7181;height:115" coordorigin="2483,11026" coordsize="7181,115" path="m5323,11138l5309,11138,5309,11059,5283,11059,5283,11048,5294,11048,5296,11046,5299,11046,5302,11045,5303,11043,5306,11042,5308,11039,5310,11036,5312,11032,5313,11026,5323,11026,5323,11138xe" filled="true" fillcolor="#231f20" stroked="false">
                <v:path arrowok="t"/>
                <v:fill type="solid"/>
              </v:shape>
              <v:shape style="position:absolute;left:2483;top:11026;width:7181;height:115" coordorigin="2483,11026" coordsize="7181,115" path="m5390,11068l5378,11068,5382,11060,5387,11056,5395,11055,5401,11054,5406,11054,5410,11055,5414,11056,5417,11057,5418,11059,5421,11062,5423,11063,5424,11066,5393,11066,5390,11068xe" filled="true" fillcolor="#231f20" stroked="false">
                <v:path arrowok="t"/>
                <v:fill type="solid"/>
              </v:shape>
              <v:shape style="position:absolute;left:2483;top:11026;width:7181;height:115" coordorigin="2483,11026" coordsize="7181,115" path="m5475,11138l5461,11138,5461,11085,5459,11076,5457,11071,5452,11068,5445,11066,5424,11066,5427,11063,5430,11060,5432,11057,5435,11056,5438,11055,5441,11055,5445,11054,5454,11054,5458,11055,5462,11056,5466,11059,5471,11063,5473,11068,5475,11075,5475,11138xe" filled="true" fillcolor="#231f20" stroked="false">
                <v:path arrowok="t"/>
                <v:fill type="solid"/>
              </v:shape>
              <v:shape style="position:absolute;left:2483;top:11026;width:7181;height:115" coordorigin="2483,11026" coordsize="7181,115" path="m5378,11138l5364,11138,5364,11055,5376,11055,5376,11068,5390,11068,5378,11087,5378,11138xe" filled="true" fillcolor="#231f20" stroked="false">
                <v:path arrowok="t"/>
                <v:fill type="solid"/>
              </v:shape>
              <v:shape style="position:absolute;left:2483;top:11026;width:7181;height:115" coordorigin="2483,11026" coordsize="7181,115" path="m5427,11138l5413,11138,5413,11079,5412,11076,5412,11073,5410,11071,5407,11069,5406,11068,5403,11066,5441,11066,5438,11068,5434,11069,5431,11072,5430,11075,5428,11079,5427,11083,5427,11138xe" filled="true" fillcolor="#231f20" stroked="false">
                <v:path arrowok="t"/>
                <v:fill type="solid"/>
              </v:shape>
              <v:shape style="position:absolute;left:2483;top:11026;width:7181;height:115" coordorigin="2483,11026" coordsize="7181,115" path="m6717,11138l6703,11138,6703,11059,6678,11059,6678,11048,6687,11048,6690,11046,6693,11046,6696,11045,6697,11043,6700,11042,6701,11039,6704,11036,6706,11032,6707,11026,6717,11026,6717,11138xe" filled="true" fillcolor="#231f20" stroked="false">
                <v:path arrowok="t"/>
                <v:fill type="solid"/>
              </v:shape>
              <v:shape style="position:absolute;left:2483;top:11026;width:7181;height:115" coordorigin="2483,11026" coordsize="7181,115" path="m6779,11138l6762,11138,6762,11120,6779,11120,6779,11138xe" filled="true" fillcolor="#231f20" stroked="false">
                <v:path arrowok="t"/>
                <v:fill type="solid"/>
              </v:shape>
              <v:shape style="position:absolute;left:2483;top:11026;width:7181;height:115" coordorigin="2483,11026" coordsize="7181,115" path="m6813,11090l6801,11089,6809,11029,6866,11029,6866,11043,6820,11043,6815,11073,6856,11073,6858,11075,6860,11078,6863,11079,6831,11079,6828,11081,6824,11081,6821,11082,6818,11083,6815,11085,6814,11087,6813,11090xe" filled="true" fillcolor="#231f20" stroked="false">
                <v:path arrowok="t"/>
                <v:fill type="solid"/>
              </v:shape>
              <v:shape style="position:absolute;left:2483;top:11026;width:7181;height:115" coordorigin="2483,11026" coordsize="7181,115" path="m6856,11073l6815,11073,6820,11071,6824,11068,6829,11066,6841,11066,6845,11068,6849,11071,6854,11072,6856,11073xe" filled="true" fillcolor="#231f20" stroked="false">
                <v:path arrowok="t"/>
                <v:fill type="solid"/>
              </v:shape>
              <v:shape style="position:absolute;left:2483;top:11026;width:7181;height:115" coordorigin="2483,11026" coordsize="7181,115" path="m6863,11129l6840,11129,6844,11128,6848,11126,6854,11120,6856,11116,6858,11112,6858,11101,6840,11079,6863,11079,6865,11081,6868,11083,6869,11087,6870,11092,6872,11096,6872,11110,6870,11117,6868,11123,6863,11129xe" filled="true" fillcolor="#231f20" stroked="false">
                <v:path arrowok="t"/>
                <v:fill type="solid"/>
              </v:shape>
              <v:shape style="position:absolute;left:2483;top:11026;width:7181;height:115" coordorigin="2483,11026" coordsize="7181,115" path="m6842,11140l6824,11140,6811,11136,6809,11133,6806,11131,6803,11128,6800,11123,6798,11119,6797,11115,6797,11110,6811,11110,6814,11119,6818,11125,6826,11128,6835,11129,6863,11129,6858,11135,6851,11138,6842,11140xe" filled="true" fillcolor="#231f20" stroked="false">
                <v:path arrowok="t"/>
                <v:fill type="solid"/>
              </v:shape>
              <v:shape style="position:absolute;left:2483;top:11026;width:7181;height:115" coordorigin="2483,11026" coordsize="7181,115" path="m8121,11066l8107,11066,8107,11062,8108,11057,8108,11054,8139,11026,8152,11026,8159,11029,8165,11032,8170,11036,8173,11039,8138,11039,8134,11040,8121,11060,8121,11066xe" filled="true" fillcolor="#231f20" stroked="false">
                <v:path arrowok="t"/>
                <v:fill type="solid"/>
              </v:shape>
              <v:shape style="position:absolute;left:2483;top:11026;width:7181;height:115" coordorigin="2483,11026" coordsize="7181,115" path="m8180,11138l8104,11138,8106,11129,8107,11122,8110,11115,8113,11109,8117,11103,8124,11099,8130,11095,8138,11090,8145,11086,8150,11082,8155,11079,8159,11076,8162,11073,8163,11071,8165,11066,8165,11056,8163,11052,8162,11049,8159,11046,8156,11043,8153,11040,8149,11039,8173,11039,8174,11040,8177,11046,8180,11054,8180,11062,8179,11068,8177,11073,8171,11082,8167,11086,8163,11090,8157,11095,8150,11098,8143,11102,8138,11105,8134,11108,8130,11110,8124,11116,8122,11120,8120,11126,8180,11126,8180,11138xe" filled="true" fillcolor="#231f20" stroked="false">
                <v:path arrowok="t"/>
                <v:fill type="solid"/>
              </v:shape>
              <v:shape style="position:absolute;left:2483;top:11026;width:7181;height:115" coordorigin="2483,11026" coordsize="7181,115" path="m9473,11066l9459,11066,9459,11062,9460,11057,9460,11054,9474,11033,9478,11030,9484,11027,9491,11026,9504,11026,9511,11029,9517,11032,9522,11036,9525,11039,9490,11039,9486,11040,9481,11043,9478,11046,9475,11051,9474,11055,9473,11060,9473,11066xe" filled="true" fillcolor="#231f20" stroked="false">
                <v:path arrowok="t"/>
                <v:fill type="solid"/>
              </v:shape>
              <v:shape style="position:absolute;left:2483;top:11026;width:7181;height:115" coordorigin="2483,11026" coordsize="7181,115" path="m9532,11138l9456,11138,9457,11129,9475,11099,9481,11095,9490,11090,9502,11082,9506,11079,9511,11076,9514,11073,9515,11071,9517,11066,9517,11056,9515,11052,9514,11049,9511,11046,9508,11043,9505,11040,9501,11039,9525,11039,9526,11040,9529,11046,9532,11054,9532,11062,9529,11073,9523,11082,9519,11086,9515,11090,9509,11095,9502,11098,9490,11105,9486,11108,9481,11110,9478,11113,9475,11116,9474,11120,9471,11126,9532,11126,9532,11138xe" filled="true" fillcolor="#231f20" stroked="false">
                <v:path arrowok="t"/>
                <v:fill type="solid"/>
              </v:shape>
              <v:shape style="position:absolute;left:2483;top:11026;width:7181;height:115" coordorigin="2483,11026" coordsize="7181,115" path="m9570,11138l9553,11138,9553,11120,9570,11120,9570,11138xe" filled="true" fillcolor="#231f20" stroked="false">
                <v:path arrowok="t"/>
                <v:fill type="solid"/>
              </v:shape>
              <v:shape style="position:absolute;left:2483;top:11026;width:7181;height:115" coordorigin="2483,11026" coordsize="7181,115" path="m9604,11090l9593,11089,9599,11029,9657,11029,9657,11043,9611,11043,9607,11073,9647,11073,9649,11075,9652,11078,9654,11079,9622,11079,9619,11081,9615,11081,9609,11083,9607,11085,9605,11087,9604,11090xe" filled="true" fillcolor="#231f20" stroked="false">
                <v:path arrowok="t"/>
                <v:fill type="solid"/>
              </v:shape>
              <v:shape style="position:absolute;left:2483;top:11026;width:7181;height:115" coordorigin="2483,11026" coordsize="7181,115" path="m9647,11073l9607,11073,9611,11071,9615,11068,9621,11066,9632,11066,9636,11068,9640,11071,9645,11072,9647,11073xe" filled="true" fillcolor="#231f20" stroked="false">
                <v:path arrowok="t"/>
                <v:fill type="solid"/>
              </v:shape>
              <v:shape style="position:absolute;left:2483;top:11026;width:7181;height:115" coordorigin="2483,11026" coordsize="7181,115" path="m9654,11129l9630,11129,9635,11128,9639,11126,9645,11120,9647,11116,9649,11112,9649,11101,9630,11079,9654,11079,9656,11081,9659,11083,9660,11087,9661,11092,9663,11096,9663,11110,9661,11117,9659,11123,9654,11129xe" filled="true" fillcolor="#231f20" stroked="false">
                <v:path arrowok="t"/>
                <v:fill type="solid"/>
              </v:shape>
              <v:shape style="position:absolute;left:2483;top:11026;width:7181;height:115" coordorigin="2483,11026" coordsize="7181,115" path="m9633,11140l9615,11140,9611,11139,9607,11138,9602,11136,9599,11133,9597,11131,9594,11128,9591,11123,9588,11115,9588,11110,9602,11110,9605,11119,9609,11125,9616,11128,9626,11129,9654,11129,9649,11135,9642,11138,9633,11140xe" filled="true" fillcolor="#231f20" stroked="false">
                <v:path arrowok="t"/>
                <v:fill type="solid"/>
              </v:shape>
            </v:group>
            <v:group style="position:absolute;left:9480;top:10142;width:940;height:2" coordorigin="9480,10142" coordsize="940,2">
              <v:shape style="position:absolute;left:9480;top:10142;width:940;height:2" coordorigin="9480,10142" coordsize="940,0" path="m9480,10142l10420,10142e" filled="false" stroked="true" strokeweight=".810986pt" strokecolor="#231f20">
                <v:path arrowok="t"/>
              </v:shape>
            </v:group>
            <v:group style="position:absolute;left:10412;top:10141;width:2;height:334" coordorigin="10412,10141" coordsize="2,334">
              <v:shape style="position:absolute;left:10412;top:10141;width:2;height:334" coordorigin="10412,10141" coordsize="0,334" path="m10412,10141l10412,10475e" filled="false" stroked="true" strokeweight=".801655pt" strokecolor="#231f20">
                <v:path arrowok="t"/>
              </v:shape>
            </v:group>
            <v:group style="position:absolute;left:9473;top:10467;width:940;height:2" coordorigin="9473,10467" coordsize="940,2">
              <v:shape style="position:absolute;left:9473;top:10467;width:940;height:2" coordorigin="9473,10467" coordsize="940,0" path="m9473,10467l10413,10467e" filled="false" stroked="true" strokeweight=".812063pt" strokecolor="#231f20">
                <v:path arrowok="t"/>
              </v:shape>
            </v:group>
            <v:group style="position:absolute;left:9480;top:10135;width:2;height:333" coordorigin="9480,10135" coordsize="2,333">
              <v:shape style="position:absolute;left:9480;top:10135;width:2;height:333" coordorigin="9480,10135" coordsize="0,333" path="m9480,10135l9480,10467e" filled="false" stroked="true" strokeweight=".801655pt" strokecolor="#231f20">
                <v:path arrowok="t"/>
              </v:shape>
            </v:group>
            <v:group style="position:absolute;left:2615;top:10172;width:6462;height:2" coordorigin="2615,10172" coordsize="6462,2">
              <v:shape style="position:absolute;left:2615;top:10172;width:6462;height:2" coordorigin="2615,10172" coordsize="6462,0" path="m2615,10172l9076,10172e" filled="false" stroked="true" strokeweight=".538625pt" strokecolor="#231f20">
                <v:path arrowok="t"/>
              </v:shape>
            </v:group>
            <v:group style="position:absolute;left:2521;top:10139;width:116;height:63" coordorigin="2521,10139" coordsize="116,63">
              <v:shape style="position:absolute;left:2521;top:10139;width:116;height:63" coordorigin="2521,10139" coordsize="116,63" path="m2636,10202l2521,10170,2636,10139,2636,10202xe" filled="true" fillcolor="#231f20" stroked="false">
                <v:path arrowok="t"/>
                <v:fill type="solid"/>
              </v:shape>
            </v:group>
            <v:group style="position:absolute;left:9055;top:10139;width:116;height:63" coordorigin="9055,10139" coordsize="116,63">
              <v:shape style="position:absolute;left:9055;top:10139;width:116;height:63" coordorigin="9055,10139" coordsize="116,63" path="m9055,10202l9055,10139,9170,10170,9055,10202xe" filled="true" fillcolor="#231f20" stroked="false">
                <v:path arrowok="t"/>
                <v:fill type="solid"/>
              </v:shape>
            </v:group>
            <w10:wrap type="none"/>
          </v:group>
        </w:pict>
      </w: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0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1"/>
          <w:numId w:val="12"/>
        </w:numPr>
        <w:tabs>
          <w:tab w:pos="1440" w:val="left" w:leader="none"/>
        </w:tabs>
        <w:spacing w:line="240" w:lineRule="auto" w:before="188" w:after="0"/>
        <w:ind w:left="1440" w:right="0" w:hanging="320"/>
        <w:jc w:val="left"/>
      </w:pPr>
      <w:r>
        <w:rPr>
          <w:color w:val="4C4D4F"/>
          <w:spacing w:val="-2"/>
        </w:rPr>
        <w:t>Write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correct </w:t>
      </w:r>
      <w:r>
        <w:rPr>
          <w:color w:val="4C4D4F"/>
          <w:spacing w:val="-1"/>
        </w:rPr>
        <w:t>measurement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dimensions</w:t>
      </w:r>
      <w:r>
        <w:rPr>
          <w:color w:val="4C4D4F"/>
        </w:rPr>
        <w:t> </w:t>
      </w:r>
      <w:r>
        <w:rPr>
          <w:color w:val="4C4D4F"/>
          <w:spacing w:val="-1"/>
        </w:rPr>
        <w:t>shown</w:t>
      </w:r>
      <w:r>
        <w:rPr>
          <w:color w:val="4C4D4F"/>
        </w:rPr>
        <w:t> </w:t>
      </w:r>
      <w:r>
        <w:rPr>
          <w:color w:val="4C4D4F"/>
          <w:spacing w:val="-1"/>
        </w:rPr>
        <w:t>below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right.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spacing w:before="0"/>
        <w:ind w:left="1369" w:right="0" w:firstLine="0"/>
        <w:jc w:val="left"/>
        <w:rPr>
          <w:rFonts w:ascii="Myriad Pro" w:hAnsi="Myriad Pro" w:cs="Myriad Pro" w:eastAsia="Myriad Pro"/>
          <w:sz w:val="21"/>
          <w:szCs w:val="21"/>
        </w:rPr>
      </w:pPr>
      <w:r>
        <w:rPr/>
        <w:pict>
          <v:group style="position:absolute;margin-left:123.488617pt;margin-top:-4.502096pt;width:402.15pt;height:51.3pt;mso-position-horizontal-relative:page;mso-position-vertical-relative:paragraph;z-index:3808" coordorigin="2470,-90" coordsize="8043,1026">
            <v:shape style="position:absolute;left:2470;top:324;width:8043;height:611" type="#_x0000_t75" stroked="false">
              <v:imagedata r:id="rId36" o:title=""/>
            </v:shape>
            <v:group style="position:absolute;left:2584;top:332;width:2;height:224" coordorigin="2584,332" coordsize="2,224">
              <v:shape style="position:absolute;left:2584;top:332;width:2;height:224" coordorigin="2584,332" coordsize="0,224" path="m2584,332l2584,555e" filled="false" stroked="true" strokeweight=".801655pt" strokecolor="#231f20">
                <v:path arrowok="t"/>
              </v:shape>
            </v:group>
            <v:group style="position:absolute;left:3147;top:332;width:2;height:224" coordorigin="3147,332" coordsize="2,224">
              <v:shape style="position:absolute;left:3147;top:332;width:2;height:224" coordorigin="3147,332" coordsize="0,224" path="m3147,332l3147,555e" filled="false" stroked="true" strokeweight=".801655pt" strokecolor="#231f20">
                <v:path arrowok="t"/>
              </v:shape>
            </v:group>
            <v:group style="position:absolute;left:3709;top:332;width:2;height:224" coordorigin="3709,332" coordsize="2,224">
              <v:shape style="position:absolute;left:3709;top:332;width:2;height:224" coordorigin="3709,332" coordsize="0,224" path="m3709,332l3709,555e" filled="false" stroked="true" strokeweight=".802717pt" strokecolor="#231f20">
                <v:path arrowok="t"/>
              </v:shape>
            </v:group>
            <v:group style="position:absolute;left:4272;top:332;width:2;height:224" coordorigin="4272,332" coordsize="2,224">
              <v:shape style="position:absolute;left:4272;top:332;width:2;height:224" coordorigin="4272,332" coordsize="0,224" path="m4272,332l4272,555e" filled="false" stroked="true" strokeweight=".831377pt" strokecolor="#231f20">
                <v:path arrowok="t"/>
              </v:shape>
            </v:group>
            <v:group style="position:absolute;left:4835;top:332;width:2;height:224" coordorigin="4835,332" coordsize="2,224">
              <v:shape style="position:absolute;left:4835;top:332;width:2;height:224" coordorigin="4835,332" coordsize="0,224" path="m4835,332l4835,555e" filled="false" stroked="true" strokeweight=".801655pt" strokecolor="#231f20">
                <v:path arrowok="t"/>
              </v:shape>
            </v:group>
            <v:group style="position:absolute;left:5397;top:332;width:2;height:224" coordorigin="5397,332" coordsize="2,224">
              <v:shape style="position:absolute;left:5397;top:332;width:2;height:224" coordorigin="5397,332" coordsize="0,224" path="m5397,332l5397,555e" filled="false" stroked="true" strokeweight=".802717pt" strokecolor="#231f20">
                <v:path arrowok="t"/>
              </v:shape>
            </v:group>
            <v:group style="position:absolute;left:5960;top:332;width:2;height:224" coordorigin="5960,332" coordsize="2,224">
              <v:shape style="position:absolute;left:5960;top:332;width:2;height:224" coordorigin="5960,332" coordsize="0,224" path="m5960,332l5960,555e" filled="false" stroked="true" strokeweight=".801655pt" strokecolor="#231f20">
                <v:path arrowok="t"/>
              </v:shape>
            </v:group>
            <v:group style="position:absolute;left:6523;top:332;width:2;height:224" coordorigin="6523,332" coordsize="2,224">
              <v:shape style="position:absolute;left:6523;top:332;width:2;height:224" coordorigin="6523,332" coordsize="0,224" path="m6523,332l6523,555e" filled="false" stroked="true" strokeweight=".801655pt" strokecolor="#231f20">
                <v:path arrowok="t"/>
              </v:shape>
            </v:group>
            <v:group style="position:absolute;left:7085;top:332;width:2;height:224" coordorigin="7085,332" coordsize="2,224">
              <v:shape style="position:absolute;left:7085;top:332;width:2;height:224" coordorigin="7085,332" coordsize="0,224" path="m7085,332l7085,555e" filled="false" stroked="true" strokeweight=".802717pt" strokecolor="#231f20">
                <v:path arrowok="t"/>
              </v:shape>
            </v:group>
            <v:group style="position:absolute;left:7648;top:332;width:2;height:224" coordorigin="7648,332" coordsize="2,224">
              <v:shape style="position:absolute;left:7648;top:332;width:2;height:224" coordorigin="7648,332" coordsize="0,224" path="m7648,332l7648,555e" filled="false" stroked="true" strokeweight=".801655pt" strokecolor="#231f20">
                <v:path arrowok="t"/>
              </v:shape>
            </v:group>
            <v:group style="position:absolute;left:8211;top:332;width:2;height:224" coordorigin="8211,332" coordsize="2,224">
              <v:shape style="position:absolute;left:8211;top:332;width:2;height:224" coordorigin="8211,332" coordsize="0,224" path="m8211,332l8211,555e" filled="false" stroked="true" strokeweight=".801655pt" strokecolor="#231f20">
                <v:path arrowok="t"/>
              </v:shape>
            </v:group>
            <v:group style="position:absolute;left:8774;top:332;width:2;height:224" coordorigin="8774,332" coordsize="2,224">
              <v:shape style="position:absolute;left:8774;top:332;width:2;height:224" coordorigin="8774,332" coordsize="0,224" path="m8774,332l8774,555e" filled="false" stroked="true" strokeweight=".801655pt" strokecolor="#231f20">
                <v:path arrowok="t"/>
              </v:shape>
            </v:group>
            <v:group style="position:absolute;left:9336;top:332;width:2;height:224" coordorigin="9336,332" coordsize="2,224">
              <v:shape style="position:absolute;left:9336;top:332;width:2;height:224" coordorigin="9336,332" coordsize="0,224" path="m9336,332l9336,555e" filled="false" stroked="true" strokeweight=".801655pt" strokecolor="#231f20">
                <v:path arrowok="t"/>
              </v:shape>
            </v:group>
            <v:group style="position:absolute;left:9899;top:332;width:2;height:224" coordorigin="9899,332" coordsize="2,224">
              <v:shape style="position:absolute;left:9899;top:332;width:2;height:224" coordorigin="9899,332" coordsize="0,224" path="m9899,332l9899,555e" filled="false" stroked="true" strokeweight=".801655pt" strokecolor="#231f20">
                <v:path arrowok="t"/>
              </v:shape>
            </v:group>
            <v:group style="position:absolute;left:2640;top:332;width:2;height:224" coordorigin="2640,332" coordsize="2,224">
              <v:shape style="position:absolute;left:2640;top:332;width:2;height:224" coordorigin="2640,332" coordsize="0,224" path="m2640,332l2640,555e" filled="false" stroked="true" strokeweight=".802717pt" strokecolor="#231f20">
                <v:path arrowok="t"/>
              </v:shape>
            </v:group>
            <v:group style="position:absolute;left:3203;top:332;width:2;height:224" coordorigin="3203,332" coordsize="2,224">
              <v:shape style="position:absolute;left:3203;top:332;width:2;height:224" coordorigin="3203,332" coordsize="0,224" path="m3203,332l3203,555e" filled="false" stroked="true" strokeweight=".802717pt" strokecolor="#231f20">
                <v:path arrowok="t"/>
              </v:shape>
            </v:group>
            <v:group style="position:absolute;left:3766;top:332;width:2;height:224" coordorigin="3766,332" coordsize="2,224">
              <v:shape style="position:absolute;left:3766;top:332;width:2;height:224" coordorigin="3766,332" coordsize="0,224" path="m3766,332l3766,555e" filled="false" stroked="true" strokeweight=".801655pt" strokecolor="#231f20">
                <v:path arrowok="t"/>
              </v:shape>
            </v:group>
            <v:group style="position:absolute;left:4328;top:332;width:2;height:224" coordorigin="4328,332" coordsize="2,224">
              <v:shape style="position:absolute;left:4328;top:332;width:2;height:224" coordorigin="4328,332" coordsize="0,224" path="m4328,332l4328,555e" filled="false" stroked="true" strokeweight=".801655pt" strokecolor="#231f20">
                <v:path arrowok="t"/>
              </v:shape>
            </v:group>
            <v:group style="position:absolute;left:4891;top:332;width:2;height:224" coordorigin="4891,332" coordsize="2,224">
              <v:shape style="position:absolute;left:4891;top:332;width:2;height:224" coordorigin="4891,332" coordsize="0,224" path="m4891,332l4891,555e" filled="false" stroked="true" strokeweight=".801655pt" strokecolor="#231f20">
                <v:path arrowok="t"/>
              </v:shape>
            </v:group>
            <v:group style="position:absolute;left:5454;top:332;width:2;height:224" coordorigin="5454,332" coordsize="2,224">
              <v:shape style="position:absolute;left:5454;top:332;width:2;height:224" coordorigin="5454,332" coordsize="0,224" path="m5454,332l5454,555e" filled="false" stroked="true" strokeweight=".801655pt" strokecolor="#231f20">
                <v:path arrowok="t"/>
              </v:shape>
            </v:group>
            <v:group style="position:absolute;left:6016;top:332;width:2;height:224" coordorigin="6016,332" coordsize="2,224">
              <v:shape style="position:absolute;left:6016;top:332;width:2;height:224" coordorigin="6016,332" coordsize="0,224" path="m6016,332l6016,555e" filled="false" stroked="true" strokeweight=".802717pt" strokecolor="#231f20">
                <v:path arrowok="t"/>
              </v:shape>
            </v:group>
            <v:group style="position:absolute;left:6579;top:332;width:2;height:224" coordorigin="6579,332" coordsize="2,224">
              <v:shape style="position:absolute;left:6579;top:332;width:2;height:224" coordorigin="6579,332" coordsize="0,224" path="m6579,332l6579,555e" filled="false" stroked="true" strokeweight=".801655pt" strokecolor="#231f20">
                <v:path arrowok="t"/>
              </v:shape>
            </v:group>
            <v:group style="position:absolute;left:7142;top:332;width:2;height:224" coordorigin="7142,332" coordsize="2,224">
              <v:shape style="position:absolute;left:7142;top:332;width:2;height:224" coordorigin="7142,332" coordsize="0,224" path="m7142,332l7142,555e" filled="false" stroked="true" strokeweight=".821824pt" strokecolor="#231f20">
                <v:path arrowok="t"/>
              </v:shape>
            </v:group>
            <v:group style="position:absolute;left:7704;top:332;width:2;height:224" coordorigin="7704,332" coordsize="2,224">
              <v:shape style="position:absolute;left:7704;top:332;width:2;height:224" coordorigin="7704,332" coordsize="0,224" path="m7704,332l7704,555e" filled="false" stroked="true" strokeweight=".801655pt" strokecolor="#231f20">
                <v:path arrowok="t"/>
              </v:shape>
            </v:group>
            <v:group style="position:absolute;left:8267;top:332;width:2;height:224" coordorigin="8267,332" coordsize="2,224">
              <v:shape style="position:absolute;left:8267;top:332;width:2;height:224" coordorigin="8267,332" coordsize="0,224" path="m8267,332l8267,555e" filled="false" stroked="true" strokeweight=".801655pt" strokecolor="#231f20">
                <v:path arrowok="t"/>
              </v:shape>
            </v:group>
            <v:group style="position:absolute;left:8830;top:332;width:2;height:224" coordorigin="8830,332" coordsize="2,224">
              <v:shape style="position:absolute;left:8830;top:332;width:2;height:224" coordorigin="8830,332" coordsize="0,224" path="m8830,332l8830,555e" filled="false" stroked="true" strokeweight=".803778pt" strokecolor="#231f20">
                <v:path arrowok="t"/>
              </v:shape>
            </v:group>
            <v:group style="position:absolute;left:9393;top:332;width:2;height:224" coordorigin="9393,332" coordsize="2,224">
              <v:shape style="position:absolute;left:9393;top:332;width:2;height:224" coordorigin="9393,332" coordsize="0,224" path="m9393,332l9393,555e" filled="false" stroked="true" strokeweight=".801655pt" strokecolor="#231f20">
                <v:path arrowok="t"/>
              </v:shape>
            </v:group>
            <v:group style="position:absolute;left:9955;top:332;width:2;height:224" coordorigin="9955,332" coordsize="2,224">
              <v:shape style="position:absolute;left:9955;top:332;width:2;height:224" coordorigin="9955,332" coordsize="0,224" path="m9955,332l9955,555e" filled="false" stroked="true" strokeweight=".801655pt" strokecolor="#231f20">
                <v:path arrowok="t"/>
              </v:shape>
            </v:group>
            <v:group style="position:absolute;left:2696;top:332;width:2;height:224" coordorigin="2696,332" coordsize="2,224">
              <v:shape style="position:absolute;left:2696;top:332;width:2;height:224" coordorigin="2696,332" coordsize="0,224" path="m2696,332l2696,555e" filled="false" stroked="true" strokeweight=".82607pt" strokecolor="#231f20">
                <v:path arrowok="t"/>
              </v:shape>
            </v:group>
            <v:group style="position:absolute;left:3259;top:332;width:2;height:224" coordorigin="3259,332" coordsize="2,224">
              <v:shape style="position:absolute;left:3259;top:332;width:2;height:224" coordorigin="3259,332" coordsize="0,224" path="m3259,332l3259,555e" filled="false" stroked="true" strokeweight=".802717pt" strokecolor="#231f20">
                <v:path arrowok="t"/>
              </v:shape>
            </v:group>
            <v:group style="position:absolute;left:3822;top:332;width:2;height:224" coordorigin="3822,332" coordsize="2,224">
              <v:shape style="position:absolute;left:3822;top:332;width:2;height:224" coordorigin="3822,332" coordsize="0,224" path="m3822,332l3822,555e" filled="false" stroked="true" strokeweight=".801655pt" strokecolor="#231f20">
                <v:path arrowok="t"/>
              </v:shape>
            </v:group>
            <v:group style="position:absolute;left:4385;top:332;width:2;height:224" coordorigin="4385,332" coordsize="2,224">
              <v:shape style="position:absolute;left:4385;top:332;width:2;height:224" coordorigin="4385,332" coordsize="0,224" path="m4385,332l4385,555e" filled="false" stroked="true" strokeweight=".801655pt" strokecolor="#231f20">
                <v:path arrowok="t"/>
              </v:shape>
            </v:group>
            <v:group style="position:absolute;left:4947;top:332;width:2;height:224" coordorigin="4947,332" coordsize="2,224">
              <v:shape style="position:absolute;left:4947;top:332;width:2;height:224" coordorigin="4947,332" coordsize="0,224" path="m4947,332l4947,555e" filled="false" stroked="true" strokeweight=".802717pt" strokecolor="#231f20">
                <v:path arrowok="t"/>
              </v:shape>
            </v:group>
            <v:group style="position:absolute;left:5510;top:332;width:2;height:224" coordorigin="5510,332" coordsize="2,224">
              <v:shape style="position:absolute;left:5510;top:332;width:2;height:224" coordorigin="5510,332" coordsize="0,224" path="m5510,332l5510,555e" filled="false" stroked="true" strokeweight=".801655pt" strokecolor="#231f20">
                <v:path arrowok="t"/>
              </v:shape>
            </v:group>
            <v:group style="position:absolute;left:6073;top:332;width:2;height:224" coordorigin="6073,332" coordsize="2,224">
              <v:shape style="position:absolute;left:6073;top:332;width:2;height:224" coordorigin="6073,332" coordsize="0,224" path="m6073,332l6073,555e" filled="false" stroked="true" strokeweight=".803778pt" strokecolor="#231f20">
                <v:path arrowok="t"/>
              </v:shape>
            </v:group>
            <v:group style="position:absolute;left:6635;top:332;width:2;height:224" coordorigin="6635,332" coordsize="2,224">
              <v:shape style="position:absolute;left:6635;top:332;width:2;height:224" coordorigin="6635,332" coordsize="0,224" path="m6635,332l6635,555e" filled="false" stroked="true" strokeweight=".801655pt" strokecolor="#231f20">
                <v:path arrowok="t"/>
              </v:shape>
            </v:group>
            <v:group style="position:absolute;left:7198;top:332;width:2;height:224" coordorigin="7198,332" coordsize="2,224">
              <v:shape style="position:absolute;left:7198;top:332;width:2;height:224" coordorigin="7198,332" coordsize="0,224" path="m7198,332l7198,555e" filled="false" stroked="true" strokeweight=".801655pt" strokecolor="#231f20">
                <v:path arrowok="t"/>
              </v:shape>
            </v:group>
            <v:group style="position:absolute;left:7761;top:332;width:2;height:224" coordorigin="7761,332" coordsize="2,224">
              <v:shape style="position:absolute;left:7761;top:332;width:2;height:224" coordorigin="7761,332" coordsize="0,224" path="m7761,332l7761,555e" filled="false" stroked="true" strokeweight=".802717pt" strokecolor="#231f20">
                <v:path arrowok="t"/>
              </v:shape>
            </v:group>
            <v:group style="position:absolute;left:8323;top:332;width:2;height:224" coordorigin="8323,332" coordsize="2,224">
              <v:shape style="position:absolute;left:8323;top:332;width:2;height:224" coordorigin="8323,332" coordsize="0,224" path="m8323,332l8323,555e" filled="false" stroked="true" strokeweight=".802717pt" strokecolor="#231f20">
                <v:path arrowok="t"/>
              </v:shape>
            </v:group>
            <v:group style="position:absolute;left:8886;top:332;width:2;height:224" coordorigin="8886,332" coordsize="2,224">
              <v:shape style="position:absolute;left:8886;top:332;width:2;height:224" coordorigin="8886,332" coordsize="0,224" path="m8886,332l8886,555e" filled="false" stroked="true" strokeweight=".801655pt" strokecolor="#231f20">
                <v:path arrowok="t"/>
              </v:shape>
            </v:group>
            <v:group style="position:absolute;left:9449;top:332;width:2;height:224" coordorigin="9449,332" coordsize="2,224">
              <v:shape style="position:absolute;left:9449;top:332;width:2;height:224" coordorigin="9449,332" coordsize="0,224" path="m9449,332l9449,555e" filled="false" stroked="true" strokeweight=".801655pt" strokecolor="#231f20">
                <v:path arrowok="t"/>
              </v:shape>
            </v:group>
            <v:group style="position:absolute;left:10012;top:332;width:2;height:224" coordorigin="10012,332" coordsize="2,224">
              <v:shape style="position:absolute;left:10012;top:332;width:2;height:224" coordorigin="10012,332" coordsize="0,224" path="m10012,332l10012,555e" filled="false" stroked="true" strokeweight=".802717pt" strokecolor="#231f20">
                <v:path arrowok="t"/>
              </v:shape>
            </v:group>
            <v:group style="position:absolute;left:2753;top:332;width:2;height:224" coordorigin="2753,332" coordsize="2,224">
              <v:shape style="position:absolute;left:2753;top:332;width:2;height:224" coordorigin="2753,332" coordsize="0,224" path="m2753,332l2753,555e" filled="false" stroked="true" strokeweight=".802717pt" strokecolor="#231f20">
                <v:path arrowok="t"/>
              </v:shape>
            </v:group>
            <v:group style="position:absolute;left:3315;top:332;width:2;height:224" coordorigin="3315,332" coordsize="2,224">
              <v:shape style="position:absolute;left:3315;top:332;width:2;height:224" coordorigin="3315,332" coordsize="0,224" path="m3315,332l3315,555e" filled="false" stroked="true" strokeweight=".802717pt" strokecolor="#231f20">
                <v:path arrowok="t"/>
              </v:shape>
            </v:group>
            <v:group style="position:absolute;left:3878;top:332;width:2;height:224" coordorigin="3878,332" coordsize="2,224">
              <v:shape style="position:absolute;left:3878;top:332;width:2;height:224" coordorigin="3878,332" coordsize="0,224" path="m3878,332l3878,555e" filled="false" stroked="true" strokeweight=".801655pt" strokecolor="#231f20">
                <v:path arrowok="t"/>
              </v:shape>
            </v:group>
            <v:group style="position:absolute;left:4441;top:332;width:2;height:224" coordorigin="4441,332" coordsize="2,224">
              <v:shape style="position:absolute;left:4441;top:332;width:2;height:224" coordorigin="4441,332" coordsize="0,224" path="m4441,332l4441,555e" filled="false" stroked="true" strokeweight=".802717pt" strokecolor="#231f20">
                <v:path arrowok="t"/>
              </v:shape>
            </v:group>
            <v:group style="position:absolute;left:5004;top:332;width:2;height:224" coordorigin="5004,332" coordsize="2,224">
              <v:shape style="position:absolute;left:5004;top:332;width:2;height:224" coordorigin="5004,332" coordsize="0,224" path="m5004,332l5004,555e" filled="false" stroked="true" strokeweight=".802717pt" strokecolor="#231f20">
                <v:path arrowok="t"/>
              </v:shape>
            </v:group>
            <v:group style="position:absolute;left:5567;top:332;width:2;height:224" coordorigin="5567,332" coordsize="2,224">
              <v:shape style="position:absolute;left:5567;top:332;width:2;height:224" coordorigin="5567,332" coordsize="0,224" path="m5567,332l5567,555e" filled="false" stroked="true" strokeweight=".801655pt" strokecolor="#231f20">
                <v:path arrowok="t"/>
              </v:shape>
            </v:group>
            <v:group style="position:absolute;left:6129;top:332;width:2;height:224" coordorigin="6129,332" coordsize="2,224">
              <v:shape style="position:absolute;left:6129;top:332;width:2;height:224" coordorigin="6129,332" coordsize="0,224" path="m6129,332l6129,555e" filled="false" stroked="true" strokeweight=".801655pt" strokecolor="#231f20">
                <v:path arrowok="t"/>
              </v:shape>
            </v:group>
            <v:group style="position:absolute;left:6692;top:332;width:2;height:224" coordorigin="6692,332" coordsize="2,224">
              <v:shape style="position:absolute;left:6692;top:332;width:2;height:224" coordorigin="6692,332" coordsize="0,224" path="m6692,332l6692,555e" filled="false" stroked="true" strokeweight=".803778pt" strokecolor="#231f20">
                <v:path arrowok="t"/>
              </v:shape>
            </v:group>
            <v:group style="position:absolute;left:7254;top:332;width:2;height:224" coordorigin="7254,332" coordsize="2,224">
              <v:shape style="position:absolute;left:7254;top:332;width:2;height:224" coordorigin="7254,332" coordsize="0,224" path="m7254,332l7254,555e" filled="false" stroked="true" strokeweight=".800594pt" strokecolor="#231f20">
                <v:path arrowok="t"/>
              </v:shape>
            </v:group>
            <v:group style="position:absolute;left:7817;top:332;width:2;height:224" coordorigin="7817,332" coordsize="2,224">
              <v:shape style="position:absolute;left:7817;top:332;width:2;height:224" coordorigin="7817,332" coordsize="0,224" path="m7817,332l7817,555e" filled="false" stroked="true" strokeweight=".801655pt" strokecolor="#231f20">
                <v:path arrowok="t"/>
              </v:shape>
            </v:group>
            <v:group style="position:absolute;left:8380;top:332;width:2;height:224" coordorigin="8380,332" coordsize="2,224">
              <v:shape style="position:absolute;left:8380;top:332;width:2;height:224" coordorigin="8380,332" coordsize="0,224" path="m8380,332l8380,555e" filled="false" stroked="true" strokeweight=".801655pt" strokecolor="#231f20">
                <v:path arrowok="t"/>
              </v:shape>
            </v:group>
            <v:group style="position:absolute;left:8942;top:332;width:2;height:224" coordorigin="8942,332" coordsize="2,224">
              <v:shape style="position:absolute;left:8942;top:332;width:2;height:224" coordorigin="8942,332" coordsize="0,224" path="m8942,332l8942,555e" filled="false" stroked="true" strokeweight=".801655pt" strokecolor="#231f20">
                <v:path arrowok="t"/>
              </v:shape>
            </v:group>
            <v:group style="position:absolute;left:9505;top:332;width:2;height:224" coordorigin="9505,332" coordsize="2,224">
              <v:shape style="position:absolute;left:9505;top:332;width:2;height:224" coordorigin="9505,332" coordsize="0,224" path="m9505,332l9505,555e" filled="false" stroked="true" strokeweight=".801655pt" strokecolor="#231f20">
                <v:path arrowok="t"/>
              </v:shape>
            </v:group>
            <v:group style="position:absolute;left:10068;top:332;width:2;height:224" coordorigin="10068,332" coordsize="2,224">
              <v:shape style="position:absolute;left:10068;top:332;width:2;height:224" coordorigin="10068,332" coordsize="0,224" path="m10068,332l10068,555e" filled="false" stroked="true" strokeweight=".802717pt" strokecolor="#231f20">
                <v:path arrowok="t"/>
              </v:shape>
            </v:group>
            <v:group style="position:absolute;left:2809;top:332;width:2;height:341" coordorigin="2809,332" coordsize="2,341">
              <v:shape style="position:absolute;left:2809;top:332;width:2;height:341" coordorigin="2809,332" coordsize="0,341" path="m2809,332l2809,672e" filled="false" stroked="true" strokeweight=".801655pt" strokecolor="#231f20">
                <v:path arrowok="t"/>
              </v:shape>
            </v:group>
            <v:group style="position:absolute;left:3372;top:332;width:2;height:341" coordorigin="3372,332" coordsize="2,341">
              <v:shape style="position:absolute;left:3372;top:332;width:2;height:341" coordorigin="3372,332" coordsize="0,341" path="m3372,332l3372,672e" filled="false" stroked="true" strokeweight=".801655pt" strokecolor="#231f20">
                <v:path arrowok="t"/>
              </v:shape>
            </v:group>
            <v:group style="position:absolute;left:3934;top:332;width:2;height:341" coordorigin="3934,332" coordsize="2,341">
              <v:shape style="position:absolute;left:3934;top:332;width:2;height:341" coordorigin="3934,332" coordsize="0,341" path="m3934,332l3934,672e" filled="false" stroked="true" strokeweight=".802717pt" strokecolor="#231f20">
                <v:path arrowok="t"/>
              </v:shape>
            </v:group>
            <v:group style="position:absolute;left:4497;top:332;width:2;height:341" coordorigin="4497,332" coordsize="2,341">
              <v:shape style="position:absolute;left:4497;top:332;width:2;height:341" coordorigin="4497,332" coordsize="0,341" path="m4497,332l4497,672e" filled="false" stroked="true" strokeweight=".801655pt" strokecolor="#231f20">
                <v:path arrowok="t"/>
              </v:shape>
            </v:group>
            <v:group style="position:absolute;left:5060;top:332;width:2;height:341" coordorigin="5060,332" coordsize="2,341">
              <v:shape style="position:absolute;left:5060;top:332;width:2;height:341" coordorigin="5060,332" coordsize="0,341" path="m5060,332l5060,672e" filled="false" stroked="true" strokeweight=".803778pt" strokecolor="#231f20">
                <v:path arrowok="t"/>
              </v:shape>
            </v:group>
            <v:group style="position:absolute;left:5623;top:332;width:2;height:341" coordorigin="5623,332" coordsize="2,341">
              <v:shape style="position:absolute;left:5623;top:332;width:2;height:341" coordorigin="5623,332" coordsize="0,341" path="m5623,332l5623,672e" filled="false" stroked="true" strokeweight=".801655pt" strokecolor="#231f20">
                <v:path arrowok="t"/>
              </v:shape>
            </v:group>
            <v:group style="position:absolute;left:6185;top:332;width:2;height:341" coordorigin="6185,332" coordsize="2,341">
              <v:shape style="position:absolute;left:6185;top:332;width:2;height:341" coordorigin="6185,332" coordsize="0,341" path="m6185,332l6185,672e" filled="false" stroked="true" strokeweight=".801655pt" strokecolor="#231f20">
                <v:path arrowok="t"/>
              </v:shape>
            </v:group>
            <v:group style="position:absolute;left:6748;top:332;width:2;height:341" coordorigin="6748,332" coordsize="2,341">
              <v:shape style="position:absolute;left:6748;top:332;width:2;height:341" coordorigin="6748,332" coordsize="0,341" path="m6748,332l6748,672e" filled="false" stroked="true" strokeweight=".801655pt" strokecolor="#231f20">
                <v:path arrowok="t"/>
              </v:shape>
            </v:group>
            <v:group style="position:absolute;left:7311;top:332;width:2;height:341" coordorigin="7311,332" coordsize="2,341">
              <v:shape style="position:absolute;left:7311;top:332;width:2;height:341" coordorigin="7311,332" coordsize="0,341" path="m7311,332l7311,672e" filled="false" stroked="true" strokeweight=".802717pt" strokecolor="#231f20">
                <v:path arrowok="t"/>
              </v:shape>
            </v:group>
            <v:group style="position:absolute;left:7874;top:332;width:2;height:341" coordorigin="7874,332" coordsize="2,341">
              <v:shape style="position:absolute;left:7874;top:332;width:2;height:341" coordorigin="7874,332" coordsize="0,341" path="m7874,332l7874,672e" filled="false" stroked="true" strokeweight=".802717pt" strokecolor="#231f20">
                <v:path arrowok="t"/>
              </v:shape>
            </v:group>
            <v:group style="position:absolute;left:8436;top:332;width:2;height:341" coordorigin="8436,332" coordsize="2,341">
              <v:shape style="position:absolute;left:8436;top:332;width:2;height:341" coordorigin="8436,332" coordsize="0,341" path="m8436,332l8436,672e" filled="false" stroked="true" strokeweight=".802717pt" strokecolor="#231f20">
                <v:path arrowok="t"/>
              </v:shape>
            </v:group>
            <v:group style="position:absolute;left:8999;top:332;width:2;height:341" coordorigin="8999,332" coordsize="2,341">
              <v:shape style="position:absolute;left:8999;top:332;width:2;height:341" coordorigin="8999,332" coordsize="0,341" path="m8999,332l8999,672e" filled="false" stroked="true" strokeweight=".803778pt" strokecolor="#231f20">
                <v:path arrowok="t"/>
              </v:shape>
            </v:group>
            <v:group style="position:absolute;left:9561;top:332;width:2;height:341" coordorigin="9561,332" coordsize="2,341">
              <v:shape style="position:absolute;left:9561;top:332;width:2;height:341" coordorigin="9561,332" coordsize="0,341" path="m9561,332l9561,672e" filled="false" stroked="true" strokeweight=".802717pt" strokecolor="#231f20">
                <v:path arrowok="t"/>
              </v:shape>
            </v:group>
            <v:group style="position:absolute;left:10124;top:332;width:2;height:341" coordorigin="10124,332" coordsize="2,341">
              <v:shape style="position:absolute;left:10124;top:332;width:2;height:341" coordorigin="10124,332" coordsize="0,341" path="m10124,332l10124,672e" filled="false" stroked="true" strokeweight=".801655pt" strokecolor="#231f20">
                <v:path arrowok="t"/>
              </v:shape>
            </v:group>
            <v:group style="position:absolute;left:2865;top:332;width:2;height:224" coordorigin="2865,332" coordsize="2,224">
              <v:shape style="position:absolute;left:2865;top:332;width:2;height:224" coordorigin="2865,332" coordsize="0,224" path="m2865,332l2865,555e" filled="false" stroked="true" strokeweight=".802717pt" strokecolor="#231f20">
                <v:path arrowok="t"/>
              </v:shape>
            </v:group>
            <v:group style="position:absolute;left:3428;top:332;width:2;height:224" coordorigin="3428,332" coordsize="2,224">
              <v:shape style="position:absolute;left:3428;top:332;width:2;height:224" coordorigin="3428,332" coordsize="0,224" path="m3428,332l3428,555e" filled="false" stroked="true" strokeweight=".801655pt" strokecolor="#231f20">
                <v:path arrowok="t"/>
              </v:shape>
            </v:group>
            <v:group style="position:absolute;left:3991;top:332;width:2;height:224" coordorigin="3991,332" coordsize="2,224">
              <v:shape style="position:absolute;left:3991;top:332;width:2;height:224" coordorigin="3991,332" coordsize="0,224" path="m3991,332l3991,555e" filled="false" stroked="true" strokeweight=".802717pt" strokecolor="#231f20">
                <v:path arrowok="t"/>
              </v:shape>
            </v:group>
            <v:group style="position:absolute;left:4553;top:332;width:2;height:224" coordorigin="4553,332" coordsize="2,224">
              <v:shape style="position:absolute;left:4553;top:332;width:2;height:224" coordorigin="4553,332" coordsize="0,224" path="m4553,332l4553,555e" filled="false" stroked="true" strokeweight=".802717pt" strokecolor="#231f20">
                <v:path arrowok="t"/>
              </v:shape>
            </v:group>
            <v:group style="position:absolute;left:5116;top:332;width:2;height:224" coordorigin="5116,332" coordsize="2,224">
              <v:shape style="position:absolute;left:5116;top:332;width:2;height:224" coordorigin="5116,332" coordsize="0,224" path="m5116,332l5116,555e" filled="false" stroked="true" strokeweight=".802717pt" strokecolor="#231f20">
                <v:path arrowok="t"/>
              </v:shape>
            </v:group>
            <v:group style="position:absolute;left:5679;top:332;width:2;height:224" coordorigin="5679,332" coordsize="2,224">
              <v:shape style="position:absolute;left:5679;top:332;width:2;height:224" coordorigin="5679,332" coordsize="0,224" path="m5679,332l5679,555e" filled="false" stroked="true" strokeweight=".802717pt" strokecolor="#231f20">
                <v:path arrowok="t"/>
              </v:shape>
            </v:group>
            <v:group style="position:absolute;left:6242;top:332;width:2;height:224" coordorigin="6242,332" coordsize="2,224">
              <v:shape style="position:absolute;left:6242;top:332;width:2;height:224" coordorigin="6242,332" coordsize="0,224" path="m6242,332l6242,555e" filled="false" stroked="true" strokeweight=".801655pt" strokecolor="#231f20">
                <v:path arrowok="t"/>
              </v:shape>
            </v:group>
            <v:group style="position:absolute;left:6804;top:332;width:2;height:224" coordorigin="6804,332" coordsize="2,224">
              <v:shape style="position:absolute;left:6804;top:332;width:2;height:224" coordorigin="6804,332" coordsize="0,224" path="m6804,332l6804,555e" filled="false" stroked="true" strokeweight=".802717pt" strokecolor="#231f20">
                <v:path arrowok="t"/>
              </v:shape>
            </v:group>
            <v:group style="position:absolute;left:7367;top:332;width:2;height:224" coordorigin="7367,332" coordsize="2,224">
              <v:shape style="position:absolute;left:7367;top:332;width:2;height:224" coordorigin="7367,332" coordsize="0,224" path="m7367,332l7367,555e" filled="false" stroked="true" strokeweight=".803778pt" strokecolor="#231f20">
                <v:path arrowok="t"/>
              </v:shape>
            </v:group>
            <v:group style="position:absolute;left:7929;top:332;width:2;height:224" coordorigin="7929,332" coordsize="2,224">
              <v:shape style="position:absolute;left:7929;top:332;width:2;height:224" coordorigin="7929,332" coordsize="0,224" path="m7929,332l7929,555e" filled="false" stroked="true" strokeweight=".801655pt" strokecolor="#231f20">
                <v:path arrowok="t"/>
              </v:shape>
            </v:group>
            <v:group style="position:absolute;left:8492;top:332;width:2;height:224" coordorigin="8492,332" coordsize="2,224">
              <v:shape style="position:absolute;left:8492;top:332;width:2;height:224" coordorigin="8492,332" coordsize="0,224" path="m8492,332l8492,555e" filled="false" stroked="true" strokeweight=".802717pt" strokecolor="#231f20">
                <v:path arrowok="t"/>
              </v:shape>
            </v:group>
            <v:group style="position:absolute;left:9055;top:332;width:2;height:224" coordorigin="9055,332" coordsize="2,224">
              <v:shape style="position:absolute;left:9055;top:332;width:2;height:224" coordorigin="9055,332" coordsize="0,224" path="m9055,332l9055,555e" filled="false" stroked="true" strokeweight=".801655pt" strokecolor="#231f20">
                <v:path arrowok="t"/>
              </v:shape>
            </v:group>
            <v:group style="position:absolute;left:9618;top:332;width:2;height:224" coordorigin="9618,332" coordsize="2,224">
              <v:shape style="position:absolute;left:9618;top:332;width:2;height:224" coordorigin="9618,332" coordsize="0,224" path="m9618,332l9618,555e" filled="false" stroked="true" strokeweight=".802717pt" strokecolor="#231f20">
                <v:path arrowok="t"/>
              </v:shape>
            </v:group>
            <v:group style="position:absolute;left:10180;top:332;width:2;height:224" coordorigin="10180,332" coordsize="2,224">
              <v:shape style="position:absolute;left:10180;top:332;width:2;height:224" coordorigin="10180,332" coordsize="0,224" path="m10180,332l10180,555e" filled="false" stroked="true" strokeweight=".803778pt" strokecolor="#231f20">
                <v:path arrowok="t"/>
              </v:shape>
            </v:group>
            <v:group style="position:absolute;left:2921;top:332;width:2;height:224" coordorigin="2921,332" coordsize="2,224">
              <v:shape style="position:absolute;left:2921;top:332;width:2;height:224" coordorigin="2921,332" coordsize="0,224" path="m2921,332l2921,555e" filled="false" stroked="true" strokeweight=".802717pt" strokecolor="#231f20">
                <v:path arrowok="t"/>
              </v:shape>
            </v:group>
            <v:group style="position:absolute;left:3484;top:332;width:2;height:224" coordorigin="3484,332" coordsize="2,224">
              <v:shape style="position:absolute;left:3484;top:332;width:2;height:224" coordorigin="3484,332" coordsize="0,224" path="m3484,332l3484,555e" filled="false" stroked="true" strokeweight=".801655pt" strokecolor="#231f20">
                <v:path arrowok="t"/>
              </v:shape>
            </v:group>
            <v:group style="position:absolute;left:4047;top:332;width:2;height:224" coordorigin="4047,332" coordsize="2,224">
              <v:shape style="position:absolute;left:4047;top:332;width:2;height:224" coordorigin="4047,332" coordsize="0,224" path="m4047,332l4047,555e" filled="false" stroked="true" strokeweight=".801655pt" strokecolor="#231f20">
                <v:path arrowok="t"/>
              </v:shape>
            </v:group>
            <v:group style="position:absolute;left:4610;top:332;width:2;height:224" coordorigin="4610,332" coordsize="2,224">
              <v:shape style="position:absolute;left:4610;top:332;width:2;height:224" coordorigin="4610,332" coordsize="0,224" path="m4610,332l4610,555e" filled="false" stroked="true" strokeweight=".801655pt" strokecolor="#231f20">
                <v:path arrowok="t"/>
              </v:shape>
            </v:group>
            <v:group style="position:absolute;left:5172;top:332;width:2;height:224" coordorigin="5172,332" coordsize="2,224">
              <v:shape style="position:absolute;left:5172;top:332;width:2;height:224" coordorigin="5172,332" coordsize="0,224" path="m5172,332l5172,555e" filled="false" stroked="true" strokeweight=".801655pt" strokecolor="#231f20">
                <v:path arrowok="t"/>
              </v:shape>
            </v:group>
            <v:group style="position:absolute;left:5735;top:332;width:2;height:224" coordorigin="5735,332" coordsize="2,224">
              <v:shape style="position:absolute;left:5735;top:332;width:2;height:224" coordorigin="5735,332" coordsize="0,224" path="m5735,332l5735,555e" filled="false" stroked="true" strokeweight=".801655pt" strokecolor="#231f20">
                <v:path arrowok="t"/>
              </v:shape>
            </v:group>
            <v:group style="position:absolute;left:6298;top:332;width:2;height:224" coordorigin="6298,332" coordsize="2,224">
              <v:shape style="position:absolute;left:6298;top:332;width:2;height:224" coordorigin="6298,332" coordsize="0,224" path="m6298,332l6298,555e" filled="false" stroked="true" strokeweight=".801655pt" strokecolor="#231f20">
                <v:path arrowok="t"/>
              </v:shape>
            </v:group>
            <v:group style="position:absolute;left:6861;top:332;width:2;height:224" coordorigin="6861,332" coordsize="2,224">
              <v:shape style="position:absolute;left:6861;top:332;width:2;height:224" coordorigin="6861,332" coordsize="0,224" path="m6861,332l6861,555e" filled="false" stroked="true" strokeweight=".801655pt" strokecolor="#231f20">
                <v:path arrowok="t"/>
              </v:shape>
            </v:group>
            <v:group style="position:absolute;left:7423;top:332;width:2;height:224" coordorigin="7423,332" coordsize="2,224">
              <v:shape style="position:absolute;left:7423;top:332;width:2;height:224" coordorigin="7423,332" coordsize="0,224" path="m7423,332l7423,555e" filled="false" stroked="true" strokeweight=".801655pt" strokecolor="#231f20">
                <v:path arrowok="t"/>
              </v:shape>
            </v:group>
            <v:group style="position:absolute;left:7986;top:332;width:2;height:224" coordorigin="7986,332" coordsize="2,224">
              <v:shape style="position:absolute;left:7986;top:332;width:2;height:224" coordorigin="7986,332" coordsize="0,224" path="m7986,332l7986,555e" filled="false" stroked="true" strokeweight=".802717pt" strokecolor="#231f20">
                <v:path arrowok="t"/>
              </v:shape>
            </v:group>
            <v:group style="position:absolute;left:8549;top:332;width:2;height:224" coordorigin="8549,332" coordsize="2,224">
              <v:shape style="position:absolute;left:8549;top:332;width:2;height:224" coordorigin="8549,332" coordsize="0,224" path="m8549,332l8549,555e" filled="false" stroked="true" strokeweight=".802717pt" strokecolor="#231f20">
                <v:path arrowok="t"/>
              </v:shape>
            </v:group>
            <v:group style="position:absolute;left:9111;top:332;width:2;height:224" coordorigin="9111,332" coordsize="2,224">
              <v:shape style="position:absolute;left:9111;top:332;width:2;height:224" coordorigin="9111,332" coordsize="0,224" path="m9111,332l9111,555e" filled="false" stroked="true" strokeweight=".801655pt" strokecolor="#231f20">
                <v:path arrowok="t"/>
              </v:shape>
            </v:group>
            <v:group style="position:absolute;left:9674;top:332;width:2;height:224" coordorigin="9674,332" coordsize="2,224">
              <v:shape style="position:absolute;left:9674;top:332;width:2;height:224" coordorigin="9674,332" coordsize="0,224" path="m9674,332l9674,555e" filled="false" stroked="true" strokeweight=".820762pt" strokecolor="#231f20">
                <v:path arrowok="t"/>
              </v:shape>
            </v:group>
            <v:group style="position:absolute;left:10237;top:332;width:2;height:224" coordorigin="10237,332" coordsize="2,224">
              <v:shape style="position:absolute;left:10237;top:332;width:2;height:224" coordorigin="10237,332" coordsize="0,224" path="m10237,332l10237,555e" filled="false" stroked="true" strokeweight=".803778pt" strokecolor="#231f20">
                <v:path arrowok="t"/>
              </v:shape>
            </v:group>
            <v:group style="position:absolute;left:2978;top:332;width:2;height:224" coordorigin="2978,332" coordsize="2,224">
              <v:shape style="position:absolute;left:2978;top:332;width:2;height:224" coordorigin="2978,332" coordsize="0,224" path="m2978,332l2978,555e" filled="false" stroked="true" strokeweight=".802717pt" strokecolor="#231f20">
                <v:path arrowok="t"/>
              </v:shape>
            </v:group>
            <v:group style="position:absolute;left:3540;top:332;width:2;height:224" coordorigin="3540,332" coordsize="2,224">
              <v:shape style="position:absolute;left:3540;top:332;width:2;height:224" coordorigin="3540,332" coordsize="0,224" path="m3540,332l3540,555e" filled="false" stroked="true" strokeweight=".801655pt" strokecolor="#231f20">
                <v:path arrowok="t"/>
              </v:shape>
            </v:group>
            <v:group style="position:absolute;left:4103;top:332;width:2;height:224" coordorigin="4103,332" coordsize="2,224">
              <v:shape style="position:absolute;left:4103;top:332;width:2;height:224" coordorigin="4103,332" coordsize="0,224" path="m4103,332l4103,555e" filled="false" stroked="true" strokeweight=".801655pt" strokecolor="#231f20">
                <v:path arrowok="t"/>
              </v:shape>
            </v:group>
            <v:group style="position:absolute;left:4666;top:332;width:2;height:224" coordorigin="4666,332" coordsize="2,224">
              <v:shape style="position:absolute;left:4666;top:332;width:2;height:224" coordorigin="4666,332" coordsize="0,224" path="m4666,332l4666,555e" filled="false" stroked="true" strokeweight=".803778pt" strokecolor="#231f20">
                <v:path arrowok="t"/>
              </v:shape>
            </v:group>
            <v:group style="position:absolute;left:5229;top:332;width:2;height:224" coordorigin="5229,332" coordsize="2,224">
              <v:shape style="position:absolute;left:5229;top:332;width:2;height:224" coordorigin="5229,332" coordsize="0,224" path="m5229,332l5229,555e" filled="false" stroked="true" strokeweight=".821824pt" strokecolor="#231f20">
                <v:path arrowok="t"/>
              </v:shape>
            </v:group>
            <v:group style="position:absolute;left:5791;top:332;width:2;height:224" coordorigin="5791,332" coordsize="2,224">
              <v:shape style="position:absolute;left:5791;top:332;width:2;height:224" coordorigin="5791,332" coordsize="0,224" path="m5791,332l5791,555e" filled="false" stroked="true" strokeweight=".801655pt" strokecolor="#231f20">
                <v:path arrowok="t"/>
              </v:shape>
            </v:group>
            <v:group style="position:absolute;left:6354;top:332;width:2;height:224" coordorigin="6354,332" coordsize="2,224">
              <v:shape style="position:absolute;left:6354;top:332;width:2;height:224" coordorigin="6354,332" coordsize="0,224" path="m6354,332l6354,555e" filled="false" stroked="true" strokeweight=".803778pt" strokecolor="#231f20">
                <v:path arrowok="t"/>
              </v:shape>
            </v:group>
            <v:group style="position:absolute;left:6917;top:332;width:2;height:224" coordorigin="6917,332" coordsize="2,224">
              <v:shape style="position:absolute;left:6917;top:332;width:2;height:224" coordorigin="6917,332" coordsize="0,224" path="m6917,332l6917,555e" filled="false" stroked="true" strokeweight=".801655pt" strokecolor="#231f20">
                <v:path arrowok="t"/>
              </v:shape>
            </v:group>
            <v:group style="position:absolute;left:7480;top:332;width:2;height:224" coordorigin="7480,332" coordsize="2,224">
              <v:shape style="position:absolute;left:7480;top:332;width:2;height:224" coordorigin="7480,332" coordsize="0,224" path="m7480,332l7480,555e" filled="false" stroked="true" strokeweight=".803778pt" strokecolor="#231f20">
                <v:path arrowok="t"/>
              </v:shape>
            </v:group>
            <v:group style="position:absolute;left:8042;top:332;width:2;height:224" coordorigin="8042,332" coordsize="2,224">
              <v:shape style="position:absolute;left:8042;top:332;width:2;height:224" coordorigin="8042,332" coordsize="0,224" path="m8042,332l8042,555e" filled="false" stroked="true" strokeweight=".801655pt" strokecolor="#231f20">
                <v:path arrowok="t"/>
              </v:shape>
            </v:group>
            <v:group style="position:absolute;left:8605;top:332;width:2;height:224" coordorigin="8605,332" coordsize="2,224">
              <v:shape style="position:absolute;left:8605;top:332;width:2;height:224" coordorigin="8605,332" coordsize="0,224" path="m8605,332l8605,555e" filled="false" stroked="true" strokeweight=".801655pt" strokecolor="#231f20">
                <v:path arrowok="t"/>
              </v:shape>
            </v:group>
            <v:group style="position:absolute;left:9168;top:332;width:2;height:224" coordorigin="9168,332" coordsize="2,224">
              <v:shape style="position:absolute;left:9168;top:332;width:2;height:224" coordorigin="9168,332" coordsize="0,224" path="m9168,332l9168,555e" filled="false" stroked="true" strokeweight=".801655pt" strokecolor="#231f20">
                <v:path arrowok="t"/>
              </v:shape>
            </v:group>
            <v:group style="position:absolute;left:9730;top:332;width:2;height:224" coordorigin="9730,332" coordsize="2,224">
              <v:shape style="position:absolute;left:9730;top:332;width:2;height:224" coordorigin="9730,332" coordsize="0,224" path="m9730,332l9730,555e" filled="false" stroked="true" strokeweight=".802717pt" strokecolor="#231f20">
                <v:path arrowok="t"/>
              </v:shape>
            </v:group>
            <v:group style="position:absolute;left:10293;top:332;width:2;height:224" coordorigin="10293,332" coordsize="2,224">
              <v:shape style="position:absolute;left:10293;top:332;width:2;height:224" coordorigin="10293,332" coordsize="0,224" path="m10293,332l10293,555e" filled="false" stroked="true" strokeweight=".801655pt" strokecolor="#231f20">
                <v:path arrowok="t"/>
              </v:shape>
            </v:group>
            <v:group style="position:absolute;left:3034;top:332;width:2;height:224" coordorigin="3034,332" coordsize="2,224">
              <v:shape style="position:absolute;left:3034;top:332;width:2;height:224" coordorigin="3034,332" coordsize="0,224" path="m3034,332l3034,555e" filled="false" stroked="true" strokeweight=".801655pt" strokecolor="#231f20">
                <v:path arrowok="t"/>
              </v:shape>
            </v:group>
            <v:group style="position:absolute;left:3597;top:332;width:2;height:224" coordorigin="3597,332" coordsize="2,224">
              <v:shape style="position:absolute;left:3597;top:332;width:2;height:224" coordorigin="3597,332" coordsize="0,224" path="m3597,332l3597,555e" filled="false" stroked="true" strokeweight=".801655pt" strokecolor="#231f20">
                <v:path arrowok="t"/>
              </v:shape>
            </v:group>
            <v:group style="position:absolute;left:4159;top:332;width:2;height:224" coordorigin="4159,332" coordsize="2,224">
              <v:shape style="position:absolute;left:4159;top:332;width:2;height:224" coordorigin="4159,332" coordsize="0,224" path="m4159,332l4159,555e" filled="false" stroked="true" strokeweight=".801655pt" strokecolor="#231f20">
                <v:path arrowok="t"/>
              </v:shape>
            </v:group>
            <v:group style="position:absolute;left:4722;top:332;width:2;height:224" coordorigin="4722,332" coordsize="2,224">
              <v:shape style="position:absolute;left:4722;top:332;width:2;height:224" coordorigin="4722,332" coordsize="0,224" path="m4722,332l4722,555e" filled="false" stroked="true" strokeweight=".801655pt" strokecolor="#231f20">
                <v:path arrowok="t"/>
              </v:shape>
            </v:group>
            <v:group style="position:absolute;left:5285;top:332;width:2;height:224" coordorigin="5285,332" coordsize="2,224">
              <v:shape style="position:absolute;left:5285;top:332;width:2;height:224" coordorigin="5285,332" coordsize="0,224" path="m5285,332l5285,555e" filled="false" stroked="true" strokeweight=".802717pt" strokecolor="#231f20">
                <v:path arrowok="t"/>
              </v:shape>
            </v:group>
            <v:group style="position:absolute;left:5848;top:332;width:2;height:224" coordorigin="5848,332" coordsize="2,224">
              <v:shape style="position:absolute;left:5848;top:332;width:2;height:224" coordorigin="5848,332" coordsize="0,224" path="m5848,332l5848,555e" filled="false" stroked="true" strokeweight=".831377pt" strokecolor="#231f20">
                <v:path arrowok="t"/>
              </v:shape>
            </v:group>
            <v:group style="position:absolute;left:6410;top:332;width:2;height:224" coordorigin="6410,332" coordsize="2,224">
              <v:shape style="position:absolute;left:6410;top:332;width:2;height:224" coordorigin="6410,332" coordsize="0,224" path="m6410,332l6410,555e" filled="false" stroked="true" strokeweight=".802717pt" strokecolor="#231f20">
                <v:path arrowok="t"/>
              </v:shape>
            </v:group>
            <v:group style="position:absolute;left:6973;top:332;width:2;height:224" coordorigin="6973,332" coordsize="2,224">
              <v:shape style="position:absolute;left:6973;top:332;width:2;height:224" coordorigin="6973,332" coordsize="0,224" path="m6973,332l6973,555e" filled="false" stroked="true" strokeweight=".802717pt" strokecolor="#231f20">
                <v:path arrowok="t"/>
              </v:shape>
            </v:group>
            <v:group style="position:absolute;left:7536;top:332;width:2;height:224" coordorigin="7536,332" coordsize="2,224">
              <v:shape style="position:absolute;left:7536;top:332;width:2;height:224" coordorigin="7536,332" coordsize="0,224" path="m7536,332l7536,555e" filled="false" stroked="true" strokeweight=".801655pt" strokecolor="#231f20">
                <v:path arrowok="t"/>
              </v:shape>
            </v:group>
            <v:group style="position:absolute;left:8099;top:332;width:2;height:224" coordorigin="8099,332" coordsize="2,224">
              <v:shape style="position:absolute;left:8099;top:332;width:2;height:224" coordorigin="8099,332" coordsize="0,224" path="m8099,332l8099,555e" filled="false" stroked="true" strokeweight=".801655pt" strokecolor="#231f20">
                <v:path arrowok="t"/>
              </v:shape>
            </v:group>
            <v:group style="position:absolute;left:8661;top:332;width:2;height:224" coordorigin="8661,332" coordsize="2,224">
              <v:shape style="position:absolute;left:8661;top:332;width:2;height:224" coordorigin="8661,332" coordsize="0,224" path="m8661,332l8661,555e" filled="false" stroked="true" strokeweight=".801655pt" strokecolor="#231f20">
                <v:path arrowok="t"/>
              </v:shape>
            </v:group>
            <v:group style="position:absolute;left:9224;top:332;width:2;height:224" coordorigin="9224,332" coordsize="2,224">
              <v:shape style="position:absolute;left:9224;top:332;width:2;height:224" coordorigin="9224,332" coordsize="0,224" path="m9224,332l9224,555e" filled="false" stroked="true" strokeweight=".801655pt" strokecolor="#231f20">
                <v:path arrowok="t"/>
              </v:shape>
            </v:group>
            <v:group style="position:absolute;left:9787;top:332;width:2;height:224" coordorigin="9787,332" coordsize="2,224">
              <v:shape style="position:absolute;left:9787;top:332;width:2;height:224" coordorigin="9787,332" coordsize="0,224" path="m9787,332l9787,555e" filled="false" stroked="true" strokeweight=".802717pt" strokecolor="#231f20">
                <v:path arrowok="t"/>
              </v:shape>
            </v:group>
            <v:group style="position:absolute;left:10349;top:332;width:2;height:224" coordorigin="10349,332" coordsize="2,224">
              <v:shape style="position:absolute;left:10349;top:332;width:2;height:224" coordorigin="10349,332" coordsize="0,224" path="m10349,332l10349,555e" filled="false" stroked="true" strokeweight=".801655pt" strokecolor="#231f20">
                <v:path arrowok="t"/>
              </v:shape>
            </v:group>
            <v:group style="position:absolute;left:9480;top:-58;width:940;height:2" coordorigin="9480,-58" coordsize="940,2">
              <v:shape style="position:absolute;left:9480;top:-58;width:940;height:2" coordorigin="9480,-58" coordsize="940,0" path="m9480,-58l10420,-58e" filled="false" stroked="true" strokeweight=".812063pt" strokecolor="#231f20">
                <v:path arrowok="t"/>
              </v:shape>
            </v:group>
            <v:group style="position:absolute;left:10412;top:-57;width:2;height:333" coordorigin="10412,-57" coordsize="2,333">
              <v:shape style="position:absolute;left:10412;top:-57;width:2;height:333" coordorigin="10412,-57" coordsize="0,333" path="m10412,-57l10412,275e" filled="false" stroked="true" strokeweight=".801655pt" strokecolor="#231f20">
                <v:path arrowok="t"/>
              </v:shape>
            </v:group>
            <v:group style="position:absolute;left:9473;top:268;width:940;height:2" coordorigin="9473,268" coordsize="940,2">
              <v:shape style="position:absolute;left:9473;top:268;width:940;height:2" coordorigin="9473,268" coordsize="940,0" path="m9473,268l10413,268e" filled="false" stroked="true" strokeweight=".812063pt" strokecolor="#231f20">
                <v:path arrowok="t"/>
              </v:shape>
            </v:group>
            <v:group style="position:absolute;left:9480;top:-65;width:2;height:334" coordorigin="9480,-65" coordsize="2,334">
              <v:shape style="position:absolute;left:9480;top:-65;width:2;height:334" coordorigin="9480,-65" coordsize="0,334" path="m9480,-65l9480,268e" filled="false" stroked="true" strokeweight=".801655pt" strokecolor="#231f20">
                <v:path arrowok="t"/>
              </v:shape>
            </v:group>
            <v:group style="position:absolute;left:9743;top:21;width:442;height:115" coordorigin="9743,21" coordsize="442,115">
              <v:shape style="position:absolute;left:9743;top:21;width:442;height:115" coordorigin="9743,21" coordsize="442,115" path="m9782,132l9768,132,9768,54,9743,54,9743,42,9753,42,9755,41,9758,41,9761,39,9763,38,9765,36,9767,34,9770,31,9771,27,9772,21,9782,21,9782,132xe" filled="true" fillcolor="#231f20" stroked="false">
                <v:path arrowok="t"/>
                <v:fill type="solid"/>
              </v:shape>
              <v:shape style="position:absolute;left:9743;top:21;width:442;height:115" coordorigin="9743,21" coordsize="442,115" path="m9858,132l9844,132,9844,54,9819,54,9819,42,9829,42,9831,41,9834,41,9837,39,9839,38,9842,36,9843,34,9846,31,9847,27,9848,21,9858,21,9858,132xe" filled="true" fillcolor="#231f20" stroked="false">
                <v:path arrowok="t"/>
                <v:fill type="solid"/>
              </v:shape>
              <v:shape style="position:absolute;left:9743;top:21;width:442;height:115" coordorigin="9743,21" coordsize="442,115" path="m9920,132l9903,132,9903,115,9920,115,9920,132xe" filled="true" fillcolor="#231f20" stroked="false">
                <v:path arrowok="t"/>
                <v:fill type="solid"/>
              </v:shape>
              <v:shape style="position:absolute;left:9743;top:21;width:442;height:115" coordorigin="9743,21" coordsize="442,115" path="m9954,85l9943,84,9950,24,10007,24,10007,38,9961,38,9957,68,9996,68,9999,69,10002,72,10004,74,9972,74,9969,75,9965,75,9962,77,9960,78,9957,80,9955,83,9954,85xe" filled="true" fillcolor="#231f20" stroked="false">
                <v:path arrowok="t"/>
                <v:fill type="solid"/>
              </v:shape>
              <v:shape style="position:absolute;left:9743;top:21;width:442;height:115" coordorigin="9743,21" coordsize="442,115" path="m9996,68l9957,68,9961,65,9965,63,9971,61,9982,61,9986,63,9991,65,9995,67,9996,68xe" filled="true" fillcolor="#231f20" stroked="false">
                <v:path arrowok="t"/>
                <v:fill type="solid"/>
              </v:shape>
              <v:shape style="position:absolute;left:9743;top:21;width:442;height:115" coordorigin="9743,21" coordsize="442,115" path="m10005,124l9981,124,9985,123,9989,121,9992,118,9995,115,9997,111,9999,107,9999,95,9981,74,10004,74,10006,75,10009,78,10010,83,10012,86,10013,91,10013,105,10012,113,10009,118,10005,124xe" filled="true" fillcolor="#231f20" stroked="false">
                <v:path arrowok="t"/>
                <v:fill type="solid"/>
              </v:shape>
              <v:shape style="position:absolute;left:9743;top:21;width:442;height:115" coordorigin="9743,21" coordsize="442,115" path="m9983,135l9965,135,9961,134,9957,132,9952,131,9950,128,9947,126,9944,123,9941,118,9940,114,9938,110,9938,105,9952,105,9955,114,9960,120,9966,123,9976,124,10005,124,9999,129,9992,132,9983,135xe" filled="true" fillcolor="#231f20" stroked="false">
                <v:path arrowok="t"/>
                <v:fill type="solid"/>
              </v:shape>
              <v:shape style="position:absolute;left:9743;top:21;width:442;height:115" coordorigin="9743,21" coordsize="442,115" path="m10100,63l10088,63,10092,55,10097,51,10105,50,10111,48,10116,48,10120,50,10124,51,10127,52,10128,54,10131,57,10133,58,10134,61,10103,61,10100,63xe" filled="true" fillcolor="#231f20" stroked="false">
                <v:path arrowok="t"/>
                <v:fill type="solid"/>
              </v:shape>
              <v:shape style="position:absolute;left:9743;top:21;width:442;height:115" coordorigin="9743,21" coordsize="442,115" path="m10185,132l10171,132,10171,80,10169,71,10167,65,10162,63,10155,61,10134,61,10137,58,10140,55,10142,52,10145,51,10148,50,10151,50,10155,48,10164,48,10185,69,10185,132xe" filled="true" fillcolor="#231f20" stroked="false">
                <v:path arrowok="t"/>
                <v:fill type="solid"/>
              </v:shape>
              <v:shape style="position:absolute;left:9743;top:21;width:442;height:115" coordorigin="9743,21" coordsize="442,115" path="m10088,132l10074,132,10074,50,10086,50,10086,63,10100,63,10088,83,10088,132xe" filled="true" fillcolor="#231f20" stroked="false">
                <v:path arrowok="t"/>
                <v:fill type="solid"/>
              </v:shape>
              <v:shape style="position:absolute;left:9743;top:21;width:442;height:115" coordorigin="9743,21" coordsize="442,115" path="m10137,132l10123,132,10123,74,10122,71,10122,68,10120,65,10117,64,10116,63,10113,61,10151,61,10148,63,10144,64,10141,67,10140,69,10138,74,10137,78,10137,132xe" filled="true" fillcolor="#231f20" stroked="false">
                <v:path arrowok="t"/>
                <v:fill type="solid"/>
              </v:shape>
            </v:group>
            <v:group style="position:absolute;left:2528;top:-85;width:2;height:367" coordorigin="2528,-85" coordsize="2,367">
              <v:shape style="position:absolute;left:2528;top:-85;width:2;height:367" coordorigin="2528,-85" coordsize="0,367" path="m2528,281l2528,-85e" filled="false" stroked="true" strokeweight=".530753pt" strokecolor="#231f20">
                <v:path arrowok="t"/>
              </v:shape>
            </v:group>
            <v:group style="position:absolute;left:8999;top:-85;width:2;height:367" coordorigin="8999,-85" coordsize="2,367">
              <v:shape style="position:absolute;left:8999;top:-85;width:2;height:367" coordorigin="8999,-85" coordsize="0,367" path="m8999,281l8999,-85e" filled="false" stroked="true" strokeweight=".530753pt" strokecolor="#231f20">
                <v:path arrowok="t"/>
              </v:shape>
            </v:group>
            <v:group style="position:absolute;left:2615;top:-17;width:6293;height:2" coordorigin="2615,-17" coordsize="6293,2">
              <v:shape style="position:absolute;left:2615;top:-17;width:6293;height:2" coordorigin="2615,-17" coordsize="6293,0" path="m2615,-17l8907,-17e" filled="false" stroked="true" strokeweight=".538625pt" strokecolor="#231f20">
                <v:path arrowok="t"/>
              </v:shape>
            </v:group>
            <v:group style="position:absolute;left:2521;top:-49;width:116;height:63" coordorigin="2521,-49" coordsize="116,63">
              <v:shape style="position:absolute;left:2521;top:-49;width:116;height:63" coordorigin="2521,-49" coordsize="116,63" path="m2636,13l2521,-18,2636,-49,2636,13xe" filled="true" fillcolor="#231f20" stroked="false">
                <v:path arrowok="t"/>
                <v:fill type="solid"/>
              </v:shape>
            </v:group>
            <v:group style="position:absolute;left:8886;top:-49;width:116;height:63" coordorigin="8886,-49" coordsize="116,63">
              <v:shape style="position:absolute;left:8886;top:-49;width:116;height:63" coordorigin="8886,-49" coordsize="116,63" path="m8886,13l8886,-49,9001,-18,8886,13xe" filled="true" fillcolor="#231f20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123.488617pt;margin-top:66.609062pt;width:402.15pt;height:51.65pt;mso-position-horizontal-relative:page;mso-position-vertical-relative:paragraph;z-index:3832" coordorigin="2470,1332" coordsize="8043,1033">
            <v:shape style="position:absolute;left:2470;top:1753;width:8043;height:611" type="#_x0000_t75" stroked="false">
              <v:imagedata r:id="rId37" o:title=""/>
            </v:shape>
            <v:group style="position:absolute;left:2584;top:1761;width:2;height:224" coordorigin="2584,1761" coordsize="2,224">
              <v:shape style="position:absolute;left:2584;top:1761;width:2;height:224" coordorigin="2584,1761" coordsize="0,224" path="m2584,1761l2584,1985e" filled="false" stroked="true" strokeweight=".801655pt" strokecolor="#231f20">
                <v:path arrowok="t"/>
              </v:shape>
            </v:group>
            <v:group style="position:absolute;left:3147;top:1761;width:2;height:224" coordorigin="3147,1761" coordsize="2,224">
              <v:shape style="position:absolute;left:3147;top:1761;width:2;height:224" coordorigin="3147,1761" coordsize="0,224" path="m3147,1761l3147,1985e" filled="false" stroked="true" strokeweight=".801655pt" strokecolor="#231f20">
                <v:path arrowok="t"/>
              </v:shape>
            </v:group>
            <v:group style="position:absolute;left:3709;top:1761;width:2;height:224" coordorigin="3709,1761" coordsize="2,224">
              <v:shape style="position:absolute;left:3709;top:1761;width:2;height:224" coordorigin="3709,1761" coordsize="0,224" path="m3709,1761l3709,1985e" filled="false" stroked="true" strokeweight=".802717pt" strokecolor="#231f20">
                <v:path arrowok="t"/>
              </v:shape>
            </v:group>
            <v:group style="position:absolute;left:4272;top:1761;width:2;height:224" coordorigin="4272,1761" coordsize="2,224">
              <v:shape style="position:absolute;left:4272;top:1761;width:2;height:224" coordorigin="4272,1761" coordsize="0,224" path="m4272,1761l4272,1985e" filled="false" stroked="true" strokeweight=".831377pt" strokecolor="#231f20">
                <v:path arrowok="t"/>
              </v:shape>
            </v:group>
            <v:group style="position:absolute;left:4835;top:1761;width:2;height:224" coordorigin="4835,1761" coordsize="2,224">
              <v:shape style="position:absolute;left:4835;top:1761;width:2;height:224" coordorigin="4835,1761" coordsize="0,224" path="m4835,1761l4835,1985e" filled="false" stroked="true" strokeweight=".801655pt" strokecolor="#231f20">
                <v:path arrowok="t"/>
              </v:shape>
            </v:group>
            <v:group style="position:absolute;left:5397;top:1761;width:2;height:224" coordorigin="5397,1761" coordsize="2,224">
              <v:shape style="position:absolute;left:5397;top:1761;width:2;height:224" coordorigin="5397,1761" coordsize="0,224" path="m5397,1761l5397,1985e" filled="false" stroked="true" strokeweight=".802717pt" strokecolor="#231f20">
                <v:path arrowok="t"/>
              </v:shape>
            </v:group>
            <v:group style="position:absolute;left:5960;top:1761;width:2;height:224" coordorigin="5960,1761" coordsize="2,224">
              <v:shape style="position:absolute;left:5960;top:1761;width:2;height:224" coordorigin="5960,1761" coordsize="0,224" path="m5960,1761l5960,1985e" filled="false" stroked="true" strokeweight=".801655pt" strokecolor="#231f20">
                <v:path arrowok="t"/>
              </v:shape>
            </v:group>
            <v:group style="position:absolute;left:6523;top:1761;width:2;height:224" coordorigin="6523,1761" coordsize="2,224">
              <v:shape style="position:absolute;left:6523;top:1761;width:2;height:224" coordorigin="6523,1761" coordsize="0,224" path="m6523,1761l6523,1985e" filled="false" stroked="true" strokeweight=".801655pt" strokecolor="#231f20">
                <v:path arrowok="t"/>
              </v:shape>
            </v:group>
            <v:group style="position:absolute;left:7085;top:1761;width:2;height:224" coordorigin="7085,1761" coordsize="2,224">
              <v:shape style="position:absolute;left:7085;top:1761;width:2;height:224" coordorigin="7085,1761" coordsize="0,224" path="m7085,1761l7085,1985e" filled="false" stroked="true" strokeweight=".802717pt" strokecolor="#231f20">
                <v:path arrowok="t"/>
              </v:shape>
            </v:group>
            <v:group style="position:absolute;left:7648;top:1761;width:2;height:224" coordorigin="7648,1761" coordsize="2,224">
              <v:shape style="position:absolute;left:7648;top:1761;width:2;height:224" coordorigin="7648,1761" coordsize="0,224" path="m7648,1761l7648,1985e" filled="false" stroked="true" strokeweight=".801655pt" strokecolor="#231f20">
                <v:path arrowok="t"/>
              </v:shape>
            </v:group>
            <v:group style="position:absolute;left:8211;top:1761;width:2;height:224" coordorigin="8211,1761" coordsize="2,224">
              <v:shape style="position:absolute;left:8211;top:1761;width:2;height:224" coordorigin="8211,1761" coordsize="0,224" path="m8211,1761l8211,1985e" filled="false" stroked="true" strokeweight=".801655pt" strokecolor="#231f20">
                <v:path arrowok="t"/>
              </v:shape>
            </v:group>
            <v:group style="position:absolute;left:8774;top:1761;width:2;height:224" coordorigin="8774,1761" coordsize="2,224">
              <v:shape style="position:absolute;left:8774;top:1761;width:2;height:224" coordorigin="8774,1761" coordsize="0,224" path="m8774,1761l8774,1985e" filled="false" stroked="true" strokeweight=".801655pt" strokecolor="#231f20">
                <v:path arrowok="t"/>
              </v:shape>
            </v:group>
            <v:group style="position:absolute;left:9336;top:1761;width:2;height:224" coordorigin="9336,1761" coordsize="2,224">
              <v:shape style="position:absolute;left:9336;top:1761;width:2;height:224" coordorigin="9336,1761" coordsize="0,224" path="m9336,1761l9336,1985e" filled="false" stroked="true" strokeweight=".801655pt" strokecolor="#231f20">
                <v:path arrowok="t"/>
              </v:shape>
            </v:group>
            <v:group style="position:absolute;left:9899;top:1761;width:2;height:224" coordorigin="9899,1761" coordsize="2,224">
              <v:shape style="position:absolute;left:9899;top:1761;width:2;height:224" coordorigin="9899,1761" coordsize="0,224" path="m9899,1761l9899,1985e" filled="false" stroked="true" strokeweight=".801655pt" strokecolor="#231f20">
                <v:path arrowok="t"/>
              </v:shape>
            </v:group>
            <v:group style="position:absolute;left:2640;top:1761;width:2;height:224" coordorigin="2640,1761" coordsize="2,224">
              <v:shape style="position:absolute;left:2640;top:1761;width:2;height:224" coordorigin="2640,1761" coordsize="0,224" path="m2640,1761l2640,1985e" filled="false" stroked="true" strokeweight=".802717pt" strokecolor="#231f20">
                <v:path arrowok="t"/>
              </v:shape>
            </v:group>
            <v:group style="position:absolute;left:3203;top:1761;width:2;height:224" coordorigin="3203,1761" coordsize="2,224">
              <v:shape style="position:absolute;left:3203;top:1761;width:2;height:224" coordorigin="3203,1761" coordsize="0,224" path="m3203,1761l3203,1985e" filled="false" stroked="true" strokeweight=".802717pt" strokecolor="#231f20">
                <v:path arrowok="t"/>
              </v:shape>
            </v:group>
            <v:group style="position:absolute;left:3766;top:1761;width:2;height:224" coordorigin="3766,1761" coordsize="2,224">
              <v:shape style="position:absolute;left:3766;top:1761;width:2;height:224" coordorigin="3766,1761" coordsize="0,224" path="m3766,1761l3766,1985e" filled="false" stroked="true" strokeweight=".801655pt" strokecolor="#231f20">
                <v:path arrowok="t"/>
              </v:shape>
            </v:group>
            <v:group style="position:absolute;left:4328;top:1761;width:2;height:224" coordorigin="4328,1761" coordsize="2,224">
              <v:shape style="position:absolute;left:4328;top:1761;width:2;height:224" coordorigin="4328,1761" coordsize="0,224" path="m4328,1761l4328,1985e" filled="false" stroked="true" strokeweight=".801655pt" strokecolor="#231f20">
                <v:path arrowok="t"/>
              </v:shape>
            </v:group>
            <v:group style="position:absolute;left:4891;top:1761;width:2;height:224" coordorigin="4891,1761" coordsize="2,224">
              <v:shape style="position:absolute;left:4891;top:1761;width:2;height:224" coordorigin="4891,1761" coordsize="0,224" path="m4891,1761l4891,1985e" filled="false" stroked="true" strokeweight=".801655pt" strokecolor="#231f20">
                <v:path arrowok="t"/>
              </v:shape>
            </v:group>
            <v:group style="position:absolute;left:5454;top:1761;width:2;height:224" coordorigin="5454,1761" coordsize="2,224">
              <v:shape style="position:absolute;left:5454;top:1761;width:2;height:224" coordorigin="5454,1761" coordsize="0,224" path="m5454,1761l5454,1985e" filled="false" stroked="true" strokeweight=".801655pt" strokecolor="#231f20">
                <v:path arrowok="t"/>
              </v:shape>
            </v:group>
            <v:group style="position:absolute;left:6016;top:1761;width:2;height:224" coordorigin="6016,1761" coordsize="2,224">
              <v:shape style="position:absolute;left:6016;top:1761;width:2;height:224" coordorigin="6016,1761" coordsize="0,224" path="m6016,1761l6016,1985e" filled="false" stroked="true" strokeweight=".802717pt" strokecolor="#231f20">
                <v:path arrowok="t"/>
              </v:shape>
            </v:group>
            <v:group style="position:absolute;left:6579;top:1761;width:2;height:224" coordorigin="6579,1761" coordsize="2,224">
              <v:shape style="position:absolute;left:6579;top:1761;width:2;height:224" coordorigin="6579,1761" coordsize="0,224" path="m6579,1761l6579,1985e" filled="false" stroked="true" strokeweight=".801655pt" strokecolor="#231f20">
                <v:path arrowok="t"/>
              </v:shape>
            </v:group>
            <v:group style="position:absolute;left:7142;top:1761;width:2;height:224" coordorigin="7142,1761" coordsize="2,224">
              <v:shape style="position:absolute;left:7142;top:1761;width:2;height:224" coordorigin="7142,1761" coordsize="0,224" path="m7142,1761l7142,1985e" filled="false" stroked="true" strokeweight=".821824pt" strokecolor="#231f20">
                <v:path arrowok="t"/>
              </v:shape>
            </v:group>
            <v:group style="position:absolute;left:7704;top:1761;width:2;height:224" coordorigin="7704,1761" coordsize="2,224">
              <v:shape style="position:absolute;left:7704;top:1761;width:2;height:224" coordorigin="7704,1761" coordsize="0,224" path="m7704,1761l7704,1985e" filled="false" stroked="true" strokeweight=".801655pt" strokecolor="#231f20">
                <v:path arrowok="t"/>
              </v:shape>
            </v:group>
            <v:group style="position:absolute;left:8267;top:1761;width:2;height:224" coordorigin="8267,1761" coordsize="2,224">
              <v:shape style="position:absolute;left:8267;top:1761;width:2;height:224" coordorigin="8267,1761" coordsize="0,224" path="m8267,1761l8267,1985e" filled="false" stroked="true" strokeweight=".801655pt" strokecolor="#231f20">
                <v:path arrowok="t"/>
              </v:shape>
            </v:group>
            <v:group style="position:absolute;left:8830;top:1761;width:2;height:224" coordorigin="8830,1761" coordsize="2,224">
              <v:shape style="position:absolute;left:8830;top:1761;width:2;height:224" coordorigin="8830,1761" coordsize="0,224" path="m8830,1761l8830,1985e" filled="false" stroked="true" strokeweight=".803778pt" strokecolor="#231f20">
                <v:path arrowok="t"/>
              </v:shape>
            </v:group>
            <v:group style="position:absolute;left:9393;top:1761;width:2;height:224" coordorigin="9393,1761" coordsize="2,224">
              <v:shape style="position:absolute;left:9393;top:1761;width:2;height:224" coordorigin="9393,1761" coordsize="0,224" path="m9393,1761l9393,1985e" filled="false" stroked="true" strokeweight=".801655pt" strokecolor="#231f20">
                <v:path arrowok="t"/>
              </v:shape>
            </v:group>
            <v:group style="position:absolute;left:9955;top:1761;width:2;height:224" coordorigin="9955,1761" coordsize="2,224">
              <v:shape style="position:absolute;left:9955;top:1761;width:2;height:224" coordorigin="9955,1761" coordsize="0,224" path="m9955,1761l9955,1985e" filled="false" stroked="true" strokeweight=".801655pt" strokecolor="#231f20">
                <v:path arrowok="t"/>
              </v:shape>
            </v:group>
            <v:group style="position:absolute;left:2696;top:1761;width:2;height:224" coordorigin="2696,1761" coordsize="2,224">
              <v:shape style="position:absolute;left:2696;top:1761;width:2;height:224" coordorigin="2696,1761" coordsize="0,224" path="m2696,1761l2696,1985e" filled="false" stroked="true" strokeweight=".82607pt" strokecolor="#231f20">
                <v:path arrowok="t"/>
              </v:shape>
            </v:group>
            <v:group style="position:absolute;left:3259;top:1761;width:2;height:224" coordorigin="3259,1761" coordsize="2,224">
              <v:shape style="position:absolute;left:3259;top:1761;width:2;height:224" coordorigin="3259,1761" coordsize="0,224" path="m3259,1761l3259,1985e" filled="false" stroked="true" strokeweight=".802717pt" strokecolor="#231f20">
                <v:path arrowok="t"/>
              </v:shape>
            </v:group>
            <v:group style="position:absolute;left:3822;top:1761;width:2;height:224" coordorigin="3822,1761" coordsize="2,224">
              <v:shape style="position:absolute;left:3822;top:1761;width:2;height:224" coordorigin="3822,1761" coordsize="0,224" path="m3822,1761l3822,1985e" filled="false" stroked="true" strokeweight=".801655pt" strokecolor="#231f20">
                <v:path arrowok="t"/>
              </v:shape>
            </v:group>
            <v:group style="position:absolute;left:4385;top:1761;width:2;height:224" coordorigin="4385,1761" coordsize="2,224">
              <v:shape style="position:absolute;left:4385;top:1761;width:2;height:224" coordorigin="4385,1761" coordsize="0,224" path="m4385,1761l4385,1985e" filled="false" stroked="true" strokeweight=".801655pt" strokecolor="#231f20">
                <v:path arrowok="t"/>
              </v:shape>
            </v:group>
            <v:group style="position:absolute;left:4947;top:1761;width:2;height:224" coordorigin="4947,1761" coordsize="2,224">
              <v:shape style="position:absolute;left:4947;top:1761;width:2;height:224" coordorigin="4947,1761" coordsize="0,224" path="m4947,1761l4947,1985e" filled="false" stroked="true" strokeweight=".802717pt" strokecolor="#231f20">
                <v:path arrowok="t"/>
              </v:shape>
            </v:group>
            <v:group style="position:absolute;left:5510;top:1761;width:2;height:224" coordorigin="5510,1761" coordsize="2,224">
              <v:shape style="position:absolute;left:5510;top:1761;width:2;height:224" coordorigin="5510,1761" coordsize="0,224" path="m5510,1761l5510,1985e" filled="false" stroked="true" strokeweight=".801655pt" strokecolor="#231f20">
                <v:path arrowok="t"/>
              </v:shape>
            </v:group>
            <v:group style="position:absolute;left:6073;top:1761;width:2;height:224" coordorigin="6073,1761" coordsize="2,224">
              <v:shape style="position:absolute;left:6073;top:1761;width:2;height:224" coordorigin="6073,1761" coordsize="0,224" path="m6073,1761l6073,1985e" filled="false" stroked="true" strokeweight=".803778pt" strokecolor="#231f20">
                <v:path arrowok="t"/>
              </v:shape>
            </v:group>
            <v:group style="position:absolute;left:6635;top:1761;width:2;height:224" coordorigin="6635,1761" coordsize="2,224">
              <v:shape style="position:absolute;left:6635;top:1761;width:2;height:224" coordorigin="6635,1761" coordsize="0,224" path="m6635,1761l6635,1985e" filled="false" stroked="true" strokeweight=".801655pt" strokecolor="#231f20">
                <v:path arrowok="t"/>
              </v:shape>
            </v:group>
            <v:group style="position:absolute;left:7198;top:1761;width:2;height:224" coordorigin="7198,1761" coordsize="2,224">
              <v:shape style="position:absolute;left:7198;top:1761;width:2;height:224" coordorigin="7198,1761" coordsize="0,224" path="m7198,1761l7198,1985e" filled="false" stroked="true" strokeweight=".801655pt" strokecolor="#231f20">
                <v:path arrowok="t"/>
              </v:shape>
            </v:group>
            <v:group style="position:absolute;left:7761;top:1761;width:2;height:224" coordorigin="7761,1761" coordsize="2,224">
              <v:shape style="position:absolute;left:7761;top:1761;width:2;height:224" coordorigin="7761,1761" coordsize="0,224" path="m7761,1761l7761,1985e" filled="false" stroked="true" strokeweight=".802717pt" strokecolor="#231f20">
                <v:path arrowok="t"/>
              </v:shape>
            </v:group>
            <v:group style="position:absolute;left:8323;top:1761;width:2;height:224" coordorigin="8323,1761" coordsize="2,224">
              <v:shape style="position:absolute;left:8323;top:1761;width:2;height:224" coordorigin="8323,1761" coordsize="0,224" path="m8323,1761l8323,1985e" filled="false" stroked="true" strokeweight=".802717pt" strokecolor="#231f20">
                <v:path arrowok="t"/>
              </v:shape>
            </v:group>
            <v:group style="position:absolute;left:8886;top:1761;width:2;height:224" coordorigin="8886,1761" coordsize="2,224">
              <v:shape style="position:absolute;left:8886;top:1761;width:2;height:224" coordorigin="8886,1761" coordsize="0,224" path="m8886,1761l8886,1985e" filled="false" stroked="true" strokeweight=".801655pt" strokecolor="#231f20">
                <v:path arrowok="t"/>
              </v:shape>
            </v:group>
            <v:group style="position:absolute;left:9449;top:1761;width:2;height:224" coordorigin="9449,1761" coordsize="2,224">
              <v:shape style="position:absolute;left:9449;top:1761;width:2;height:224" coordorigin="9449,1761" coordsize="0,224" path="m9449,1761l9449,1985e" filled="false" stroked="true" strokeweight=".801655pt" strokecolor="#231f20">
                <v:path arrowok="t"/>
              </v:shape>
            </v:group>
            <v:group style="position:absolute;left:10012;top:1761;width:2;height:224" coordorigin="10012,1761" coordsize="2,224">
              <v:shape style="position:absolute;left:10012;top:1761;width:2;height:224" coordorigin="10012,1761" coordsize="0,224" path="m10012,1761l10012,1985e" filled="false" stroked="true" strokeweight=".802717pt" strokecolor="#231f20">
                <v:path arrowok="t"/>
              </v:shape>
            </v:group>
            <v:group style="position:absolute;left:2753;top:1761;width:2;height:224" coordorigin="2753,1761" coordsize="2,224">
              <v:shape style="position:absolute;left:2753;top:1761;width:2;height:224" coordorigin="2753,1761" coordsize="0,224" path="m2753,1761l2753,1985e" filled="false" stroked="true" strokeweight=".802717pt" strokecolor="#231f20">
                <v:path arrowok="t"/>
              </v:shape>
            </v:group>
            <v:group style="position:absolute;left:3315;top:1761;width:2;height:224" coordorigin="3315,1761" coordsize="2,224">
              <v:shape style="position:absolute;left:3315;top:1761;width:2;height:224" coordorigin="3315,1761" coordsize="0,224" path="m3315,1761l3315,1985e" filled="false" stroked="true" strokeweight=".802717pt" strokecolor="#231f20">
                <v:path arrowok="t"/>
              </v:shape>
            </v:group>
            <v:group style="position:absolute;left:3878;top:1761;width:2;height:224" coordorigin="3878,1761" coordsize="2,224">
              <v:shape style="position:absolute;left:3878;top:1761;width:2;height:224" coordorigin="3878,1761" coordsize="0,224" path="m3878,1761l3878,1985e" filled="false" stroked="true" strokeweight=".801655pt" strokecolor="#231f20">
                <v:path arrowok="t"/>
              </v:shape>
            </v:group>
            <v:group style="position:absolute;left:4441;top:1761;width:2;height:224" coordorigin="4441,1761" coordsize="2,224">
              <v:shape style="position:absolute;left:4441;top:1761;width:2;height:224" coordorigin="4441,1761" coordsize="0,224" path="m4441,1761l4441,1985e" filled="false" stroked="true" strokeweight=".802717pt" strokecolor="#231f20">
                <v:path arrowok="t"/>
              </v:shape>
            </v:group>
            <v:group style="position:absolute;left:5004;top:1761;width:2;height:224" coordorigin="5004,1761" coordsize="2,224">
              <v:shape style="position:absolute;left:5004;top:1761;width:2;height:224" coordorigin="5004,1761" coordsize="0,224" path="m5004,1761l5004,1985e" filled="false" stroked="true" strokeweight=".802717pt" strokecolor="#231f20">
                <v:path arrowok="t"/>
              </v:shape>
            </v:group>
            <v:group style="position:absolute;left:5567;top:1761;width:2;height:224" coordorigin="5567,1761" coordsize="2,224">
              <v:shape style="position:absolute;left:5567;top:1761;width:2;height:224" coordorigin="5567,1761" coordsize="0,224" path="m5567,1761l5567,1985e" filled="false" stroked="true" strokeweight=".801655pt" strokecolor="#231f20">
                <v:path arrowok="t"/>
              </v:shape>
            </v:group>
            <v:group style="position:absolute;left:6129;top:1761;width:2;height:224" coordorigin="6129,1761" coordsize="2,224">
              <v:shape style="position:absolute;left:6129;top:1761;width:2;height:224" coordorigin="6129,1761" coordsize="0,224" path="m6129,1761l6129,1985e" filled="false" stroked="true" strokeweight=".801655pt" strokecolor="#231f20">
                <v:path arrowok="t"/>
              </v:shape>
            </v:group>
            <v:group style="position:absolute;left:6692;top:1761;width:2;height:224" coordorigin="6692,1761" coordsize="2,224">
              <v:shape style="position:absolute;left:6692;top:1761;width:2;height:224" coordorigin="6692,1761" coordsize="0,224" path="m6692,1761l6692,1985e" filled="false" stroked="true" strokeweight=".803778pt" strokecolor="#231f20">
                <v:path arrowok="t"/>
              </v:shape>
            </v:group>
            <v:group style="position:absolute;left:7254;top:1761;width:2;height:224" coordorigin="7254,1761" coordsize="2,224">
              <v:shape style="position:absolute;left:7254;top:1761;width:2;height:224" coordorigin="7254,1761" coordsize="0,224" path="m7254,1761l7254,1985e" filled="false" stroked="true" strokeweight=".800594pt" strokecolor="#231f20">
                <v:path arrowok="t"/>
              </v:shape>
            </v:group>
            <v:group style="position:absolute;left:7817;top:1761;width:2;height:224" coordorigin="7817,1761" coordsize="2,224">
              <v:shape style="position:absolute;left:7817;top:1761;width:2;height:224" coordorigin="7817,1761" coordsize="0,224" path="m7817,1761l7817,1985e" filled="false" stroked="true" strokeweight=".801655pt" strokecolor="#231f20">
                <v:path arrowok="t"/>
              </v:shape>
            </v:group>
            <v:group style="position:absolute;left:8380;top:1761;width:2;height:224" coordorigin="8380,1761" coordsize="2,224">
              <v:shape style="position:absolute;left:8380;top:1761;width:2;height:224" coordorigin="8380,1761" coordsize="0,224" path="m8380,1761l8380,1985e" filled="false" stroked="true" strokeweight=".801655pt" strokecolor="#231f20">
                <v:path arrowok="t"/>
              </v:shape>
            </v:group>
            <v:group style="position:absolute;left:8942;top:1761;width:2;height:224" coordorigin="8942,1761" coordsize="2,224">
              <v:shape style="position:absolute;left:8942;top:1761;width:2;height:224" coordorigin="8942,1761" coordsize="0,224" path="m8942,1761l8942,1985e" filled="false" stroked="true" strokeweight=".801655pt" strokecolor="#231f20">
                <v:path arrowok="t"/>
              </v:shape>
            </v:group>
            <v:group style="position:absolute;left:9505;top:1761;width:2;height:224" coordorigin="9505,1761" coordsize="2,224">
              <v:shape style="position:absolute;left:9505;top:1761;width:2;height:224" coordorigin="9505,1761" coordsize="0,224" path="m9505,1761l9505,1985e" filled="false" stroked="true" strokeweight=".801655pt" strokecolor="#231f20">
                <v:path arrowok="t"/>
              </v:shape>
            </v:group>
            <v:group style="position:absolute;left:10068;top:1761;width:2;height:224" coordorigin="10068,1761" coordsize="2,224">
              <v:shape style="position:absolute;left:10068;top:1761;width:2;height:224" coordorigin="10068,1761" coordsize="0,224" path="m10068,1761l10068,1985e" filled="false" stroked="true" strokeweight=".802717pt" strokecolor="#231f20">
                <v:path arrowok="t"/>
              </v:shape>
            </v:group>
            <v:group style="position:absolute;left:2809;top:1761;width:2;height:340" coordorigin="2809,1761" coordsize="2,340">
              <v:shape style="position:absolute;left:2809;top:1761;width:2;height:340" coordorigin="2809,1761" coordsize="0,340" path="m2809,1761l2809,2101e" filled="false" stroked="true" strokeweight=".801655pt" strokecolor="#231f20">
                <v:path arrowok="t"/>
              </v:shape>
            </v:group>
            <v:group style="position:absolute;left:3372;top:1761;width:2;height:340" coordorigin="3372,1761" coordsize="2,340">
              <v:shape style="position:absolute;left:3372;top:1761;width:2;height:340" coordorigin="3372,1761" coordsize="0,340" path="m3372,1761l3372,2101e" filled="false" stroked="true" strokeweight=".801655pt" strokecolor="#231f20">
                <v:path arrowok="t"/>
              </v:shape>
            </v:group>
            <v:group style="position:absolute;left:3934;top:1761;width:2;height:340" coordorigin="3934,1761" coordsize="2,340">
              <v:shape style="position:absolute;left:3934;top:1761;width:2;height:340" coordorigin="3934,1761" coordsize="0,340" path="m3934,1761l3934,2101e" filled="false" stroked="true" strokeweight=".802717pt" strokecolor="#231f20">
                <v:path arrowok="t"/>
              </v:shape>
            </v:group>
            <v:group style="position:absolute;left:4497;top:1761;width:2;height:340" coordorigin="4497,1761" coordsize="2,340">
              <v:shape style="position:absolute;left:4497;top:1761;width:2;height:340" coordorigin="4497,1761" coordsize="0,340" path="m4497,1761l4497,2101e" filled="false" stroked="true" strokeweight=".801655pt" strokecolor="#231f20">
                <v:path arrowok="t"/>
              </v:shape>
            </v:group>
            <v:group style="position:absolute;left:5060;top:1761;width:2;height:340" coordorigin="5060,1761" coordsize="2,340">
              <v:shape style="position:absolute;left:5060;top:1761;width:2;height:340" coordorigin="5060,1761" coordsize="0,340" path="m5060,1761l5060,2101e" filled="false" stroked="true" strokeweight=".803778pt" strokecolor="#231f20">
                <v:path arrowok="t"/>
              </v:shape>
            </v:group>
            <v:group style="position:absolute;left:5623;top:1761;width:2;height:340" coordorigin="5623,1761" coordsize="2,340">
              <v:shape style="position:absolute;left:5623;top:1761;width:2;height:340" coordorigin="5623,1761" coordsize="0,340" path="m5623,1761l5623,2101e" filled="false" stroked="true" strokeweight=".801655pt" strokecolor="#231f20">
                <v:path arrowok="t"/>
              </v:shape>
            </v:group>
            <v:group style="position:absolute;left:6185;top:1761;width:2;height:340" coordorigin="6185,1761" coordsize="2,340">
              <v:shape style="position:absolute;left:6185;top:1761;width:2;height:340" coordorigin="6185,1761" coordsize="0,340" path="m6185,1761l6185,2101e" filled="false" stroked="true" strokeweight=".801655pt" strokecolor="#231f20">
                <v:path arrowok="t"/>
              </v:shape>
            </v:group>
            <v:group style="position:absolute;left:6748;top:1761;width:2;height:340" coordorigin="6748,1761" coordsize="2,340">
              <v:shape style="position:absolute;left:6748;top:1761;width:2;height:340" coordorigin="6748,1761" coordsize="0,340" path="m6748,1761l6748,2101e" filled="false" stroked="true" strokeweight=".801655pt" strokecolor="#231f20">
                <v:path arrowok="t"/>
              </v:shape>
            </v:group>
            <v:group style="position:absolute;left:7311;top:1761;width:2;height:340" coordorigin="7311,1761" coordsize="2,340">
              <v:shape style="position:absolute;left:7311;top:1761;width:2;height:340" coordorigin="7311,1761" coordsize="0,340" path="m7311,1761l7311,2101e" filled="false" stroked="true" strokeweight=".802717pt" strokecolor="#231f20">
                <v:path arrowok="t"/>
              </v:shape>
            </v:group>
            <v:group style="position:absolute;left:7874;top:1761;width:2;height:340" coordorigin="7874,1761" coordsize="2,340">
              <v:shape style="position:absolute;left:7874;top:1761;width:2;height:340" coordorigin="7874,1761" coordsize="0,340" path="m7874,1761l7874,2101e" filled="false" stroked="true" strokeweight=".802717pt" strokecolor="#231f20">
                <v:path arrowok="t"/>
              </v:shape>
            </v:group>
            <v:group style="position:absolute;left:8436;top:1761;width:2;height:340" coordorigin="8436,1761" coordsize="2,340">
              <v:shape style="position:absolute;left:8436;top:1761;width:2;height:340" coordorigin="8436,1761" coordsize="0,340" path="m8436,1761l8436,2101e" filled="false" stroked="true" strokeweight=".802717pt" strokecolor="#231f20">
                <v:path arrowok="t"/>
              </v:shape>
            </v:group>
            <v:group style="position:absolute;left:8999;top:1761;width:2;height:340" coordorigin="8999,1761" coordsize="2,340">
              <v:shape style="position:absolute;left:8999;top:1761;width:2;height:340" coordorigin="8999,1761" coordsize="0,340" path="m8999,1761l8999,2101e" filled="false" stroked="true" strokeweight=".803778pt" strokecolor="#231f20">
                <v:path arrowok="t"/>
              </v:shape>
            </v:group>
            <v:group style="position:absolute;left:9561;top:1761;width:2;height:340" coordorigin="9561,1761" coordsize="2,340">
              <v:shape style="position:absolute;left:9561;top:1761;width:2;height:340" coordorigin="9561,1761" coordsize="0,340" path="m9561,1761l9561,2101e" filled="false" stroked="true" strokeweight=".802717pt" strokecolor="#231f20">
                <v:path arrowok="t"/>
              </v:shape>
            </v:group>
            <v:group style="position:absolute;left:10124;top:1761;width:2;height:340" coordorigin="10124,1761" coordsize="2,340">
              <v:shape style="position:absolute;left:10124;top:1761;width:2;height:340" coordorigin="10124,1761" coordsize="0,340" path="m10124,1761l10124,2101e" filled="false" stroked="true" strokeweight=".801655pt" strokecolor="#231f20">
                <v:path arrowok="t"/>
              </v:shape>
            </v:group>
            <v:group style="position:absolute;left:2865;top:1761;width:2;height:224" coordorigin="2865,1761" coordsize="2,224">
              <v:shape style="position:absolute;left:2865;top:1761;width:2;height:224" coordorigin="2865,1761" coordsize="0,224" path="m2865,1761l2865,1985e" filled="false" stroked="true" strokeweight=".802717pt" strokecolor="#231f20">
                <v:path arrowok="t"/>
              </v:shape>
            </v:group>
            <v:group style="position:absolute;left:3428;top:1761;width:2;height:224" coordorigin="3428,1761" coordsize="2,224">
              <v:shape style="position:absolute;left:3428;top:1761;width:2;height:224" coordorigin="3428,1761" coordsize="0,224" path="m3428,1761l3428,1985e" filled="false" stroked="true" strokeweight=".801655pt" strokecolor="#231f20">
                <v:path arrowok="t"/>
              </v:shape>
            </v:group>
            <v:group style="position:absolute;left:3991;top:1761;width:2;height:224" coordorigin="3991,1761" coordsize="2,224">
              <v:shape style="position:absolute;left:3991;top:1761;width:2;height:224" coordorigin="3991,1761" coordsize="0,224" path="m3991,1761l3991,1985e" filled="false" stroked="true" strokeweight=".802717pt" strokecolor="#231f20">
                <v:path arrowok="t"/>
              </v:shape>
            </v:group>
            <v:group style="position:absolute;left:4553;top:1761;width:2;height:224" coordorigin="4553,1761" coordsize="2,224">
              <v:shape style="position:absolute;left:4553;top:1761;width:2;height:224" coordorigin="4553,1761" coordsize="0,224" path="m4553,1761l4553,1985e" filled="false" stroked="true" strokeweight=".802717pt" strokecolor="#231f20">
                <v:path arrowok="t"/>
              </v:shape>
            </v:group>
            <v:group style="position:absolute;left:5116;top:1761;width:2;height:224" coordorigin="5116,1761" coordsize="2,224">
              <v:shape style="position:absolute;left:5116;top:1761;width:2;height:224" coordorigin="5116,1761" coordsize="0,224" path="m5116,1761l5116,1985e" filled="false" stroked="true" strokeweight=".802717pt" strokecolor="#231f20">
                <v:path arrowok="t"/>
              </v:shape>
            </v:group>
            <v:group style="position:absolute;left:5679;top:1761;width:2;height:224" coordorigin="5679,1761" coordsize="2,224">
              <v:shape style="position:absolute;left:5679;top:1761;width:2;height:224" coordorigin="5679,1761" coordsize="0,224" path="m5679,1761l5679,1985e" filled="false" stroked="true" strokeweight=".802717pt" strokecolor="#231f20">
                <v:path arrowok="t"/>
              </v:shape>
            </v:group>
            <v:group style="position:absolute;left:6242;top:1761;width:2;height:224" coordorigin="6242,1761" coordsize="2,224">
              <v:shape style="position:absolute;left:6242;top:1761;width:2;height:224" coordorigin="6242,1761" coordsize="0,224" path="m6242,1761l6242,1985e" filled="false" stroked="true" strokeweight=".801655pt" strokecolor="#231f20">
                <v:path arrowok="t"/>
              </v:shape>
            </v:group>
            <v:group style="position:absolute;left:6804;top:1761;width:2;height:224" coordorigin="6804,1761" coordsize="2,224">
              <v:shape style="position:absolute;left:6804;top:1761;width:2;height:224" coordorigin="6804,1761" coordsize="0,224" path="m6804,1761l6804,1985e" filled="false" stroked="true" strokeweight=".802717pt" strokecolor="#231f20">
                <v:path arrowok="t"/>
              </v:shape>
            </v:group>
            <v:group style="position:absolute;left:7367;top:1761;width:2;height:224" coordorigin="7367,1761" coordsize="2,224">
              <v:shape style="position:absolute;left:7367;top:1761;width:2;height:224" coordorigin="7367,1761" coordsize="0,224" path="m7367,1761l7367,1985e" filled="false" stroked="true" strokeweight=".803778pt" strokecolor="#231f20">
                <v:path arrowok="t"/>
              </v:shape>
            </v:group>
            <v:group style="position:absolute;left:7929;top:1761;width:2;height:224" coordorigin="7929,1761" coordsize="2,224">
              <v:shape style="position:absolute;left:7929;top:1761;width:2;height:224" coordorigin="7929,1761" coordsize="0,224" path="m7929,1761l7929,1985e" filled="false" stroked="true" strokeweight=".801655pt" strokecolor="#231f20">
                <v:path arrowok="t"/>
              </v:shape>
            </v:group>
            <v:group style="position:absolute;left:8492;top:1761;width:2;height:224" coordorigin="8492,1761" coordsize="2,224">
              <v:shape style="position:absolute;left:8492;top:1761;width:2;height:224" coordorigin="8492,1761" coordsize="0,224" path="m8492,1761l8492,1985e" filled="false" stroked="true" strokeweight=".802717pt" strokecolor="#231f20">
                <v:path arrowok="t"/>
              </v:shape>
            </v:group>
            <v:group style="position:absolute;left:9055;top:1761;width:2;height:224" coordorigin="9055,1761" coordsize="2,224">
              <v:shape style="position:absolute;left:9055;top:1761;width:2;height:224" coordorigin="9055,1761" coordsize="0,224" path="m9055,1761l9055,1985e" filled="false" stroked="true" strokeweight=".801655pt" strokecolor="#231f20">
                <v:path arrowok="t"/>
              </v:shape>
            </v:group>
            <v:group style="position:absolute;left:9618;top:1761;width:2;height:224" coordorigin="9618,1761" coordsize="2,224">
              <v:shape style="position:absolute;left:9618;top:1761;width:2;height:224" coordorigin="9618,1761" coordsize="0,224" path="m9618,1761l9618,1985e" filled="false" stroked="true" strokeweight=".802717pt" strokecolor="#231f20">
                <v:path arrowok="t"/>
              </v:shape>
            </v:group>
            <v:group style="position:absolute;left:10180;top:1761;width:2;height:224" coordorigin="10180,1761" coordsize="2,224">
              <v:shape style="position:absolute;left:10180;top:1761;width:2;height:224" coordorigin="10180,1761" coordsize="0,224" path="m10180,1761l10180,1985e" filled="false" stroked="true" strokeweight=".803778pt" strokecolor="#231f20">
                <v:path arrowok="t"/>
              </v:shape>
            </v:group>
            <v:group style="position:absolute;left:2921;top:1761;width:2;height:224" coordorigin="2921,1761" coordsize="2,224">
              <v:shape style="position:absolute;left:2921;top:1761;width:2;height:224" coordorigin="2921,1761" coordsize="0,224" path="m2921,1761l2921,1985e" filled="false" stroked="true" strokeweight=".802717pt" strokecolor="#231f20">
                <v:path arrowok="t"/>
              </v:shape>
            </v:group>
            <v:group style="position:absolute;left:3484;top:1761;width:2;height:224" coordorigin="3484,1761" coordsize="2,224">
              <v:shape style="position:absolute;left:3484;top:1761;width:2;height:224" coordorigin="3484,1761" coordsize="0,224" path="m3484,1761l3484,1985e" filled="false" stroked="true" strokeweight=".801655pt" strokecolor="#231f20">
                <v:path arrowok="t"/>
              </v:shape>
            </v:group>
            <v:group style="position:absolute;left:4047;top:1761;width:2;height:224" coordorigin="4047,1761" coordsize="2,224">
              <v:shape style="position:absolute;left:4047;top:1761;width:2;height:224" coordorigin="4047,1761" coordsize="0,224" path="m4047,1761l4047,1985e" filled="false" stroked="true" strokeweight=".801655pt" strokecolor="#231f20">
                <v:path arrowok="t"/>
              </v:shape>
            </v:group>
            <v:group style="position:absolute;left:4610;top:1761;width:2;height:224" coordorigin="4610,1761" coordsize="2,224">
              <v:shape style="position:absolute;left:4610;top:1761;width:2;height:224" coordorigin="4610,1761" coordsize="0,224" path="m4610,1761l4610,1985e" filled="false" stroked="true" strokeweight=".801655pt" strokecolor="#231f20">
                <v:path arrowok="t"/>
              </v:shape>
            </v:group>
            <v:group style="position:absolute;left:5172;top:1761;width:2;height:224" coordorigin="5172,1761" coordsize="2,224">
              <v:shape style="position:absolute;left:5172;top:1761;width:2;height:224" coordorigin="5172,1761" coordsize="0,224" path="m5172,1761l5172,1985e" filled="false" stroked="true" strokeweight=".801655pt" strokecolor="#231f20">
                <v:path arrowok="t"/>
              </v:shape>
            </v:group>
            <v:group style="position:absolute;left:5735;top:1761;width:2;height:224" coordorigin="5735,1761" coordsize="2,224">
              <v:shape style="position:absolute;left:5735;top:1761;width:2;height:224" coordorigin="5735,1761" coordsize="0,224" path="m5735,1761l5735,1985e" filled="false" stroked="true" strokeweight=".801655pt" strokecolor="#231f20">
                <v:path arrowok="t"/>
              </v:shape>
            </v:group>
            <v:group style="position:absolute;left:6298;top:1761;width:2;height:224" coordorigin="6298,1761" coordsize="2,224">
              <v:shape style="position:absolute;left:6298;top:1761;width:2;height:224" coordorigin="6298,1761" coordsize="0,224" path="m6298,1761l6298,1985e" filled="false" stroked="true" strokeweight=".801655pt" strokecolor="#231f20">
                <v:path arrowok="t"/>
              </v:shape>
            </v:group>
            <v:group style="position:absolute;left:6861;top:1761;width:2;height:224" coordorigin="6861,1761" coordsize="2,224">
              <v:shape style="position:absolute;left:6861;top:1761;width:2;height:224" coordorigin="6861,1761" coordsize="0,224" path="m6861,1761l6861,1985e" filled="false" stroked="true" strokeweight=".801655pt" strokecolor="#231f20">
                <v:path arrowok="t"/>
              </v:shape>
            </v:group>
            <v:group style="position:absolute;left:7423;top:1761;width:2;height:224" coordorigin="7423,1761" coordsize="2,224">
              <v:shape style="position:absolute;left:7423;top:1761;width:2;height:224" coordorigin="7423,1761" coordsize="0,224" path="m7423,1761l7423,1985e" filled="false" stroked="true" strokeweight=".801655pt" strokecolor="#231f20">
                <v:path arrowok="t"/>
              </v:shape>
            </v:group>
            <v:group style="position:absolute;left:7986;top:1761;width:2;height:224" coordorigin="7986,1761" coordsize="2,224">
              <v:shape style="position:absolute;left:7986;top:1761;width:2;height:224" coordorigin="7986,1761" coordsize="0,224" path="m7986,1761l7986,1985e" filled="false" stroked="true" strokeweight=".802717pt" strokecolor="#231f20">
                <v:path arrowok="t"/>
              </v:shape>
            </v:group>
            <v:group style="position:absolute;left:8549;top:1761;width:2;height:224" coordorigin="8549,1761" coordsize="2,224">
              <v:shape style="position:absolute;left:8549;top:1761;width:2;height:224" coordorigin="8549,1761" coordsize="0,224" path="m8549,1761l8549,1985e" filled="false" stroked="true" strokeweight=".802717pt" strokecolor="#231f20">
                <v:path arrowok="t"/>
              </v:shape>
            </v:group>
            <v:group style="position:absolute;left:9111;top:1761;width:2;height:224" coordorigin="9111,1761" coordsize="2,224">
              <v:shape style="position:absolute;left:9111;top:1761;width:2;height:224" coordorigin="9111,1761" coordsize="0,224" path="m9111,1761l9111,1985e" filled="false" stroked="true" strokeweight=".801655pt" strokecolor="#231f20">
                <v:path arrowok="t"/>
              </v:shape>
            </v:group>
            <v:group style="position:absolute;left:9674;top:1761;width:2;height:224" coordorigin="9674,1761" coordsize="2,224">
              <v:shape style="position:absolute;left:9674;top:1761;width:2;height:224" coordorigin="9674,1761" coordsize="0,224" path="m9674,1761l9674,1985e" filled="false" stroked="true" strokeweight=".820762pt" strokecolor="#231f20">
                <v:path arrowok="t"/>
              </v:shape>
            </v:group>
            <v:group style="position:absolute;left:10237;top:1761;width:2;height:224" coordorigin="10237,1761" coordsize="2,224">
              <v:shape style="position:absolute;left:10237;top:1761;width:2;height:224" coordorigin="10237,1761" coordsize="0,224" path="m10237,1761l10237,1985e" filled="false" stroked="true" strokeweight=".803778pt" strokecolor="#231f20">
                <v:path arrowok="t"/>
              </v:shape>
            </v:group>
            <v:group style="position:absolute;left:2978;top:1761;width:2;height:224" coordorigin="2978,1761" coordsize="2,224">
              <v:shape style="position:absolute;left:2978;top:1761;width:2;height:224" coordorigin="2978,1761" coordsize="0,224" path="m2978,1761l2978,1985e" filled="false" stroked="true" strokeweight=".802717pt" strokecolor="#231f20">
                <v:path arrowok="t"/>
              </v:shape>
            </v:group>
            <v:group style="position:absolute;left:3540;top:1761;width:2;height:224" coordorigin="3540,1761" coordsize="2,224">
              <v:shape style="position:absolute;left:3540;top:1761;width:2;height:224" coordorigin="3540,1761" coordsize="0,224" path="m3540,1761l3540,1985e" filled="false" stroked="true" strokeweight=".801655pt" strokecolor="#231f20">
                <v:path arrowok="t"/>
              </v:shape>
            </v:group>
            <v:group style="position:absolute;left:4103;top:1761;width:2;height:224" coordorigin="4103,1761" coordsize="2,224">
              <v:shape style="position:absolute;left:4103;top:1761;width:2;height:224" coordorigin="4103,1761" coordsize="0,224" path="m4103,1761l4103,1985e" filled="false" stroked="true" strokeweight=".801655pt" strokecolor="#231f20">
                <v:path arrowok="t"/>
              </v:shape>
            </v:group>
            <v:group style="position:absolute;left:4666;top:1761;width:2;height:224" coordorigin="4666,1761" coordsize="2,224">
              <v:shape style="position:absolute;left:4666;top:1761;width:2;height:224" coordorigin="4666,1761" coordsize="0,224" path="m4666,1761l4666,1985e" filled="false" stroked="true" strokeweight=".803778pt" strokecolor="#231f20">
                <v:path arrowok="t"/>
              </v:shape>
            </v:group>
            <v:group style="position:absolute;left:5229;top:1761;width:2;height:224" coordorigin="5229,1761" coordsize="2,224">
              <v:shape style="position:absolute;left:5229;top:1761;width:2;height:224" coordorigin="5229,1761" coordsize="0,224" path="m5229,1761l5229,1985e" filled="false" stroked="true" strokeweight=".821824pt" strokecolor="#231f20">
                <v:path arrowok="t"/>
              </v:shape>
            </v:group>
            <v:group style="position:absolute;left:5791;top:1761;width:2;height:224" coordorigin="5791,1761" coordsize="2,224">
              <v:shape style="position:absolute;left:5791;top:1761;width:2;height:224" coordorigin="5791,1761" coordsize="0,224" path="m5791,1761l5791,1985e" filled="false" stroked="true" strokeweight=".801655pt" strokecolor="#231f20">
                <v:path arrowok="t"/>
              </v:shape>
            </v:group>
            <v:group style="position:absolute;left:6354;top:1761;width:2;height:224" coordorigin="6354,1761" coordsize="2,224">
              <v:shape style="position:absolute;left:6354;top:1761;width:2;height:224" coordorigin="6354,1761" coordsize="0,224" path="m6354,1761l6354,1985e" filled="false" stroked="true" strokeweight=".803778pt" strokecolor="#231f20">
                <v:path arrowok="t"/>
              </v:shape>
            </v:group>
            <v:group style="position:absolute;left:6917;top:1761;width:2;height:224" coordorigin="6917,1761" coordsize="2,224">
              <v:shape style="position:absolute;left:6917;top:1761;width:2;height:224" coordorigin="6917,1761" coordsize="0,224" path="m6917,1761l6917,1985e" filled="false" stroked="true" strokeweight=".801655pt" strokecolor="#231f20">
                <v:path arrowok="t"/>
              </v:shape>
            </v:group>
            <v:group style="position:absolute;left:7480;top:1761;width:2;height:224" coordorigin="7480,1761" coordsize="2,224">
              <v:shape style="position:absolute;left:7480;top:1761;width:2;height:224" coordorigin="7480,1761" coordsize="0,224" path="m7480,1761l7480,1985e" filled="false" stroked="true" strokeweight=".803778pt" strokecolor="#231f20">
                <v:path arrowok="t"/>
              </v:shape>
            </v:group>
            <v:group style="position:absolute;left:8042;top:1761;width:2;height:224" coordorigin="8042,1761" coordsize="2,224">
              <v:shape style="position:absolute;left:8042;top:1761;width:2;height:224" coordorigin="8042,1761" coordsize="0,224" path="m8042,1761l8042,1985e" filled="false" stroked="true" strokeweight=".801655pt" strokecolor="#231f20">
                <v:path arrowok="t"/>
              </v:shape>
            </v:group>
            <v:group style="position:absolute;left:8605;top:1761;width:2;height:224" coordorigin="8605,1761" coordsize="2,224">
              <v:shape style="position:absolute;left:8605;top:1761;width:2;height:224" coordorigin="8605,1761" coordsize="0,224" path="m8605,1761l8605,1985e" filled="false" stroked="true" strokeweight=".801655pt" strokecolor="#231f20">
                <v:path arrowok="t"/>
              </v:shape>
            </v:group>
            <v:group style="position:absolute;left:9168;top:1761;width:2;height:224" coordorigin="9168,1761" coordsize="2,224">
              <v:shape style="position:absolute;left:9168;top:1761;width:2;height:224" coordorigin="9168,1761" coordsize="0,224" path="m9168,1761l9168,1985e" filled="false" stroked="true" strokeweight=".801655pt" strokecolor="#231f20">
                <v:path arrowok="t"/>
              </v:shape>
            </v:group>
            <v:group style="position:absolute;left:9730;top:1761;width:2;height:224" coordorigin="9730,1761" coordsize="2,224">
              <v:shape style="position:absolute;left:9730;top:1761;width:2;height:224" coordorigin="9730,1761" coordsize="0,224" path="m9730,1761l9730,1985e" filled="false" stroked="true" strokeweight=".802717pt" strokecolor="#231f20">
                <v:path arrowok="t"/>
              </v:shape>
            </v:group>
            <v:group style="position:absolute;left:10293;top:1761;width:2;height:224" coordorigin="10293,1761" coordsize="2,224">
              <v:shape style="position:absolute;left:10293;top:1761;width:2;height:224" coordorigin="10293,1761" coordsize="0,224" path="m10293,1761l10293,1985e" filled="false" stroked="true" strokeweight=".801655pt" strokecolor="#231f20">
                <v:path arrowok="t"/>
              </v:shape>
            </v:group>
            <v:group style="position:absolute;left:3034;top:1761;width:2;height:224" coordorigin="3034,1761" coordsize="2,224">
              <v:shape style="position:absolute;left:3034;top:1761;width:2;height:224" coordorigin="3034,1761" coordsize="0,224" path="m3034,1761l3034,1985e" filled="false" stroked="true" strokeweight=".801655pt" strokecolor="#231f20">
                <v:path arrowok="t"/>
              </v:shape>
            </v:group>
            <v:group style="position:absolute;left:3597;top:1761;width:2;height:224" coordorigin="3597,1761" coordsize="2,224">
              <v:shape style="position:absolute;left:3597;top:1761;width:2;height:224" coordorigin="3597,1761" coordsize="0,224" path="m3597,1761l3597,1985e" filled="false" stroked="true" strokeweight=".801655pt" strokecolor="#231f20">
                <v:path arrowok="t"/>
              </v:shape>
            </v:group>
            <v:group style="position:absolute;left:4159;top:1761;width:2;height:224" coordorigin="4159,1761" coordsize="2,224">
              <v:shape style="position:absolute;left:4159;top:1761;width:2;height:224" coordorigin="4159,1761" coordsize="0,224" path="m4159,1761l4159,1985e" filled="false" stroked="true" strokeweight=".801655pt" strokecolor="#231f20">
                <v:path arrowok="t"/>
              </v:shape>
            </v:group>
            <v:group style="position:absolute;left:4722;top:1761;width:2;height:224" coordorigin="4722,1761" coordsize="2,224">
              <v:shape style="position:absolute;left:4722;top:1761;width:2;height:224" coordorigin="4722,1761" coordsize="0,224" path="m4722,1761l4722,1985e" filled="false" stroked="true" strokeweight=".801655pt" strokecolor="#231f20">
                <v:path arrowok="t"/>
              </v:shape>
            </v:group>
            <v:group style="position:absolute;left:5285;top:1761;width:2;height:224" coordorigin="5285,1761" coordsize="2,224">
              <v:shape style="position:absolute;left:5285;top:1761;width:2;height:224" coordorigin="5285,1761" coordsize="0,224" path="m5285,1761l5285,1985e" filled="false" stroked="true" strokeweight=".802717pt" strokecolor="#231f20">
                <v:path arrowok="t"/>
              </v:shape>
            </v:group>
            <v:group style="position:absolute;left:5848;top:1761;width:2;height:224" coordorigin="5848,1761" coordsize="2,224">
              <v:shape style="position:absolute;left:5848;top:1761;width:2;height:224" coordorigin="5848,1761" coordsize="0,224" path="m5848,1761l5848,1985e" filled="false" stroked="true" strokeweight=".831377pt" strokecolor="#231f20">
                <v:path arrowok="t"/>
              </v:shape>
            </v:group>
            <v:group style="position:absolute;left:6410;top:1761;width:2;height:224" coordorigin="6410,1761" coordsize="2,224">
              <v:shape style="position:absolute;left:6410;top:1761;width:2;height:224" coordorigin="6410,1761" coordsize="0,224" path="m6410,1761l6410,1985e" filled="false" stroked="true" strokeweight=".802717pt" strokecolor="#231f20">
                <v:path arrowok="t"/>
              </v:shape>
            </v:group>
            <v:group style="position:absolute;left:6973;top:1761;width:2;height:224" coordorigin="6973,1761" coordsize="2,224">
              <v:shape style="position:absolute;left:6973;top:1761;width:2;height:224" coordorigin="6973,1761" coordsize="0,224" path="m6973,1761l6973,1985e" filled="false" stroked="true" strokeweight=".802717pt" strokecolor="#231f20">
                <v:path arrowok="t"/>
              </v:shape>
            </v:group>
            <v:group style="position:absolute;left:7536;top:1761;width:2;height:224" coordorigin="7536,1761" coordsize="2,224">
              <v:shape style="position:absolute;left:7536;top:1761;width:2;height:224" coordorigin="7536,1761" coordsize="0,224" path="m7536,1761l7536,1985e" filled="false" stroked="true" strokeweight=".801655pt" strokecolor="#231f20">
                <v:path arrowok="t"/>
              </v:shape>
            </v:group>
            <v:group style="position:absolute;left:8099;top:1761;width:2;height:224" coordorigin="8099,1761" coordsize="2,224">
              <v:shape style="position:absolute;left:8099;top:1761;width:2;height:224" coordorigin="8099,1761" coordsize="0,224" path="m8099,1761l8099,1985e" filled="false" stroked="true" strokeweight=".801655pt" strokecolor="#231f20">
                <v:path arrowok="t"/>
              </v:shape>
            </v:group>
            <v:group style="position:absolute;left:8661;top:1761;width:2;height:224" coordorigin="8661,1761" coordsize="2,224">
              <v:shape style="position:absolute;left:8661;top:1761;width:2;height:224" coordorigin="8661,1761" coordsize="0,224" path="m8661,1761l8661,1985e" filled="false" stroked="true" strokeweight=".801655pt" strokecolor="#231f20">
                <v:path arrowok="t"/>
              </v:shape>
            </v:group>
            <v:group style="position:absolute;left:9224;top:1761;width:2;height:224" coordorigin="9224,1761" coordsize="2,224">
              <v:shape style="position:absolute;left:9224;top:1761;width:2;height:224" coordorigin="9224,1761" coordsize="0,224" path="m9224,1761l9224,1985e" filled="false" stroked="true" strokeweight=".801655pt" strokecolor="#231f20">
                <v:path arrowok="t"/>
              </v:shape>
            </v:group>
            <v:group style="position:absolute;left:9787;top:1761;width:2;height:224" coordorigin="9787,1761" coordsize="2,224">
              <v:shape style="position:absolute;left:9787;top:1761;width:2;height:224" coordorigin="9787,1761" coordsize="0,224" path="m9787,1761l9787,1985e" filled="false" stroked="true" strokeweight=".802717pt" strokecolor="#231f20">
                <v:path arrowok="t"/>
              </v:shape>
            </v:group>
            <v:group style="position:absolute;left:10349;top:1761;width:2;height:224" coordorigin="10349,1761" coordsize="2,224">
              <v:shape style="position:absolute;left:10349;top:1761;width:2;height:224" coordorigin="10349,1761" coordsize="0,224" path="m10349,1761l10349,1985e" filled="false" stroked="true" strokeweight=".801655pt" strokecolor="#231f20">
                <v:path arrowok="t"/>
              </v:shape>
            </v:group>
            <v:group style="position:absolute;left:9480;top:1371;width:940;height:2" coordorigin="9480,1371" coordsize="940,2">
              <v:shape style="position:absolute;left:9480;top:1371;width:940;height:2" coordorigin="9480,1371" coordsize="940,0" path="m9480,1371l10420,1371e" filled="false" stroked="true" strokeweight=".812063pt" strokecolor="#231f20">
                <v:path arrowok="t"/>
              </v:shape>
            </v:group>
            <v:group style="position:absolute;left:10412;top:1371;width:2;height:334" coordorigin="10412,1371" coordsize="2,334">
              <v:shape style="position:absolute;left:10412;top:1371;width:2;height:334" coordorigin="10412,1371" coordsize="0,334" path="m10412,1371l10412,1704e" filled="false" stroked="true" strokeweight=".801655pt" strokecolor="#231f20">
                <v:path arrowok="t"/>
              </v:shape>
            </v:group>
            <v:group style="position:absolute;left:9473;top:1697;width:940;height:2" coordorigin="9473,1697" coordsize="940,2">
              <v:shape style="position:absolute;left:9473;top:1697;width:940;height:2" coordorigin="9473,1697" coordsize="940,0" path="m9473,1697l10413,1697e" filled="false" stroked="true" strokeweight=".812063pt" strokecolor="#231f20">
                <v:path arrowok="t"/>
              </v:shape>
            </v:group>
            <v:group style="position:absolute;left:9480;top:1364;width:2;height:333" coordorigin="9480,1364" coordsize="2,333">
              <v:shape style="position:absolute;left:9480;top:1364;width:2;height:333" coordorigin="9480,1364" coordsize="0,333" path="m9480,1364l9480,1697e" filled="false" stroked="true" strokeweight=".801655pt" strokecolor="#231f20">
                <v:path arrowok="t"/>
              </v:shape>
            </v:group>
            <v:group style="position:absolute;left:2527;top:1337;width:2;height:367" coordorigin="2527,1337" coordsize="2,367">
              <v:shape style="position:absolute;left:2527;top:1337;width:2;height:367" coordorigin="2527,1337" coordsize="0,367" path="m2527,1704l2527,1337e" filled="false" stroked="true" strokeweight=".530753pt" strokecolor="#231f20">
                <v:path arrowok="t"/>
              </v:shape>
            </v:group>
            <v:group style="position:absolute;left:7953;top:1337;width:2;height:367" coordorigin="7953,1337" coordsize="2,367">
              <v:shape style="position:absolute;left:7953;top:1337;width:2;height:367" coordorigin="7953,1337" coordsize="0,367" path="m7953,1704l7953,1337e" filled="false" stroked="true" strokeweight=".530753pt" strokecolor="#231f20">
                <v:path arrowok="t"/>
              </v:shape>
            </v:group>
            <v:group style="position:absolute;left:2615;top:1406;width:5247;height:2" coordorigin="2615,1406" coordsize="5247,2">
              <v:shape style="position:absolute;left:2615;top:1406;width:5247;height:2" coordorigin="2615,1406" coordsize="5247,0" path="m2615,1406l7861,1406e" filled="false" stroked="true" strokeweight=".538625pt" strokecolor="#231f20">
                <v:path arrowok="t"/>
              </v:shape>
            </v:group>
            <v:group style="position:absolute;left:2521;top:1373;width:116;height:63" coordorigin="2521,1373" coordsize="116,63">
              <v:shape style="position:absolute;left:2521;top:1373;width:116;height:63" coordorigin="2521,1373" coordsize="116,63" path="m2636,1436l2521,1404,2636,1373,2636,1436xe" filled="true" fillcolor="#231f20" stroked="false">
                <v:path arrowok="t"/>
                <v:fill type="solid"/>
              </v:shape>
            </v:group>
            <v:group style="position:absolute;left:7840;top:1373;width:116;height:63" coordorigin="7840,1373" coordsize="116,63">
              <v:shape style="position:absolute;left:7840;top:1373;width:116;height:63" coordorigin="7840,1373" coordsize="116,63" path="m7840,1436l7840,1373,7955,1404,7840,1436xe" filled="true" fillcolor="#231f20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Myriad Pro"/>
          <w:color w:val="231F20"/>
          <w:sz w:val="21"/>
        </w:rPr>
        <w:t>Sample</w:t>
      </w:r>
      <w:r>
        <w:rPr>
          <w:rFonts w:ascii="Myriad Pro"/>
          <w:sz w:val="21"/>
        </w:rPr>
      </w:r>
    </w:p>
    <w:p>
      <w:pPr>
        <w:spacing w:line="240" w:lineRule="auto" w:before="10"/>
        <w:rPr>
          <w:rFonts w:ascii="Myriad Pro" w:hAnsi="Myriad Pro" w:cs="Myriad Pro" w:eastAsia="Myriad Pro"/>
          <w:sz w:val="26"/>
          <w:szCs w:val="26"/>
        </w:rPr>
      </w:pPr>
    </w:p>
    <w:p>
      <w:pPr>
        <w:spacing w:line="200" w:lineRule="atLeast"/>
        <w:ind w:left="1424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19.150pt;height:362.6pt;mso-position-horizontal-relative:char;mso-position-vertical-relative:line" coordorigin="0,0" coordsize="383,7252">
            <v:shape style="position:absolute;left:12;top:0;width:370;height:7252" type="#_x0000_t75" stroked="false">
              <v:imagedata r:id="rId38" o:title=""/>
            </v:shape>
            <v:shape style="position:absolute;left:0;top:963;width:147;height:216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1"/>
                        <w:szCs w:val="21"/>
                      </w:rPr>
                    </w:pPr>
                    <w:r>
                      <w:rPr>
                        <w:rFonts w:ascii="Myriad Pro"/>
                        <w:color w:val="231F20"/>
                        <w:sz w:val="21"/>
                      </w:rPr>
                      <w:t>a.</w:t>
                    </w:r>
                    <w:r>
                      <w:rPr>
                        <w:rFonts w:ascii="Myriad Pro"/>
                        <w:sz w:val="21"/>
                      </w:rPr>
                    </w:r>
                  </w:p>
                </w:txbxContent>
              </v:textbox>
              <w10:wrap type="none"/>
            </v:shape>
            <v:shape style="position:absolute;left:0;top:2429;width:155;height:216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1"/>
                        <w:szCs w:val="21"/>
                      </w:rPr>
                    </w:pPr>
                    <w:r>
                      <w:rPr>
                        <w:rFonts w:ascii="Myriad Pro"/>
                        <w:color w:val="231F20"/>
                        <w:spacing w:val="-6"/>
                        <w:sz w:val="21"/>
                      </w:rPr>
                      <w:t>b.</w:t>
                    </w:r>
                    <w:r>
                      <w:rPr>
                        <w:rFonts w:ascii="Myriad Pro"/>
                        <w:sz w:val="21"/>
                      </w:rPr>
                    </w:r>
                  </w:p>
                </w:txbxContent>
              </v:textbox>
              <w10:wrap type="none"/>
            </v:shape>
            <v:shape style="position:absolute;left:0;top:3788;width:135;height:216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1"/>
                        <w:szCs w:val="21"/>
                      </w:rPr>
                    </w:pPr>
                    <w:r>
                      <w:rPr>
                        <w:rFonts w:ascii="Myriad Pro"/>
                        <w:color w:val="231F20"/>
                        <w:spacing w:val="-3"/>
                        <w:sz w:val="21"/>
                      </w:rPr>
                      <w:t>c.</w:t>
                    </w:r>
                    <w:r>
                      <w:rPr>
                        <w:rFonts w:ascii="Myriad Pro"/>
                        <w:sz w:val="21"/>
                      </w:rPr>
                    </w:r>
                  </w:p>
                </w:txbxContent>
              </v:textbox>
              <w10:wrap type="none"/>
            </v:shape>
            <v:shape style="position:absolute;left:0;top:5238;width:160;height:216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1"/>
                        <w:szCs w:val="21"/>
                      </w:rPr>
                    </w:pPr>
                    <w:r>
                      <w:rPr>
                        <w:rFonts w:ascii="Myriad Pro"/>
                        <w:color w:val="231F20"/>
                        <w:spacing w:val="-3"/>
                        <w:sz w:val="21"/>
                      </w:rPr>
                      <w:t>d.</w:t>
                    </w:r>
                    <w:r>
                      <w:rPr>
                        <w:rFonts w:ascii="Myriad Pro"/>
                        <w:sz w:val="21"/>
                      </w:rPr>
                    </w:r>
                  </w:p>
                </w:txbxContent>
              </v:textbox>
              <w10:wrap type="none"/>
            </v:shape>
            <v:shape style="position:absolute;left:0;top:6670;width:146;height:216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1"/>
                        <w:szCs w:val="21"/>
                      </w:rPr>
                    </w:pPr>
                    <w:r>
                      <w:rPr>
                        <w:rFonts w:ascii="Myriad Pro"/>
                        <w:color w:val="231F20"/>
                        <w:spacing w:val="-3"/>
                        <w:sz w:val="21"/>
                      </w:rPr>
                      <w:t>e.</w:t>
                    </w:r>
                    <w:r>
                      <w:rPr>
                        <w:rFonts w:ascii="Myriad Pro"/>
                        <w:sz w:val="21"/>
                      </w:rPr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after="0" w:line="200" w:lineRule="atLeast"/>
        <w:rPr>
          <w:rFonts w:ascii="Myriad Pro" w:hAnsi="Myriad Pro" w:cs="Myriad Pro" w:eastAsia="Myriad Pro"/>
          <w:sz w:val="20"/>
          <w:szCs w:val="20"/>
        </w:rPr>
        <w:sectPr>
          <w:footerReference w:type="even" r:id="rId33"/>
          <w:pgSz w:w="12240" w:h="15840"/>
          <w:pgMar w:footer="643" w:header="630" w:top="1080" w:bottom="840" w:left="340" w:right="880"/>
          <w:pgNumType w:start="20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  <w:r>
        <w:rPr/>
        <w:pict>
          <v:group style="position:absolute;margin-left:112.00415pt;margin-top:233.881882pt;width:418.5pt;height:54.25pt;mso-position-horizontal-relative:page;mso-position-vertical-relative:page;z-index:4096" coordorigin="2240,4678" coordsize="8370,1085">
            <v:shape style="position:absolute;left:2240;top:5124;width:8369;height:638" type="#_x0000_t75" stroked="false">
              <v:imagedata r:id="rId40" o:title=""/>
            </v:shape>
            <v:group style="position:absolute;left:2359;top:5132;width:2;height:233" coordorigin="2359,5132" coordsize="2,233">
              <v:shape style="position:absolute;left:2359;top:5132;width:2;height:233" coordorigin="2359,5132" coordsize="0,233" path="m2359,5132l2359,5365e" filled="false" stroked="true" strokeweight=".829954pt" strokecolor="#231f20">
                <v:path arrowok="t"/>
              </v:shape>
            </v:group>
            <v:group style="position:absolute;left:2944;top:5132;width:2;height:233" coordorigin="2944,5132" coordsize="2,233">
              <v:shape style="position:absolute;left:2944;top:5132;width:2;height:233" coordorigin="2944,5132" coordsize="0,233" path="m2944,5132l2944,5365e" filled="false" stroked="true" strokeweight=".831077pt" strokecolor="#231f20">
                <v:path arrowok="t"/>
              </v:shape>
            </v:group>
            <v:group style="position:absolute;left:3530;top:5132;width:2;height:233" coordorigin="3530,5132" coordsize="2,233">
              <v:shape style="position:absolute;left:3530;top:5132;width:2;height:233" coordorigin="3530,5132" coordsize="0,233" path="m3530,5132l3530,5365e" filled="false" stroked="true" strokeweight=".826585pt" strokecolor="#231f20">
                <v:path arrowok="t"/>
              </v:shape>
            </v:group>
            <v:group style="position:absolute;left:4115;top:5132;width:2;height:233" coordorigin="4115,5132" coordsize="2,233">
              <v:shape style="position:absolute;left:4115;top:5132;width:2;height:233" coordorigin="4115,5132" coordsize="0,233" path="m4115,5132l4115,5365e" filled="false" stroked="true" strokeweight=".829954pt" strokecolor="#231f20">
                <v:path arrowok="t"/>
              </v:shape>
            </v:group>
            <v:group style="position:absolute;left:4701;top:5132;width:2;height:233" coordorigin="4701,5132" coordsize="2,233">
              <v:shape style="position:absolute;left:4701;top:5132;width:2;height:233" coordorigin="4701,5132" coordsize="0,233" path="m4701,5132l4701,5365e" filled="false" stroked="true" strokeweight=".829954pt" strokecolor="#231f20">
                <v:path arrowok="t"/>
              </v:shape>
            </v:group>
            <v:group style="position:absolute;left:5286;top:5132;width:2;height:233" coordorigin="5286,5132" coordsize="2,233">
              <v:shape style="position:absolute;left:5286;top:5132;width:2;height:233" coordorigin="5286,5132" coordsize="0,233" path="m5286,5132l5286,5365e" filled="false" stroked="true" strokeweight=".831077pt" strokecolor="#231f20">
                <v:path arrowok="t"/>
              </v:shape>
            </v:group>
            <v:group style="position:absolute;left:5872;top:5132;width:2;height:233" coordorigin="5872,5132" coordsize="2,233">
              <v:shape style="position:absolute;left:5872;top:5132;width:2;height:233" coordorigin="5872,5132" coordsize="0,233" path="m5872,5132l5872,5365e" filled="false" stroked="true" strokeweight=".8322pt" strokecolor="#231f20">
                <v:path arrowok="t"/>
              </v:shape>
            </v:group>
            <v:group style="position:absolute;left:6457;top:5132;width:2;height:233" coordorigin="6457,5132" coordsize="2,233">
              <v:shape style="position:absolute;left:6457;top:5132;width:2;height:233" coordorigin="6457,5132" coordsize="0,233" path="m6457,5132l6457,5365e" filled="false" stroked="true" strokeweight=".829954pt" strokecolor="#231f20">
                <v:path arrowok="t"/>
              </v:shape>
            </v:group>
            <v:group style="position:absolute;left:7043;top:5132;width:2;height:233" coordorigin="7043,5132" coordsize="2,233">
              <v:shape style="position:absolute;left:7043;top:5132;width:2;height:233" coordorigin="7043,5132" coordsize="0,233" path="m7043,5132l7043,5365e" filled="false" stroked="true" strokeweight=".861398pt" strokecolor="#231f20">
                <v:path arrowok="t"/>
              </v:shape>
            </v:group>
            <v:group style="position:absolute;left:7629;top:5132;width:2;height:233" coordorigin="7629,5132" coordsize="2,233">
              <v:shape style="position:absolute;left:7629;top:5132;width:2;height:233" coordorigin="7629,5132" coordsize="0,233" path="m7629,5132l7629,5365e" filled="false" stroked="true" strokeweight=".8322pt" strokecolor="#231f20">
                <v:path arrowok="t"/>
              </v:shape>
            </v:group>
            <v:group style="position:absolute;left:8215;top:5132;width:2;height:233" coordorigin="8215,5132" coordsize="2,233">
              <v:shape style="position:absolute;left:8215;top:5132;width:2;height:233" coordorigin="8215,5132" coordsize="0,233" path="m8215,5132l8215,5365e" filled="false" stroked="true" strokeweight=".829954pt" strokecolor="#231f20">
                <v:path arrowok="t"/>
              </v:shape>
            </v:group>
            <v:group style="position:absolute;left:8800;top:5132;width:2;height:233" coordorigin="8800,5132" coordsize="2,233">
              <v:shape style="position:absolute;left:8800;top:5132;width:2;height:233" coordorigin="8800,5132" coordsize="0,233" path="m8800,5132l8800,5365e" filled="false" stroked="true" strokeweight=".831077pt" strokecolor="#231f20">
                <v:path arrowok="t"/>
              </v:shape>
            </v:group>
            <v:group style="position:absolute;left:9386;top:5132;width:2;height:233" coordorigin="9386,5132" coordsize="2,233">
              <v:shape style="position:absolute;left:9386;top:5132;width:2;height:233" coordorigin="9386,5132" coordsize="0,233" path="m9386,5132l9386,5365e" filled="false" stroked="true" strokeweight=".831077pt" strokecolor="#231f20">
                <v:path arrowok="t"/>
              </v:shape>
            </v:group>
            <v:group style="position:absolute;left:9971;top:5132;width:2;height:233" coordorigin="9971,5132" coordsize="2,233">
              <v:shape style="position:absolute;left:9971;top:5132;width:2;height:233" coordorigin="9971,5132" coordsize="0,233" path="m9971,5132l9971,5365e" filled="false" stroked="true" strokeweight=".831077pt" strokecolor="#231f20">
                <v:path arrowok="t"/>
              </v:shape>
            </v:group>
            <v:group style="position:absolute;left:2417;top:5132;width:2;height:233" coordorigin="2417,5132" coordsize="2,233">
              <v:shape style="position:absolute;left:2417;top:5132;width:2;height:233" coordorigin="2417,5132" coordsize="0,233" path="m2417,5132l2417,5365e" filled="false" stroked="true" strokeweight=".8322pt" strokecolor="#231f20">
                <v:path arrowok="t"/>
              </v:shape>
            </v:group>
            <v:group style="position:absolute;left:3003;top:5132;width:2;height:233" coordorigin="3003,5132" coordsize="2,233">
              <v:shape style="position:absolute;left:3003;top:5132;width:2;height:233" coordorigin="3003,5132" coordsize="0,233" path="m3003,5132l3003,5365e" filled="false" stroked="true" strokeweight=".831077pt" strokecolor="#231f20">
                <v:path arrowok="t"/>
              </v:shape>
            </v:group>
            <v:group style="position:absolute;left:3588;top:5132;width:2;height:233" coordorigin="3588,5132" coordsize="2,233">
              <v:shape style="position:absolute;left:3588;top:5132;width:2;height:233" coordorigin="3588,5132" coordsize="0,233" path="m3588,5132l3588,5365e" filled="false" stroked="true" strokeweight=".829954pt" strokecolor="#231f20">
                <v:path arrowok="t"/>
              </v:shape>
            </v:group>
            <v:group style="position:absolute;left:4174;top:5132;width:2;height:233" coordorigin="4174,5132" coordsize="2,233">
              <v:shape style="position:absolute;left:4174;top:5132;width:2;height:233" coordorigin="4174,5132" coordsize="0,233" path="m4174,5132l4174,5365e" filled="false" stroked="true" strokeweight=".8322pt" strokecolor="#231f20">
                <v:path arrowok="t"/>
              </v:shape>
            </v:group>
            <v:group style="position:absolute;left:4759;top:5132;width:2;height:233" coordorigin="4759,5132" coordsize="2,233">
              <v:shape style="position:absolute;left:4759;top:5132;width:2;height:233" coordorigin="4759,5132" coordsize="0,233" path="m4759,5132l4759,5365e" filled="false" stroked="true" strokeweight=".8322pt" strokecolor="#231f20">
                <v:path arrowok="t"/>
              </v:shape>
            </v:group>
            <v:group style="position:absolute;left:5345;top:5132;width:2;height:233" coordorigin="5345,5132" coordsize="2,233">
              <v:shape style="position:absolute;left:5345;top:5132;width:2;height:233" coordorigin="5345,5132" coordsize="0,233" path="m5345,5132l5345,5365e" filled="false" stroked="true" strokeweight=".831077pt" strokecolor="#231f20">
                <v:path arrowok="t"/>
              </v:shape>
            </v:group>
            <v:group style="position:absolute;left:5931;top:5132;width:2;height:233" coordorigin="5931,5132" coordsize="2,233">
              <v:shape style="position:absolute;left:5931;top:5132;width:2;height:233" coordorigin="5931,5132" coordsize="0,233" path="m5931,5132l5931,5365e" filled="false" stroked="true" strokeweight=".850168pt" strokecolor="#231f20">
                <v:path arrowok="t"/>
              </v:shape>
            </v:group>
            <v:group style="position:absolute;left:6516;top:5132;width:2;height:233" coordorigin="6516,5132" coordsize="2,233">
              <v:shape style="position:absolute;left:6516;top:5132;width:2;height:233" coordorigin="6516,5132" coordsize="0,233" path="m6516,5132l6516,5365e" filled="false" stroked="true" strokeweight=".828831pt" strokecolor="#231f20">
                <v:path arrowok="t"/>
              </v:shape>
            </v:group>
            <v:group style="position:absolute;left:7102;top:5132;width:2;height:233" coordorigin="7102,5132" coordsize="2,233">
              <v:shape style="position:absolute;left:7102;top:5132;width:2;height:233" coordorigin="7102,5132" coordsize="0,233" path="m7102,5132l7102,5365e" filled="false" stroked="true" strokeweight=".831077pt" strokecolor="#231f20">
                <v:path arrowok="t"/>
              </v:shape>
            </v:group>
            <v:group style="position:absolute;left:7687;top:5132;width:2;height:233" coordorigin="7687,5132" coordsize="2,233">
              <v:shape style="position:absolute;left:7687;top:5132;width:2;height:233" coordorigin="7687,5132" coordsize="0,233" path="m7687,5132l7687,5365e" filled="false" stroked="true" strokeweight=".831077pt" strokecolor="#231f20">
                <v:path arrowok="t"/>
              </v:shape>
            </v:group>
            <v:group style="position:absolute;left:8273;top:5132;width:2;height:233" coordorigin="8273,5132" coordsize="2,233">
              <v:shape style="position:absolute;left:8273;top:5132;width:2;height:233" coordorigin="8273,5132" coordsize="0,233" path="m8273,5132l8273,5365e" filled="false" stroked="true" strokeweight=".831077pt" strokecolor="#231f20">
                <v:path arrowok="t"/>
              </v:shape>
            </v:group>
            <v:group style="position:absolute;left:8859;top:5132;width:2;height:233" coordorigin="8859,5132" coordsize="2,233">
              <v:shape style="position:absolute;left:8859;top:5132;width:2;height:233" coordorigin="8859,5132" coordsize="0,233" path="m8859,5132l8859,5365e" filled="false" stroked="true" strokeweight=".829954pt" strokecolor="#231f20">
                <v:path arrowok="t"/>
              </v:shape>
            </v:group>
            <v:group style="position:absolute;left:9444;top:5132;width:2;height:233" coordorigin="9444,5132" coordsize="2,233">
              <v:shape style="position:absolute;left:9444;top:5132;width:2;height:233" coordorigin="9444,5132" coordsize="0,233" path="m9444,5132l9444,5365e" filled="false" stroked="true" strokeweight=".8322pt" strokecolor="#231f20">
                <v:path arrowok="t"/>
              </v:shape>
            </v:group>
            <v:group style="position:absolute;left:10030;top:5132;width:2;height:233" coordorigin="10030,5132" coordsize="2,233">
              <v:shape style="position:absolute;left:10030;top:5132;width:2;height:233" coordorigin="10030,5132" coordsize="0,233" path="m10030,5132l10030,5365e" filled="false" stroked="true" strokeweight=".831077pt" strokecolor="#231f20">
                <v:path arrowok="t"/>
              </v:shape>
            </v:group>
            <v:group style="position:absolute;left:2476;top:5132;width:2;height:233" coordorigin="2476,5132" coordsize="2,233">
              <v:shape style="position:absolute;left:2476;top:5132;width:2;height:233" coordorigin="2476,5132" coordsize="0,233" path="m2476,5132l2476,5365e" filled="false" stroked="true" strokeweight=".831077pt" strokecolor="#231f20">
                <v:path arrowok="t"/>
              </v:shape>
            </v:group>
            <v:group style="position:absolute;left:3061;top:5132;width:2;height:233" coordorigin="3061,5132" coordsize="2,233">
              <v:shape style="position:absolute;left:3061;top:5132;width:2;height:233" coordorigin="3061,5132" coordsize="0,233" path="m3061,5132l3061,5365e" filled="false" stroked="true" strokeweight=".831077pt" strokecolor="#231f20">
                <v:path arrowok="t"/>
              </v:shape>
            </v:group>
            <v:group style="position:absolute;left:3647;top:5132;width:2;height:233" coordorigin="3647,5132" coordsize="2,233">
              <v:shape style="position:absolute;left:3647;top:5132;width:2;height:233" coordorigin="3647,5132" coordsize="0,233" path="m3647,5132l3647,5365e" filled="false" stroked="true" strokeweight=".8322pt" strokecolor="#231f20">
                <v:path arrowok="t"/>
              </v:shape>
            </v:group>
            <v:group style="position:absolute;left:4232;top:5132;width:2;height:233" coordorigin="4232,5132" coordsize="2,233">
              <v:shape style="position:absolute;left:4232;top:5132;width:2;height:233" coordorigin="4232,5132" coordsize="0,233" path="m4232,5132l4232,5365e" filled="false" stroked="true" strokeweight=".831077pt" strokecolor="#231f20">
                <v:path arrowok="t"/>
              </v:shape>
            </v:group>
            <v:group style="position:absolute;left:4818;top:5132;width:2;height:233" coordorigin="4818,5132" coordsize="2,233">
              <v:shape style="position:absolute;left:4818;top:5132;width:2;height:233" coordorigin="4818,5132" coordsize="0,233" path="m4818,5132l4818,5365e" filled="false" stroked="true" strokeweight=".851291pt" strokecolor="#231f20">
                <v:path arrowok="t"/>
              </v:shape>
            </v:group>
            <v:group style="position:absolute;left:5404;top:5132;width:2;height:233" coordorigin="5404,5132" coordsize="2,233">
              <v:shape style="position:absolute;left:5404;top:5132;width:2;height:233" coordorigin="5404,5132" coordsize="0,233" path="m5404,5132l5404,5365e" filled="false" stroked="true" strokeweight=".831077pt" strokecolor="#231f20">
                <v:path arrowok="t"/>
              </v:shape>
            </v:group>
            <v:group style="position:absolute;left:5989;top:5132;width:2;height:233" coordorigin="5989,5132" coordsize="2,233">
              <v:shape style="position:absolute;left:5989;top:5132;width:2;height:233" coordorigin="5989,5132" coordsize="0,233" path="m5989,5132l5989,5365e" filled="false" stroked="true" strokeweight=".829954pt" strokecolor="#231f20">
                <v:path arrowok="t"/>
              </v:shape>
            </v:group>
            <v:group style="position:absolute;left:6575;top:5132;width:2;height:233" coordorigin="6575,5132" coordsize="2,233">
              <v:shape style="position:absolute;left:6575;top:5132;width:2;height:233" coordorigin="6575,5132" coordsize="0,233" path="m6575,5132l6575,5365e" filled="false" stroked="true" strokeweight=".831077pt" strokecolor="#231f20">
                <v:path arrowok="t"/>
              </v:shape>
            </v:group>
            <v:group style="position:absolute;left:7160;top:5132;width:2;height:233" coordorigin="7160,5132" coordsize="2,233">
              <v:shape style="position:absolute;left:7160;top:5132;width:2;height:233" coordorigin="7160,5132" coordsize="0,233" path="m7160,5132l7160,5365e" filled="false" stroked="true" strokeweight=".829954pt" strokecolor="#231f20">
                <v:path arrowok="t"/>
              </v:shape>
            </v:group>
            <v:group style="position:absolute;left:7746;top:5132;width:2;height:233" coordorigin="7746,5132" coordsize="2,233">
              <v:shape style="position:absolute;left:7746;top:5132;width:2;height:233" coordorigin="7746,5132" coordsize="0,233" path="m7746,5132l7746,5365e" filled="false" stroked="true" strokeweight=".8322pt" strokecolor="#231f20">
                <v:path arrowok="t"/>
              </v:shape>
            </v:group>
            <v:group style="position:absolute;left:8332;top:5132;width:2;height:233" coordorigin="8332,5132" coordsize="2,233">
              <v:shape style="position:absolute;left:8332;top:5132;width:2;height:233" coordorigin="8332,5132" coordsize="0,233" path="m8332,5132l8332,5365e" filled="false" stroked="true" strokeweight=".831077pt" strokecolor="#231f20">
                <v:path arrowok="t"/>
              </v:shape>
            </v:group>
            <v:group style="position:absolute;left:8917;top:5132;width:2;height:233" coordorigin="8917,5132" coordsize="2,233">
              <v:shape style="position:absolute;left:8917;top:5132;width:2;height:233" coordorigin="8917,5132" coordsize="0,233" path="m8917,5132l8917,5365e" filled="false" stroked="true" strokeweight=".829954pt" strokecolor="#231f20">
                <v:path arrowok="t"/>
              </v:shape>
            </v:group>
            <v:group style="position:absolute;left:9503;top:5132;width:2;height:233" coordorigin="9503,5132" coordsize="2,233">
              <v:shape style="position:absolute;left:9503;top:5132;width:2;height:233" coordorigin="9503,5132" coordsize="0,233" path="m9503,5132l9503,5365e" filled="false" stroked="true" strokeweight=".831077pt" strokecolor="#231f20">
                <v:path arrowok="t"/>
              </v:shape>
            </v:group>
            <v:group style="position:absolute;left:10088;top:5132;width:2;height:233" coordorigin="10088,5132" coordsize="2,233">
              <v:shape style="position:absolute;left:10088;top:5132;width:2;height:233" coordorigin="10088,5132" coordsize="0,233" path="m10088,5132l10088,5365e" filled="false" stroked="true" strokeweight=".831077pt" strokecolor="#231f20">
                <v:path arrowok="t"/>
              </v:shape>
            </v:group>
            <v:group style="position:absolute;left:2534;top:5132;width:2;height:233" coordorigin="2534,5132" coordsize="2,233">
              <v:shape style="position:absolute;left:2534;top:5132;width:2;height:233" coordorigin="2534,5132" coordsize="0,233" path="m2534,5132l2534,5365e" filled="false" stroked="true" strokeweight=".831077pt" strokecolor="#231f20">
                <v:path arrowok="t"/>
              </v:shape>
            </v:group>
            <v:group style="position:absolute;left:3120;top:5132;width:2;height:233" coordorigin="3120,5132" coordsize="2,233">
              <v:shape style="position:absolute;left:3120;top:5132;width:2;height:233" coordorigin="3120,5132" coordsize="0,233" path="m3120,5132l3120,5365e" filled="false" stroked="true" strokeweight=".829954pt" strokecolor="#231f20">
                <v:path arrowok="t"/>
              </v:shape>
            </v:group>
            <v:group style="position:absolute;left:3705;top:5132;width:2;height:233" coordorigin="3705,5132" coordsize="2,233">
              <v:shape style="position:absolute;left:3705;top:5132;width:2;height:233" coordorigin="3705,5132" coordsize="0,233" path="m3705,5132l3705,5365e" filled="false" stroked="true" strokeweight=".862521pt" strokecolor="#231f20">
                <v:path arrowok="t"/>
              </v:shape>
            </v:group>
            <v:group style="position:absolute;left:4291;top:5132;width:2;height:233" coordorigin="4291,5132" coordsize="2,233">
              <v:shape style="position:absolute;left:4291;top:5132;width:2;height:233" coordorigin="4291,5132" coordsize="0,233" path="m4291,5132l4291,5365e" filled="false" stroked="true" strokeweight=".831077pt" strokecolor="#231f20">
                <v:path arrowok="t"/>
              </v:shape>
            </v:group>
            <v:group style="position:absolute;left:4877;top:5132;width:2;height:233" coordorigin="4877,5132" coordsize="2,233">
              <v:shape style="position:absolute;left:4877;top:5132;width:2;height:233" coordorigin="4877,5132" coordsize="0,233" path="m4877,5132l4877,5365e" filled="false" stroked="true" strokeweight=".829954pt" strokecolor="#231f20">
                <v:path arrowok="t"/>
              </v:shape>
            </v:group>
            <v:group style="position:absolute;left:5462;top:5132;width:2;height:233" coordorigin="5462,5132" coordsize="2,233">
              <v:shape style="position:absolute;left:5462;top:5132;width:2;height:233" coordorigin="5462,5132" coordsize="0,233" path="m5462,5132l5462,5365e" filled="false" stroked="true" strokeweight=".831077pt" strokecolor="#231f20">
                <v:path arrowok="t"/>
              </v:shape>
            </v:group>
            <v:group style="position:absolute;left:6048;top:5132;width:2;height:233" coordorigin="6048,5132" coordsize="2,233">
              <v:shape style="position:absolute;left:6048;top:5132;width:2;height:233" coordorigin="6048,5132" coordsize="0,233" path="m6048,5132l6048,5365e" filled="false" stroked="true" strokeweight=".8322pt" strokecolor="#231f20">
                <v:path arrowok="t"/>
              </v:shape>
            </v:group>
            <v:group style="position:absolute;left:6633;top:5132;width:2;height:233" coordorigin="6633,5132" coordsize="2,233">
              <v:shape style="position:absolute;left:6633;top:5132;width:2;height:233" coordorigin="6633,5132" coordsize="0,233" path="m6633,5132l6633,5365e" filled="false" stroked="true" strokeweight=".831077pt" strokecolor="#231f20">
                <v:path arrowok="t"/>
              </v:shape>
            </v:group>
            <v:group style="position:absolute;left:7219;top:5132;width:2;height:233" coordorigin="7219,5132" coordsize="2,233">
              <v:shape style="position:absolute;left:7219;top:5132;width:2;height:233" coordorigin="7219,5132" coordsize="0,233" path="m7219,5132l7219,5365e" filled="false" stroked="true" strokeweight=".828831pt" strokecolor="#231f20">
                <v:path arrowok="t"/>
              </v:shape>
            </v:group>
            <v:group style="position:absolute;left:7804;top:5132;width:2;height:233" coordorigin="7804,5132" coordsize="2,233">
              <v:shape style="position:absolute;left:7804;top:5132;width:2;height:233" coordorigin="7804,5132" coordsize="0,233" path="m7804,5132l7804,5365e" filled="false" stroked="true" strokeweight=".831077pt" strokecolor="#231f20">
                <v:path arrowok="t"/>
              </v:shape>
            </v:group>
            <v:group style="position:absolute;left:8390;top:5132;width:2;height:233" coordorigin="8390,5132" coordsize="2,233">
              <v:shape style="position:absolute;left:8390;top:5132;width:2;height:233" coordorigin="8390,5132" coordsize="0,233" path="m8390,5132l8390,5365e" filled="false" stroked="true" strokeweight=".8322pt" strokecolor="#231f20">
                <v:path arrowok="t"/>
              </v:shape>
            </v:group>
            <v:group style="position:absolute;left:8975;top:5132;width:2;height:233" coordorigin="8975,5132" coordsize="2,233">
              <v:shape style="position:absolute;left:8975;top:5132;width:2;height:233" coordorigin="8975,5132" coordsize="0,233" path="m8975,5132l8975,5365e" filled="false" stroked="true" strokeweight=".829954pt" strokecolor="#231f20">
                <v:path arrowok="t"/>
              </v:shape>
            </v:group>
            <v:group style="position:absolute;left:9561;top:5132;width:2;height:233" coordorigin="9561,5132" coordsize="2,233">
              <v:shape style="position:absolute;left:9561;top:5132;width:2;height:233" coordorigin="9561,5132" coordsize="0,233" path="m9561,5132l9561,5365e" filled="false" stroked="true" strokeweight=".831077pt" strokecolor="#231f20">
                <v:path arrowok="t"/>
              </v:shape>
            </v:group>
            <v:group style="position:absolute;left:10147;top:5132;width:2;height:233" coordorigin="10147,5132" coordsize="2,233">
              <v:shape style="position:absolute;left:10147;top:5132;width:2;height:233" coordorigin="10147,5132" coordsize="0,233" path="m10147,5132l10147,5365e" filled="false" stroked="true" strokeweight=".831077pt" strokecolor="#231f20">
                <v:path arrowok="t"/>
              </v:shape>
            </v:group>
            <v:group style="position:absolute;left:2593;top:5132;width:2;height:355" coordorigin="2593,5132" coordsize="2,355">
              <v:shape style="position:absolute;left:2593;top:5132;width:2;height:355" coordorigin="2593,5132" coordsize="0,355" path="m2593,5132l2593,5487e" filled="false" stroked="true" strokeweight=".853537pt" strokecolor="#231f20">
                <v:path arrowok="t"/>
              </v:shape>
            </v:group>
            <v:group style="position:absolute;left:3179;top:5132;width:2;height:355" coordorigin="3179,5132" coordsize="2,355">
              <v:shape style="position:absolute;left:3179;top:5132;width:2;height:355" coordorigin="3179,5132" coordsize="0,355" path="m3179,5132l3179,5487e" filled="false" stroked="true" strokeweight=".829954pt" strokecolor="#231f20">
                <v:path arrowok="t"/>
              </v:shape>
            </v:group>
            <v:group style="position:absolute;left:3764;top:5132;width:2;height:355" coordorigin="3764,5132" coordsize="2,355">
              <v:shape style="position:absolute;left:3764;top:5132;width:2;height:355" coordorigin="3764,5132" coordsize="0,355" path="m3764,5132l3764,5487e" filled="false" stroked="true" strokeweight=".829954pt" strokecolor="#231f20">
                <v:path arrowok="t"/>
              </v:shape>
            </v:group>
            <v:group style="position:absolute;left:4350;top:5132;width:2;height:355" coordorigin="4350,5132" coordsize="2,355">
              <v:shape style="position:absolute;left:4350;top:5132;width:2;height:355" coordorigin="4350,5132" coordsize="0,355" path="m4350,5132l4350,5487e" filled="false" stroked="true" strokeweight=".829954pt" strokecolor="#231f20">
                <v:path arrowok="t"/>
              </v:shape>
            </v:group>
            <v:group style="position:absolute;left:4935;top:5132;width:2;height:355" coordorigin="4935,5132" coordsize="2,355">
              <v:shape style="position:absolute;left:4935;top:5132;width:2;height:355" coordorigin="4935,5132" coordsize="0,355" path="m4935,5132l4935,5487e" filled="false" stroked="true" strokeweight=".831077pt" strokecolor="#231f20">
                <v:path arrowok="t"/>
              </v:shape>
            </v:group>
            <v:group style="position:absolute;left:5521;top:5132;width:2;height:355" coordorigin="5521,5132" coordsize="2,355">
              <v:shape style="position:absolute;left:5521;top:5132;width:2;height:355" coordorigin="5521,5132" coordsize="0,355" path="m5521,5132l5521,5487e" filled="false" stroked="true" strokeweight=".8322pt" strokecolor="#231f20">
                <v:path arrowok="t"/>
              </v:shape>
            </v:group>
            <v:group style="position:absolute;left:6106;top:5132;width:2;height:355" coordorigin="6106,5132" coordsize="2,355">
              <v:shape style="position:absolute;left:6106;top:5132;width:2;height:355" coordorigin="6106,5132" coordsize="0,355" path="m6106,5132l6106,5487e" filled="false" stroked="true" strokeweight=".831077pt" strokecolor="#231f20">
                <v:path arrowok="t"/>
              </v:shape>
            </v:group>
            <v:group style="position:absolute;left:6692;top:5132;width:2;height:355" coordorigin="6692,5132" coordsize="2,355">
              <v:shape style="position:absolute;left:6692;top:5132;width:2;height:355" coordorigin="6692,5132" coordsize="0,355" path="m6692,5132l6692,5487e" filled="false" stroked="true" strokeweight=".829954pt" strokecolor="#231f20">
                <v:path arrowok="t"/>
              </v:shape>
            </v:group>
            <v:group style="position:absolute;left:7277;top:5132;width:2;height:355" coordorigin="7277,5132" coordsize="2,355">
              <v:shape style="position:absolute;left:7277;top:5132;width:2;height:355" coordorigin="7277,5132" coordsize="0,355" path="m7277,5132l7277,5487e" filled="false" stroked="true" strokeweight=".831077pt" strokecolor="#231f20">
                <v:path arrowok="t"/>
              </v:shape>
            </v:group>
            <v:group style="position:absolute;left:7863;top:5132;width:2;height:355" coordorigin="7863,5132" coordsize="2,355">
              <v:shape style="position:absolute;left:7863;top:5132;width:2;height:355" coordorigin="7863,5132" coordsize="0,355" path="m7863,5132l7863,5487e" filled="false" stroked="true" strokeweight=".8322pt" strokecolor="#231f20">
                <v:path arrowok="t"/>
              </v:shape>
            </v:group>
            <v:group style="position:absolute;left:8449;top:5132;width:2;height:355" coordorigin="8449,5132" coordsize="2,355">
              <v:shape style="position:absolute;left:8449;top:5132;width:2;height:355" coordorigin="8449,5132" coordsize="0,355" path="m8449,5132l8449,5487e" filled="false" stroked="true" strokeweight=".8322pt" strokecolor="#231f20">
                <v:path arrowok="t"/>
              </v:shape>
            </v:group>
            <v:group style="position:absolute;left:9035;top:5132;width:2;height:355" coordorigin="9035,5132" coordsize="2,355">
              <v:shape style="position:absolute;left:9035;top:5132;width:2;height:355" coordorigin="9035,5132" coordsize="0,355" path="m9035,5132l9035,5487e" filled="false" stroked="true" strokeweight=".829954pt" strokecolor="#231f20">
                <v:path arrowok="t"/>
              </v:shape>
            </v:group>
            <v:group style="position:absolute;left:9620;top:5132;width:2;height:355" coordorigin="9620,5132" coordsize="2,355">
              <v:shape style="position:absolute;left:9620;top:5132;width:2;height:355" coordorigin="9620,5132" coordsize="0,355" path="m9620,5132l9620,5487e" filled="false" stroked="true" strokeweight=".829954pt" strokecolor="#231f20">
                <v:path arrowok="t"/>
              </v:shape>
            </v:group>
            <v:group style="position:absolute;left:10206;top:5132;width:2;height:355" coordorigin="10206,5132" coordsize="2,355">
              <v:shape style="position:absolute;left:10206;top:5132;width:2;height:355" coordorigin="10206,5132" coordsize="0,355" path="m10206,5132l10206,5487e" filled="false" stroked="true" strokeweight=".8322pt" strokecolor="#231f20">
                <v:path arrowok="t"/>
              </v:shape>
            </v:group>
            <v:group style="position:absolute;left:2652;top:5132;width:2;height:233" coordorigin="2652,5132" coordsize="2,233">
              <v:shape style="position:absolute;left:2652;top:5132;width:2;height:233" coordorigin="2652,5132" coordsize="0,233" path="m2652,5132l2652,5365e" filled="false" stroked="true" strokeweight=".831077pt" strokecolor="#231f20">
                <v:path arrowok="t"/>
              </v:shape>
            </v:group>
            <v:group style="position:absolute;left:3237;top:5132;width:2;height:233" coordorigin="3237,5132" coordsize="2,233">
              <v:shape style="position:absolute;left:3237;top:5132;width:2;height:233" coordorigin="3237,5132" coordsize="0,233" path="m3237,5132l3237,5365e" filled="false" stroked="true" strokeweight=".8322pt" strokecolor="#231f20">
                <v:path arrowok="t"/>
              </v:shape>
            </v:group>
            <v:group style="position:absolute;left:3823;top:5132;width:2;height:233" coordorigin="3823,5132" coordsize="2,233">
              <v:shape style="position:absolute;left:3823;top:5132;width:2;height:233" coordorigin="3823,5132" coordsize="0,233" path="m3823,5132l3823,5365e" filled="false" stroked="true" strokeweight=".831077pt" strokecolor="#231f20">
                <v:path arrowok="t"/>
              </v:shape>
            </v:group>
            <v:group style="position:absolute;left:4408;top:5132;width:2;height:233" coordorigin="4408,5132" coordsize="2,233">
              <v:shape style="position:absolute;left:4408;top:5132;width:2;height:233" coordorigin="4408,5132" coordsize="0,233" path="m4408,5132l4408,5365e" filled="false" stroked="true" strokeweight=".8322pt" strokecolor="#231f20">
                <v:path arrowok="t"/>
              </v:shape>
            </v:group>
            <v:group style="position:absolute;left:4994;top:5132;width:2;height:233" coordorigin="4994,5132" coordsize="2,233">
              <v:shape style="position:absolute;left:4994;top:5132;width:2;height:233" coordorigin="4994,5132" coordsize="0,233" path="m4994,5132l4994,5365e" filled="false" stroked="true" strokeweight=".831077pt" strokecolor="#231f20">
                <v:path arrowok="t"/>
              </v:shape>
            </v:group>
            <v:group style="position:absolute;left:5579;top:5132;width:2;height:233" coordorigin="5579,5132" coordsize="2,233">
              <v:shape style="position:absolute;left:5579;top:5132;width:2;height:233" coordorigin="5579,5132" coordsize="0,233" path="m5579,5132l5579,5365e" filled="false" stroked="true" strokeweight=".829954pt" strokecolor="#231f20">
                <v:path arrowok="t"/>
              </v:shape>
            </v:group>
            <v:group style="position:absolute;left:6165;top:5132;width:2;height:233" coordorigin="6165,5132" coordsize="2,233">
              <v:shape style="position:absolute;left:6165;top:5132;width:2;height:233" coordorigin="6165,5132" coordsize="0,233" path="m6165,5132l6165,5365e" filled="false" stroked="true" strokeweight=".831077pt" strokecolor="#231f20">
                <v:path arrowok="t"/>
              </v:shape>
            </v:group>
            <v:group style="position:absolute;left:6750;top:5132;width:2;height:233" coordorigin="6750,5132" coordsize="2,233">
              <v:shape style="position:absolute;left:6750;top:5132;width:2;height:233" coordorigin="6750,5132" coordsize="0,233" path="m6750,5132l6750,5365e" filled="false" stroked="true" strokeweight=".831077pt" strokecolor="#231f20">
                <v:path arrowok="t"/>
              </v:shape>
            </v:group>
            <v:group style="position:absolute;left:7336;top:5132;width:2;height:233" coordorigin="7336,5132" coordsize="2,233">
              <v:shape style="position:absolute;left:7336;top:5132;width:2;height:233" coordorigin="7336,5132" coordsize="0,233" path="m7336,5132l7336,5365e" filled="false" stroked="true" strokeweight=".8322pt" strokecolor="#231f20">
                <v:path arrowok="t"/>
              </v:shape>
            </v:group>
            <v:group style="position:absolute;left:7922;top:5132;width:2;height:233" coordorigin="7922,5132" coordsize="2,233">
              <v:shape style="position:absolute;left:7922;top:5132;width:2;height:233" coordorigin="7922,5132" coordsize="0,233" path="m7922,5132l7922,5365e" filled="false" stroked="true" strokeweight=".829954pt" strokecolor="#231f20">
                <v:path arrowok="t"/>
              </v:shape>
            </v:group>
            <v:group style="position:absolute;left:8507;top:5132;width:2;height:233" coordorigin="8507,5132" coordsize="2,233">
              <v:shape style="position:absolute;left:8507;top:5132;width:2;height:233" coordorigin="8507,5132" coordsize="0,233" path="m8507,5132l8507,5365e" filled="false" stroked="true" strokeweight=".831077pt" strokecolor="#231f20">
                <v:path arrowok="t"/>
              </v:shape>
            </v:group>
            <v:group style="position:absolute;left:9093;top:5132;width:2;height:233" coordorigin="9093,5132" coordsize="2,233">
              <v:shape style="position:absolute;left:9093;top:5132;width:2;height:233" coordorigin="9093,5132" coordsize="0,233" path="m9093,5132l9093,5365e" filled="false" stroked="true" strokeweight=".8322pt" strokecolor="#231f20">
                <v:path arrowok="t"/>
              </v:shape>
            </v:group>
            <v:group style="position:absolute;left:9678;top:5132;width:2;height:233" coordorigin="9678,5132" coordsize="2,233">
              <v:shape style="position:absolute;left:9678;top:5132;width:2;height:233" coordorigin="9678,5132" coordsize="0,233" path="m9678,5132l9678,5365e" filled="false" stroked="true" strokeweight=".831077pt" strokecolor="#231f20">
                <v:path arrowok="t"/>
              </v:shape>
            </v:group>
            <v:group style="position:absolute;left:10264;top:5132;width:2;height:233" coordorigin="10264,5132" coordsize="2,233">
              <v:shape style="position:absolute;left:10264;top:5132;width:2;height:233" coordorigin="10264,5132" coordsize="0,233" path="m10264,5132l10264,5365e" filled="false" stroked="true" strokeweight=".8322pt" strokecolor="#231f20">
                <v:path arrowok="t"/>
              </v:shape>
            </v:group>
            <v:group style="position:absolute;left:2710;top:5132;width:2;height:233" coordorigin="2710,5132" coordsize="2,233">
              <v:shape style="position:absolute;left:2710;top:5132;width:2;height:233" coordorigin="2710,5132" coordsize="0,233" path="m2710,5132l2710,5365e" filled="false" stroked="true" strokeweight=".831077pt" strokecolor="#231f20">
                <v:path arrowok="t"/>
              </v:shape>
            </v:group>
            <v:group style="position:absolute;left:3296;top:5132;width:2;height:233" coordorigin="3296,5132" coordsize="2,233">
              <v:shape style="position:absolute;left:3296;top:5132;width:2;height:233" coordorigin="3296,5132" coordsize="0,233" path="m3296,5132l3296,5365e" filled="false" stroked="true" strokeweight=".829954pt" strokecolor="#231f20">
                <v:path arrowok="t"/>
              </v:shape>
            </v:group>
            <v:group style="position:absolute;left:3881;top:5132;width:2;height:233" coordorigin="3881,5132" coordsize="2,233">
              <v:shape style="position:absolute;left:3881;top:5132;width:2;height:233" coordorigin="3881,5132" coordsize="0,233" path="m3881,5132l3881,5365e" filled="false" stroked="true" strokeweight=".831077pt" strokecolor="#231f20">
                <v:path arrowok="t"/>
              </v:shape>
            </v:group>
            <v:group style="position:absolute;left:4467;top:5132;width:2;height:233" coordorigin="4467,5132" coordsize="2,233">
              <v:shape style="position:absolute;left:4467;top:5132;width:2;height:233" coordorigin="4467,5132" coordsize="0,233" path="m4467,5132l4467,5365e" filled="false" stroked="true" strokeweight=".829954pt" strokecolor="#231f20">
                <v:path arrowok="t"/>
              </v:shape>
            </v:group>
            <v:group style="position:absolute;left:5052;top:5132;width:2;height:233" coordorigin="5052,5132" coordsize="2,233">
              <v:shape style="position:absolute;left:5052;top:5132;width:2;height:233" coordorigin="5052,5132" coordsize="0,233" path="m5052,5132l5052,5365e" filled="false" stroked="true" strokeweight=".829954pt" strokecolor="#231f20">
                <v:path arrowok="t"/>
              </v:shape>
            </v:group>
            <v:group style="position:absolute;left:5638;top:5132;width:2;height:233" coordorigin="5638,5132" coordsize="2,233">
              <v:shape style="position:absolute;left:5638;top:5132;width:2;height:233" coordorigin="5638,5132" coordsize="0,233" path="m5638,5132l5638,5365e" filled="false" stroked="true" strokeweight=".831077pt" strokecolor="#231f20">
                <v:path arrowok="t"/>
              </v:shape>
            </v:group>
            <v:group style="position:absolute;left:6224;top:5132;width:2;height:233" coordorigin="6224,5132" coordsize="2,233">
              <v:shape style="position:absolute;left:6224;top:5132;width:2;height:233" coordorigin="6224,5132" coordsize="0,233" path="m6224,5132l6224,5365e" filled="false" stroked="true" strokeweight=".831077pt" strokecolor="#231f20">
                <v:path arrowok="t"/>
              </v:shape>
            </v:group>
            <v:group style="position:absolute;left:6809;top:5132;width:2;height:233" coordorigin="6809,5132" coordsize="2,233">
              <v:shape style="position:absolute;left:6809;top:5132;width:2;height:233" coordorigin="6809,5132" coordsize="0,233" path="m6809,5132l6809,5365e" filled="false" stroked="true" strokeweight=".831077pt" strokecolor="#231f20">
                <v:path arrowok="t"/>
              </v:shape>
            </v:group>
            <v:group style="position:absolute;left:7395;top:5132;width:2;height:233" coordorigin="7395,5132" coordsize="2,233">
              <v:shape style="position:absolute;left:7395;top:5132;width:2;height:233" coordorigin="7395,5132" coordsize="0,233" path="m7395,5132l7395,5365e" filled="false" stroked="true" strokeweight=".831077pt" strokecolor="#231f20">
                <v:path arrowok="t"/>
              </v:shape>
            </v:group>
            <v:group style="position:absolute;left:7980;top:5132;width:2;height:233" coordorigin="7980,5132" coordsize="2,233">
              <v:shape style="position:absolute;left:7980;top:5132;width:2;height:233" coordorigin="7980,5132" coordsize="0,233" path="m7980,5132l7980,5365e" filled="false" stroked="true" strokeweight=".829954pt" strokecolor="#231f20">
                <v:path arrowok="t"/>
              </v:shape>
            </v:group>
            <v:group style="position:absolute;left:8566;top:5132;width:2;height:233" coordorigin="8566,5132" coordsize="2,233">
              <v:shape style="position:absolute;left:8566;top:5132;width:2;height:233" coordorigin="8566,5132" coordsize="0,233" path="m8566,5132l8566,5365e" filled="false" stroked="true" strokeweight=".8322pt" strokecolor="#231f20">
                <v:path arrowok="t"/>
              </v:shape>
            </v:group>
            <v:group style="position:absolute;left:9151;top:5132;width:2;height:233" coordorigin="9151,5132" coordsize="2,233">
              <v:shape style="position:absolute;left:9151;top:5132;width:2;height:233" coordorigin="9151,5132" coordsize="0,233" path="m9151,5132l9151,5365e" filled="false" stroked="true" strokeweight=".8322pt" strokecolor="#231f20">
                <v:path arrowok="t"/>
              </v:shape>
            </v:group>
            <v:group style="position:absolute;left:9737;top:5132;width:2;height:233" coordorigin="9737,5132" coordsize="2,233">
              <v:shape style="position:absolute;left:9737;top:5132;width:2;height:233" coordorigin="9737,5132" coordsize="0,233" path="m9737,5132l9737,5365e" filled="false" stroked="true" strokeweight=".829954pt" strokecolor="#231f20">
                <v:path arrowok="t"/>
              </v:shape>
            </v:group>
            <v:group style="position:absolute;left:10322;top:5132;width:2;height:233" coordorigin="10322,5132" coordsize="2,233">
              <v:shape style="position:absolute;left:10322;top:5132;width:2;height:233" coordorigin="10322,5132" coordsize="0,233" path="m10322,5132l10322,5365e" filled="false" stroked="true" strokeweight=".831077pt" strokecolor="#231f20">
                <v:path arrowok="t"/>
              </v:shape>
            </v:group>
            <v:group style="position:absolute;left:2768;top:5132;width:2;height:233" coordorigin="2768,5132" coordsize="2,233">
              <v:shape style="position:absolute;left:2768;top:5132;width:2;height:233" coordorigin="2768,5132" coordsize="0,233" path="m2768,5132l2768,5365e" filled="false" stroked="true" strokeweight=".831077pt" strokecolor="#231f20">
                <v:path arrowok="t"/>
              </v:shape>
            </v:group>
            <v:group style="position:absolute;left:3354;top:5132;width:2;height:233" coordorigin="3354,5132" coordsize="2,233">
              <v:shape style="position:absolute;left:3354;top:5132;width:2;height:233" coordorigin="3354,5132" coordsize="0,233" path="m3354,5132l3354,5365e" filled="false" stroked="true" strokeweight=".831077pt" strokecolor="#231f20">
                <v:path arrowok="t"/>
              </v:shape>
            </v:group>
            <v:group style="position:absolute;left:3940;top:5132;width:2;height:233" coordorigin="3940,5132" coordsize="2,233">
              <v:shape style="position:absolute;left:3940;top:5132;width:2;height:233" coordorigin="3940,5132" coordsize="0,233" path="m3940,5132l3940,5365e" filled="false" stroked="true" strokeweight=".831077pt" strokecolor="#231f20">
                <v:path arrowok="t"/>
              </v:shape>
            </v:group>
            <v:group style="position:absolute;left:4525;top:5132;width:2;height:233" coordorigin="4525,5132" coordsize="2,233">
              <v:shape style="position:absolute;left:4525;top:5132;width:2;height:233" coordorigin="4525,5132" coordsize="0,233" path="m4525,5132l4525,5365e" filled="false" stroked="true" strokeweight=".831077pt" strokecolor="#231f20">
                <v:path arrowok="t"/>
              </v:shape>
            </v:group>
            <v:group style="position:absolute;left:5111;top:5132;width:2;height:233" coordorigin="5111,5132" coordsize="2,233">
              <v:shape style="position:absolute;left:5111;top:5132;width:2;height:233" coordorigin="5111,5132" coordsize="0,233" path="m5111,5132l5111,5365e" filled="false" stroked="true" strokeweight=".8322pt" strokecolor="#231f20">
                <v:path arrowok="t"/>
              </v:shape>
            </v:group>
            <v:group style="position:absolute;left:5697;top:5132;width:2;height:233" coordorigin="5697,5132" coordsize="2,233">
              <v:shape style="position:absolute;left:5697;top:5132;width:2;height:233" coordorigin="5697,5132" coordsize="0,233" path="m5697,5132l5697,5365e" filled="false" stroked="true" strokeweight=".8322pt" strokecolor="#231f20">
                <v:path arrowok="t"/>
              </v:shape>
            </v:group>
            <v:group style="position:absolute;left:6282;top:5132;width:2;height:233" coordorigin="6282,5132" coordsize="2,233">
              <v:shape style="position:absolute;left:6282;top:5132;width:2;height:233" coordorigin="6282,5132" coordsize="0,233" path="m6282,5132l6282,5365e" filled="false" stroked="true" strokeweight=".8322pt" strokecolor="#231f20">
                <v:path arrowok="t"/>
              </v:shape>
            </v:group>
            <v:group style="position:absolute;left:6868;top:5132;width:2;height:233" coordorigin="6868,5132" coordsize="2,233">
              <v:shape style="position:absolute;left:6868;top:5132;width:2;height:233" coordorigin="6868,5132" coordsize="0,233" path="m6868,5132l6868,5365e" filled="false" stroked="true" strokeweight=".831077pt" strokecolor="#231f20">
                <v:path arrowok="t"/>
              </v:shape>
            </v:group>
            <v:group style="position:absolute;left:7453;top:5132;width:2;height:233" coordorigin="7453,5132" coordsize="2,233">
              <v:shape style="position:absolute;left:7453;top:5132;width:2;height:233" coordorigin="7453,5132" coordsize="0,233" path="m7453,5132l7453,5365e" filled="false" stroked="true" strokeweight=".829954pt" strokecolor="#231f20">
                <v:path arrowok="t"/>
              </v:shape>
            </v:group>
            <v:group style="position:absolute;left:8039;top:5132;width:2;height:233" coordorigin="8039,5132" coordsize="2,233">
              <v:shape style="position:absolute;left:8039;top:5132;width:2;height:233" coordorigin="8039,5132" coordsize="0,233" path="m8039,5132l8039,5365e" filled="false" stroked="true" strokeweight=".829954pt" strokecolor="#231f20">
                <v:path arrowok="t"/>
              </v:shape>
            </v:group>
            <v:group style="position:absolute;left:8624;top:5132;width:2;height:233" coordorigin="8624,5132" coordsize="2,233">
              <v:shape style="position:absolute;left:8624;top:5132;width:2;height:233" coordorigin="8624,5132" coordsize="0,233" path="m8624,5132l8624,5365e" filled="false" stroked="true" strokeweight=".831077pt" strokecolor="#231f20">
                <v:path arrowok="t"/>
              </v:shape>
            </v:group>
            <v:group style="position:absolute;left:9210;top:5132;width:2;height:233" coordorigin="9210,5132" coordsize="2,233">
              <v:shape style="position:absolute;left:9210;top:5132;width:2;height:233" coordorigin="9210,5132" coordsize="0,233" path="m9210,5132l9210,5365e" filled="false" stroked="true" strokeweight=".8322pt" strokecolor="#231f20">
                <v:path arrowok="t"/>
              </v:shape>
            </v:group>
            <v:group style="position:absolute;left:9795;top:5132;width:2;height:233" coordorigin="9795,5132" coordsize="2,233">
              <v:shape style="position:absolute;left:9795;top:5132;width:2;height:233" coordorigin="9795,5132" coordsize="0,233" path="m9795,5132l9795,5365e" filled="false" stroked="true" strokeweight=".831077pt" strokecolor="#231f20">
                <v:path arrowok="t"/>
              </v:shape>
            </v:group>
            <v:group style="position:absolute;left:10381;top:5132;width:2;height:233" coordorigin="10381,5132" coordsize="2,233">
              <v:shape style="position:absolute;left:10381;top:5132;width:2;height:233" coordorigin="10381,5132" coordsize="0,233" path="m10381,5132l10381,5365e" filled="false" stroked="true" strokeweight=".851291pt" strokecolor="#231f20">
                <v:path arrowok="t"/>
              </v:shape>
            </v:group>
            <v:group style="position:absolute;left:2827;top:5132;width:2;height:233" coordorigin="2827,5132" coordsize="2,233">
              <v:shape style="position:absolute;left:2827;top:5132;width:2;height:233" coordorigin="2827,5132" coordsize="0,233" path="m2827,5132l2827,5365e" filled="false" stroked="true" strokeweight=".831077pt" strokecolor="#231f20">
                <v:path arrowok="t"/>
              </v:shape>
            </v:group>
            <v:group style="position:absolute;left:3412;top:5132;width:2;height:233" coordorigin="3412,5132" coordsize="2,233">
              <v:shape style="position:absolute;left:3412;top:5132;width:2;height:233" coordorigin="3412,5132" coordsize="0,233" path="m3412,5132l3412,5365e" filled="false" stroked="true" strokeweight=".831077pt" strokecolor="#231f20">
                <v:path arrowok="t"/>
              </v:shape>
            </v:group>
            <v:group style="position:absolute;left:3998;top:5132;width:2;height:233" coordorigin="3998,5132" coordsize="2,233">
              <v:shape style="position:absolute;left:3998;top:5132;width:2;height:233" coordorigin="3998,5132" coordsize="0,233" path="m3998,5132l3998,5365e" filled="false" stroked="true" strokeweight=".829954pt" strokecolor="#231f20">
                <v:path arrowok="t"/>
              </v:shape>
            </v:group>
            <v:group style="position:absolute;left:4584;top:5132;width:2;height:233" coordorigin="4584,5132" coordsize="2,233">
              <v:shape style="position:absolute;left:4584;top:5132;width:2;height:233" coordorigin="4584,5132" coordsize="0,233" path="m4584,5132l4584,5365e" filled="false" stroked="true" strokeweight=".831077pt" strokecolor="#231f20">
                <v:path arrowok="t"/>
              </v:shape>
            </v:group>
            <v:group style="position:absolute;left:5169;top:5132;width:2;height:233" coordorigin="5169,5132" coordsize="2,233">
              <v:shape style="position:absolute;left:5169;top:5132;width:2;height:233" coordorigin="5169,5132" coordsize="0,233" path="m5169,5132l5169,5365e" filled="false" stroked="true" strokeweight=".831077pt" strokecolor="#231f20">
                <v:path arrowok="t"/>
              </v:shape>
            </v:group>
            <v:group style="position:absolute;left:5755;top:5132;width:2;height:233" coordorigin="5755,5132" coordsize="2,233">
              <v:shape style="position:absolute;left:5755;top:5132;width:2;height:233" coordorigin="5755,5132" coordsize="0,233" path="m5755,5132l5755,5365e" filled="false" stroked="true" strokeweight=".831077pt" strokecolor="#231f20">
                <v:path arrowok="t"/>
              </v:shape>
            </v:group>
            <v:group style="position:absolute;left:6341;top:5132;width:2;height:233" coordorigin="6341,5132" coordsize="2,233">
              <v:shape style="position:absolute;left:6341;top:5132;width:2;height:233" coordorigin="6341,5132" coordsize="0,233" path="m6341,5132l6341,5365e" filled="false" stroked="true" strokeweight=".82097pt" strokecolor="#231f20">
                <v:path arrowok="t"/>
              </v:shape>
            </v:group>
            <v:group style="position:absolute;left:6926;top:5132;width:2;height:233" coordorigin="6926,5132" coordsize="2,233">
              <v:shape style="position:absolute;left:6926;top:5132;width:2;height:233" coordorigin="6926,5132" coordsize="0,233" path="m6926,5132l6926,5365e" filled="false" stroked="true" strokeweight=".8322pt" strokecolor="#231f20">
                <v:path arrowok="t"/>
              </v:shape>
            </v:group>
            <v:group style="position:absolute;left:7512;top:5132;width:2;height:233" coordorigin="7512,5132" coordsize="2,233">
              <v:shape style="position:absolute;left:7512;top:5132;width:2;height:233" coordorigin="7512,5132" coordsize="0,233" path="m7512,5132l7512,5365e" filled="false" stroked="true" strokeweight=".8322pt" strokecolor="#231f20">
                <v:path arrowok="t"/>
              </v:shape>
            </v:group>
            <v:group style="position:absolute;left:8097;top:5132;width:2;height:233" coordorigin="8097,5132" coordsize="2,233">
              <v:shape style="position:absolute;left:8097;top:5132;width:2;height:233" coordorigin="8097,5132" coordsize="0,233" path="m8097,5132l8097,5365e" filled="false" stroked="true" strokeweight=".831077pt" strokecolor="#231f20">
                <v:path arrowok="t"/>
              </v:shape>
            </v:group>
            <v:group style="position:absolute;left:8683;top:5132;width:2;height:233" coordorigin="8683,5132" coordsize="2,233">
              <v:shape style="position:absolute;left:8683;top:5132;width:2;height:233" coordorigin="8683,5132" coordsize="0,233" path="m8683,5132l8683,5365e" filled="false" stroked="true" strokeweight=".831077pt" strokecolor="#231f20">
                <v:path arrowok="t"/>
              </v:shape>
            </v:group>
            <v:group style="position:absolute;left:9269;top:5132;width:2;height:233" coordorigin="9269,5132" coordsize="2,233">
              <v:shape style="position:absolute;left:9269;top:5132;width:2;height:233" coordorigin="9269,5132" coordsize="0,233" path="m9269,5132l9269,5365e" filled="false" stroked="true" strokeweight=".851291pt" strokecolor="#231f20">
                <v:path arrowok="t"/>
              </v:shape>
            </v:group>
            <v:group style="position:absolute;left:9854;top:5132;width:2;height:233" coordorigin="9854,5132" coordsize="2,233">
              <v:shape style="position:absolute;left:9854;top:5132;width:2;height:233" coordorigin="9854,5132" coordsize="0,233" path="m9854,5132l9854,5365e" filled="false" stroked="true" strokeweight=".831077pt" strokecolor="#231f20">
                <v:path arrowok="t"/>
              </v:shape>
            </v:group>
            <v:group style="position:absolute;left:10440;top:5132;width:2;height:233" coordorigin="10440,5132" coordsize="2,233">
              <v:shape style="position:absolute;left:10440;top:5132;width:2;height:233" coordorigin="10440,5132" coordsize="0,233" path="m10440,5132l10440,5365e" filled="false" stroked="true" strokeweight=".831077pt" strokecolor="#231f20">
                <v:path arrowok="t"/>
              </v:shape>
            </v:group>
            <v:group style="position:absolute;left:9535;top:4725;width:978;height:2" coordorigin="9535,4725" coordsize="978,2">
              <v:shape style="position:absolute;left:9535;top:4725;width:978;height:2" coordorigin="9535,4725" coordsize="978,0" path="m9535,4725l10513,4725e" filled="false" stroked="true" strokeweight=".843249pt" strokecolor="#231f20">
                <v:path arrowok="t"/>
              </v:shape>
            </v:group>
            <v:group style="position:absolute;left:10505;top:4725;width:2;height:348" coordorigin="10505,4725" coordsize="2,348">
              <v:shape style="position:absolute;left:10505;top:4725;width:2;height:348" coordorigin="10505,4725" coordsize="0,348" path="m10505,4725l10505,5073e" filled="false" stroked="true" strokeweight=".8322pt" strokecolor="#231f20">
                <v:path arrowok="t"/>
              </v:shape>
            </v:group>
            <v:group style="position:absolute;left:9528;top:5065;width:978;height:2" coordorigin="9528,5065" coordsize="978,2">
              <v:shape style="position:absolute;left:9528;top:5065;width:978;height:2" coordorigin="9528,5065" coordsize="978,0" path="m9528,5065l10506,5065e" filled="false" stroked="true" strokeweight=".843249pt" strokecolor="#231f20">
                <v:path arrowok="t"/>
              </v:shape>
            </v:group>
            <v:group style="position:absolute;left:9535;top:4718;width:2;height:348" coordorigin="9535,4718" coordsize="2,348">
              <v:shape style="position:absolute;left:9535;top:4718;width:2;height:348" coordorigin="9535,4718" coordsize="0,348" path="m9535,4718l9535,5065e" filled="false" stroked="true" strokeweight=".8322pt" strokecolor="#231f20">
                <v:path arrowok="t"/>
              </v:shape>
            </v:group>
            <v:group style="position:absolute;left:2300;top:4683;width:2;height:396" coordorigin="2300,4683" coordsize="2,396">
              <v:shape style="position:absolute;left:2300;top:4683;width:2;height:396" coordorigin="2300,4683" coordsize="0,396" path="m2300,4683l2300,5079e" filled="false" stroked="true" strokeweight=".561503pt" strokecolor="#231f20">
                <v:path arrowok="t"/>
              </v:shape>
            </v:group>
            <v:group style="position:absolute;left:7336;top:4683;width:2;height:396" coordorigin="7336,4683" coordsize="2,396">
              <v:shape style="position:absolute;left:7336;top:4683;width:2;height:396" coordorigin="7336,4683" coordsize="0,396" path="m7336,4683l7336,5079e" filled="false" stroked="true" strokeweight=".561503pt" strokecolor="#231f20">
                <v:path arrowok="t"/>
              </v:shape>
            </v:group>
            <v:group style="position:absolute;left:2399;top:4766;width:4838;height:2" coordorigin="2399,4766" coordsize="4838,2">
              <v:shape style="position:absolute;left:2399;top:4766;width:4838;height:2" coordorigin="2399,4766" coordsize="4838,0" path="m2399,4766l7237,4766e" filled="false" stroked="true" strokeweight=".569103pt" strokecolor="#231f20">
                <v:path arrowok="t"/>
              </v:shape>
            </v:group>
            <v:group style="position:absolute;left:2300;top:4732;width:122;height:67" coordorigin="2300,4732" coordsize="122,67">
              <v:shape style="position:absolute;left:2300;top:4732;width:122;height:67" coordorigin="2300,4732" coordsize="122,67" path="m2422,4798l2300,4765,2422,4732,2422,4798xe" filled="true" fillcolor="#231f20" stroked="false">
                <v:path arrowok="t"/>
                <v:fill type="solid"/>
              </v:shape>
            </v:group>
            <v:group style="position:absolute;left:7215;top:4732;width:122;height:67" coordorigin="7215,4732" coordsize="122,67">
              <v:shape style="position:absolute;left:7215;top:4732;width:122;height:67" coordorigin="7215,4732" coordsize="122,67" path="m7215,4798l7215,4732,7336,4765,7215,4798xe" filled="true" fillcolor="#231f20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112.00415pt;margin-top:308.344666pt;width:419.05pt;height:54.35pt;mso-position-horizontal-relative:page;mso-position-vertical-relative:page;z-index:4120" coordorigin="2240,6167" coordsize="8381,1087">
            <v:shape style="position:absolute;left:2240;top:6616;width:8381;height:638" type="#_x0000_t75" stroked="false">
              <v:imagedata r:id="rId41" o:title=""/>
            </v:shape>
            <v:group style="position:absolute;left:2359;top:6624;width:2;height:233" coordorigin="2359,6624" coordsize="2,233">
              <v:shape style="position:absolute;left:2359;top:6624;width:2;height:233" coordorigin="2359,6624" coordsize="0,233" path="m2359,6624l2359,6857e" filled="false" stroked="true" strokeweight=".829954pt" strokecolor="#231f20">
                <v:path arrowok="t"/>
              </v:shape>
            </v:group>
            <v:group style="position:absolute;left:2944;top:6624;width:2;height:233" coordorigin="2944,6624" coordsize="2,233">
              <v:shape style="position:absolute;left:2944;top:6624;width:2;height:233" coordorigin="2944,6624" coordsize="0,233" path="m2944,6624l2944,6857e" filled="false" stroked="true" strokeweight=".831077pt" strokecolor="#231f20">
                <v:path arrowok="t"/>
              </v:shape>
            </v:group>
            <v:group style="position:absolute;left:3530;top:6624;width:2;height:233" coordorigin="3530,6624" coordsize="2,233">
              <v:shape style="position:absolute;left:3530;top:6624;width:2;height:233" coordorigin="3530,6624" coordsize="0,233" path="m3530,6624l3530,6857e" filled="false" stroked="true" strokeweight=".826585pt" strokecolor="#231f20">
                <v:path arrowok="t"/>
              </v:shape>
            </v:group>
            <v:group style="position:absolute;left:4115;top:6624;width:2;height:233" coordorigin="4115,6624" coordsize="2,233">
              <v:shape style="position:absolute;left:4115;top:6624;width:2;height:233" coordorigin="4115,6624" coordsize="0,233" path="m4115,6624l4115,6857e" filled="false" stroked="true" strokeweight=".829954pt" strokecolor="#231f20">
                <v:path arrowok="t"/>
              </v:shape>
            </v:group>
            <v:group style="position:absolute;left:4701;top:6624;width:2;height:233" coordorigin="4701,6624" coordsize="2,233">
              <v:shape style="position:absolute;left:4701;top:6624;width:2;height:233" coordorigin="4701,6624" coordsize="0,233" path="m4701,6624l4701,6857e" filled="false" stroked="true" strokeweight=".829954pt" strokecolor="#231f20">
                <v:path arrowok="t"/>
              </v:shape>
            </v:group>
            <v:group style="position:absolute;left:5286;top:6624;width:2;height:233" coordorigin="5286,6624" coordsize="2,233">
              <v:shape style="position:absolute;left:5286;top:6624;width:2;height:233" coordorigin="5286,6624" coordsize="0,233" path="m5286,6624l5286,6857e" filled="false" stroked="true" strokeweight=".831077pt" strokecolor="#231f20">
                <v:path arrowok="t"/>
              </v:shape>
            </v:group>
            <v:group style="position:absolute;left:5872;top:6624;width:2;height:233" coordorigin="5872,6624" coordsize="2,233">
              <v:shape style="position:absolute;left:5872;top:6624;width:2;height:233" coordorigin="5872,6624" coordsize="0,233" path="m5872,6624l5872,6857e" filled="false" stroked="true" strokeweight=".8322pt" strokecolor="#231f20">
                <v:path arrowok="t"/>
              </v:shape>
            </v:group>
            <v:group style="position:absolute;left:6457;top:6624;width:2;height:233" coordorigin="6457,6624" coordsize="2,233">
              <v:shape style="position:absolute;left:6457;top:6624;width:2;height:233" coordorigin="6457,6624" coordsize="0,233" path="m6457,6624l6457,6857e" filled="false" stroked="true" strokeweight=".829954pt" strokecolor="#231f20">
                <v:path arrowok="t"/>
              </v:shape>
            </v:group>
            <v:group style="position:absolute;left:7043;top:6624;width:2;height:233" coordorigin="7043,6624" coordsize="2,233">
              <v:shape style="position:absolute;left:7043;top:6624;width:2;height:233" coordorigin="7043,6624" coordsize="0,233" path="m7043,6624l7043,6857e" filled="false" stroked="true" strokeweight=".861398pt" strokecolor="#231f20">
                <v:path arrowok="t"/>
              </v:shape>
            </v:group>
            <v:group style="position:absolute;left:7629;top:6624;width:2;height:233" coordorigin="7629,6624" coordsize="2,233">
              <v:shape style="position:absolute;left:7629;top:6624;width:2;height:233" coordorigin="7629,6624" coordsize="0,233" path="m7629,6624l7629,6857e" filled="false" stroked="true" strokeweight=".8322pt" strokecolor="#231f20">
                <v:path arrowok="t"/>
              </v:shape>
            </v:group>
            <v:group style="position:absolute;left:8215;top:6624;width:2;height:233" coordorigin="8215,6624" coordsize="2,233">
              <v:shape style="position:absolute;left:8215;top:6624;width:2;height:233" coordorigin="8215,6624" coordsize="0,233" path="m8215,6624l8215,6857e" filled="false" stroked="true" strokeweight=".829954pt" strokecolor="#231f20">
                <v:path arrowok="t"/>
              </v:shape>
            </v:group>
            <v:group style="position:absolute;left:8800;top:6624;width:2;height:233" coordorigin="8800,6624" coordsize="2,233">
              <v:shape style="position:absolute;left:8800;top:6624;width:2;height:233" coordorigin="8800,6624" coordsize="0,233" path="m8800,6624l8800,6857e" filled="false" stroked="true" strokeweight=".831077pt" strokecolor="#231f20">
                <v:path arrowok="t"/>
              </v:shape>
            </v:group>
            <v:group style="position:absolute;left:9386;top:6624;width:2;height:233" coordorigin="9386,6624" coordsize="2,233">
              <v:shape style="position:absolute;left:9386;top:6624;width:2;height:233" coordorigin="9386,6624" coordsize="0,233" path="m9386,6624l9386,6857e" filled="false" stroked="true" strokeweight=".831077pt" strokecolor="#231f20">
                <v:path arrowok="t"/>
              </v:shape>
            </v:group>
            <v:group style="position:absolute;left:9971;top:6624;width:2;height:233" coordorigin="9971,6624" coordsize="2,233">
              <v:shape style="position:absolute;left:9971;top:6624;width:2;height:233" coordorigin="9971,6624" coordsize="0,233" path="m9971,6624l9971,6857e" filled="false" stroked="true" strokeweight=".831077pt" strokecolor="#231f20">
                <v:path arrowok="t"/>
              </v:shape>
            </v:group>
            <v:group style="position:absolute;left:2417;top:6624;width:2;height:233" coordorigin="2417,6624" coordsize="2,233">
              <v:shape style="position:absolute;left:2417;top:6624;width:2;height:233" coordorigin="2417,6624" coordsize="0,233" path="m2417,6624l2417,6857e" filled="false" stroked="true" strokeweight=".8322pt" strokecolor="#231f20">
                <v:path arrowok="t"/>
              </v:shape>
            </v:group>
            <v:group style="position:absolute;left:3003;top:6624;width:2;height:233" coordorigin="3003,6624" coordsize="2,233">
              <v:shape style="position:absolute;left:3003;top:6624;width:2;height:233" coordorigin="3003,6624" coordsize="0,233" path="m3003,6624l3003,6857e" filled="false" stroked="true" strokeweight=".831077pt" strokecolor="#231f20">
                <v:path arrowok="t"/>
              </v:shape>
            </v:group>
            <v:group style="position:absolute;left:3588;top:6624;width:2;height:233" coordorigin="3588,6624" coordsize="2,233">
              <v:shape style="position:absolute;left:3588;top:6624;width:2;height:233" coordorigin="3588,6624" coordsize="0,233" path="m3588,6624l3588,6857e" filled="false" stroked="true" strokeweight=".829954pt" strokecolor="#231f20">
                <v:path arrowok="t"/>
              </v:shape>
            </v:group>
            <v:group style="position:absolute;left:4174;top:6624;width:2;height:233" coordorigin="4174,6624" coordsize="2,233">
              <v:shape style="position:absolute;left:4174;top:6624;width:2;height:233" coordorigin="4174,6624" coordsize="0,233" path="m4174,6624l4174,6857e" filled="false" stroked="true" strokeweight=".8322pt" strokecolor="#231f20">
                <v:path arrowok="t"/>
              </v:shape>
            </v:group>
            <v:group style="position:absolute;left:4759;top:6624;width:2;height:233" coordorigin="4759,6624" coordsize="2,233">
              <v:shape style="position:absolute;left:4759;top:6624;width:2;height:233" coordorigin="4759,6624" coordsize="0,233" path="m4759,6624l4759,6857e" filled="false" stroked="true" strokeweight=".8322pt" strokecolor="#231f20">
                <v:path arrowok="t"/>
              </v:shape>
            </v:group>
            <v:group style="position:absolute;left:5345;top:6624;width:2;height:233" coordorigin="5345,6624" coordsize="2,233">
              <v:shape style="position:absolute;left:5345;top:6624;width:2;height:233" coordorigin="5345,6624" coordsize="0,233" path="m5345,6624l5345,6857e" filled="false" stroked="true" strokeweight=".831077pt" strokecolor="#231f20">
                <v:path arrowok="t"/>
              </v:shape>
            </v:group>
            <v:group style="position:absolute;left:5931;top:6624;width:2;height:233" coordorigin="5931,6624" coordsize="2,233">
              <v:shape style="position:absolute;left:5931;top:6624;width:2;height:233" coordorigin="5931,6624" coordsize="0,233" path="m5931,6624l5931,6857e" filled="false" stroked="true" strokeweight=".850168pt" strokecolor="#231f20">
                <v:path arrowok="t"/>
              </v:shape>
            </v:group>
            <v:group style="position:absolute;left:6516;top:6624;width:2;height:233" coordorigin="6516,6624" coordsize="2,233">
              <v:shape style="position:absolute;left:6516;top:6624;width:2;height:233" coordorigin="6516,6624" coordsize="0,233" path="m6516,6624l6516,6857e" filled="false" stroked="true" strokeweight=".828831pt" strokecolor="#231f20">
                <v:path arrowok="t"/>
              </v:shape>
            </v:group>
            <v:group style="position:absolute;left:7102;top:6624;width:2;height:233" coordorigin="7102,6624" coordsize="2,233">
              <v:shape style="position:absolute;left:7102;top:6624;width:2;height:233" coordorigin="7102,6624" coordsize="0,233" path="m7102,6624l7102,6857e" filled="false" stroked="true" strokeweight=".831077pt" strokecolor="#231f20">
                <v:path arrowok="t"/>
              </v:shape>
            </v:group>
            <v:group style="position:absolute;left:7687;top:6624;width:2;height:233" coordorigin="7687,6624" coordsize="2,233">
              <v:shape style="position:absolute;left:7687;top:6624;width:2;height:233" coordorigin="7687,6624" coordsize="0,233" path="m7687,6624l7687,6857e" filled="false" stroked="true" strokeweight=".831077pt" strokecolor="#231f20">
                <v:path arrowok="t"/>
              </v:shape>
            </v:group>
            <v:group style="position:absolute;left:8273;top:6624;width:2;height:233" coordorigin="8273,6624" coordsize="2,233">
              <v:shape style="position:absolute;left:8273;top:6624;width:2;height:233" coordorigin="8273,6624" coordsize="0,233" path="m8273,6624l8273,6857e" filled="false" stroked="true" strokeweight=".831077pt" strokecolor="#231f20">
                <v:path arrowok="t"/>
              </v:shape>
            </v:group>
            <v:group style="position:absolute;left:8859;top:6624;width:2;height:233" coordorigin="8859,6624" coordsize="2,233">
              <v:shape style="position:absolute;left:8859;top:6624;width:2;height:233" coordorigin="8859,6624" coordsize="0,233" path="m8859,6624l8859,6857e" filled="false" stroked="true" strokeweight=".829954pt" strokecolor="#231f20">
                <v:path arrowok="t"/>
              </v:shape>
            </v:group>
            <v:group style="position:absolute;left:9444;top:6624;width:2;height:233" coordorigin="9444,6624" coordsize="2,233">
              <v:shape style="position:absolute;left:9444;top:6624;width:2;height:233" coordorigin="9444,6624" coordsize="0,233" path="m9444,6624l9444,6857e" filled="false" stroked="true" strokeweight=".8322pt" strokecolor="#231f20">
                <v:path arrowok="t"/>
              </v:shape>
            </v:group>
            <v:group style="position:absolute;left:10030;top:6624;width:2;height:233" coordorigin="10030,6624" coordsize="2,233">
              <v:shape style="position:absolute;left:10030;top:6624;width:2;height:233" coordorigin="10030,6624" coordsize="0,233" path="m10030,6624l10030,6857e" filled="false" stroked="true" strokeweight=".831077pt" strokecolor="#231f20">
                <v:path arrowok="t"/>
              </v:shape>
            </v:group>
            <v:group style="position:absolute;left:2476;top:6624;width:2;height:233" coordorigin="2476,6624" coordsize="2,233">
              <v:shape style="position:absolute;left:2476;top:6624;width:2;height:233" coordorigin="2476,6624" coordsize="0,233" path="m2476,6624l2476,6857e" filled="false" stroked="true" strokeweight=".831077pt" strokecolor="#231f20">
                <v:path arrowok="t"/>
              </v:shape>
            </v:group>
            <v:group style="position:absolute;left:3061;top:6624;width:2;height:233" coordorigin="3061,6624" coordsize="2,233">
              <v:shape style="position:absolute;left:3061;top:6624;width:2;height:233" coordorigin="3061,6624" coordsize="0,233" path="m3061,6624l3061,6857e" filled="false" stroked="true" strokeweight=".831077pt" strokecolor="#231f20">
                <v:path arrowok="t"/>
              </v:shape>
            </v:group>
            <v:group style="position:absolute;left:3647;top:6624;width:2;height:233" coordorigin="3647,6624" coordsize="2,233">
              <v:shape style="position:absolute;left:3647;top:6624;width:2;height:233" coordorigin="3647,6624" coordsize="0,233" path="m3647,6624l3647,6857e" filled="false" stroked="true" strokeweight=".8322pt" strokecolor="#231f20">
                <v:path arrowok="t"/>
              </v:shape>
            </v:group>
            <v:group style="position:absolute;left:4232;top:6624;width:2;height:233" coordorigin="4232,6624" coordsize="2,233">
              <v:shape style="position:absolute;left:4232;top:6624;width:2;height:233" coordorigin="4232,6624" coordsize="0,233" path="m4232,6624l4232,6857e" filled="false" stroked="true" strokeweight=".831077pt" strokecolor="#231f20">
                <v:path arrowok="t"/>
              </v:shape>
            </v:group>
            <v:group style="position:absolute;left:4818;top:6624;width:2;height:233" coordorigin="4818,6624" coordsize="2,233">
              <v:shape style="position:absolute;left:4818;top:6624;width:2;height:233" coordorigin="4818,6624" coordsize="0,233" path="m4818,6624l4818,6857e" filled="false" stroked="true" strokeweight=".851291pt" strokecolor="#231f20">
                <v:path arrowok="t"/>
              </v:shape>
            </v:group>
            <v:group style="position:absolute;left:5404;top:6624;width:2;height:233" coordorigin="5404,6624" coordsize="2,233">
              <v:shape style="position:absolute;left:5404;top:6624;width:2;height:233" coordorigin="5404,6624" coordsize="0,233" path="m5404,6624l5404,6857e" filled="false" stroked="true" strokeweight=".831077pt" strokecolor="#231f20">
                <v:path arrowok="t"/>
              </v:shape>
            </v:group>
            <v:group style="position:absolute;left:5989;top:6624;width:2;height:233" coordorigin="5989,6624" coordsize="2,233">
              <v:shape style="position:absolute;left:5989;top:6624;width:2;height:233" coordorigin="5989,6624" coordsize="0,233" path="m5989,6624l5989,6857e" filled="false" stroked="true" strokeweight=".829954pt" strokecolor="#231f20">
                <v:path arrowok="t"/>
              </v:shape>
            </v:group>
            <v:group style="position:absolute;left:6575;top:6624;width:2;height:233" coordorigin="6575,6624" coordsize="2,233">
              <v:shape style="position:absolute;left:6575;top:6624;width:2;height:233" coordorigin="6575,6624" coordsize="0,233" path="m6575,6624l6575,6857e" filled="false" stroked="true" strokeweight=".831077pt" strokecolor="#231f20">
                <v:path arrowok="t"/>
              </v:shape>
            </v:group>
            <v:group style="position:absolute;left:7160;top:6624;width:2;height:233" coordorigin="7160,6624" coordsize="2,233">
              <v:shape style="position:absolute;left:7160;top:6624;width:2;height:233" coordorigin="7160,6624" coordsize="0,233" path="m7160,6624l7160,6857e" filled="false" stroked="true" strokeweight=".829954pt" strokecolor="#231f20">
                <v:path arrowok="t"/>
              </v:shape>
            </v:group>
            <v:group style="position:absolute;left:7746;top:6624;width:2;height:233" coordorigin="7746,6624" coordsize="2,233">
              <v:shape style="position:absolute;left:7746;top:6624;width:2;height:233" coordorigin="7746,6624" coordsize="0,233" path="m7746,6624l7746,6857e" filled="false" stroked="true" strokeweight=".8322pt" strokecolor="#231f20">
                <v:path arrowok="t"/>
              </v:shape>
            </v:group>
            <v:group style="position:absolute;left:8332;top:6624;width:2;height:233" coordorigin="8332,6624" coordsize="2,233">
              <v:shape style="position:absolute;left:8332;top:6624;width:2;height:233" coordorigin="8332,6624" coordsize="0,233" path="m8332,6624l8332,6857e" filled="false" stroked="true" strokeweight=".831077pt" strokecolor="#231f20">
                <v:path arrowok="t"/>
              </v:shape>
            </v:group>
            <v:group style="position:absolute;left:8917;top:6624;width:2;height:233" coordorigin="8917,6624" coordsize="2,233">
              <v:shape style="position:absolute;left:8917;top:6624;width:2;height:233" coordorigin="8917,6624" coordsize="0,233" path="m8917,6624l8917,6857e" filled="false" stroked="true" strokeweight=".829954pt" strokecolor="#231f20">
                <v:path arrowok="t"/>
              </v:shape>
            </v:group>
            <v:group style="position:absolute;left:9503;top:6624;width:2;height:233" coordorigin="9503,6624" coordsize="2,233">
              <v:shape style="position:absolute;left:9503;top:6624;width:2;height:233" coordorigin="9503,6624" coordsize="0,233" path="m9503,6624l9503,6857e" filled="false" stroked="true" strokeweight=".831077pt" strokecolor="#231f20">
                <v:path arrowok="t"/>
              </v:shape>
            </v:group>
            <v:group style="position:absolute;left:10088;top:6624;width:2;height:233" coordorigin="10088,6624" coordsize="2,233">
              <v:shape style="position:absolute;left:10088;top:6624;width:2;height:233" coordorigin="10088,6624" coordsize="0,233" path="m10088,6624l10088,6857e" filled="false" stroked="true" strokeweight=".831077pt" strokecolor="#231f20">
                <v:path arrowok="t"/>
              </v:shape>
            </v:group>
            <v:group style="position:absolute;left:2534;top:6624;width:2;height:233" coordorigin="2534,6624" coordsize="2,233">
              <v:shape style="position:absolute;left:2534;top:6624;width:2;height:233" coordorigin="2534,6624" coordsize="0,233" path="m2534,6624l2534,6857e" filled="false" stroked="true" strokeweight=".831077pt" strokecolor="#231f20">
                <v:path arrowok="t"/>
              </v:shape>
            </v:group>
            <v:group style="position:absolute;left:3120;top:6624;width:2;height:233" coordorigin="3120,6624" coordsize="2,233">
              <v:shape style="position:absolute;left:3120;top:6624;width:2;height:233" coordorigin="3120,6624" coordsize="0,233" path="m3120,6624l3120,6857e" filled="false" stroked="true" strokeweight=".829954pt" strokecolor="#231f20">
                <v:path arrowok="t"/>
              </v:shape>
            </v:group>
            <v:group style="position:absolute;left:3705;top:6624;width:2;height:233" coordorigin="3705,6624" coordsize="2,233">
              <v:shape style="position:absolute;left:3705;top:6624;width:2;height:233" coordorigin="3705,6624" coordsize="0,233" path="m3705,6624l3705,6857e" filled="false" stroked="true" strokeweight=".862521pt" strokecolor="#231f20">
                <v:path arrowok="t"/>
              </v:shape>
            </v:group>
            <v:group style="position:absolute;left:4291;top:6624;width:2;height:233" coordorigin="4291,6624" coordsize="2,233">
              <v:shape style="position:absolute;left:4291;top:6624;width:2;height:233" coordorigin="4291,6624" coordsize="0,233" path="m4291,6624l4291,6857e" filled="false" stroked="true" strokeweight=".831077pt" strokecolor="#231f20">
                <v:path arrowok="t"/>
              </v:shape>
            </v:group>
            <v:group style="position:absolute;left:4877;top:6624;width:2;height:233" coordorigin="4877,6624" coordsize="2,233">
              <v:shape style="position:absolute;left:4877;top:6624;width:2;height:233" coordorigin="4877,6624" coordsize="0,233" path="m4877,6624l4877,6857e" filled="false" stroked="true" strokeweight=".829954pt" strokecolor="#231f20">
                <v:path arrowok="t"/>
              </v:shape>
            </v:group>
            <v:group style="position:absolute;left:5462;top:6624;width:2;height:233" coordorigin="5462,6624" coordsize="2,233">
              <v:shape style="position:absolute;left:5462;top:6624;width:2;height:233" coordorigin="5462,6624" coordsize="0,233" path="m5462,6624l5462,6857e" filled="false" stroked="true" strokeweight=".831077pt" strokecolor="#231f20">
                <v:path arrowok="t"/>
              </v:shape>
            </v:group>
            <v:group style="position:absolute;left:6048;top:6624;width:2;height:233" coordorigin="6048,6624" coordsize="2,233">
              <v:shape style="position:absolute;left:6048;top:6624;width:2;height:233" coordorigin="6048,6624" coordsize="0,233" path="m6048,6624l6048,6857e" filled="false" stroked="true" strokeweight=".8322pt" strokecolor="#231f20">
                <v:path arrowok="t"/>
              </v:shape>
            </v:group>
            <v:group style="position:absolute;left:6633;top:6624;width:2;height:233" coordorigin="6633,6624" coordsize="2,233">
              <v:shape style="position:absolute;left:6633;top:6624;width:2;height:233" coordorigin="6633,6624" coordsize="0,233" path="m6633,6624l6633,6857e" filled="false" stroked="true" strokeweight=".831077pt" strokecolor="#231f20">
                <v:path arrowok="t"/>
              </v:shape>
            </v:group>
            <v:group style="position:absolute;left:7219;top:6624;width:2;height:233" coordorigin="7219,6624" coordsize="2,233">
              <v:shape style="position:absolute;left:7219;top:6624;width:2;height:233" coordorigin="7219,6624" coordsize="0,233" path="m7219,6624l7219,6857e" filled="false" stroked="true" strokeweight=".828831pt" strokecolor="#231f20">
                <v:path arrowok="t"/>
              </v:shape>
            </v:group>
            <v:group style="position:absolute;left:7804;top:6624;width:2;height:233" coordorigin="7804,6624" coordsize="2,233">
              <v:shape style="position:absolute;left:7804;top:6624;width:2;height:233" coordorigin="7804,6624" coordsize="0,233" path="m7804,6624l7804,6857e" filled="false" stroked="true" strokeweight=".831077pt" strokecolor="#231f20">
                <v:path arrowok="t"/>
              </v:shape>
            </v:group>
            <v:group style="position:absolute;left:8390;top:6624;width:2;height:233" coordorigin="8390,6624" coordsize="2,233">
              <v:shape style="position:absolute;left:8390;top:6624;width:2;height:233" coordorigin="8390,6624" coordsize="0,233" path="m8390,6624l8390,6857e" filled="false" stroked="true" strokeweight=".8322pt" strokecolor="#231f20">
                <v:path arrowok="t"/>
              </v:shape>
            </v:group>
            <v:group style="position:absolute;left:8975;top:6624;width:2;height:233" coordorigin="8975,6624" coordsize="2,233">
              <v:shape style="position:absolute;left:8975;top:6624;width:2;height:233" coordorigin="8975,6624" coordsize="0,233" path="m8975,6624l8975,6857e" filled="false" stroked="true" strokeweight=".829954pt" strokecolor="#231f20">
                <v:path arrowok="t"/>
              </v:shape>
            </v:group>
            <v:group style="position:absolute;left:9561;top:6624;width:2;height:233" coordorigin="9561,6624" coordsize="2,233">
              <v:shape style="position:absolute;left:9561;top:6624;width:2;height:233" coordorigin="9561,6624" coordsize="0,233" path="m9561,6624l9561,6857e" filled="false" stroked="true" strokeweight=".831077pt" strokecolor="#231f20">
                <v:path arrowok="t"/>
              </v:shape>
            </v:group>
            <v:group style="position:absolute;left:10147;top:6624;width:2;height:233" coordorigin="10147,6624" coordsize="2,233">
              <v:shape style="position:absolute;left:10147;top:6624;width:2;height:233" coordorigin="10147,6624" coordsize="0,233" path="m10147,6624l10147,6857e" filled="false" stroked="true" strokeweight=".831077pt" strokecolor="#231f20">
                <v:path arrowok="t"/>
              </v:shape>
            </v:group>
            <v:group style="position:absolute;left:2593;top:6624;width:2;height:355" coordorigin="2593,6624" coordsize="2,355">
              <v:shape style="position:absolute;left:2593;top:6624;width:2;height:355" coordorigin="2593,6624" coordsize="0,355" path="m2593,6624l2593,6979e" filled="false" stroked="true" strokeweight=".853537pt" strokecolor="#231f20">
                <v:path arrowok="t"/>
              </v:shape>
            </v:group>
            <v:group style="position:absolute;left:3179;top:6624;width:2;height:355" coordorigin="3179,6624" coordsize="2,355">
              <v:shape style="position:absolute;left:3179;top:6624;width:2;height:355" coordorigin="3179,6624" coordsize="0,355" path="m3179,6624l3179,6979e" filled="false" stroked="true" strokeweight=".829954pt" strokecolor="#231f20">
                <v:path arrowok="t"/>
              </v:shape>
            </v:group>
            <v:group style="position:absolute;left:3764;top:6624;width:2;height:355" coordorigin="3764,6624" coordsize="2,355">
              <v:shape style="position:absolute;left:3764;top:6624;width:2;height:355" coordorigin="3764,6624" coordsize="0,355" path="m3764,6624l3764,6979e" filled="false" stroked="true" strokeweight=".829954pt" strokecolor="#231f20">
                <v:path arrowok="t"/>
              </v:shape>
            </v:group>
            <v:group style="position:absolute;left:4350;top:6624;width:2;height:355" coordorigin="4350,6624" coordsize="2,355">
              <v:shape style="position:absolute;left:4350;top:6624;width:2;height:355" coordorigin="4350,6624" coordsize="0,355" path="m4350,6624l4350,6979e" filled="false" stroked="true" strokeweight=".829954pt" strokecolor="#231f20">
                <v:path arrowok="t"/>
              </v:shape>
            </v:group>
            <v:group style="position:absolute;left:4935;top:6624;width:2;height:355" coordorigin="4935,6624" coordsize="2,355">
              <v:shape style="position:absolute;left:4935;top:6624;width:2;height:355" coordorigin="4935,6624" coordsize="0,355" path="m4935,6624l4935,6979e" filled="false" stroked="true" strokeweight=".831077pt" strokecolor="#231f20">
                <v:path arrowok="t"/>
              </v:shape>
            </v:group>
            <v:group style="position:absolute;left:5521;top:6624;width:2;height:355" coordorigin="5521,6624" coordsize="2,355">
              <v:shape style="position:absolute;left:5521;top:6624;width:2;height:355" coordorigin="5521,6624" coordsize="0,355" path="m5521,6624l5521,6979e" filled="false" stroked="true" strokeweight=".8322pt" strokecolor="#231f20">
                <v:path arrowok="t"/>
              </v:shape>
            </v:group>
            <v:group style="position:absolute;left:6106;top:6624;width:2;height:355" coordorigin="6106,6624" coordsize="2,355">
              <v:shape style="position:absolute;left:6106;top:6624;width:2;height:355" coordorigin="6106,6624" coordsize="0,355" path="m6106,6624l6106,6979e" filled="false" stroked="true" strokeweight=".831077pt" strokecolor="#231f20">
                <v:path arrowok="t"/>
              </v:shape>
            </v:group>
            <v:group style="position:absolute;left:6692;top:6624;width:2;height:355" coordorigin="6692,6624" coordsize="2,355">
              <v:shape style="position:absolute;left:6692;top:6624;width:2;height:355" coordorigin="6692,6624" coordsize="0,355" path="m6692,6624l6692,6979e" filled="false" stroked="true" strokeweight=".829954pt" strokecolor="#231f20">
                <v:path arrowok="t"/>
              </v:shape>
            </v:group>
            <v:group style="position:absolute;left:7277;top:6624;width:2;height:355" coordorigin="7277,6624" coordsize="2,355">
              <v:shape style="position:absolute;left:7277;top:6624;width:2;height:355" coordorigin="7277,6624" coordsize="0,355" path="m7277,6624l7277,6979e" filled="false" stroked="true" strokeweight=".831077pt" strokecolor="#231f20">
                <v:path arrowok="t"/>
              </v:shape>
            </v:group>
            <v:group style="position:absolute;left:7863;top:6624;width:2;height:355" coordorigin="7863,6624" coordsize="2,355">
              <v:shape style="position:absolute;left:7863;top:6624;width:2;height:355" coordorigin="7863,6624" coordsize="0,355" path="m7863,6624l7863,6979e" filled="false" stroked="true" strokeweight=".8322pt" strokecolor="#231f20">
                <v:path arrowok="t"/>
              </v:shape>
            </v:group>
            <v:group style="position:absolute;left:8449;top:6624;width:2;height:355" coordorigin="8449,6624" coordsize="2,355">
              <v:shape style="position:absolute;left:8449;top:6624;width:2;height:355" coordorigin="8449,6624" coordsize="0,355" path="m8449,6624l8449,6979e" filled="false" stroked="true" strokeweight=".8322pt" strokecolor="#231f20">
                <v:path arrowok="t"/>
              </v:shape>
            </v:group>
            <v:group style="position:absolute;left:9035;top:6624;width:2;height:355" coordorigin="9035,6624" coordsize="2,355">
              <v:shape style="position:absolute;left:9035;top:6624;width:2;height:355" coordorigin="9035,6624" coordsize="0,355" path="m9035,6624l9035,6979e" filled="false" stroked="true" strokeweight=".829954pt" strokecolor="#231f20">
                <v:path arrowok="t"/>
              </v:shape>
            </v:group>
            <v:group style="position:absolute;left:9620;top:6624;width:2;height:355" coordorigin="9620,6624" coordsize="2,355">
              <v:shape style="position:absolute;left:9620;top:6624;width:2;height:355" coordorigin="9620,6624" coordsize="0,355" path="m9620,6624l9620,6979e" filled="false" stroked="true" strokeweight=".829954pt" strokecolor="#231f20">
                <v:path arrowok="t"/>
              </v:shape>
            </v:group>
            <v:group style="position:absolute;left:10206;top:6624;width:2;height:355" coordorigin="10206,6624" coordsize="2,355">
              <v:shape style="position:absolute;left:10206;top:6624;width:2;height:355" coordorigin="10206,6624" coordsize="0,355" path="m10206,6624l10206,6979e" filled="false" stroked="true" strokeweight=".8322pt" strokecolor="#231f20">
                <v:path arrowok="t"/>
              </v:shape>
            </v:group>
            <v:group style="position:absolute;left:2652;top:6624;width:2;height:233" coordorigin="2652,6624" coordsize="2,233">
              <v:shape style="position:absolute;left:2652;top:6624;width:2;height:233" coordorigin="2652,6624" coordsize="0,233" path="m2652,6624l2652,6857e" filled="false" stroked="true" strokeweight=".831077pt" strokecolor="#231f20">
                <v:path arrowok="t"/>
              </v:shape>
            </v:group>
            <v:group style="position:absolute;left:3237;top:6624;width:2;height:233" coordorigin="3237,6624" coordsize="2,233">
              <v:shape style="position:absolute;left:3237;top:6624;width:2;height:233" coordorigin="3237,6624" coordsize="0,233" path="m3237,6624l3237,6857e" filled="false" stroked="true" strokeweight=".8322pt" strokecolor="#231f20">
                <v:path arrowok="t"/>
              </v:shape>
            </v:group>
            <v:group style="position:absolute;left:3823;top:6624;width:2;height:233" coordorigin="3823,6624" coordsize="2,233">
              <v:shape style="position:absolute;left:3823;top:6624;width:2;height:233" coordorigin="3823,6624" coordsize="0,233" path="m3823,6624l3823,6857e" filled="false" stroked="true" strokeweight=".831077pt" strokecolor="#231f20">
                <v:path arrowok="t"/>
              </v:shape>
            </v:group>
            <v:group style="position:absolute;left:4408;top:6624;width:2;height:233" coordorigin="4408,6624" coordsize="2,233">
              <v:shape style="position:absolute;left:4408;top:6624;width:2;height:233" coordorigin="4408,6624" coordsize="0,233" path="m4408,6624l4408,6857e" filled="false" stroked="true" strokeweight=".8322pt" strokecolor="#231f20">
                <v:path arrowok="t"/>
              </v:shape>
            </v:group>
            <v:group style="position:absolute;left:4994;top:6624;width:2;height:233" coordorigin="4994,6624" coordsize="2,233">
              <v:shape style="position:absolute;left:4994;top:6624;width:2;height:233" coordorigin="4994,6624" coordsize="0,233" path="m4994,6624l4994,6857e" filled="false" stroked="true" strokeweight=".831077pt" strokecolor="#231f20">
                <v:path arrowok="t"/>
              </v:shape>
            </v:group>
            <v:group style="position:absolute;left:5579;top:6624;width:2;height:233" coordorigin="5579,6624" coordsize="2,233">
              <v:shape style="position:absolute;left:5579;top:6624;width:2;height:233" coordorigin="5579,6624" coordsize="0,233" path="m5579,6624l5579,6857e" filled="false" stroked="true" strokeweight=".829954pt" strokecolor="#231f20">
                <v:path arrowok="t"/>
              </v:shape>
            </v:group>
            <v:group style="position:absolute;left:6165;top:6624;width:2;height:233" coordorigin="6165,6624" coordsize="2,233">
              <v:shape style="position:absolute;left:6165;top:6624;width:2;height:233" coordorigin="6165,6624" coordsize="0,233" path="m6165,6624l6165,6857e" filled="false" stroked="true" strokeweight=".831077pt" strokecolor="#231f20">
                <v:path arrowok="t"/>
              </v:shape>
            </v:group>
            <v:group style="position:absolute;left:6750;top:6624;width:2;height:233" coordorigin="6750,6624" coordsize="2,233">
              <v:shape style="position:absolute;left:6750;top:6624;width:2;height:233" coordorigin="6750,6624" coordsize="0,233" path="m6750,6624l6750,6857e" filled="false" stroked="true" strokeweight=".831077pt" strokecolor="#231f20">
                <v:path arrowok="t"/>
              </v:shape>
            </v:group>
            <v:group style="position:absolute;left:7336;top:6624;width:2;height:233" coordorigin="7336,6624" coordsize="2,233">
              <v:shape style="position:absolute;left:7336;top:6624;width:2;height:233" coordorigin="7336,6624" coordsize="0,233" path="m7336,6624l7336,6857e" filled="false" stroked="true" strokeweight=".8322pt" strokecolor="#231f20">
                <v:path arrowok="t"/>
              </v:shape>
            </v:group>
            <v:group style="position:absolute;left:7922;top:6624;width:2;height:233" coordorigin="7922,6624" coordsize="2,233">
              <v:shape style="position:absolute;left:7922;top:6624;width:2;height:233" coordorigin="7922,6624" coordsize="0,233" path="m7922,6624l7922,6857e" filled="false" stroked="true" strokeweight=".829954pt" strokecolor="#231f20">
                <v:path arrowok="t"/>
              </v:shape>
            </v:group>
            <v:group style="position:absolute;left:8507;top:6624;width:2;height:233" coordorigin="8507,6624" coordsize="2,233">
              <v:shape style="position:absolute;left:8507;top:6624;width:2;height:233" coordorigin="8507,6624" coordsize="0,233" path="m8507,6624l8507,6857e" filled="false" stroked="true" strokeweight=".831077pt" strokecolor="#231f20">
                <v:path arrowok="t"/>
              </v:shape>
            </v:group>
            <v:group style="position:absolute;left:9093;top:6624;width:2;height:233" coordorigin="9093,6624" coordsize="2,233">
              <v:shape style="position:absolute;left:9093;top:6624;width:2;height:233" coordorigin="9093,6624" coordsize="0,233" path="m9093,6624l9093,6857e" filled="false" stroked="true" strokeweight=".8322pt" strokecolor="#231f20">
                <v:path arrowok="t"/>
              </v:shape>
            </v:group>
            <v:group style="position:absolute;left:9678;top:6624;width:2;height:233" coordorigin="9678,6624" coordsize="2,233">
              <v:shape style="position:absolute;left:9678;top:6624;width:2;height:233" coordorigin="9678,6624" coordsize="0,233" path="m9678,6624l9678,6857e" filled="false" stroked="true" strokeweight=".831077pt" strokecolor="#231f20">
                <v:path arrowok="t"/>
              </v:shape>
            </v:group>
            <v:group style="position:absolute;left:10264;top:6624;width:2;height:233" coordorigin="10264,6624" coordsize="2,233">
              <v:shape style="position:absolute;left:10264;top:6624;width:2;height:233" coordorigin="10264,6624" coordsize="0,233" path="m10264,6624l10264,6857e" filled="false" stroked="true" strokeweight=".8322pt" strokecolor="#231f20">
                <v:path arrowok="t"/>
              </v:shape>
            </v:group>
            <v:group style="position:absolute;left:2710;top:6624;width:2;height:233" coordorigin="2710,6624" coordsize="2,233">
              <v:shape style="position:absolute;left:2710;top:6624;width:2;height:233" coordorigin="2710,6624" coordsize="0,233" path="m2710,6624l2710,6857e" filled="false" stroked="true" strokeweight=".831077pt" strokecolor="#231f20">
                <v:path arrowok="t"/>
              </v:shape>
            </v:group>
            <v:group style="position:absolute;left:3296;top:6624;width:2;height:233" coordorigin="3296,6624" coordsize="2,233">
              <v:shape style="position:absolute;left:3296;top:6624;width:2;height:233" coordorigin="3296,6624" coordsize="0,233" path="m3296,6624l3296,6857e" filled="false" stroked="true" strokeweight=".829954pt" strokecolor="#231f20">
                <v:path arrowok="t"/>
              </v:shape>
            </v:group>
            <v:group style="position:absolute;left:3881;top:6624;width:2;height:233" coordorigin="3881,6624" coordsize="2,233">
              <v:shape style="position:absolute;left:3881;top:6624;width:2;height:233" coordorigin="3881,6624" coordsize="0,233" path="m3881,6624l3881,6857e" filled="false" stroked="true" strokeweight=".831077pt" strokecolor="#231f20">
                <v:path arrowok="t"/>
              </v:shape>
            </v:group>
            <v:group style="position:absolute;left:4467;top:6624;width:2;height:233" coordorigin="4467,6624" coordsize="2,233">
              <v:shape style="position:absolute;left:4467;top:6624;width:2;height:233" coordorigin="4467,6624" coordsize="0,233" path="m4467,6624l4467,6857e" filled="false" stroked="true" strokeweight=".829954pt" strokecolor="#231f20">
                <v:path arrowok="t"/>
              </v:shape>
            </v:group>
            <v:group style="position:absolute;left:5052;top:6624;width:2;height:233" coordorigin="5052,6624" coordsize="2,233">
              <v:shape style="position:absolute;left:5052;top:6624;width:2;height:233" coordorigin="5052,6624" coordsize="0,233" path="m5052,6624l5052,6857e" filled="false" stroked="true" strokeweight=".829954pt" strokecolor="#231f20">
                <v:path arrowok="t"/>
              </v:shape>
            </v:group>
            <v:group style="position:absolute;left:5638;top:6624;width:2;height:233" coordorigin="5638,6624" coordsize="2,233">
              <v:shape style="position:absolute;left:5638;top:6624;width:2;height:233" coordorigin="5638,6624" coordsize="0,233" path="m5638,6624l5638,6857e" filled="false" stroked="true" strokeweight=".831077pt" strokecolor="#231f20">
                <v:path arrowok="t"/>
              </v:shape>
            </v:group>
            <v:group style="position:absolute;left:6224;top:6624;width:2;height:233" coordorigin="6224,6624" coordsize="2,233">
              <v:shape style="position:absolute;left:6224;top:6624;width:2;height:233" coordorigin="6224,6624" coordsize="0,233" path="m6224,6624l6224,6857e" filled="false" stroked="true" strokeweight=".831077pt" strokecolor="#231f20">
                <v:path arrowok="t"/>
              </v:shape>
            </v:group>
            <v:group style="position:absolute;left:6809;top:6624;width:2;height:233" coordorigin="6809,6624" coordsize="2,233">
              <v:shape style="position:absolute;left:6809;top:6624;width:2;height:233" coordorigin="6809,6624" coordsize="0,233" path="m6809,6624l6809,6857e" filled="false" stroked="true" strokeweight=".831077pt" strokecolor="#231f20">
                <v:path arrowok="t"/>
              </v:shape>
            </v:group>
            <v:group style="position:absolute;left:7395;top:6624;width:2;height:233" coordorigin="7395,6624" coordsize="2,233">
              <v:shape style="position:absolute;left:7395;top:6624;width:2;height:233" coordorigin="7395,6624" coordsize="0,233" path="m7395,6624l7395,6857e" filled="false" stroked="true" strokeweight=".831077pt" strokecolor="#231f20">
                <v:path arrowok="t"/>
              </v:shape>
            </v:group>
            <v:group style="position:absolute;left:7980;top:6624;width:2;height:233" coordorigin="7980,6624" coordsize="2,233">
              <v:shape style="position:absolute;left:7980;top:6624;width:2;height:233" coordorigin="7980,6624" coordsize="0,233" path="m7980,6624l7980,6857e" filled="false" stroked="true" strokeweight=".829954pt" strokecolor="#231f20">
                <v:path arrowok="t"/>
              </v:shape>
            </v:group>
            <v:group style="position:absolute;left:8566;top:6624;width:2;height:233" coordorigin="8566,6624" coordsize="2,233">
              <v:shape style="position:absolute;left:8566;top:6624;width:2;height:233" coordorigin="8566,6624" coordsize="0,233" path="m8566,6624l8566,6857e" filled="false" stroked="true" strokeweight=".8322pt" strokecolor="#231f20">
                <v:path arrowok="t"/>
              </v:shape>
            </v:group>
            <v:group style="position:absolute;left:9151;top:6624;width:2;height:233" coordorigin="9151,6624" coordsize="2,233">
              <v:shape style="position:absolute;left:9151;top:6624;width:2;height:233" coordorigin="9151,6624" coordsize="0,233" path="m9151,6624l9151,6857e" filled="false" stroked="true" strokeweight=".8322pt" strokecolor="#231f20">
                <v:path arrowok="t"/>
              </v:shape>
            </v:group>
            <v:group style="position:absolute;left:9737;top:6624;width:2;height:233" coordorigin="9737,6624" coordsize="2,233">
              <v:shape style="position:absolute;left:9737;top:6624;width:2;height:233" coordorigin="9737,6624" coordsize="0,233" path="m9737,6624l9737,6857e" filled="false" stroked="true" strokeweight=".829954pt" strokecolor="#231f20">
                <v:path arrowok="t"/>
              </v:shape>
            </v:group>
            <v:group style="position:absolute;left:10322;top:6624;width:2;height:233" coordorigin="10322,6624" coordsize="2,233">
              <v:shape style="position:absolute;left:10322;top:6624;width:2;height:233" coordorigin="10322,6624" coordsize="0,233" path="m10322,6624l10322,6857e" filled="false" stroked="true" strokeweight=".831077pt" strokecolor="#231f20">
                <v:path arrowok="t"/>
              </v:shape>
            </v:group>
            <v:group style="position:absolute;left:2768;top:6624;width:2;height:233" coordorigin="2768,6624" coordsize="2,233">
              <v:shape style="position:absolute;left:2768;top:6624;width:2;height:233" coordorigin="2768,6624" coordsize="0,233" path="m2768,6624l2768,6857e" filled="false" stroked="true" strokeweight=".831077pt" strokecolor="#231f20">
                <v:path arrowok="t"/>
              </v:shape>
            </v:group>
            <v:group style="position:absolute;left:3354;top:6624;width:2;height:233" coordorigin="3354,6624" coordsize="2,233">
              <v:shape style="position:absolute;left:3354;top:6624;width:2;height:233" coordorigin="3354,6624" coordsize="0,233" path="m3354,6624l3354,6857e" filled="false" stroked="true" strokeweight=".831077pt" strokecolor="#231f20">
                <v:path arrowok="t"/>
              </v:shape>
            </v:group>
            <v:group style="position:absolute;left:3940;top:6624;width:2;height:233" coordorigin="3940,6624" coordsize="2,233">
              <v:shape style="position:absolute;left:3940;top:6624;width:2;height:233" coordorigin="3940,6624" coordsize="0,233" path="m3940,6624l3940,6857e" filled="false" stroked="true" strokeweight=".831077pt" strokecolor="#231f20">
                <v:path arrowok="t"/>
              </v:shape>
            </v:group>
            <v:group style="position:absolute;left:4525;top:6624;width:2;height:233" coordorigin="4525,6624" coordsize="2,233">
              <v:shape style="position:absolute;left:4525;top:6624;width:2;height:233" coordorigin="4525,6624" coordsize="0,233" path="m4525,6624l4525,6857e" filled="false" stroked="true" strokeweight=".831077pt" strokecolor="#231f20">
                <v:path arrowok="t"/>
              </v:shape>
            </v:group>
            <v:group style="position:absolute;left:5111;top:6624;width:2;height:233" coordorigin="5111,6624" coordsize="2,233">
              <v:shape style="position:absolute;left:5111;top:6624;width:2;height:233" coordorigin="5111,6624" coordsize="0,233" path="m5111,6624l5111,6857e" filled="false" stroked="true" strokeweight=".8322pt" strokecolor="#231f20">
                <v:path arrowok="t"/>
              </v:shape>
            </v:group>
            <v:group style="position:absolute;left:5697;top:6624;width:2;height:233" coordorigin="5697,6624" coordsize="2,233">
              <v:shape style="position:absolute;left:5697;top:6624;width:2;height:233" coordorigin="5697,6624" coordsize="0,233" path="m5697,6624l5697,6857e" filled="false" stroked="true" strokeweight=".8322pt" strokecolor="#231f20">
                <v:path arrowok="t"/>
              </v:shape>
            </v:group>
            <v:group style="position:absolute;left:6282;top:6624;width:2;height:233" coordorigin="6282,6624" coordsize="2,233">
              <v:shape style="position:absolute;left:6282;top:6624;width:2;height:233" coordorigin="6282,6624" coordsize="0,233" path="m6282,6624l6282,6857e" filled="false" stroked="true" strokeweight=".8322pt" strokecolor="#231f20">
                <v:path arrowok="t"/>
              </v:shape>
            </v:group>
            <v:group style="position:absolute;left:6868;top:6624;width:2;height:233" coordorigin="6868,6624" coordsize="2,233">
              <v:shape style="position:absolute;left:6868;top:6624;width:2;height:233" coordorigin="6868,6624" coordsize="0,233" path="m6868,6624l6868,6857e" filled="false" stroked="true" strokeweight=".831077pt" strokecolor="#231f20">
                <v:path arrowok="t"/>
              </v:shape>
            </v:group>
            <v:group style="position:absolute;left:7453;top:6624;width:2;height:233" coordorigin="7453,6624" coordsize="2,233">
              <v:shape style="position:absolute;left:7453;top:6624;width:2;height:233" coordorigin="7453,6624" coordsize="0,233" path="m7453,6624l7453,6857e" filled="false" stroked="true" strokeweight=".829954pt" strokecolor="#231f20">
                <v:path arrowok="t"/>
              </v:shape>
            </v:group>
            <v:group style="position:absolute;left:8039;top:6624;width:2;height:233" coordorigin="8039,6624" coordsize="2,233">
              <v:shape style="position:absolute;left:8039;top:6624;width:2;height:233" coordorigin="8039,6624" coordsize="0,233" path="m8039,6624l8039,6857e" filled="false" stroked="true" strokeweight=".829954pt" strokecolor="#231f20">
                <v:path arrowok="t"/>
              </v:shape>
            </v:group>
            <v:group style="position:absolute;left:8624;top:6624;width:2;height:233" coordorigin="8624,6624" coordsize="2,233">
              <v:shape style="position:absolute;left:8624;top:6624;width:2;height:233" coordorigin="8624,6624" coordsize="0,233" path="m8624,6624l8624,6857e" filled="false" stroked="true" strokeweight=".831077pt" strokecolor="#231f20">
                <v:path arrowok="t"/>
              </v:shape>
            </v:group>
            <v:group style="position:absolute;left:9210;top:6624;width:2;height:233" coordorigin="9210,6624" coordsize="2,233">
              <v:shape style="position:absolute;left:9210;top:6624;width:2;height:233" coordorigin="9210,6624" coordsize="0,233" path="m9210,6624l9210,6857e" filled="false" stroked="true" strokeweight=".8322pt" strokecolor="#231f20">
                <v:path arrowok="t"/>
              </v:shape>
            </v:group>
            <v:group style="position:absolute;left:9795;top:6624;width:2;height:233" coordorigin="9795,6624" coordsize="2,233">
              <v:shape style="position:absolute;left:9795;top:6624;width:2;height:233" coordorigin="9795,6624" coordsize="0,233" path="m9795,6624l9795,6857e" filled="false" stroked="true" strokeweight=".831077pt" strokecolor="#231f20">
                <v:path arrowok="t"/>
              </v:shape>
            </v:group>
            <v:group style="position:absolute;left:10381;top:6624;width:2;height:233" coordorigin="10381,6624" coordsize="2,233">
              <v:shape style="position:absolute;left:10381;top:6624;width:2;height:233" coordorigin="10381,6624" coordsize="0,233" path="m10381,6624l10381,6857e" filled="false" stroked="true" strokeweight=".851291pt" strokecolor="#231f20">
                <v:path arrowok="t"/>
              </v:shape>
            </v:group>
            <v:group style="position:absolute;left:2827;top:6624;width:2;height:233" coordorigin="2827,6624" coordsize="2,233">
              <v:shape style="position:absolute;left:2827;top:6624;width:2;height:233" coordorigin="2827,6624" coordsize="0,233" path="m2827,6624l2827,6857e" filled="false" stroked="true" strokeweight=".831077pt" strokecolor="#231f20">
                <v:path arrowok="t"/>
              </v:shape>
            </v:group>
            <v:group style="position:absolute;left:3412;top:6624;width:2;height:233" coordorigin="3412,6624" coordsize="2,233">
              <v:shape style="position:absolute;left:3412;top:6624;width:2;height:233" coordorigin="3412,6624" coordsize="0,233" path="m3412,6624l3412,6857e" filled="false" stroked="true" strokeweight=".831077pt" strokecolor="#231f20">
                <v:path arrowok="t"/>
              </v:shape>
            </v:group>
            <v:group style="position:absolute;left:3998;top:6624;width:2;height:233" coordorigin="3998,6624" coordsize="2,233">
              <v:shape style="position:absolute;left:3998;top:6624;width:2;height:233" coordorigin="3998,6624" coordsize="0,233" path="m3998,6624l3998,6857e" filled="false" stroked="true" strokeweight=".829954pt" strokecolor="#231f20">
                <v:path arrowok="t"/>
              </v:shape>
            </v:group>
            <v:group style="position:absolute;left:4584;top:6624;width:2;height:233" coordorigin="4584,6624" coordsize="2,233">
              <v:shape style="position:absolute;left:4584;top:6624;width:2;height:233" coordorigin="4584,6624" coordsize="0,233" path="m4584,6624l4584,6857e" filled="false" stroked="true" strokeweight=".831077pt" strokecolor="#231f20">
                <v:path arrowok="t"/>
              </v:shape>
            </v:group>
            <v:group style="position:absolute;left:5169;top:6624;width:2;height:233" coordorigin="5169,6624" coordsize="2,233">
              <v:shape style="position:absolute;left:5169;top:6624;width:2;height:233" coordorigin="5169,6624" coordsize="0,233" path="m5169,6624l5169,6857e" filled="false" stroked="true" strokeweight=".831077pt" strokecolor="#231f20">
                <v:path arrowok="t"/>
              </v:shape>
            </v:group>
            <v:group style="position:absolute;left:5755;top:6624;width:2;height:233" coordorigin="5755,6624" coordsize="2,233">
              <v:shape style="position:absolute;left:5755;top:6624;width:2;height:233" coordorigin="5755,6624" coordsize="0,233" path="m5755,6624l5755,6857e" filled="false" stroked="true" strokeweight=".831077pt" strokecolor="#231f20">
                <v:path arrowok="t"/>
              </v:shape>
            </v:group>
            <v:group style="position:absolute;left:6341;top:6624;width:2;height:233" coordorigin="6341,6624" coordsize="2,233">
              <v:shape style="position:absolute;left:6341;top:6624;width:2;height:233" coordorigin="6341,6624" coordsize="0,233" path="m6341,6624l6341,6857e" filled="false" stroked="true" strokeweight=".82097pt" strokecolor="#231f20">
                <v:path arrowok="t"/>
              </v:shape>
            </v:group>
            <v:group style="position:absolute;left:6926;top:6624;width:2;height:233" coordorigin="6926,6624" coordsize="2,233">
              <v:shape style="position:absolute;left:6926;top:6624;width:2;height:233" coordorigin="6926,6624" coordsize="0,233" path="m6926,6624l6926,6857e" filled="false" stroked="true" strokeweight=".8322pt" strokecolor="#231f20">
                <v:path arrowok="t"/>
              </v:shape>
            </v:group>
            <v:group style="position:absolute;left:7512;top:6624;width:2;height:233" coordorigin="7512,6624" coordsize="2,233">
              <v:shape style="position:absolute;left:7512;top:6624;width:2;height:233" coordorigin="7512,6624" coordsize="0,233" path="m7512,6624l7512,6857e" filled="false" stroked="true" strokeweight=".8322pt" strokecolor="#231f20">
                <v:path arrowok="t"/>
              </v:shape>
            </v:group>
            <v:group style="position:absolute;left:8097;top:6624;width:2;height:233" coordorigin="8097,6624" coordsize="2,233">
              <v:shape style="position:absolute;left:8097;top:6624;width:2;height:233" coordorigin="8097,6624" coordsize="0,233" path="m8097,6624l8097,6857e" filled="false" stroked="true" strokeweight=".831077pt" strokecolor="#231f20">
                <v:path arrowok="t"/>
              </v:shape>
            </v:group>
            <v:group style="position:absolute;left:8683;top:6624;width:2;height:233" coordorigin="8683,6624" coordsize="2,233">
              <v:shape style="position:absolute;left:8683;top:6624;width:2;height:233" coordorigin="8683,6624" coordsize="0,233" path="m8683,6624l8683,6857e" filled="false" stroked="true" strokeweight=".831077pt" strokecolor="#231f20">
                <v:path arrowok="t"/>
              </v:shape>
            </v:group>
            <v:group style="position:absolute;left:9269;top:6624;width:2;height:233" coordorigin="9269,6624" coordsize="2,233">
              <v:shape style="position:absolute;left:9269;top:6624;width:2;height:233" coordorigin="9269,6624" coordsize="0,233" path="m9269,6624l9269,6857e" filled="false" stroked="true" strokeweight=".851291pt" strokecolor="#231f20">
                <v:path arrowok="t"/>
              </v:shape>
            </v:group>
            <v:group style="position:absolute;left:9854;top:6624;width:2;height:233" coordorigin="9854,6624" coordsize="2,233">
              <v:shape style="position:absolute;left:9854;top:6624;width:2;height:233" coordorigin="9854,6624" coordsize="0,233" path="m9854,6624l9854,6857e" filled="false" stroked="true" strokeweight=".831077pt" strokecolor="#231f20">
                <v:path arrowok="t"/>
              </v:shape>
            </v:group>
            <v:group style="position:absolute;left:10440;top:6624;width:2;height:233" coordorigin="10440,6624" coordsize="2,233">
              <v:shape style="position:absolute;left:10440;top:6624;width:2;height:233" coordorigin="10440,6624" coordsize="0,233" path="m10440,6624l10440,6857e" filled="false" stroked="true" strokeweight=".831077pt" strokecolor="#231f20">
                <v:path arrowok="t"/>
              </v:shape>
            </v:group>
            <v:group style="position:absolute;left:2300;top:6175;width:2;height:396" coordorigin="2300,6175" coordsize="2,396">
              <v:shape style="position:absolute;left:2300;top:6175;width:2;height:396" coordorigin="2300,6175" coordsize="0,396" path="m2300,6175l2300,6571e" filled="false" stroked="true" strokeweight=".829954pt" strokecolor="#231f20">
                <v:path arrowok="t"/>
              </v:shape>
            </v:group>
            <v:group style="position:absolute;left:9535;top:6217;width:978;height:2" coordorigin="9535,6217" coordsize="978,2">
              <v:shape style="position:absolute;left:9535;top:6217;width:978;height:2" coordorigin="9535,6217" coordsize="978,0" path="m9535,6217l10513,6217e" filled="false" stroked="true" strokeweight=".843249pt" strokecolor="#231f20">
                <v:path arrowok="t"/>
              </v:shape>
            </v:group>
            <v:group style="position:absolute;left:10505;top:6217;width:2;height:348" coordorigin="10505,6217" coordsize="2,348">
              <v:shape style="position:absolute;left:10505;top:6217;width:2;height:348" coordorigin="10505,6217" coordsize="0,348" path="m10505,6217l10505,6564e" filled="false" stroked="true" strokeweight=".8322pt" strokecolor="#231f20">
                <v:path arrowok="t"/>
              </v:shape>
            </v:group>
            <v:group style="position:absolute;left:9528;top:6557;width:978;height:2" coordorigin="9528,6557" coordsize="978,2">
              <v:shape style="position:absolute;left:9528;top:6557;width:978;height:2" coordorigin="9528,6557" coordsize="978,0" path="m9528,6557l10506,6557e" filled="false" stroked="true" strokeweight=".843249pt" strokecolor="#231f20">
                <v:path arrowok="t"/>
              </v:shape>
            </v:group>
            <v:group style="position:absolute;left:9535;top:6209;width:2;height:348" coordorigin="9535,6209" coordsize="2,348">
              <v:shape style="position:absolute;left:9535;top:6209;width:2;height:348" coordorigin="9535,6209" coordsize="0,348" path="m9535,6209l9535,6557e" filled="false" stroked="true" strokeweight=".8322pt" strokecolor="#231f20">
                <v:path arrowok="t"/>
              </v:shape>
            </v:group>
            <v:group style="position:absolute;left:8273;top:6175;width:2;height:396" coordorigin="8273,6175" coordsize="2,396">
              <v:shape style="position:absolute;left:8273;top:6175;width:2;height:396" coordorigin="8273,6175" coordsize="0,396" path="m8273,6175l8273,6571e" filled="false" stroked="true" strokeweight=".561503pt" strokecolor="#231f20">
                <v:path arrowok="t"/>
              </v:shape>
            </v:group>
            <v:group style="position:absolute;left:2399;top:6258;width:5775;height:2" coordorigin="2399,6258" coordsize="5775,2">
              <v:shape style="position:absolute;left:2399;top:6258;width:5775;height:2" coordorigin="2399,6258" coordsize="5775,0" path="m2399,6258l8174,6258e" filled="false" stroked="true" strokeweight=".569103pt" strokecolor="#231f20">
                <v:path arrowok="t"/>
              </v:shape>
            </v:group>
            <v:group style="position:absolute;left:2300;top:6224;width:122;height:67" coordorigin="2300,6224" coordsize="122,67">
              <v:shape style="position:absolute;left:2300;top:6224;width:122;height:67" coordorigin="2300,6224" coordsize="122,67" path="m2422,6290l2300,6257,2422,6224,2422,6290xe" filled="true" fillcolor="#231f20" stroked="false">
                <v:path arrowok="t"/>
                <v:fill type="solid"/>
              </v:shape>
            </v:group>
            <v:group style="position:absolute;left:8151;top:6224;width:122;height:67" coordorigin="8151,6224" coordsize="122,67">
              <v:shape style="position:absolute;left:8151;top:6224;width:122;height:67" coordorigin="8151,6224" coordsize="122,67" path="m8151,6290l8151,6224,8273,6257,8151,6290xe" filled="true" fillcolor="#231f20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112.658417pt;margin-top:382.016022pt;width:413.4pt;height:55.6pt;mso-position-horizontal-relative:page;mso-position-vertical-relative:page;z-index:4192" coordorigin="2253,7640" coordsize="8268,1112">
            <v:group style="position:absolute;left:2300;top:8116;width:2;height:478" coordorigin="2300,8116" coordsize="2,478">
              <v:shape style="position:absolute;left:2300;top:8116;width:2;height:478" coordorigin="2300,8116" coordsize="0,478" path="m2300,8116l2300,8593e" filled="false" stroked="true" strokeweight=".829954pt" strokecolor="#231f20">
                <v:path arrowok="t"/>
              </v:shape>
            </v:group>
            <v:group style="position:absolute;left:2359;top:8116;width:2;height:136" coordorigin="2359,8116" coordsize="2,136">
              <v:shape style="position:absolute;left:2359;top:8116;width:2;height:136" coordorigin="2359,8116" coordsize="0,136" path="m2359,8116l2359,8252e" filled="false" stroked="true" strokeweight=".829954pt" strokecolor="#231f20">
                <v:path arrowok="t"/>
              </v:shape>
            </v:group>
            <v:group style="position:absolute;left:2417;top:8116;width:2;height:136" coordorigin="2417,8116" coordsize="2,136">
              <v:shape style="position:absolute;left:2417;top:8116;width:2;height:136" coordorigin="2417,8116" coordsize="0,136" path="m2417,8116l2417,8252e" filled="false" stroked="true" strokeweight=".8322pt" strokecolor="#231f20">
                <v:path arrowok="t"/>
              </v:shape>
            </v:group>
            <v:group style="position:absolute;left:2476;top:8116;width:2;height:136" coordorigin="2476,8116" coordsize="2,136">
              <v:shape style="position:absolute;left:2476;top:8116;width:2;height:136" coordorigin="2476,8116" coordsize="0,136" path="m2476,8116l2476,8252e" filled="false" stroked="true" strokeweight=".831077pt" strokecolor="#231f20">
                <v:path arrowok="t"/>
              </v:shape>
            </v:group>
            <v:group style="position:absolute;left:2534;top:8116;width:2;height:136" coordorigin="2534,8116" coordsize="2,136">
              <v:shape style="position:absolute;left:2534;top:8116;width:2;height:136" coordorigin="2534,8116" coordsize="0,136" path="m2534,8116l2534,8252e" filled="false" stroked="true" strokeweight=".831077pt" strokecolor="#231f20">
                <v:path arrowok="t"/>
              </v:shape>
            </v:group>
            <v:group style="position:absolute;left:2652;top:8116;width:2;height:136" coordorigin="2652,8116" coordsize="2,136">
              <v:shape style="position:absolute;left:2652;top:8116;width:2;height:136" coordorigin="2652,8116" coordsize="0,136" path="m2652,8116l2652,8252e" filled="false" stroked="true" strokeweight=".831077pt" strokecolor="#231f20">
                <v:path arrowok="t"/>
              </v:shape>
            </v:group>
            <v:group style="position:absolute;left:2710;top:8116;width:2;height:136" coordorigin="2710,8116" coordsize="2,136">
              <v:shape style="position:absolute;left:2710;top:8116;width:2;height:136" coordorigin="2710,8116" coordsize="0,136" path="m2710,8116l2710,8252e" filled="false" stroked="true" strokeweight=".831077pt" strokecolor="#231f20">
                <v:path arrowok="t"/>
              </v:shape>
            </v:group>
            <v:group style="position:absolute;left:2768;top:8116;width:2;height:136" coordorigin="2768,8116" coordsize="2,136">
              <v:shape style="position:absolute;left:2768;top:8116;width:2;height:136" coordorigin="2768,8116" coordsize="0,136" path="m2768,8116l2768,8252e" filled="false" stroked="true" strokeweight=".831077pt" strokecolor="#231f20">
                <v:path arrowok="t"/>
              </v:shape>
            </v:group>
            <v:group style="position:absolute;left:2827;top:8116;width:2;height:136" coordorigin="2827,8116" coordsize="2,136">
              <v:shape style="position:absolute;left:2827;top:8116;width:2;height:136" coordorigin="2827,8116" coordsize="0,136" path="m2827,8116l2827,8252e" filled="false" stroked="true" strokeweight=".831077pt" strokecolor="#231f20">
                <v:path arrowok="t"/>
              </v:shape>
            </v:group>
            <v:group style="position:absolute;left:2593;top:8116;width:2;height:245" coordorigin="2593,8116" coordsize="2,245">
              <v:shape style="position:absolute;left:2593;top:8116;width:2;height:245" coordorigin="2593,8116" coordsize="0,245" path="m2593,8116l2593,8360e" filled="false" stroked="true" strokeweight=".853537pt" strokecolor="#231f20">
                <v:path arrowok="t"/>
              </v:shape>
            </v:group>
            <v:group style="position:absolute;left:2944;top:8116;width:2;height:136" coordorigin="2944,8116" coordsize="2,136">
              <v:shape style="position:absolute;left:2944;top:8116;width:2;height:136" coordorigin="2944,8116" coordsize="0,136" path="m2944,8116l2944,8252e" filled="false" stroked="true" strokeweight=".831077pt" strokecolor="#231f20">
                <v:path arrowok="t"/>
              </v:shape>
            </v:group>
            <v:group style="position:absolute;left:3003;top:8116;width:2;height:136" coordorigin="3003,8116" coordsize="2,136">
              <v:shape style="position:absolute;left:3003;top:8116;width:2;height:136" coordorigin="3003,8116" coordsize="0,136" path="m3003,8116l3003,8252e" filled="false" stroked="true" strokeweight=".831077pt" strokecolor="#231f20">
                <v:path arrowok="t"/>
              </v:shape>
            </v:group>
            <v:group style="position:absolute;left:3061;top:8116;width:2;height:136" coordorigin="3061,8116" coordsize="2,136">
              <v:shape style="position:absolute;left:3061;top:8116;width:2;height:136" coordorigin="3061,8116" coordsize="0,136" path="m3061,8116l3061,8252e" filled="false" stroked="true" strokeweight=".831077pt" strokecolor="#231f20">
                <v:path arrowok="t"/>
              </v:shape>
            </v:group>
            <v:group style="position:absolute;left:3120;top:8116;width:2;height:136" coordorigin="3120,8116" coordsize="2,136">
              <v:shape style="position:absolute;left:3120;top:8116;width:2;height:136" coordorigin="3120,8116" coordsize="0,136" path="m3120,8116l3120,8252e" filled="false" stroked="true" strokeweight=".829954pt" strokecolor="#231f20">
                <v:path arrowok="t"/>
              </v:shape>
            </v:group>
            <v:group style="position:absolute;left:2886;top:8116;width:2;height:245" coordorigin="2886,8116" coordsize="2,245">
              <v:shape style="position:absolute;left:2886;top:8116;width:2;height:245" coordorigin="2886,8116" coordsize="0,245" path="m2886,8116l2886,8360e" filled="false" stroked="true" strokeweight=".829954pt" strokecolor="#231f20">
                <v:path arrowok="t"/>
              </v:shape>
            </v:group>
            <v:group style="position:absolute;left:3237;top:8116;width:2;height:136" coordorigin="3237,8116" coordsize="2,136">
              <v:shape style="position:absolute;left:3237;top:8116;width:2;height:136" coordorigin="3237,8116" coordsize="0,136" path="m3237,8116l3237,8252e" filled="false" stroked="true" strokeweight=".8322pt" strokecolor="#231f20">
                <v:path arrowok="t"/>
              </v:shape>
            </v:group>
            <v:group style="position:absolute;left:3296;top:8116;width:2;height:136" coordorigin="3296,8116" coordsize="2,136">
              <v:shape style="position:absolute;left:3296;top:8116;width:2;height:136" coordorigin="3296,8116" coordsize="0,136" path="m3296,8116l3296,8252e" filled="false" stroked="true" strokeweight=".829954pt" strokecolor="#231f20">
                <v:path arrowok="t"/>
              </v:shape>
            </v:group>
            <v:group style="position:absolute;left:3354;top:8116;width:2;height:136" coordorigin="3354,8116" coordsize="2,136">
              <v:shape style="position:absolute;left:3354;top:8116;width:2;height:136" coordorigin="3354,8116" coordsize="0,136" path="m3354,8116l3354,8252e" filled="false" stroked="true" strokeweight=".831077pt" strokecolor="#231f20">
                <v:path arrowok="t"/>
              </v:shape>
            </v:group>
            <v:group style="position:absolute;left:3412;top:8116;width:2;height:136" coordorigin="3412,8116" coordsize="2,136">
              <v:shape style="position:absolute;left:3412;top:8116;width:2;height:136" coordorigin="3412,8116" coordsize="0,136" path="m3412,8116l3412,8252e" filled="false" stroked="true" strokeweight=".831077pt" strokecolor="#231f20">
                <v:path arrowok="t"/>
              </v:shape>
            </v:group>
            <v:group style="position:absolute;left:3179;top:8116;width:2;height:245" coordorigin="3179,8116" coordsize="2,245">
              <v:shape style="position:absolute;left:3179;top:8116;width:2;height:245" coordorigin="3179,8116" coordsize="0,245" path="m3179,8116l3179,8360e" filled="false" stroked="true" strokeweight=".829954pt" strokecolor="#231f20">
                <v:path arrowok="t"/>
              </v:shape>
            </v:group>
            <v:group style="position:absolute;left:3764;top:8116;width:2;height:478" coordorigin="3764,8116" coordsize="2,478">
              <v:shape style="position:absolute;left:3764;top:8116;width:2;height:478" coordorigin="3764,8116" coordsize="0,478" path="m3764,8116l3764,8593e" filled="false" stroked="true" strokeweight=".829954pt" strokecolor="#231f20">
                <v:path arrowok="t"/>
              </v:shape>
            </v:group>
            <v:group style="position:absolute;left:3823;top:8116;width:2;height:136" coordorigin="3823,8116" coordsize="2,136">
              <v:shape style="position:absolute;left:3823;top:8116;width:2;height:136" coordorigin="3823,8116" coordsize="0,136" path="m3823,8116l3823,8252e" filled="false" stroked="true" strokeweight=".831077pt" strokecolor="#231f20">
                <v:path arrowok="t"/>
              </v:shape>
            </v:group>
            <v:group style="position:absolute;left:3881;top:8116;width:2;height:136" coordorigin="3881,8116" coordsize="2,136">
              <v:shape style="position:absolute;left:3881;top:8116;width:2;height:136" coordorigin="3881,8116" coordsize="0,136" path="m3881,8116l3881,8252e" filled="false" stroked="true" strokeweight=".831077pt" strokecolor="#231f20">
                <v:path arrowok="t"/>
              </v:shape>
            </v:group>
            <v:group style="position:absolute;left:3940;top:8116;width:2;height:136" coordorigin="3940,8116" coordsize="2,136">
              <v:shape style="position:absolute;left:3940;top:8116;width:2;height:136" coordorigin="3940,8116" coordsize="0,136" path="m3940,8116l3940,8252e" filled="false" stroked="true" strokeweight=".831077pt" strokecolor="#231f20">
                <v:path arrowok="t"/>
              </v:shape>
            </v:group>
            <v:group style="position:absolute;left:3998;top:8116;width:2;height:136" coordorigin="3998,8116" coordsize="2,136">
              <v:shape style="position:absolute;left:3998;top:8116;width:2;height:136" coordorigin="3998,8116" coordsize="0,136" path="m3998,8116l3998,8252e" filled="false" stroked="true" strokeweight=".829954pt" strokecolor="#231f20">
                <v:path arrowok="t"/>
              </v:shape>
            </v:group>
            <v:group style="position:absolute;left:3530;top:8116;width:2;height:136" coordorigin="3530,8116" coordsize="2,136">
              <v:shape style="position:absolute;left:3530;top:8116;width:2;height:136" coordorigin="3530,8116" coordsize="0,136" path="m3530,8116l3530,8252e" filled="false" stroked="true" strokeweight=".826585pt" strokecolor="#231f20">
                <v:path arrowok="t"/>
              </v:shape>
            </v:group>
            <v:group style="position:absolute;left:3588;top:8116;width:2;height:136" coordorigin="3588,8116" coordsize="2,136">
              <v:shape style="position:absolute;left:3588;top:8116;width:2;height:136" coordorigin="3588,8116" coordsize="0,136" path="m3588,8116l3588,8252e" filled="false" stroked="true" strokeweight=".829954pt" strokecolor="#231f20">
                <v:path arrowok="t"/>
              </v:shape>
            </v:group>
            <v:group style="position:absolute;left:3647;top:8116;width:2;height:136" coordorigin="3647,8116" coordsize="2,136">
              <v:shape style="position:absolute;left:3647;top:8116;width:2;height:136" coordorigin="3647,8116" coordsize="0,136" path="m3647,8116l3647,8252e" filled="false" stroked="true" strokeweight=".8322pt" strokecolor="#231f20">
                <v:path arrowok="t"/>
              </v:shape>
            </v:group>
            <v:group style="position:absolute;left:3705;top:8116;width:2;height:136" coordorigin="3705,8116" coordsize="2,136">
              <v:shape style="position:absolute;left:3705;top:8116;width:2;height:136" coordorigin="3705,8116" coordsize="0,136" path="m3705,8116l3705,8252e" filled="false" stroked="true" strokeweight=".862521pt" strokecolor="#231f20">
                <v:path arrowok="t"/>
              </v:shape>
            </v:group>
            <v:group style="position:absolute;left:4115;top:8116;width:2;height:136" coordorigin="4115,8116" coordsize="2,136">
              <v:shape style="position:absolute;left:4115;top:8116;width:2;height:136" coordorigin="4115,8116" coordsize="0,136" path="m4115,8116l4115,8252e" filled="false" stroked="true" strokeweight=".829954pt" strokecolor="#231f20">
                <v:path arrowok="t"/>
              </v:shape>
            </v:group>
            <v:group style="position:absolute;left:4174;top:8116;width:2;height:136" coordorigin="4174,8116" coordsize="2,136">
              <v:shape style="position:absolute;left:4174;top:8116;width:2;height:136" coordorigin="4174,8116" coordsize="0,136" path="m4174,8116l4174,8252e" filled="false" stroked="true" strokeweight=".8322pt" strokecolor="#231f20">
                <v:path arrowok="t"/>
              </v:shape>
            </v:group>
            <v:group style="position:absolute;left:4232;top:8116;width:2;height:136" coordorigin="4232,8116" coordsize="2,136">
              <v:shape style="position:absolute;left:4232;top:8116;width:2;height:136" coordorigin="4232,8116" coordsize="0,136" path="m4232,8116l4232,8252e" filled="false" stroked="true" strokeweight=".831077pt" strokecolor="#231f20">
                <v:path arrowok="t"/>
              </v:shape>
            </v:group>
            <v:group style="position:absolute;left:4291;top:8116;width:2;height:136" coordorigin="4291,8116" coordsize="2,136">
              <v:shape style="position:absolute;left:4291;top:8116;width:2;height:136" coordorigin="4291,8116" coordsize="0,136" path="m4291,8116l4291,8252e" filled="false" stroked="true" strokeweight=".831077pt" strokecolor="#231f20">
                <v:path arrowok="t"/>
              </v:shape>
            </v:group>
            <v:group style="position:absolute;left:4057;top:8116;width:2;height:245" coordorigin="4057,8116" coordsize="2,245">
              <v:shape style="position:absolute;left:4057;top:8116;width:2;height:245" coordorigin="4057,8116" coordsize="0,245" path="m4057,8116l4057,8360e" filled="false" stroked="true" strokeweight=".8322pt" strokecolor="#231f20">
                <v:path arrowok="t"/>
              </v:shape>
            </v:group>
            <v:group style="position:absolute;left:4408;top:8116;width:2;height:136" coordorigin="4408,8116" coordsize="2,136">
              <v:shape style="position:absolute;left:4408;top:8116;width:2;height:136" coordorigin="4408,8116" coordsize="0,136" path="m4408,8116l4408,8252e" filled="false" stroked="true" strokeweight=".8322pt" strokecolor="#231f20">
                <v:path arrowok="t"/>
              </v:shape>
            </v:group>
            <v:group style="position:absolute;left:4467;top:8116;width:2;height:136" coordorigin="4467,8116" coordsize="2,136">
              <v:shape style="position:absolute;left:4467;top:8116;width:2;height:136" coordorigin="4467,8116" coordsize="0,136" path="m4467,8116l4467,8252e" filled="false" stroked="true" strokeweight=".829954pt" strokecolor="#231f20">
                <v:path arrowok="t"/>
              </v:shape>
            </v:group>
            <v:group style="position:absolute;left:4525;top:8116;width:2;height:136" coordorigin="4525,8116" coordsize="2,136">
              <v:shape style="position:absolute;left:4525;top:8116;width:2;height:136" coordorigin="4525,8116" coordsize="0,136" path="m4525,8116l4525,8252e" filled="false" stroked="true" strokeweight=".831077pt" strokecolor="#231f20">
                <v:path arrowok="t"/>
              </v:shape>
            </v:group>
            <v:group style="position:absolute;left:4584;top:8116;width:2;height:136" coordorigin="4584,8116" coordsize="2,136">
              <v:shape style="position:absolute;left:4584;top:8116;width:2;height:136" coordorigin="4584,8116" coordsize="0,136" path="m4584,8116l4584,8252e" filled="false" stroked="true" strokeweight=".831077pt" strokecolor="#231f20">
                <v:path arrowok="t"/>
              </v:shape>
            </v:group>
            <v:group style="position:absolute;left:4350;top:8116;width:2;height:245" coordorigin="4350,8116" coordsize="2,245">
              <v:shape style="position:absolute;left:4350;top:8116;width:2;height:245" coordorigin="4350,8116" coordsize="0,245" path="m4350,8116l4350,8360e" filled="false" stroked="true" strokeweight=".829954pt" strokecolor="#231f20">
                <v:path arrowok="t"/>
              </v:shape>
            </v:group>
            <v:group style="position:absolute;left:4701;top:8116;width:2;height:136" coordorigin="4701,8116" coordsize="2,136">
              <v:shape style="position:absolute;left:4701;top:8116;width:2;height:136" coordorigin="4701,8116" coordsize="0,136" path="m4701,8116l4701,8252e" filled="false" stroked="true" strokeweight=".829954pt" strokecolor="#231f20">
                <v:path arrowok="t"/>
              </v:shape>
            </v:group>
            <v:group style="position:absolute;left:4759;top:8116;width:2;height:136" coordorigin="4759,8116" coordsize="2,136">
              <v:shape style="position:absolute;left:4759;top:8116;width:2;height:136" coordorigin="4759,8116" coordsize="0,136" path="m4759,8116l4759,8252e" filled="false" stroked="true" strokeweight=".8322pt" strokecolor="#231f20">
                <v:path arrowok="t"/>
              </v:shape>
            </v:group>
            <v:group style="position:absolute;left:4818;top:8116;width:2;height:136" coordorigin="4818,8116" coordsize="2,136">
              <v:shape style="position:absolute;left:4818;top:8116;width:2;height:136" coordorigin="4818,8116" coordsize="0,136" path="m4818,8116l4818,8252e" filled="false" stroked="true" strokeweight=".851291pt" strokecolor="#231f20">
                <v:path arrowok="t"/>
              </v:shape>
            </v:group>
            <v:group style="position:absolute;left:4877;top:8116;width:2;height:136" coordorigin="4877,8116" coordsize="2,136">
              <v:shape style="position:absolute;left:4877;top:8116;width:2;height:136" coordorigin="4877,8116" coordsize="0,136" path="m4877,8116l4877,8252e" filled="false" stroked="true" strokeweight=".829954pt" strokecolor="#231f20">
                <v:path arrowok="t"/>
              </v:shape>
            </v:group>
            <v:group style="position:absolute;left:4643;top:8116;width:2;height:245" coordorigin="4643,8116" coordsize="2,245">
              <v:shape style="position:absolute;left:4643;top:8116;width:2;height:245" coordorigin="4643,8116" coordsize="0,245" path="m4643,8116l4643,8360e" filled="false" stroked="true" strokeweight=".831077pt" strokecolor="#231f20">
                <v:path arrowok="t"/>
              </v:shape>
            </v:group>
            <v:group style="position:absolute;left:3471;top:8116;width:2;height:245" coordorigin="3471,8116" coordsize="2,245">
              <v:shape style="position:absolute;left:3471;top:8116;width:2;height:245" coordorigin="3471,8116" coordsize="0,245" path="m3471,8116l3471,8360e" filled="false" stroked="true" strokeweight=".831077pt" strokecolor="#231f20">
                <v:path arrowok="t"/>
              </v:shape>
            </v:group>
            <v:group style="position:absolute;left:5228;top:8116;width:2;height:478" coordorigin="5228,8116" coordsize="2,478">
              <v:shape style="position:absolute;left:5228;top:8116;width:2;height:478" coordorigin="5228,8116" coordsize="0,478" path="m5228,8116l5228,8593e" filled="false" stroked="true" strokeweight=".829954pt" strokecolor="#231f20">
                <v:path arrowok="t"/>
              </v:shape>
            </v:group>
            <v:group style="position:absolute;left:5286;top:8116;width:2;height:136" coordorigin="5286,8116" coordsize="2,136">
              <v:shape style="position:absolute;left:5286;top:8116;width:2;height:136" coordorigin="5286,8116" coordsize="0,136" path="m5286,8116l5286,8252e" filled="false" stroked="true" strokeweight=".831077pt" strokecolor="#231f20">
                <v:path arrowok="t"/>
              </v:shape>
            </v:group>
            <v:group style="position:absolute;left:5345;top:8116;width:2;height:136" coordorigin="5345,8116" coordsize="2,136">
              <v:shape style="position:absolute;left:5345;top:8116;width:2;height:136" coordorigin="5345,8116" coordsize="0,136" path="m5345,8116l5345,8252e" filled="false" stroked="true" strokeweight=".831077pt" strokecolor="#231f20">
                <v:path arrowok="t"/>
              </v:shape>
            </v:group>
            <v:group style="position:absolute;left:5404;top:8116;width:2;height:136" coordorigin="5404,8116" coordsize="2,136">
              <v:shape style="position:absolute;left:5404;top:8116;width:2;height:136" coordorigin="5404,8116" coordsize="0,136" path="m5404,8116l5404,8252e" filled="false" stroked="true" strokeweight=".831077pt" strokecolor="#231f20">
                <v:path arrowok="t"/>
              </v:shape>
            </v:group>
            <v:group style="position:absolute;left:5462;top:8116;width:2;height:136" coordorigin="5462,8116" coordsize="2,136">
              <v:shape style="position:absolute;left:5462;top:8116;width:2;height:136" coordorigin="5462,8116" coordsize="0,136" path="m5462,8116l5462,8252e" filled="false" stroked="true" strokeweight=".831077pt" strokecolor="#231f20">
                <v:path arrowok="t"/>
              </v:shape>
            </v:group>
            <v:group style="position:absolute;left:4994;top:8116;width:2;height:136" coordorigin="4994,8116" coordsize="2,136">
              <v:shape style="position:absolute;left:4994;top:8116;width:2;height:136" coordorigin="4994,8116" coordsize="0,136" path="m4994,8116l4994,8252e" filled="false" stroked="true" strokeweight=".831077pt" strokecolor="#231f20">
                <v:path arrowok="t"/>
              </v:shape>
            </v:group>
            <v:group style="position:absolute;left:5052;top:8116;width:2;height:136" coordorigin="5052,8116" coordsize="2,136">
              <v:shape style="position:absolute;left:5052;top:8116;width:2;height:136" coordorigin="5052,8116" coordsize="0,136" path="m5052,8116l5052,8252e" filled="false" stroked="true" strokeweight=".829954pt" strokecolor="#231f20">
                <v:path arrowok="t"/>
              </v:shape>
            </v:group>
            <v:group style="position:absolute;left:5111;top:8116;width:2;height:136" coordorigin="5111,8116" coordsize="2,136">
              <v:shape style="position:absolute;left:5111;top:8116;width:2;height:136" coordorigin="5111,8116" coordsize="0,136" path="m5111,8116l5111,8252e" filled="false" stroked="true" strokeweight=".8322pt" strokecolor="#231f20">
                <v:path arrowok="t"/>
              </v:shape>
            </v:group>
            <v:group style="position:absolute;left:5169;top:8116;width:2;height:136" coordorigin="5169,8116" coordsize="2,136">
              <v:shape style="position:absolute;left:5169;top:8116;width:2;height:136" coordorigin="5169,8116" coordsize="0,136" path="m5169,8116l5169,8252e" filled="false" stroked="true" strokeweight=".831077pt" strokecolor="#231f20">
                <v:path arrowok="t"/>
              </v:shape>
            </v:group>
            <v:group style="position:absolute;left:5579;top:8116;width:2;height:136" coordorigin="5579,8116" coordsize="2,136">
              <v:shape style="position:absolute;left:5579;top:8116;width:2;height:136" coordorigin="5579,8116" coordsize="0,136" path="m5579,8116l5579,8252e" filled="false" stroked="true" strokeweight=".829954pt" strokecolor="#231f20">
                <v:path arrowok="t"/>
              </v:shape>
            </v:group>
            <v:group style="position:absolute;left:5638;top:8116;width:2;height:136" coordorigin="5638,8116" coordsize="2,136">
              <v:shape style="position:absolute;left:5638;top:8116;width:2;height:136" coordorigin="5638,8116" coordsize="0,136" path="m5638,8116l5638,8252e" filled="false" stroked="true" strokeweight=".831077pt" strokecolor="#231f20">
                <v:path arrowok="t"/>
              </v:shape>
            </v:group>
            <v:group style="position:absolute;left:5697;top:8116;width:2;height:136" coordorigin="5697,8116" coordsize="2,136">
              <v:shape style="position:absolute;left:5697;top:8116;width:2;height:136" coordorigin="5697,8116" coordsize="0,136" path="m5697,8116l5697,8252e" filled="false" stroked="true" strokeweight=".8322pt" strokecolor="#231f20">
                <v:path arrowok="t"/>
              </v:shape>
            </v:group>
            <v:group style="position:absolute;left:5755;top:8116;width:2;height:136" coordorigin="5755,8116" coordsize="2,136">
              <v:shape style="position:absolute;left:5755;top:8116;width:2;height:136" coordorigin="5755,8116" coordsize="0,136" path="m5755,8116l5755,8252e" filled="false" stroked="true" strokeweight=".831077pt" strokecolor="#231f20">
                <v:path arrowok="t"/>
              </v:shape>
            </v:group>
            <v:group style="position:absolute;left:5521;top:8116;width:2;height:245" coordorigin="5521,8116" coordsize="2,245">
              <v:shape style="position:absolute;left:5521;top:8116;width:2;height:245" coordorigin="5521,8116" coordsize="0,245" path="m5521,8116l5521,8360e" filled="false" stroked="true" strokeweight=".8322pt" strokecolor="#231f20">
                <v:path arrowok="t"/>
              </v:shape>
            </v:group>
            <v:group style="position:absolute;left:5872;top:8116;width:2;height:136" coordorigin="5872,8116" coordsize="2,136">
              <v:shape style="position:absolute;left:5872;top:8116;width:2;height:136" coordorigin="5872,8116" coordsize="0,136" path="m5872,8116l5872,8252e" filled="false" stroked="true" strokeweight=".8322pt" strokecolor="#231f20">
                <v:path arrowok="t"/>
              </v:shape>
            </v:group>
            <v:group style="position:absolute;left:5931;top:8116;width:2;height:136" coordorigin="5931,8116" coordsize="2,136">
              <v:shape style="position:absolute;left:5931;top:8116;width:2;height:136" coordorigin="5931,8116" coordsize="0,136" path="m5931,8116l5931,8252e" filled="false" stroked="true" strokeweight=".850168pt" strokecolor="#231f20">
                <v:path arrowok="t"/>
              </v:shape>
            </v:group>
            <v:group style="position:absolute;left:5989;top:8116;width:2;height:136" coordorigin="5989,8116" coordsize="2,136">
              <v:shape style="position:absolute;left:5989;top:8116;width:2;height:136" coordorigin="5989,8116" coordsize="0,136" path="m5989,8116l5989,8252e" filled="false" stroked="true" strokeweight=".829954pt" strokecolor="#231f20">
                <v:path arrowok="t"/>
              </v:shape>
            </v:group>
            <v:group style="position:absolute;left:6048;top:8116;width:2;height:136" coordorigin="6048,8116" coordsize="2,136">
              <v:shape style="position:absolute;left:6048;top:8116;width:2;height:136" coordorigin="6048,8116" coordsize="0,136" path="m6048,8116l6048,8252e" filled="false" stroked="true" strokeweight=".8322pt" strokecolor="#231f20">
                <v:path arrowok="t"/>
              </v:shape>
            </v:group>
            <v:group style="position:absolute;left:5814;top:8116;width:2;height:245" coordorigin="5814,8116" coordsize="2,245">
              <v:shape style="position:absolute;left:5814;top:8116;width:2;height:245" coordorigin="5814,8116" coordsize="0,245" path="m5814,8116l5814,8360e" filled="false" stroked="true" strokeweight=".831077pt" strokecolor="#231f20">
                <v:path arrowok="t"/>
              </v:shape>
            </v:group>
            <v:group style="position:absolute;left:6165;top:8116;width:2;height:136" coordorigin="6165,8116" coordsize="2,136">
              <v:shape style="position:absolute;left:6165;top:8116;width:2;height:136" coordorigin="6165,8116" coordsize="0,136" path="m6165,8116l6165,8252e" filled="false" stroked="true" strokeweight=".831077pt" strokecolor="#231f20">
                <v:path arrowok="t"/>
              </v:shape>
            </v:group>
            <v:group style="position:absolute;left:6224;top:8116;width:2;height:136" coordorigin="6224,8116" coordsize="2,136">
              <v:shape style="position:absolute;left:6224;top:8116;width:2;height:136" coordorigin="6224,8116" coordsize="0,136" path="m6224,8116l6224,8252e" filled="false" stroked="true" strokeweight=".831077pt" strokecolor="#231f20">
                <v:path arrowok="t"/>
              </v:shape>
            </v:group>
            <v:group style="position:absolute;left:6282;top:8116;width:2;height:136" coordorigin="6282,8116" coordsize="2,136">
              <v:shape style="position:absolute;left:6282;top:8116;width:2;height:136" coordorigin="6282,8116" coordsize="0,136" path="m6282,8116l6282,8252e" filled="false" stroked="true" strokeweight=".8322pt" strokecolor="#231f20">
                <v:path arrowok="t"/>
              </v:shape>
            </v:group>
            <v:group style="position:absolute;left:6341;top:8116;width:2;height:136" coordorigin="6341,8116" coordsize="2,136">
              <v:shape style="position:absolute;left:6341;top:8116;width:2;height:136" coordorigin="6341,8116" coordsize="0,136" path="m6341,8116l6341,8252e" filled="false" stroked="true" strokeweight=".82097pt" strokecolor="#231f20">
                <v:path arrowok="t"/>
              </v:shape>
            </v:group>
            <v:group style="position:absolute;left:6106;top:8116;width:2;height:245" coordorigin="6106,8116" coordsize="2,245">
              <v:shape style="position:absolute;left:6106;top:8116;width:2;height:245" coordorigin="6106,8116" coordsize="0,245" path="m6106,8116l6106,8360e" filled="false" stroked="true" strokeweight=".831077pt" strokecolor="#231f20">
                <v:path arrowok="t"/>
              </v:shape>
            </v:group>
            <v:group style="position:absolute;left:4935;top:8116;width:2;height:245" coordorigin="4935,8116" coordsize="2,245">
              <v:shape style="position:absolute;left:4935;top:8116;width:2;height:245" coordorigin="4935,8116" coordsize="0,245" path="m4935,8116l4935,8360e" filled="false" stroked="true" strokeweight=".831077pt" strokecolor="#231f20">
                <v:path arrowok="t"/>
              </v:shape>
            </v:group>
            <v:group style="position:absolute;left:6692;top:8116;width:2;height:478" coordorigin="6692,8116" coordsize="2,478">
              <v:shape style="position:absolute;left:6692;top:8116;width:2;height:478" coordorigin="6692,8116" coordsize="0,478" path="m6692,8116l6692,8593e" filled="false" stroked="true" strokeweight=".829954pt" strokecolor="#231f20">
                <v:path arrowok="t"/>
              </v:shape>
            </v:group>
            <v:group style="position:absolute;left:6750;top:8116;width:2;height:136" coordorigin="6750,8116" coordsize="2,136">
              <v:shape style="position:absolute;left:6750;top:8116;width:2;height:136" coordorigin="6750,8116" coordsize="0,136" path="m6750,8116l6750,8252e" filled="false" stroked="true" strokeweight=".831077pt" strokecolor="#231f20">
                <v:path arrowok="t"/>
              </v:shape>
            </v:group>
            <v:group style="position:absolute;left:6809;top:8116;width:2;height:136" coordorigin="6809,8116" coordsize="2,136">
              <v:shape style="position:absolute;left:6809;top:8116;width:2;height:136" coordorigin="6809,8116" coordsize="0,136" path="m6809,8116l6809,8252e" filled="false" stroked="true" strokeweight=".831077pt" strokecolor="#231f20">
                <v:path arrowok="t"/>
              </v:shape>
            </v:group>
            <v:group style="position:absolute;left:6868;top:8116;width:2;height:136" coordorigin="6868,8116" coordsize="2,136">
              <v:shape style="position:absolute;left:6868;top:8116;width:2;height:136" coordorigin="6868,8116" coordsize="0,136" path="m6868,8116l6868,8252e" filled="false" stroked="true" strokeweight=".831077pt" strokecolor="#231f20">
                <v:path arrowok="t"/>
              </v:shape>
            </v:group>
            <v:group style="position:absolute;left:6926;top:8116;width:2;height:136" coordorigin="6926,8116" coordsize="2,136">
              <v:shape style="position:absolute;left:6926;top:8116;width:2;height:136" coordorigin="6926,8116" coordsize="0,136" path="m6926,8116l6926,8252e" filled="false" stroked="true" strokeweight=".8322pt" strokecolor="#231f20">
                <v:path arrowok="t"/>
              </v:shape>
            </v:group>
            <v:group style="position:absolute;left:6457;top:8116;width:2;height:136" coordorigin="6457,8116" coordsize="2,136">
              <v:shape style="position:absolute;left:6457;top:8116;width:2;height:136" coordorigin="6457,8116" coordsize="0,136" path="m6457,8116l6457,8252e" filled="false" stroked="true" strokeweight=".829954pt" strokecolor="#231f20">
                <v:path arrowok="t"/>
              </v:shape>
            </v:group>
            <v:group style="position:absolute;left:6516;top:8116;width:2;height:136" coordorigin="6516,8116" coordsize="2,136">
              <v:shape style="position:absolute;left:6516;top:8116;width:2;height:136" coordorigin="6516,8116" coordsize="0,136" path="m6516,8116l6516,8252e" filled="false" stroked="true" strokeweight=".828831pt" strokecolor="#231f20">
                <v:path arrowok="t"/>
              </v:shape>
            </v:group>
            <v:group style="position:absolute;left:6575;top:8116;width:2;height:136" coordorigin="6575,8116" coordsize="2,136">
              <v:shape style="position:absolute;left:6575;top:8116;width:2;height:136" coordorigin="6575,8116" coordsize="0,136" path="m6575,8116l6575,8252e" filled="false" stroked="true" strokeweight=".831077pt" strokecolor="#231f20">
                <v:path arrowok="t"/>
              </v:shape>
            </v:group>
            <v:group style="position:absolute;left:6633;top:8116;width:2;height:136" coordorigin="6633,8116" coordsize="2,136">
              <v:shape style="position:absolute;left:6633;top:8116;width:2;height:136" coordorigin="6633,8116" coordsize="0,136" path="m6633,8116l6633,8252e" filled="false" stroked="true" strokeweight=".831077pt" strokecolor="#231f20">
                <v:path arrowok="t"/>
              </v:shape>
            </v:group>
            <v:group style="position:absolute;left:7043;top:8116;width:2;height:136" coordorigin="7043,8116" coordsize="2,136">
              <v:shape style="position:absolute;left:7043;top:8116;width:2;height:136" coordorigin="7043,8116" coordsize="0,136" path="m7043,8116l7043,8252e" filled="false" stroked="true" strokeweight=".861398pt" strokecolor="#231f20">
                <v:path arrowok="t"/>
              </v:shape>
            </v:group>
            <v:group style="position:absolute;left:7102;top:8116;width:2;height:136" coordorigin="7102,8116" coordsize="2,136">
              <v:shape style="position:absolute;left:7102;top:8116;width:2;height:136" coordorigin="7102,8116" coordsize="0,136" path="m7102,8116l7102,8252e" filled="false" stroked="true" strokeweight=".831077pt" strokecolor="#231f20">
                <v:path arrowok="t"/>
              </v:shape>
            </v:group>
            <v:group style="position:absolute;left:7160;top:8116;width:2;height:136" coordorigin="7160,8116" coordsize="2,136">
              <v:shape style="position:absolute;left:7160;top:8116;width:2;height:136" coordorigin="7160,8116" coordsize="0,136" path="m7160,8116l7160,8252e" filled="false" stroked="true" strokeweight=".829954pt" strokecolor="#231f20">
                <v:path arrowok="t"/>
              </v:shape>
            </v:group>
            <v:group style="position:absolute;left:7219;top:8116;width:2;height:136" coordorigin="7219,8116" coordsize="2,136">
              <v:shape style="position:absolute;left:7219;top:8116;width:2;height:136" coordorigin="7219,8116" coordsize="0,136" path="m7219,8116l7219,8252e" filled="false" stroked="true" strokeweight=".828831pt" strokecolor="#231f20">
                <v:path arrowok="t"/>
              </v:shape>
            </v:group>
            <v:group style="position:absolute;left:6985;top:8116;width:2;height:245" coordorigin="6985,8116" coordsize="2,245">
              <v:shape style="position:absolute;left:6985;top:8116;width:2;height:245" coordorigin="6985,8116" coordsize="0,245" path="m6985,8116l6985,8360e" filled="false" stroked="true" strokeweight=".8322pt" strokecolor="#231f20">
                <v:path arrowok="t"/>
              </v:shape>
            </v:group>
            <v:group style="position:absolute;left:7336;top:8116;width:2;height:136" coordorigin="7336,8116" coordsize="2,136">
              <v:shape style="position:absolute;left:7336;top:8116;width:2;height:136" coordorigin="7336,8116" coordsize="0,136" path="m7336,8116l7336,8252e" filled="false" stroked="true" strokeweight=".8322pt" strokecolor="#231f20">
                <v:path arrowok="t"/>
              </v:shape>
            </v:group>
            <v:group style="position:absolute;left:7395;top:8116;width:2;height:136" coordorigin="7395,8116" coordsize="2,136">
              <v:shape style="position:absolute;left:7395;top:8116;width:2;height:136" coordorigin="7395,8116" coordsize="0,136" path="m7395,8116l7395,8252e" filled="false" stroked="true" strokeweight=".831077pt" strokecolor="#231f20">
                <v:path arrowok="t"/>
              </v:shape>
            </v:group>
            <v:group style="position:absolute;left:7453;top:8116;width:2;height:136" coordorigin="7453,8116" coordsize="2,136">
              <v:shape style="position:absolute;left:7453;top:8116;width:2;height:136" coordorigin="7453,8116" coordsize="0,136" path="m7453,8116l7453,8252e" filled="false" stroked="true" strokeweight=".829954pt" strokecolor="#231f20">
                <v:path arrowok="t"/>
              </v:shape>
            </v:group>
            <v:group style="position:absolute;left:7512;top:8116;width:2;height:136" coordorigin="7512,8116" coordsize="2,136">
              <v:shape style="position:absolute;left:7512;top:8116;width:2;height:136" coordorigin="7512,8116" coordsize="0,136" path="m7512,8116l7512,8252e" filled="false" stroked="true" strokeweight=".8322pt" strokecolor="#231f20">
                <v:path arrowok="t"/>
              </v:shape>
            </v:group>
            <v:group style="position:absolute;left:7277;top:8116;width:2;height:245" coordorigin="7277,8116" coordsize="2,245">
              <v:shape style="position:absolute;left:7277;top:8116;width:2;height:245" coordorigin="7277,8116" coordsize="0,245" path="m7277,8116l7277,8360e" filled="false" stroked="true" strokeweight=".831077pt" strokecolor="#231f20">
                <v:path arrowok="t"/>
              </v:shape>
            </v:group>
            <v:group style="position:absolute;left:7629;top:8116;width:2;height:136" coordorigin="7629,8116" coordsize="2,136">
              <v:shape style="position:absolute;left:7629;top:8116;width:2;height:136" coordorigin="7629,8116" coordsize="0,136" path="m7629,8116l7629,8252e" filled="false" stroked="true" strokeweight=".8322pt" strokecolor="#231f20">
                <v:path arrowok="t"/>
              </v:shape>
            </v:group>
            <v:group style="position:absolute;left:7687;top:8116;width:2;height:136" coordorigin="7687,8116" coordsize="2,136">
              <v:shape style="position:absolute;left:7687;top:8116;width:2;height:136" coordorigin="7687,8116" coordsize="0,136" path="m7687,8116l7687,8252e" filled="false" stroked="true" strokeweight=".831077pt" strokecolor="#231f20">
                <v:path arrowok="t"/>
              </v:shape>
            </v:group>
            <v:group style="position:absolute;left:7746;top:8116;width:2;height:136" coordorigin="7746,8116" coordsize="2,136">
              <v:shape style="position:absolute;left:7746;top:8116;width:2;height:136" coordorigin="7746,8116" coordsize="0,136" path="m7746,8116l7746,8252e" filled="false" stroked="true" strokeweight=".8322pt" strokecolor="#231f20">
                <v:path arrowok="t"/>
              </v:shape>
            </v:group>
            <v:group style="position:absolute;left:7804;top:8116;width:2;height:136" coordorigin="7804,8116" coordsize="2,136">
              <v:shape style="position:absolute;left:7804;top:8116;width:2;height:136" coordorigin="7804,8116" coordsize="0,136" path="m7804,8116l7804,8252e" filled="false" stroked="true" strokeweight=".831077pt" strokecolor="#231f20">
                <v:path arrowok="t"/>
              </v:shape>
            </v:group>
            <v:group style="position:absolute;left:7570;top:8116;width:2;height:245" coordorigin="7570,8116" coordsize="2,245">
              <v:shape style="position:absolute;left:7570;top:8116;width:2;height:245" coordorigin="7570,8116" coordsize="0,245" path="m7570,8116l7570,8360e" filled="false" stroked="true" strokeweight=".831077pt" strokecolor="#231f20">
                <v:path arrowok="t"/>
              </v:shape>
            </v:group>
            <v:group style="position:absolute;left:6399;top:8116;width:2;height:245" coordorigin="6399,8116" coordsize="2,245">
              <v:shape style="position:absolute;left:6399;top:8116;width:2;height:245" coordorigin="6399,8116" coordsize="0,245" path="m6399,8116l6399,8360e" filled="false" stroked="true" strokeweight=".8322pt" strokecolor="#231f20">
                <v:path arrowok="t"/>
              </v:shape>
            </v:group>
            <v:group style="position:absolute;left:8156;top:8116;width:2;height:478" coordorigin="8156,8116" coordsize="2,478">
              <v:shape style="position:absolute;left:8156;top:8116;width:2;height:478" coordorigin="8156,8116" coordsize="0,478" path="m8156,8116l8156,8593e" filled="false" stroked="true" strokeweight=".861398pt" strokecolor="#231f20">
                <v:path arrowok="t"/>
              </v:shape>
            </v:group>
            <v:group style="position:absolute;left:8215;top:8116;width:2;height:136" coordorigin="8215,8116" coordsize="2,136">
              <v:shape style="position:absolute;left:8215;top:8116;width:2;height:136" coordorigin="8215,8116" coordsize="0,136" path="m8215,8116l8215,8252e" filled="false" stroked="true" strokeweight=".829954pt" strokecolor="#231f20">
                <v:path arrowok="t"/>
              </v:shape>
            </v:group>
            <v:group style="position:absolute;left:8273;top:8116;width:2;height:136" coordorigin="8273,8116" coordsize="2,136">
              <v:shape style="position:absolute;left:8273;top:8116;width:2;height:136" coordorigin="8273,8116" coordsize="0,136" path="m8273,8116l8273,8252e" filled="false" stroked="true" strokeweight=".831077pt" strokecolor="#231f20">
                <v:path arrowok="t"/>
              </v:shape>
            </v:group>
            <v:group style="position:absolute;left:8332;top:8116;width:2;height:136" coordorigin="8332,8116" coordsize="2,136">
              <v:shape style="position:absolute;left:8332;top:8116;width:2;height:136" coordorigin="8332,8116" coordsize="0,136" path="m8332,8116l8332,8252e" filled="false" stroked="true" strokeweight=".831077pt" strokecolor="#231f20">
                <v:path arrowok="t"/>
              </v:shape>
            </v:group>
            <v:group style="position:absolute;left:8390;top:8116;width:2;height:136" coordorigin="8390,8116" coordsize="2,136">
              <v:shape style="position:absolute;left:8390;top:8116;width:2;height:136" coordorigin="8390,8116" coordsize="0,136" path="m8390,8116l8390,8252e" filled="false" stroked="true" strokeweight=".8322pt" strokecolor="#231f20">
                <v:path arrowok="t"/>
              </v:shape>
            </v:group>
            <v:group style="position:absolute;left:7922;top:8116;width:2;height:136" coordorigin="7922,8116" coordsize="2,136">
              <v:shape style="position:absolute;left:7922;top:8116;width:2;height:136" coordorigin="7922,8116" coordsize="0,136" path="m7922,8116l7922,8252e" filled="false" stroked="true" strokeweight=".829954pt" strokecolor="#231f20">
                <v:path arrowok="t"/>
              </v:shape>
            </v:group>
            <v:group style="position:absolute;left:7980;top:8116;width:2;height:136" coordorigin="7980,8116" coordsize="2,136">
              <v:shape style="position:absolute;left:7980;top:8116;width:2;height:136" coordorigin="7980,8116" coordsize="0,136" path="m7980,8116l7980,8252e" filled="false" stroked="true" strokeweight=".829954pt" strokecolor="#231f20">
                <v:path arrowok="t"/>
              </v:shape>
            </v:group>
            <v:group style="position:absolute;left:8039;top:8116;width:2;height:136" coordorigin="8039,8116" coordsize="2,136">
              <v:shape style="position:absolute;left:8039;top:8116;width:2;height:136" coordorigin="8039,8116" coordsize="0,136" path="m8039,8116l8039,8252e" filled="false" stroked="true" strokeweight=".829954pt" strokecolor="#231f20">
                <v:path arrowok="t"/>
              </v:shape>
            </v:group>
            <v:group style="position:absolute;left:8097;top:8116;width:2;height:136" coordorigin="8097,8116" coordsize="2,136">
              <v:shape style="position:absolute;left:8097;top:8116;width:2;height:136" coordorigin="8097,8116" coordsize="0,136" path="m8097,8116l8097,8252e" filled="false" stroked="true" strokeweight=".831077pt" strokecolor="#231f20">
                <v:path arrowok="t"/>
              </v:shape>
            </v:group>
            <v:group style="position:absolute;left:8507;top:8116;width:2;height:136" coordorigin="8507,8116" coordsize="2,136">
              <v:shape style="position:absolute;left:8507;top:8116;width:2;height:136" coordorigin="8507,8116" coordsize="0,136" path="m8507,8116l8507,8252e" filled="false" stroked="true" strokeweight=".831077pt" strokecolor="#231f20">
                <v:path arrowok="t"/>
              </v:shape>
            </v:group>
            <v:group style="position:absolute;left:8566;top:8116;width:2;height:136" coordorigin="8566,8116" coordsize="2,136">
              <v:shape style="position:absolute;left:8566;top:8116;width:2;height:136" coordorigin="8566,8116" coordsize="0,136" path="m8566,8116l8566,8252e" filled="false" stroked="true" strokeweight=".8322pt" strokecolor="#231f20">
                <v:path arrowok="t"/>
              </v:shape>
            </v:group>
            <v:group style="position:absolute;left:8624;top:8116;width:2;height:136" coordorigin="8624,8116" coordsize="2,136">
              <v:shape style="position:absolute;left:8624;top:8116;width:2;height:136" coordorigin="8624,8116" coordsize="0,136" path="m8624,8116l8624,8252e" filled="false" stroked="true" strokeweight=".831077pt" strokecolor="#231f20">
                <v:path arrowok="t"/>
              </v:shape>
            </v:group>
            <v:group style="position:absolute;left:8683;top:8116;width:2;height:136" coordorigin="8683,8116" coordsize="2,136">
              <v:shape style="position:absolute;left:8683;top:8116;width:2;height:136" coordorigin="8683,8116" coordsize="0,136" path="m8683,8116l8683,8252e" filled="false" stroked="true" strokeweight=".831077pt" strokecolor="#231f20">
                <v:path arrowok="t"/>
              </v:shape>
            </v:group>
            <v:group style="position:absolute;left:8449;top:8116;width:2;height:245" coordorigin="8449,8116" coordsize="2,245">
              <v:shape style="position:absolute;left:8449;top:8116;width:2;height:245" coordorigin="8449,8116" coordsize="0,245" path="m8449,8116l8449,8360e" filled="false" stroked="true" strokeweight=".8322pt" strokecolor="#231f20">
                <v:path arrowok="t"/>
              </v:shape>
            </v:group>
            <v:group style="position:absolute;left:8800;top:8116;width:2;height:136" coordorigin="8800,8116" coordsize="2,136">
              <v:shape style="position:absolute;left:8800;top:8116;width:2;height:136" coordorigin="8800,8116" coordsize="0,136" path="m8800,8116l8800,8252e" filled="false" stroked="true" strokeweight=".831077pt" strokecolor="#231f20">
                <v:path arrowok="t"/>
              </v:shape>
            </v:group>
            <v:group style="position:absolute;left:8859;top:8116;width:2;height:136" coordorigin="8859,8116" coordsize="2,136">
              <v:shape style="position:absolute;left:8859;top:8116;width:2;height:136" coordorigin="8859,8116" coordsize="0,136" path="m8859,8116l8859,8252e" filled="false" stroked="true" strokeweight=".829954pt" strokecolor="#231f20">
                <v:path arrowok="t"/>
              </v:shape>
            </v:group>
            <v:group style="position:absolute;left:8917;top:8116;width:2;height:136" coordorigin="8917,8116" coordsize="2,136">
              <v:shape style="position:absolute;left:8917;top:8116;width:2;height:136" coordorigin="8917,8116" coordsize="0,136" path="m8917,8116l8917,8252e" filled="false" stroked="true" strokeweight=".829954pt" strokecolor="#231f20">
                <v:path arrowok="t"/>
              </v:shape>
            </v:group>
            <v:group style="position:absolute;left:8975;top:8116;width:2;height:136" coordorigin="8975,8116" coordsize="2,136">
              <v:shape style="position:absolute;left:8975;top:8116;width:2;height:136" coordorigin="8975,8116" coordsize="0,136" path="m8975,8116l8975,8252e" filled="false" stroked="true" strokeweight=".829954pt" strokecolor="#231f20">
                <v:path arrowok="t"/>
              </v:shape>
            </v:group>
            <v:group style="position:absolute;left:8742;top:8116;width:2;height:245" coordorigin="8742,8116" coordsize="2,245">
              <v:shape style="position:absolute;left:8742;top:8116;width:2;height:245" coordorigin="8742,8116" coordsize="0,245" path="m8742,8116l8742,8360e" filled="false" stroked="true" strokeweight=".829954pt" strokecolor="#231f20">
                <v:path arrowok="t"/>
              </v:shape>
            </v:group>
            <v:group style="position:absolute;left:9093;top:8116;width:2;height:136" coordorigin="9093,8116" coordsize="2,136">
              <v:shape style="position:absolute;left:9093;top:8116;width:2;height:136" coordorigin="9093,8116" coordsize="0,136" path="m9093,8116l9093,8252e" filled="false" stroked="true" strokeweight=".8322pt" strokecolor="#231f20">
                <v:path arrowok="t"/>
              </v:shape>
            </v:group>
            <v:group style="position:absolute;left:9151;top:8116;width:2;height:136" coordorigin="9151,8116" coordsize="2,136">
              <v:shape style="position:absolute;left:9151;top:8116;width:2;height:136" coordorigin="9151,8116" coordsize="0,136" path="m9151,8116l9151,8252e" filled="false" stroked="true" strokeweight=".8322pt" strokecolor="#231f20">
                <v:path arrowok="t"/>
              </v:shape>
            </v:group>
            <v:group style="position:absolute;left:9210;top:8116;width:2;height:136" coordorigin="9210,8116" coordsize="2,136">
              <v:shape style="position:absolute;left:9210;top:8116;width:2;height:136" coordorigin="9210,8116" coordsize="0,136" path="m9210,8116l9210,8252e" filled="false" stroked="true" strokeweight=".8322pt" strokecolor="#231f20">
                <v:path arrowok="t"/>
              </v:shape>
            </v:group>
            <v:group style="position:absolute;left:9269;top:8116;width:2;height:136" coordorigin="9269,8116" coordsize="2,136">
              <v:shape style="position:absolute;left:9269;top:8116;width:2;height:136" coordorigin="9269,8116" coordsize="0,136" path="m9269,8116l9269,8252e" filled="false" stroked="true" strokeweight=".851291pt" strokecolor="#231f20">
                <v:path arrowok="t"/>
              </v:shape>
            </v:group>
            <v:group style="position:absolute;left:9035;top:8116;width:2;height:245" coordorigin="9035,8116" coordsize="2,245">
              <v:shape style="position:absolute;left:9035;top:8116;width:2;height:245" coordorigin="9035,8116" coordsize="0,245" path="m9035,8116l9035,8360e" filled="false" stroked="true" strokeweight=".829954pt" strokecolor="#231f20">
                <v:path arrowok="t"/>
              </v:shape>
            </v:group>
            <v:group style="position:absolute;left:7863;top:8116;width:2;height:245" coordorigin="7863,8116" coordsize="2,245">
              <v:shape style="position:absolute;left:7863;top:8116;width:2;height:245" coordorigin="7863,8116" coordsize="0,245" path="m7863,8116l7863,8360e" filled="false" stroked="true" strokeweight=".8322pt" strokecolor="#231f20">
                <v:path arrowok="t"/>
              </v:shape>
            </v:group>
            <v:group style="position:absolute;left:9620;top:8116;width:2;height:478" coordorigin="9620,8116" coordsize="2,478">
              <v:shape style="position:absolute;left:9620;top:8116;width:2;height:478" coordorigin="9620,8116" coordsize="0,478" path="m9620,8116l9620,8593e" filled="false" stroked="true" strokeweight=".829954pt" strokecolor="#231f20">
                <v:path arrowok="t"/>
              </v:shape>
            </v:group>
            <v:group style="position:absolute;left:9678;top:8116;width:2;height:136" coordorigin="9678,8116" coordsize="2,136">
              <v:shape style="position:absolute;left:9678;top:8116;width:2;height:136" coordorigin="9678,8116" coordsize="0,136" path="m9678,8116l9678,8252e" filled="false" stroked="true" strokeweight=".831077pt" strokecolor="#231f20">
                <v:path arrowok="t"/>
              </v:shape>
            </v:group>
            <v:group style="position:absolute;left:9737;top:8116;width:2;height:136" coordorigin="9737,8116" coordsize="2,136">
              <v:shape style="position:absolute;left:9737;top:8116;width:2;height:136" coordorigin="9737,8116" coordsize="0,136" path="m9737,8116l9737,8252e" filled="false" stroked="true" strokeweight=".829954pt" strokecolor="#231f20">
                <v:path arrowok="t"/>
              </v:shape>
            </v:group>
            <v:group style="position:absolute;left:9795;top:8116;width:2;height:136" coordorigin="9795,8116" coordsize="2,136">
              <v:shape style="position:absolute;left:9795;top:8116;width:2;height:136" coordorigin="9795,8116" coordsize="0,136" path="m9795,8116l9795,8252e" filled="false" stroked="true" strokeweight=".831077pt" strokecolor="#231f20">
                <v:path arrowok="t"/>
              </v:shape>
            </v:group>
            <v:group style="position:absolute;left:9854;top:8116;width:2;height:136" coordorigin="9854,8116" coordsize="2,136">
              <v:shape style="position:absolute;left:9854;top:8116;width:2;height:136" coordorigin="9854,8116" coordsize="0,136" path="m9854,8116l9854,8252e" filled="false" stroked="true" strokeweight=".831077pt" strokecolor="#231f20">
                <v:path arrowok="t"/>
              </v:shape>
            </v:group>
            <v:group style="position:absolute;left:9386;top:8116;width:2;height:136" coordorigin="9386,8116" coordsize="2,136">
              <v:shape style="position:absolute;left:9386;top:8116;width:2;height:136" coordorigin="9386,8116" coordsize="0,136" path="m9386,8116l9386,8252e" filled="false" stroked="true" strokeweight=".831077pt" strokecolor="#231f20">
                <v:path arrowok="t"/>
              </v:shape>
            </v:group>
            <v:group style="position:absolute;left:9444;top:8116;width:2;height:136" coordorigin="9444,8116" coordsize="2,136">
              <v:shape style="position:absolute;left:9444;top:8116;width:2;height:136" coordorigin="9444,8116" coordsize="0,136" path="m9444,8116l9444,8252e" filled="false" stroked="true" strokeweight=".8322pt" strokecolor="#231f20">
                <v:path arrowok="t"/>
              </v:shape>
            </v:group>
            <v:group style="position:absolute;left:9503;top:8116;width:2;height:136" coordorigin="9503,8116" coordsize="2,136">
              <v:shape style="position:absolute;left:9503;top:8116;width:2;height:136" coordorigin="9503,8116" coordsize="0,136" path="m9503,8116l9503,8252e" filled="false" stroked="true" strokeweight=".831077pt" strokecolor="#231f20">
                <v:path arrowok="t"/>
              </v:shape>
            </v:group>
            <v:group style="position:absolute;left:9561;top:8116;width:2;height:136" coordorigin="9561,8116" coordsize="2,136">
              <v:shape style="position:absolute;left:9561;top:8116;width:2;height:136" coordorigin="9561,8116" coordsize="0,136" path="m9561,8116l9561,8252e" filled="false" stroked="true" strokeweight=".831077pt" strokecolor="#231f20">
                <v:path arrowok="t"/>
              </v:shape>
            </v:group>
            <v:group style="position:absolute;left:9971;top:8116;width:2;height:136" coordorigin="9971,8116" coordsize="2,136">
              <v:shape style="position:absolute;left:9971;top:8116;width:2;height:136" coordorigin="9971,8116" coordsize="0,136" path="m9971,8116l9971,8252e" filled="false" stroked="true" strokeweight=".831077pt" strokecolor="#231f20">
                <v:path arrowok="t"/>
              </v:shape>
            </v:group>
            <v:group style="position:absolute;left:10030;top:8116;width:2;height:136" coordorigin="10030,8116" coordsize="2,136">
              <v:shape style="position:absolute;left:10030;top:8116;width:2;height:136" coordorigin="10030,8116" coordsize="0,136" path="m10030,8116l10030,8252e" filled="false" stroked="true" strokeweight=".831077pt" strokecolor="#231f20">
                <v:path arrowok="t"/>
              </v:shape>
            </v:group>
            <v:group style="position:absolute;left:10088;top:8116;width:2;height:136" coordorigin="10088,8116" coordsize="2,136">
              <v:shape style="position:absolute;left:10088;top:8116;width:2;height:136" coordorigin="10088,8116" coordsize="0,136" path="m10088,8116l10088,8252e" filled="false" stroked="true" strokeweight=".831077pt" strokecolor="#231f20">
                <v:path arrowok="t"/>
              </v:shape>
            </v:group>
            <v:group style="position:absolute;left:10147;top:8116;width:2;height:136" coordorigin="10147,8116" coordsize="2,136">
              <v:shape style="position:absolute;left:10147;top:8116;width:2;height:136" coordorigin="10147,8116" coordsize="0,136" path="m10147,8116l10147,8252e" filled="false" stroked="true" strokeweight=".831077pt" strokecolor="#231f20">
                <v:path arrowok="t"/>
              </v:shape>
            </v:group>
            <v:group style="position:absolute;left:9913;top:8116;width:2;height:245" coordorigin="9913,8116" coordsize="2,245">
              <v:shape style="position:absolute;left:9913;top:8116;width:2;height:245" coordorigin="9913,8116" coordsize="0,245" path="m9913,8116l9913,8360e" filled="false" stroked="true" strokeweight=".8322pt" strokecolor="#231f20">
                <v:path arrowok="t"/>
              </v:shape>
            </v:group>
            <v:group style="position:absolute;left:10264;top:8116;width:2;height:136" coordorigin="10264,8116" coordsize="2,136">
              <v:shape style="position:absolute;left:10264;top:8116;width:2;height:136" coordorigin="10264,8116" coordsize="0,136" path="m10264,8116l10264,8252e" filled="false" stroked="true" strokeweight=".8322pt" strokecolor="#231f20">
                <v:path arrowok="t"/>
              </v:shape>
            </v:group>
            <v:group style="position:absolute;left:10322;top:8116;width:2;height:136" coordorigin="10322,8116" coordsize="2,136">
              <v:shape style="position:absolute;left:10322;top:8116;width:2;height:136" coordorigin="10322,8116" coordsize="0,136" path="m10322,8116l10322,8252e" filled="false" stroked="true" strokeweight=".831077pt" strokecolor="#231f20">
                <v:path arrowok="t"/>
              </v:shape>
            </v:group>
            <v:group style="position:absolute;left:10381;top:8116;width:2;height:136" coordorigin="10381,8116" coordsize="2,136">
              <v:shape style="position:absolute;left:10381;top:8116;width:2;height:136" coordorigin="10381,8116" coordsize="0,136" path="m10381,8116l10381,8252e" filled="false" stroked="true" strokeweight=".851291pt" strokecolor="#231f20">
                <v:path arrowok="t"/>
              </v:shape>
            </v:group>
            <v:group style="position:absolute;left:10440;top:8116;width:2;height:136" coordorigin="10440,8116" coordsize="2,136">
              <v:shape style="position:absolute;left:10440;top:8116;width:2;height:136" coordorigin="10440,8116" coordsize="0,136" path="m10440,8116l10440,8252e" filled="false" stroked="true" strokeweight=".831077pt" strokecolor="#231f20">
                <v:path arrowok="t"/>
              </v:shape>
            </v:group>
            <v:group style="position:absolute;left:10206;top:8116;width:2;height:245" coordorigin="10206,8116" coordsize="2,245">
              <v:shape style="position:absolute;left:10206;top:8116;width:2;height:245" coordorigin="10206,8116" coordsize="0,245" path="m10206,8116l10206,8360e" filled="false" stroked="true" strokeweight=".8322pt" strokecolor="#231f20">
                <v:path arrowok="t"/>
              </v:shape>
            </v:group>
            <v:group style="position:absolute;left:10498;top:8116;width:2;height:245" coordorigin="10498,8116" coordsize="2,245">
              <v:shape style="position:absolute;left:10498;top:8116;width:2;height:245" coordorigin="10498,8116" coordsize="0,245" path="m10498,8116l10498,8360e" filled="false" stroked="true" strokeweight=".828831pt" strokecolor="#231f20">
                <v:path arrowok="t"/>
              </v:shape>
            </v:group>
            <v:group style="position:absolute;left:9327;top:8116;width:2;height:245" coordorigin="9327,8116" coordsize="2,245">
              <v:shape style="position:absolute;left:9327;top:8116;width:2;height:245" coordorigin="9327,8116" coordsize="0,245" path="m9327,8116l9327,8360e" filled="false" stroked="true" strokeweight=".831077pt" strokecolor="#231f20">
                <v:path arrowok="t"/>
              </v:shape>
            </v:group>
            <v:group style="position:absolute;left:2253;top:8632;width:7472;height:120" coordorigin="2253,8632" coordsize="7472,120">
              <v:shape style="position:absolute;left:2253;top:8632;width:7472;height:120" coordorigin="2253,8632" coordsize="7472,120" path="m2291,8751l2256,8717,2253,8707,2253,8675,2255,8668,2258,8662,2259,8658,2260,8651,2263,8647,2271,8640,2275,8636,2279,8633,2285,8632,2297,8632,2302,8633,2307,8636,2312,8638,2319,8646,2291,8646,2285,8647,2281,8649,2276,8653,2274,8659,2271,8666,2268,8682,2268,8701,2285,8738,2291,8740,2319,8740,2316,8743,2309,8747,2300,8750,2291,8751xe" filled="true" fillcolor="#231f20" stroked="false">
                <v:path arrowok="t"/>
                <v:fill type="solid"/>
              </v:shape>
              <v:shape style="position:absolute;left:2253;top:8632;width:7472;height:120" coordorigin="2253,8632" coordsize="7472,120" path="m2319,8740l2291,8740,2302,8736,2310,8728,2315,8713,2316,8693,2316,8686,2315,8679,2315,8672,2313,8666,2312,8662,2309,8658,2307,8654,2305,8651,2302,8650,2299,8647,2294,8646,2319,8646,2322,8651,2325,8658,2326,8665,2329,8672,2331,8682,2331,8704,2329,8715,2326,8726,2322,8735,2319,8740xe" filled="true" fillcolor="#231f20" stroked="false">
                <v:path arrowok="t"/>
                <v:fill type="solid"/>
              </v:shape>
              <v:shape style="position:absolute;left:2253;top:8632;width:7472;height:120" coordorigin="2253,8632" coordsize="7472,120" path="m3698,8751l3663,8717,3660,8707,3660,8675,3662,8668,3665,8662,3666,8658,3667,8651,3670,8647,3678,8640,3682,8636,3686,8633,3692,8632,3704,8632,3708,8633,3714,8636,3719,8638,3726,8646,3698,8646,3692,8647,3688,8649,3683,8653,3681,8659,3678,8666,3676,8674,3675,8682,3675,8701,3676,8710,3678,8719,3679,8726,3682,8732,3686,8736,3692,8738,3698,8740,3725,8740,3723,8743,3715,8747,3707,8750,3698,8751xe" filled="true" fillcolor="#231f20" stroked="false">
                <v:path arrowok="t"/>
                <v:fill type="solid"/>
              </v:shape>
              <v:shape style="position:absolute;left:2253;top:8632;width:7472;height:120" coordorigin="2253,8632" coordsize="7472,120" path="m3725,8740l3698,8740,3708,8736,3717,8728,3722,8713,3723,8693,3723,8686,3722,8679,3722,8672,3720,8666,3719,8662,3715,8658,3714,8654,3711,8651,3708,8650,3706,8647,3701,8646,3726,8646,3729,8651,3732,8658,3733,8665,3736,8672,3738,8682,3738,8704,3736,8715,3733,8726,3729,8735,3725,8740xe" filled="true" fillcolor="#231f20" stroked="false">
                <v:path arrowok="t"/>
                <v:fill type="solid"/>
              </v:shape>
              <v:shape style="position:absolute;left:2253;top:8632;width:7472;height:120" coordorigin="2253,8632" coordsize="7472,120" path="m3776,8748l3758,8748,3758,8730,3776,8730,3776,8748xe" filled="true" fillcolor="#231f20" stroked="false">
                <v:path arrowok="t"/>
                <v:fill type="solid"/>
              </v:shape>
              <v:shape style="position:absolute;left:2253;top:8632;width:7472;height:120" coordorigin="2253,8632" coordsize="7472,120" path="m3811,8699l3799,8698,3806,8635,3867,8635,3867,8650,3818,8650,3814,8682,3856,8682,3858,8683,3861,8686,3863,8687,3830,8687,3827,8689,3822,8689,3820,8690,3817,8692,3814,8693,3812,8697,3811,8699xe" filled="true" fillcolor="#231f20" stroked="false">
                <v:path arrowok="t"/>
                <v:fill type="solid"/>
              </v:shape>
              <v:shape style="position:absolute;left:2253;top:8632;width:7472;height:120" coordorigin="2253,8632" coordsize="7472,120" path="m3856,8682l3814,8682,3818,8679,3822,8675,3828,8674,3840,8674,3845,8675,3849,8679,3853,8680,3856,8682xe" filled="true" fillcolor="#231f20" stroked="false">
                <v:path arrowok="t"/>
                <v:fill type="solid"/>
              </v:shape>
              <v:shape style="position:absolute;left:2253;top:8632;width:7472;height:120" coordorigin="2253,8632" coordsize="7472,120" path="m3864,8740l3838,8740,3843,8738,3848,8736,3850,8733,3853,8730,3856,8726,3858,8722,3858,8710,3856,8704,3853,8699,3850,8695,3848,8692,3843,8689,3838,8687,3863,8687,3865,8689,3868,8692,3869,8697,3871,8701,3872,8705,3872,8720,3871,8728,3868,8733,3864,8740xe" filled="true" fillcolor="#231f20" stroked="false">
                <v:path arrowok="t"/>
                <v:fill type="solid"/>
              </v:shape>
              <v:shape style="position:absolute;left:2253;top:8632;width:7472;height:120" coordorigin="2253,8632" coordsize="7472,120" path="m3842,8751l3822,8751,3818,8750,3814,8748,3809,8747,3806,8744,3804,8741,3801,8738,3798,8733,3796,8729,3795,8725,3795,8720,3809,8720,3812,8729,3817,8735,3824,8738,3834,8740,3864,8740,3858,8746,3850,8748,3842,8751xe" filled="true" fillcolor="#231f20" stroked="false">
                <v:path arrowok="t"/>
                <v:fill type="solid"/>
              </v:shape>
              <v:shape style="position:absolute;left:2253;top:8632;width:7472;height:120" coordorigin="2253,8632" coordsize="7472,120" path="m5209,8748l5194,8748,5194,8666,5168,8666,5168,8654,5178,8654,5181,8653,5184,8653,5187,8651,5188,8650,5191,8649,5193,8646,5196,8643,5197,8638,5198,8632,5209,8632,5209,8748xe" filled="true" fillcolor="#231f20" stroked="false">
                <v:path arrowok="t"/>
                <v:fill type="solid"/>
              </v:shape>
              <v:shape style="position:absolute;left:2253;top:8632;width:7472;height:120" coordorigin="2253,8632" coordsize="7472,120" path="m5279,8675l5266,8675,5271,8668,5276,8664,5284,8662,5291,8661,5295,8661,5304,8664,5307,8665,5308,8666,5311,8669,5313,8671,5314,8674,5282,8674,5279,8675xe" filled="true" fillcolor="#231f20" stroked="false">
                <v:path arrowok="t"/>
                <v:fill type="solid"/>
              </v:shape>
              <v:shape style="position:absolute;left:2253;top:8632;width:7472;height:120" coordorigin="2253,8632" coordsize="7472,120" path="m5367,8748l5352,8748,5352,8692,5351,8684,5348,8679,5344,8675,5336,8674,5314,8674,5320,8668,5323,8665,5326,8664,5329,8662,5332,8662,5336,8661,5345,8661,5367,8682,5367,8748xe" filled="true" fillcolor="#231f20" stroked="false">
                <v:path arrowok="t"/>
                <v:fill type="solid"/>
              </v:shape>
              <v:shape style="position:absolute;left:2253;top:8632;width:7472;height:120" coordorigin="2253,8632" coordsize="7472,120" path="m5266,8748l5251,8748,5251,8662,5264,8662,5264,8675,5279,8675,5276,8677,5274,8680,5272,8682,5271,8684,5269,8687,5267,8692,5266,8697,5266,8748xe" filled="true" fillcolor="#231f20" stroked="false">
                <v:path arrowok="t"/>
                <v:fill type="solid"/>
              </v:shape>
              <v:shape style="position:absolute;left:2253;top:8632;width:7472;height:120" coordorigin="2253,8632" coordsize="7472,120" path="m5317,8748l5303,8748,5303,8687,5301,8684,5301,8682,5300,8679,5297,8677,5295,8675,5292,8674,5332,8674,5329,8675,5325,8677,5321,8680,5320,8683,5319,8687,5317,8692,5317,8748xe" filled="true" fillcolor="#231f20" stroked="false">
                <v:path arrowok="t"/>
                <v:fill type="solid"/>
              </v:shape>
              <v:shape style="position:absolute;left:2253;top:8632;width:7472;height:120" coordorigin="2253,8632" coordsize="7472,120" path="m6660,8748l6645,8748,6645,8666,6619,8666,6619,8654,6629,8654,6632,8653,6635,8653,6638,8651,6639,8650,6642,8649,6644,8646,6647,8643,6648,8638,6650,8632,6660,8632,6660,8748xe" filled="true" fillcolor="#231f20" stroked="false">
                <v:path arrowok="t"/>
                <v:fill type="solid"/>
              </v:shape>
              <v:shape style="position:absolute;left:2253;top:8632;width:7472;height:120" coordorigin="2253,8632" coordsize="7472,120" path="m6724,8748l6707,8748,6707,8730,6724,8730,6724,8748xe" filled="true" fillcolor="#231f20" stroked="false">
                <v:path arrowok="t"/>
                <v:fill type="solid"/>
              </v:shape>
              <v:shape style="position:absolute;left:2253;top:8632;width:7472;height:120" coordorigin="2253,8632" coordsize="7472,120" path="m6759,8699l6747,8698,6755,8635,6815,8635,6815,8650,6767,8650,6762,8682,6804,8682,6806,8683,6809,8686,6811,8687,6778,8687,6775,8689,6771,8689,6765,8692,6762,8693,6761,8697,6759,8699xe" filled="true" fillcolor="#231f20" stroked="false">
                <v:path arrowok="t"/>
                <v:fill type="solid"/>
              </v:shape>
              <v:shape style="position:absolute;left:2253;top:8632;width:7472;height:120" coordorigin="2253,8632" coordsize="7472,120" path="m6804,8682l6762,8682,6767,8679,6771,8675,6777,8674,6788,8674,6793,8675,6797,8679,6802,8680,6804,8682xe" filled="true" fillcolor="#231f20" stroked="false">
                <v:path arrowok="t"/>
                <v:fill type="solid"/>
              </v:shape>
              <v:shape style="position:absolute;left:2253;top:8632;width:7472;height:120" coordorigin="2253,8632" coordsize="7472,120" path="m6812,8740l6787,8740,6791,8738,6796,8736,6802,8730,6805,8726,6806,8722,6806,8710,6787,8687,6811,8687,6813,8689,6816,8692,6818,8697,6819,8701,6821,8705,6821,8720,6819,8728,6816,8733,6812,8740xe" filled="true" fillcolor="#231f20" stroked="false">
                <v:path arrowok="t"/>
                <v:fill type="solid"/>
              </v:shape>
              <v:shape style="position:absolute;left:2253;top:8632;width:7472;height:120" coordorigin="2253,8632" coordsize="7472,120" path="m6790,8751l6771,8751,6758,8747,6743,8725,6743,8720,6758,8720,6761,8729,6765,8735,6772,8738,6783,8740,6812,8740,6806,8746,6799,8748,6790,8751xe" filled="true" fillcolor="#231f20" stroked="false">
                <v:path arrowok="t"/>
                <v:fill type="solid"/>
              </v:shape>
              <v:shape style="position:absolute;left:2253;top:8632;width:7472;height:120" coordorigin="2253,8632" coordsize="7472,120" path="m8121,8674l8106,8674,8106,8669,8107,8665,8107,8661,8140,8632,8153,8632,8160,8635,8166,8638,8172,8643,8175,8646,8138,8646,8134,8647,8121,8668,8121,8674xe" filled="true" fillcolor="#231f20" stroked="false">
                <v:path arrowok="t"/>
                <v:fill type="solid"/>
              </v:shape>
              <v:shape style="position:absolute;left:2253;top:8632;width:7472;height:120" coordorigin="2253,8632" coordsize="7472,120" path="m8182,8748l8103,8748,8104,8740,8124,8708,8130,8704,8138,8699,8146,8695,8151,8690,8156,8687,8160,8684,8164,8682,8165,8679,8166,8674,8166,8664,8150,8646,8175,8646,8177,8647,8179,8653,8182,8661,8182,8669,8181,8675,8179,8682,8151,8707,8144,8711,8138,8714,8134,8717,8130,8720,8127,8723,8124,8726,8122,8730,8119,8736,8182,8736,8182,8748xe" filled="true" fillcolor="#231f20" stroked="false">
                <v:path arrowok="t"/>
                <v:fill type="solid"/>
              </v:shape>
              <v:shape style="position:absolute;left:2253;top:8632;width:7472;height:120" coordorigin="2253,8632" coordsize="7472,120" path="m9528,8674l9513,8674,9513,8669,9514,8665,9514,8661,9547,8632,9560,8632,9567,8635,9573,8638,9579,8643,9582,8646,9545,8646,9541,8647,9528,8668,9528,8674xe" filled="true" fillcolor="#231f20" stroked="false">
                <v:path arrowok="t"/>
                <v:fill type="solid"/>
              </v:shape>
              <v:shape style="position:absolute;left:2253;top:8632;width:7472;height:120" coordorigin="2253,8632" coordsize="7472,120" path="m9589,8748l9510,8748,9511,8740,9531,8708,9536,8704,9545,8699,9553,8695,9558,8690,9563,8687,9567,8684,9570,8682,9571,8679,9573,8674,9573,8664,9557,8646,9582,8646,9583,8647,9586,8653,9589,8661,9589,8669,9587,8675,9586,8682,9558,8707,9551,8711,9545,8714,9541,8717,9536,8720,9534,8723,9531,8726,9529,8730,9526,8736,9589,8736,9589,8748xe" filled="true" fillcolor="#231f20" stroked="false">
                <v:path arrowok="t"/>
                <v:fill type="solid"/>
              </v:shape>
              <v:shape style="position:absolute;left:2253;top:8632;width:7472;height:120" coordorigin="2253,8632" coordsize="7472,120" path="m9629,8748l9611,8748,9611,8730,9629,8730,9629,8748xe" filled="true" fillcolor="#231f20" stroked="false">
                <v:path arrowok="t"/>
                <v:fill type="solid"/>
              </v:shape>
              <v:shape style="position:absolute;left:2253;top:8632;width:7472;height:120" coordorigin="2253,8632" coordsize="7472,120" path="m9664,8699l9652,8698,9660,8635,9720,8635,9720,8650,9671,8650,9667,8682,9709,8682,9710,8683,9714,8686,9716,8687,9683,8687,9680,8689,9676,8689,9670,8692,9667,8693,9664,8699xe" filled="true" fillcolor="#231f20" stroked="false">
                <v:path arrowok="t"/>
                <v:fill type="solid"/>
              </v:shape>
              <v:shape style="position:absolute;left:2253;top:8632;width:7472;height:120" coordorigin="2253,8632" coordsize="7472,120" path="m9709,8682l9667,8682,9671,8679,9676,8675,9681,8674,9693,8674,9697,8675,9702,8679,9706,8680,9709,8682xe" filled="true" fillcolor="#231f20" stroked="false">
                <v:path arrowok="t"/>
                <v:fill type="solid"/>
              </v:shape>
              <v:shape style="position:absolute;left:2253;top:8632;width:7472;height:120" coordorigin="2253,8632" coordsize="7472,120" path="m9717,8740l9692,8740,9696,8738,9700,8736,9706,8730,9709,8726,9710,8722,9710,8710,9692,8687,9716,8687,9718,8689,9721,8692,9722,8697,9724,8701,9725,8705,9725,8722,9724,8728,9721,8733,9717,8740xe" filled="true" fillcolor="#231f20" stroked="false">
                <v:path arrowok="t"/>
                <v:fill type="solid"/>
              </v:shape>
              <v:shape style="position:absolute;left:2253;top:8632;width:7472;height:120" coordorigin="2253,8632" coordsize="7472,120" path="m9694,8751l9676,8751,9667,8748,9648,8725,9648,8720,9663,8720,9665,8729,9670,8735,9677,8738,9687,8740,9717,8740,9710,8746,9703,8748,9694,8751xe" filled="true" fillcolor="#231f20" stroked="false">
                <v:path arrowok="t"/>
                <v:fill type="solid"/>
              </v:shape>
            </v:group>
            <v:group style="position:absolute;left:9535;top:7709;width:978;height:2" coordorigin="9535,7709" coordsize="978,2">
              <v:shape style="position:absolute;left:9535;top:7709;width:978;height:2" coordorigin="9535,7709" coordsize="978,0" path="m9535,7709l10513,7709e" filled="false" stroked="true" strokeweight=".843249pt" strokecolor="#231f20">
                <v:path arrowok="t"/>
              </v:shape>
            </v:group>
            <v:group style="position:absolute;left:10505;top:7709;width:2;height:348" coordorigin="10505,7709" coordsize="2,348">
              <v:shape style="position:absolute;left:10505;top:7709;width:2;height:348" coordorigin="10505,7709" coordsize="0,348" path="m10505,7709l10505,8056e" filled="false" stroked="true" strokeweight=".8322pt" strokecolor="#231f20">
                <v:path arrowok="t"/>
              </v:shape>
            </v:group>
            <v:group style="position:absolute;left:9528;top:8049;width:978;height:2" coordorigin="9528,8049" coordsize="978,2">
              <v:shape style="position:absolute;left:9528;top:8049;width:978;height:2" coordorigin="9528,8049" coordsize="978,0" path="m9528,8049l10506,8049e" filled="false" stroked="true" strokeweight=".843249pt" strokecolor="#231f20">
                <v:path arrowok="t"/>
              </v:shape>
            </v:group>
            <v:group style="position:absolute;left:9535;top:7701;width:2;height:348" coordorigin="9535,7701" coordsize="2,348">
              <v:shape style="position:absolute;left:9535;top:7701;width:2;height:348" coordorigin="9535,7701" coordsize="0,348" path="m9535,7701l9535,8049e" filled="false" stroked="true" strokeweight=".8322pt" strokecolor="#231f20">
                <v:path arrowok="t"/>
              </v:shape>
            </v:group>
            <v:group style="position:absolute;left:2300;top:7646;width:2;height:396" coordorigin="2300,7646" coordsize="2,396">
              <v:shape style="position:absolute;left:2300;top:7646;width:2;height:396" coordorigin="2300,7646" coordsize="0,396" path="m2300,7646l2300,8041e" filled="false" stroked="true" strokeweight=".561503pt" strokecolor="#231f20">
                <v:path arrowok="t"/>
              </v:shape>
            </v:group>
            <v:group style="position:absolute;left:7158;top:7646;width:2;height:396" coordorigin="7158,7646" coordsize="2,396">
              <v:shape style="position:absolute;left:7158;top:7646;width:2;height:396" coordorigin="7158,7646" coordsize="0,396" path="m7158,7646l7158,8041e" filled="false" stroked="true" strokeweight=".561503pt" strokecolor="#231f20">
                <v:path arrowok="t"/>
              </v:shape>
            </v:group>
            <v:group style="position:absolute;left:2399;top:7729;width:4659;height:2" coordorigin="2399,7729" coordsize="4659,2">
              <v:shape style="position:absolute;left:2399;top:7729;width:4659;height:2" coordorigin="2399,7729" coordsize="4659,0" path="m2399,7729l7058,7729e" filled="false" stroked="true" strokeweight=".569103pt" strokecolor="#231f20">
                <v:path arrowok="t"/>
              </v:shape>
            </v:group>
            <v:group style="position:absolute;left:2300;top:7694;width:122;height:67" coordorigin="2300,7694" coordsize="122,67">
              <v:shape style="position:absolute;left:2300;top:7694;width:122;height:67" coordorigin="2300,7694" coordsize="122,67" path="m2422,7761l2300,7728,2422,7694,2422,7761xe" filled="true" fillcolor="#231f20" stroked="false">
                <v:path arrowok="t"/>
                <v:fill type="solid"/>
              </v:shape>
            </v:group>
            <v:group style="position:absolute;left:7036;top:7694;width:122;height:67" coordorigin="7036,7694" coordsize="122,67">
              <v:shape style="position:absolute;left:7036;top:7694;width:122;height:67" coordorigin="7036,7694" coordsize="122,67" path="m7036,7761l7036,7694,7158,7728,7036,7761xe" filled="true" fillcolor="#231f20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112.658417pt;margin-top:457.482178pt;width:413.4pt;height:54.7pt;mso-position-horizontal-relative:page;mso-position-vertical-relative:page;z-index:4216" coordorigin="2253,9150" coordsize="8268,1094">
            <v:group style="position:absolute;left:2300;top:9608;width:2;height:478" coordorigin="2300,9608" coordsize="2,478">
              <v:shape style="position:absolute;left:2300;top:9608;width:2;height:478" coordorigin="2300,9608" coordsize="0,478" path="m2300,9608l2300,10085e" filled="false" stroked="true" strokeweight=".829954pt" strokecolor="#231f20">
                <v:path arrowok="t"/>
              </v:shape>
            </v:group>
            <v:group style="position:absolute;left:2359;top:9608;width:2;height:136" coordorigin="2359,9608" coordsize="2,136">
              <v:shape style="position:absolute;left:2359;top:9608;width:2;height:136" coordorigin="2359,9608" coordsize="0,136" path="m2359,9608l2359,9744e" filled="false" stroked="true" strokeweight=".829954pt" strokecolor="#231f20">
                <v:path arrowok="t"/>
              </v:shape>
            </v:group>
            <v:group style="position:absolute;left:2417;top:9608;width:2;height:136" coordorigin="2417,9608" coordsize="2,136">
              <v:shape style="position:absolute;left:2417;top:9608;width:2;height:136" coordorigin="2417,9608" coordsize="0,136" path="m2417,9608l2417,9744e" filled="false" stroked="true" strokeweight=".8322pt" strokecolor="#231f20">
                <v:path arrowok="t"/>
              </v:shape>
            </v:group>
            <v:group style="position:absolute;left:2476;top:9608;width:2;height:136" coordorigin="2476,9608" coordsize="2,136">
              <v:shape style="position:absolute;left:2476;top:9608;width:2;height:136" coordorigin="2476,9608" coordsize="0,136" path="m2476,9608l2476,9744e" filled="false" stroked="true" strokeweight=".831077pt" strokecolor="#231f20">
                <v:path arrowok="t"/>
              </v:shape>
            </v:group>
            <v:group style="position:absolute;left:2534;top:9608;width:2;height:136" coordorigin="2534,9608" coordsize="2,136">
              <v:shape style="position:absolute;left:2534;top:9608;width:2;height:136" coordorigin="2534,9608" coordsize="0,136" path="m2534,9608l2534,9744e" filled="false" stroked="true" strokeweight=".831077pt" strokecolor="#231f20">
                <v:path arrowok="t"/>
              </v:shape>
            </v:group>
            <v:group style="position:absolute;left:2652;top:9608;width:2;height:136" coordorigin="2652,9608" coordsize="2,136">
              <v:shape style="position:absolute;left:2652;top:9608;width:2;height:136" coordorigin="2652,9608" coordsize="0,136" path="m2652,9608l2652,9744e" filled="false" stroked="true" strokeweight=".831077pt" strokecolor="#231f20">
                <v:path arrowok="t"/>
              </v:shape>
            </v:group>
            <v:group style="position:absolute;left:2710;top:9608;width:2;height:136" coordorigin="2710,9608" coordsize="2,136">
              <v:shape style="position:absolute;left:2710;top:9608;width:2;height:136" coordorigin="2710,9608" coordsize="0,136" path="m2710,9608l2710,9744e" filled="false" stroked="true" strokeweight=".831077pt" strokecolor="#231f20">
                <v:path arrowok="t"/>
              </v:shape>
            </v:group>
            <v:group style="position:absolute;left:2768;top:9608;width:2;height:136" coordorigin="2768,9608" coordsize="2,136">
              <v:shape style="position:absolute;left:2768;top:9608;width:2;height:136" coordorigin="2768,9608" coordsize="0,136" path="m2768,9608l2768,9744e" filled="false" stroked="true" strokeweight=".831077pt" strokecolor="#231f20">
                <v:path arrowok="t"/>
              </v:shape>
            </v:group>
            <v:group style="position:absolute;left:2827;top:9608;width:2;height:136" coordorigin="2827,9608" coordsize="2,136">
              <v:shape style="position:absolute;left:2827;top:9608;width:2;height:136" coordorigin="2827,9608" coordsize="0,136" path="m2827,9608l2827,9744e" filled="false" stroked="true" strokeweight=".831077pt" strokecolor="#231f20">
                <v:path arrowok="t"/>
              </v:shape>
            </v:group>
            <v:group style="position:absolute;left:2593;top:9608;width:2;height:245" coordorigin="2593,9608" coordsize="2,245">
              <v:shape style="position:absolute;left:2593;top:9608;width:2;height:245" coordorigin="2593,9608" coordsize="0,245" path="m2593,9608l2593,9852e" filled="false" stroked="true" strokeweight=".853537pt" strokecolor="#231f20">
                <v:path arrowok="t"/>
              </v:shape>
            </v:group>
            <v:group style="position:absolute;left:2944;top:9608;width:2;height:136" coordorigin="2944,9608" coordsize="2,136">
              <v:shape style="position:absolute;left:2944;top:9608;width:2;height:136" coordorigin="2944,9608" coordsize="0,136" path="m2944,9608l2944,9744e" filled="false" stroked="true" strokeweight=".831077pt" strokecolor="#231f20">
                <v:path arrowok="t"/>
              </v:shape>
            </v:group>
            <v:group style="position:absolute;left:3003;top:9608;width:2;height:136" coordorigin="3003,9608" coordsize="2,136">
              <v:shape style="position:absolute;left:3003;top:9608;width:2;height:136" coordorigin="3003,9608" coordsize="0,136" path="m3003,9608l3003,9744e" filled="false" stroked="true" strokeweight=".831077pt" strokecolor="#231f20">
                <v:path arrowok="t"/>
              </v:shape>
            </v:group>
            <v:group style="position:absolute;left:3061;top:9608;width:2;height:136" coordorigin="3061,9608" coordsize="2,136">
              <v:shape style="position:absolute;left:3061;top:9608;width:2;height:136" coordorigin="3061,9608" coordsize="0,136" path="m3061,9608l3061,9744e" filled="false" stroked="true" strokeweight=".831077pt" strokecolor="#231f20">
                <v:path arrowok="t"/>
              </v:shape>
            </v:group>
            <v:group style="position:absolute;left:3120;top:9608;width:2;height:136" coordorigin="3120,9608" coordsize="2,136">
              <v:shape style="position:absolute;left:3120;top:9608;width:2;height:136" coordorigin="3120,9608" coordsize="0,136" path="m3120,9608l3120,9744e" filled="false" stroked="true" strokeweight=".829954pt" strokecolor="#231f20">
                <v:path arrowok="t"/>
              </v:shape>
            </v:group>
            <v:group style="position:absolute;left:2886;top:9608;width:2;height:245" coordorigin="2886,9608" coordsize="2,245">
              <v:shape style="position:absolute;left:2886;top:9608;width:2;height:245" coordorigin="2886,9608" coordsize="0,245" path="m2886,9608l2886,9852e" filled="false" stroked="true" strokeweight=".829954pt" strokecolor="#231f20">
                <v:path arrowok="t"/>
              </v:shape>
            </v:group>
            <v:group style="position:absolute;left:3237;top:9608;width:2;height:136" coordorigin="3237,9608" coordsize="2,136">
              <v:shape style="position:absolute;left:3237;top:9608;width:2;height:136" coordorigin="3237,9608" coordsize="0,136" path="m3237,9608l3237,9744e" filled="false" stroked="true" strokeweight=".8322pt" strokecolor="#231f20">
                <v:path arrowok="t"/>
              </v:shape>
            </v:group>
            <v:group style="position:absolute;left:3296;top:9608;width:2;height:136" coordorigin="3296,9608" coordsize="2,136">
              <v:shape style="position:absolute;left:3296;top:9608;width:2;height:136" coordorigin="3296,9608" coordsize="0,136" path="m3296,9608l3296,9744e" filled="false" stroked="true" strokeweight=".829954pt" strokecolor="#231f20">
                <v:path arrowok="t"/>
              </v:shape>
            </v:group>
            <v:group style="position:absolute;left:3354;top:9608;width:2;height:136" coordorigin="3354,9608" coordsize="2,136">
              <v:shape style="position:absolute;left:3354;top:9608;width:2;height:136" coordorigin="3354,9608" coordsize="0,136" path="m3354,9608l3354,9744e" filled="false" stroked="true" strokeweight=".831077pt" strokecolor="#231f20">
                <v:path arrowok="t"/>
              </v:shape>
            </v:group>
            <v:group style="position:absolute;left:3412;top:9608;width:2;height:136" coordorigin="3412,9608" coordsize="2,136">
              <v:shape style="position:absolute;left:3412;top:9608;width:2;height:136" coordorigin="3412,9608" coordsize="0,136" path="m3412,9608l3412,9744e" filled="false" stroked="true" strokeweight=".831077pt" strokecolor="#231f20">
                <v:path arrowok="t"/>
              </v:shape>
            </v:group>
            <v:group style="position:absolute;left:3179;top:9608;width:2;height:245" coordorigin="3179,9608" coordsize="2,245">
              <v:shape style="position:absolute;left:3179;top:9608;width:2;height:245" coordorigin="3179,9608" coordsize="0,245" path="m3179,9608l3179,9852e" filled="false" stroked="true" strokeweight=".829954pt" strokecolor="#231f20">
                <v:path arrowok="t"/>
              </v:shape>
            </v:group>
            <v:group style="position:absolute;left:3764;top:9608;width:2;height:478" coordorigin="3764,9608" coordsize="2,478">
              <v:shape style="position:absolute;left:3764;top:9608;width:2;height:478" coordorigin="3764,9608" coordsize="0,478" path="m3764,9608l3764,10085e" filled="false" stroked="true" strokeweight=".829954pt" strokecolor="#231f20">
                <v:path arrowok="t"/>
              </v:shape>
            </v:group>
            <v:group style="position:absolute;left:3823;top:9608;width:2;height:136" coordorigin="3823,9608" coordsize="2,136">
              <v:shape style="position:absolute;left:3823;top:9608;width:2;height:136" coordorigin="3823,9608" coordsize="0,136" path="m3823,9608l3823,9744e" filled="false" stroked="true" strokeweight=".831077pt" strokecolor="#231f20">
                <v:path arrowok="t"/>
              </v:shape>
            </v:group>
            <v:group style="position:absolute;left:3881;top:9608;width:2;height:136" coordorigin="3881,9608" coordsize="2,136">
              <v:shape style="position:absolute;left:3881;top:9608;width:2;height:136" coordorigin="3881,9608" coordsize="0,136" path="m3881,9608l3881,9744e" filled="false" stroked="true" strokeweight=".831077pt" strokecolor="#231f20">
                <v:path arrowok="t"/>
              </v:shape>
            </v:group>
            <v:group style="position:absolute;left:3940;top:9608;width:2;height:136" coordorigin="3940,9608" coordsize="2,136">
              <v:shape style="position:absolute;left:3940;top:9608;width:2;height:136" coordorigin="3940,9608" coordsize="0,136" path="m3940,9608l3940,9744e" filled="false" stroked="true" strokeweight=".831077pt" strokecolor="#231f20">
                <v:path arrowok="t"/>
              </v:shape>
            </v:group>
            <v:group style="position:absolute;left:3998;top:9608;width:2;height:136" coordorigin="3998,9608" coordsize="2,136">
              <v:shape style="position:absolute;left:3998;top:9608;width:2;height:136" coordorigin="3998,9608" coordsize="0,136" path="m3998,9608l3998,9744e" filled="false" stroked="true" strokeweight=".829954pt" strokecolor="#231f20">
                <v:path arrowok="t"/>
              </v:shape>
            </v:group>
            <v:group style="position:absolute;left:3530;top:9608;width:2;height:136" coordorigin="3530,9608" coordsize="2,136">
              <v:shape style="position:absolute;left:3530;top:9608;width:2;height:136" coordorigin="3530,9608" coordsize="0,136" path="m3530,9608l3530,9744e" filled="false" stroked="true" strokeweight=".826585pt" strokecolor="#231f20">
                <v:path arrowok="t"/>
              </v:shape>
            </v:group>
            <v:group style="position:absolute;left:3588;top:9608;width:2;height:136" coordorigin="3588,9608" coordsize="2,136">
              <v:shape style="position:absolute;left:3588;top:9608;width:2;height:136" coordorigin="3588,9608" coordsize="0,136" path="m3588,9608l3588,9744e" filled="false" stroked="true" strokeweight=".829954pt" strokecolor="#231f20">
                <v:path arrowok="t"/>
              </v:shape>
            </v:group>
            <v:group style="position:absolute;left:3647;top:9608;width:2;height:136" coordorigin="3647,9608" coordsize="2,136">
              <v:shape style="position:absolute;left:3647;top:9608;width:2;height:136" coordorigin="3647,9608" coordsize="0,136" path="m3647,9608l3647,9744e" filled="false" stroked="true" strokeweight=".8322pt" strokecolor="#231f20">
                <v:path arrowok="t"/>
              </v:shape>
            </v:group>
            <v:group style="position:absolute;left:3705;top:9608;width:2;height:136" coordorigin="3705,9608" coordsize="2,136">
              <v:shape style="position:absolute;left:3705;top:9608;width:2;height:136" coordorigin="3705,9608" coordsize="0,136" path="m3705,9608l3705,9744e" filled="false" stroked="true" strokeweight=".862521pt" strokecolor="#231f20">
                <v:path arrowok="t"/>
              </v:shape>
            </v:group>
            <v:group style="position:absolute;left:4115;top:9608;width:2;height:136" coordorigin="4115,9608" coordsize="2,136">
              <v:shape style="position:absolute;left:4115;top:9608;width:2;height:136" coordorigin="4115,9608" coordsize="0,136" path="m4115,9608l4115,9744e" filled="false" stroked="true" strokeweight=".829954pt" strokecolor="#231f20">
                <v:path arrowok="t"/>
              </v:shape>
            </v:group>
            <v:group style="position:absolute;left:4174;top:9608;width:2;height:136" coordorigin="4174,9608" coordsize="2,136">
              <v:shape style="position:absolute;left:4174;top:9608;width:2;height:136" coordorigin="4174,9608" coordsize="0,136" path="m4174,9608l4174,9744e" filled="false" stroked="true" strokeweight=".8322pt" strokecolor="#231f20">
                <v:path arrowok="t"/>
              </v:shape>
            </v:group>
            <v:group style="position:absolute;left:4232;top:9608;width:2;height:136" coordorigin="4232,9608" coordsize="2,136">
              <v:shape style="position:absolute;left:4232;top:9608;width:2;height:136" coordorigin="4232,9608" coordsize="0,136" path="m4232,9608l4232,9744e" filled="false" stroked="true" strokeweight=".831077pt" strokecolor="#231f20">
                <v:path arrowok="t"/>
              </v:shape>
            </v:group>
            <v:group style="position:absolute;left:4291;top:9608;width:2;height:136" coordorigin="4291,9608" coordsize="2,136">
              <v:shape style="position:absolute;left:4291;top:9608;width:2;height:136" coordorigin="4291,9608" coordsize="0,136" path="m4291,9608l4291,9744e" filled="false" stroked="true" strokeweight=".831077pt" strokecolor="#231f20">
                <v:path arrowok="t"/>
              </v:shape>
            </v:group>
            <v:group style="position:absolute;left:4057;top:9608;width:2;height:245" coordorigin="4057,9608" coordsize="2,245">
              <v:shape style="position:absolute;left:4057;top:9608;width:2;height:245" coordorigin="4057,9608" coordsize="0,245" path="m4057,9608l4057,9852e" filled="false" stroked="true" strokeweight=".8322pt" strokecolor="#231f20">
                <v:path arrowok="t"/>
              </v:shape>
            </v:group>
            <v:group style="position:absolute;left:4408;top:9608;width:2;height:136" coordorigin="4408,9608" coordsize="2,136">
              <v:shape style="position:absolute;left:4408;top:9608;width:2;height:136" coordorigin="4408,9608" coordsize="0,136" path="m4408,9608l4408,9744e" filled="false" stroked="true" strokeweight=".8322pt" strokecolor="#231f20">
                <v:path arrowok="t"/>
              </v:shape>
            </v:group>
            <v:group style="position:absolute;left:4467;top:9608;width:2;height:136" coordorigin="4467,9608" coordsize="2,136">
              <v:shape style="position:absolute;left:4467;top:9608;width:2;height:136" coordorigin="4467,9608" coordsize="0,136" path="m4467,9608l4467,9744e" filled="false" stroked="true" strokeweight=".829954pt" strokecolor="#231f20">
                <v:path arrowok="t"/>
              </v:shape>
            </v:group>
            <v:group style="position:absolute;left:4525;top:9608;width:2;height:136" coordorigin="4525,9608" coordsize="2,136">
              <v:shape style="position:absolute;left:4525;top:9608;width:2;height:136" coordorigin="4525,9608" coordsize="0,136" path="m4525,9608l4525,9744e" filled="false" stroked="true" strokeweight=".831077pt" strokecolor="#231f20">
                <v:path arrowok="t"/>
              </v:shape>
            </v:group>
            <v:group style="position:absolute;left:4584;top:9608;width:2;height:136" coordorigin="4584,9608" coordsize="2,136">
              <v:shape style="position:absolute;left:4584;top:9608;width:2;height:136" coordorigin="4584,9608" coordsize="0,136" path="m4584,9608l4584,9744e" filled="false" stroked="true" strokeweight=".831077pt" strokecolor="#231f20">
                <v:path arrowok="t"/>
              </v:shape>
            </v:group>
            <v:group style="position:absolute;left:4350;top:9608;width:2;height:245" coordorigin="4350,9608" coordsize="2,245">
              <v:shape style="position:absolute;left:4350;top:9608;width:2;height:245" coordorigin="4350,9608" coordsize="0,245" path="m4350,9608l4350,9852e" filled="false" stroked="true" strokeweight=".829954pt" strokecolor="#231f20">
                <v:path arrowok="t"/>
              </v:shape>
            </v:group>
            <v:group style="position:absolute;left:4701;top:9608;width:2;height:136" coordorigin="4701,9608" coordsize="2,136">
              <v:shape style="position:absolute;left:4701;top:9608;width:2;height:136" coordorigin="4701,9608" coordsize="0,136" path="m4701,9608l4701,9744e" filled="false" stroked="true" strokeweight=".829954pt" strokecolor="#231f20">
                <v:path arrowok="t"/>
              </v:shape>
            </v:group>
            <v:group style="position:absolute;left:4759;top:9608;width:2;height:136" coordorigin="4759,9608" coordsize="2,136">
              <v:shape style="position:absolute;left:4759;top:9608;width:2;height:136" coordorigin="4759,9608" coordsize="0,136" path="m4759,9608l4759,9744e" filled="false" stroked="true" strokeweight=".8322pt" strokecolor="#231f20">
                <v:path arrowok="t"/>
              </v:shape>
            </v:group>
            <v:group style="position:absolute;left:4818;top:9608;width:2;height:136" coordorigin="4818,9608" coordsize="2,136">
              <v:shape style="position:absolute;left:4818;top:9608;width:2;height:136" coordorigin="4818,9608" coordsize="0,136" path="m4818,9608l4818,9744e" filled="false" stroked="true" strokeweight=".851291pt" strokecolor="#231f20">
                <v:path arrowok="t"/>
              </v:shape>
            </v:group>
            <v:group style="position:absolute;left:4877;top:9608;width:2;height:136" coordorigin="4877,9608" coordsize="2,136">
              <v:shape style="position:absolute;left:4877;top:9608;width:2;height:136" coordorigin="4877,9608" coordsize="0,136" path="m4877,9608l4877,9744e" filled="false" stroked="true" strokeweight=".829954pt" strokecolor="#231f20">
                <v:path arrowok="t"/>
              </v:shape>
            </v:group>
            <v:group style="position:absolute;left:4643;top:9608;width:2;height:245" coordorigin="4643,9608" coordsize="2,245">
              <v:shape style="position:absolute;left:4643;top:9608;width:2;height:245" coordorigin="4643,9608" coordsize="0,245" path="m4643,9608l4643,9852e" filled="false" stroked="true" strokeweight=".831077pt" strokecolor="#231f20">
                <v:path arrowok="t"/>
              </v:shape>
            </v:group>
            <v:group style="position:absolute;left:3471;top:9608;width:2;height:245" coordorigin="3471,9608" coordsize="2,245">
              <v:shape style="position:absolute;left:3471;top:9608;width:2;height:245" coordorigin="3471,9608" coordsize="0,245" path="m3471,9608l3471,9852e" filled="false" stroked="true" strokeweight=".831077pt" strokecolor="#231f20">
                <v:path arrowok="t"/>
              </v:shape>
            </v:group>
            <v:group style="position:absolute;left:5228;top:9608;width:2;height:478" coordorigin="5228,9608" coordsize="2,478">
              <v:shape style="position:absolute;left:5228;top:9608;width:2;height:478" coordorigin="5228,9608" coordsize="0,478" path="m5228,9608l5228,10085e" filled="false" stroked="true" strokeweight=".829954pt" strokecolor="#231f20">
                <v:path arrowok="t"/>
              </v:shape>
            </v:group>
            <v:group style="position:absolute;left:5286;top:9608;width:2;height:136" coordorigin="5286,9608" coordsize="2,136">
              <v:shape style="position:absolute;left:5286;top:9608;width:2;height:136" coordorigin="5286,9608" coordsize="0,136" path="m5286,9608l5286,9744e" filled="false" stroked="true" strokeweight=".831077pt" strokecolor="#231f20">
                <v:path arrowok="t"/>
              </v:shape>
            </v:group>
            <v:group style="position:absolute;left:5345;top:9608;width:2;height:136" coordorigin="5345,9608" coordsize="2,136">
              <v:shape style="position:absolute;left:5345;top:9608;width:2;height:136" coordorigin="5345,9608" coordsize="0,136" path="m5345,9608l5345,9744e" filled="false" stroked="true" strokeweight=".831077pt" strokecolor="#231f20">
                <v:path arrowok="t"/>
              </v:shape>
            </v:group>
            <v:group style="position:absolute;left:5404;top:9608;width:2;height:136" coordorigin="5404,9608" coordsize="2,136">
              <v:shape style="position:absolute;left:5404;top:9608;width:2;height:136" coordorigin="5404,9608" coordsize="0,136" path="m5404,9608l5404,9744e" filled="false" stroked="true" strokeweight=".831077pt" strokecolor="#231f20">
                <v:path arrowok="t"/>
              </v:shape>
            </v:group>
            <v:group style="position:absolute;left:5462;top:9608;width:2;height:136" coordorigin="5462,9608" coordsize="2,136">
              <v:shape style="position:absolute;left:5462;top:9608;width:2;height:136" coordorigin="5462,9608" coordsize="0,136" path="m5462,9608l5462,9744e" filled="false" stroked="true" strokeweight=".831077pt" strokecolor="#231f20">
                <v:path arrowok="t"/>
              </v:shape>
            </v:group>
            <v:group style="position:absolute;left:4994;top:9608;width:2;height:136" coordorigin="4994,9608" coordsize="2,136">
              <v:shape style="position:absolute;left:4994;top:9608;width:2;height:136" coordorigin="4994,9608" coordsize="0,136" path="m4994,9608l4994,9744e" filled="false" stroked="true" strokeweight=".831077pt" strokecolor="#231f20">
                <v:path arrowok="t"/>
              </v:shape>
            </v:group>
            <v:group style="position:absolute;left:5052;top:9608;width:2;height:136" coordorigin="5052,9608" coordsize="2,136">
              <v:shape style="position:absolute;left:5052;top:9608;width:2;height:136" coordorigin="5052,9608" coordsize="0,136" path="m5052,9608l5052,9744e" filled="false" stroked="true" strokeweight=".829954pt" strokecolor="#231f20">
                <v:path arrowok="t"/>
              </v:shape>
            </v:group>
            <v:group style="position:absolute;left:5111;top:9608;width:2;height:136" coordorigin="5111,9608" coordsize="2,136">
              <v:shape style="position:absolute;left:5111;top:9608;width:2;height:136" coordorigin="5111,9608" coordsize="0,136" path="m5111,9608l5111,9744e" filled="false" stroked="true" strokeweight=".8322pt" strokecolor="#231f20">
                <v:path arrowok="t"/>
              </v:shape>
            </v:group>
            <v:group style="position:absolute;left:5169;top:9608;width:2;height:136" coordorigin="5169,9608" coordsize="2,136">
              <v:shape style="position:absolute;left:5169;top:9608;width:2;height:136" coordorigin="5169,9608" coordsize="0,136" path="m5169,9608l5169,9744e" filled="false" stroked="true" strokeweight=".831077pt" strokecolor="#231f20">
                <v:path arrowok="t"/>
              </v:shape>
            </v:group>
            <v:group style="position:absolute;left:5579;top:9608;width:2;height:136" coordorigin="5579,9608" coordsize="2,136">
              <v:shape style="position:absolute;left:5579;top:9608;width:2;height:136" coordorigin="5579,9608" coordsize="0,136" path="m5579,9608l5579,9744e" filled="false" stroked="true" strokeweight=".829954pt" strokecolor="#231f20">
                <v:path arrowok="t"/>
              </v:shape>
            </v:group>
            <v:group style="position:absolute;left:5638;top:9608;width:2;height:136" coordorigin="5638,9608" coordsize="2,136">
              <v:shape style="position:absolute;left:5638;top:9608;width:2;height:136" coordorigin="5638,9608" coordsize="0,136" path="m5638,9608l5638,9744e" filled="false" stroked="true" strokeweight=".831077pt" strokecolor="#231f20">
                <v:path arrowok="t"/>
              </v:shape>
            </v:group>
            <v:group style="position:absolute;left:5697;top:9608;width:2;height:136" coordorigin="5697,9608" coordsize="2,136">
              <v:shape style="position:absolute;left:5697;top:9608;width:2;height:136" coordorigin="5697,9608" coordsize="0,136" path="m5697,9608l5697,9744e" filled="false" stroked="true" strokeweight=".8322pt" strokecolor="#231f20">
                <v:path arrowok="t"/>
              </v:shape>
            </v:group>
            <v:group style="position:absolute;left:5755;top:9608;width:2;height:136" coordorigin="5755,9608" coordsize="2,136">
              <v:shape style="position:absolute;left:5755;top:9608;width:2;height:136" coordorigin="5755,9608" coordsize="0,136" path="m5755,9608l5755,9744e" filled="false" stroked="true" strokeweight=".831077pt" strokecolor="#231f20">
                <v:path arrowok="t"/>
              </v:shape>
            </v:group>
            <v:group style="position:absolute;left:5521;top:9608;width:2;height:245" coordorigin="5521,9608" coordsize="2,245">
              <v:shape style="position:absolute;left:5521;top:9608;width:2;height:245" coordorigin="5521,9608" coordsize="0,245" path="m5521,9608l5521,9852e" filled="false" stroked="true" strokeweight=".8322pt" strokecolor="#231f20">
                <v:path arrowok="t"/>
              </v:shape>
            </v:group>
            <v:group style="position:absolute;left:5872;top:9608;width:2;height:136" coordorigin="5872,9608" coordsize="2,136">
              <v:shape style="position:absolute;left:5872;top:9608;width:2;height:136" coordorigin="5872,9608" coordsize="0,136" path="m5872,9608l5872,9744e" filled="false" stroked="true" strokeweight=".8322pt" strokecolor="#231f20">
                <v:path arrowok="t"/>
              </v:shape>
            </v:group>
            <v:group style="position:absolute;left:5931;top:9608;width:2;height:136" coordorigin="5931,9608" coordsize="2,136">
              <v:shape style="position:absolute;left:5931;top:9608;width:2;height:136" coordorigin="5931,9608" coordsize="0,136" path="m5931,9608l5931,9744e" filled="false" stroked="true" strokeweight=".850168pt" strokecolor="#231f20">
                <v:path arrowok="t"/>
              </v:shape>
            </v:group>
            <v:group style="position:absolute;left:5989;top:9608;width:2;height:136" coordorigin="5989,9608" coordsize="2,136">
              <v:shape style="position:absolute;left:5989;top:9608;width:2;height:136" coordorigin="5989,9608" coordsize="0,136" path="m5989,9608l5989,9744e" filled="false" stroked="true" strokeweight=".829954pt" strokecolor="#231f20">
                <v:path arrowok="t"/>
              </v:shape>
            </v:group>
            <v:group style="position:absolute;left:6048;top:9608;width:2;height:136" coordorigin="6048,9608" coordsize="2,136">
              <v:shape style="position:absolute;left:6048;top:9608;width:2;height:136" coordorigin="6048,9608" coordsize="0,136" path="m6048,9608l6048,9744e" filled="false" stroked="true" strokeweight=".8322pt" strokecolor="#231f20">
                <v:path arrowok="t"/>
              </v:shape>
            </v:group>
            <v:group style="position:absolute;left:5814;top:9608;width:2;height:245" coordorigin="5814,9608" coordsize="2,245">
              <v:shape style="position:absolute;left:5814;top:9608;width:2;height:245" coordorigin="5814,9608" coordsize="0,245" path="m5814,9608l5814,9852e" filled="false" stroked="true" strokeweight=".831077pt" strokecolor="#231f20">
                <v:path arrowok="t"/>
              </v:shape>
            </v:group>
            <v:group style="position:absolute;left:6165;top:9608;width:2;height:136" coordorigin="6165,9608" coordsize="2,136">
              <v:shape style="position:absolute;left:6165;top:9608;width:2;height:136" coordorigin="6165,9608" coordsize="0,136" path="m6165,9608l6165,9744e" filled="false" stroked="true" strokeweight=".831077pt" strokecolor="#231f20">
                <v:path arrowok="t"/>
              </v:shape>
            </v:group>
            <v:group style="position:absolute;left:6224;top:9608;width:2;height:136" coordorigin="6224,9608" coordsize="2,136">
              <v:shape style="position:absolute;left:6224;top:9608;width:2;height:136" coordorigin="6224,9608" coordsize="0,136" path="m6224,9608l6224,9744e" filled="false" stroked="true" strokeweight=".831077pt" strokecolor="#231f20">
                <v:path arrowok="t"/>
              </v:shape>
            </v:group>
            <v:group style="position:absolute;left:6282;top:9608;width:2;height:136" coordorigin="6282,9608" coordsize="2,136">
              <v:shape style="position:absolute;left:6282;top:9608;width:2;height:136" coordorigin="6282,9608" coordsize="0,136" path="m6282,9608l6282,9744e" filled="false" stroked="true" strokeweight=".8322pt" strokecolor="#231f20">
                <v:path arrowok="t"/>
              </v:shape>
            </v:group>
            <v:group style="position:absolute;left:6341;top:9608;width:2;height:136" coordorigin="6341,9608" coordsize="2,136">
              <v:shape style="position:absolute;left:6341;top:9608;width:2;height:136" coordorigin="6341,9608" coordsize="0,136" path="m6341,9608l6341,9744e" filled="false" stroked="true" strokeweight=".82097pt" strokecolor="#231f20">
                <v:path arrowok="t"/>
              </v:shape>
            </v:group>
            <v:group style="position:absolute;left:6106;top:9608;width:2;height:245" coordorigin="6106,9608" coordsize="2,245">
              <v:shape style="position:absolute;left:6106;top:9608;width:2;height:245" coordorigin="6106,9608" coordsize="0,245" path="m6106,9608l6106,9852e" filled="false" stroked="true" strokeweight=".831077pt" strokecolor="#231f20">
                <v:path arrowok="t"/>
              </v:shape>
            </v:group>
            <v:group style="position:absolute;left:4935;top:9608;width:2;height:245" coordorigin="4935,9608" coordsize="2,245">
              <v:shape style="position:absolute;left:4935;top:9608;width:2;height:245" coordorigin="4935,9608" coordsize="0,245" path="m4935,9608l4935,9852e" filled="false" stroked="true" strokeweight=".831077pt" strokecolor="#231f20">
                <v:path arrowok="t"/>
              </v:shape>
            </v:group>
            <v:group style="position:absolute;left:6692;top:9608;width:2;height:478" coordorigin="6692,9608" coordsize="2,478">
              <v:shape style="position:absolute;left:6692;top:9608;width:2;height:478" coordorigin="6692,9608" coordsize="0,478" path="m6692,9608l6692,10085e" filled="false" stroked="true" strokeweight=".829954pt" strokecolor="#231f20">
                <v:path arrowok="t"/>
              </v:shape>
            </v:group>
            <v:group style="position:absolute;left:6750;top:9608;width:2;height:136" coordorigin="6750,9608" coordsize="2,136">
              <v:shape style="position:absolute;left:6750;top:9608;width:2;height:136" coordorigin="6750,9608" coordsize="0,136" path="m6750,9608l6750,9744e" filled="false" stroked="true" strokeweight=".831077pt" strokecolor="#231f20">
                <v:path arrowok="t"/>
              </v:shape>
            </v:group>
            <v:group style="position:absolute;left:6809;top:9608;width:2;height:136" coordorigin="6809,9608" coordsize="2,136">
              <v:shape style="position:absolute;left:6809;top:9608;width:2;height:136" coordorigin="6809,9608" coordsize="0,136" path="m6809,9608l6809,9744e" filled="false" stroked="true" strokeweight=".831077pt" strokecolor="#231f20">
                <v:path arrowok="t"/>
              </v:shape>
            </v:group>
            <v:group style="position:absolute;left:6868;top:9608;width:2;height:136" coordorigin="6868,9608" coordsize="2,136">
              <v:shape style="position:absolute;left:6868;top:9608;width:2;height:136" coordorigin="6868,9608" coordsize="0,136" path="m6868,9608l6868,9744e" filled="false" stroked="true" strokeweight=".831077pt" strokecolor="#231f20">
                <v:path arrowok="t"/>
              </v:shape>
            </v:group>
            <v:group style="position:absolute;left:6926;top:9608;width:2;height:136" coordorigin="6926,9608" coordsize="2,136">
              <v:shape style="position:absolute;left:6926;top:9608;width:2;height:136" coordorigin="6926,9608" coordsize="0,136" path="m6926,9608l6926,9744e" filled="false" stroked="true" strokeweight=".8322pt" strokecolor="#231f20">
                <v:path arrowok="t"/>
              </v:shape>
            </v:group>
            <v:group style="position:absolute;left:6457;top:9608;width:2;height:136" coordorigin="6457,9608" coordsize="2,136">
              <v:shape style="position:absolute;left:6457;top:9608;width:2;height:136" coordorigin="6457,9608" coordsize="0,136" path="m6457,9608l6457,9744e" filled="false" stroked="true" strokeweight=".829954pt" strokecolor="#231f20">
                <v:path arrowok="t"/>
              </v:shape>
            </v:group>
            <v:group style="position:absolute;left:6516;top:9608;width:2;height:136" coordorigin="6516,9608" coordsize="2,136">
              <v:shape style="position:absolute;left:6516;top:9608;width:2;height:136" coordorigin="6516,9608" coordsize="0,136" path="m6516,9608l6516,9744e" filled="false" stroked="true" strokeweight=".828831pt" strokecolor="#231f20">
                <v:path arrowok="t"/>
              </v:shape>
            </v:group>
            <v:group style="position:absolute;left:6575;top:9608;width:2;height:136" coordorigin="6575,9608" coordsize="2,136">
              <v:shape style="position:absolute;left:6575;top:9608;width:2;height:136" coordorigin="6575,9608" coordsize="0,136" path="m6575,9608l6575,9744e" filled="false" stroked="true" strokeweight=".831077pt" strokecolor="#231f20">
                <v:path arrowok="t"/>
              </v:shape>
            </v:group>
            <v:group style="position:absolute;left:6633;top:9608;width:2;height:136" coordorigin="6633,9608" coordsize="2,136">
              <v:shape style="position:absolute;left:6633;top:9608;width:2;height:136" coordorigin="6633,9608" coordsize="0,136" path="m6633,9608l6633,9744e" filled="false" stroked="true" strokeweight=".831077pt" strokecolor="#231f20">
                <v:path arrowok="t"/>
              </v:shape>
            </v:group>
            <v:group style="position:absolute;left:7043;top:9608;width:2;height:136" coordorigin="7043,9608" coordsize="2,136">
              <v:shape style="position:absolute;left:7043;top:9608;width:2;height:136" coordorigin="7043,9608" coordsize="0,136" path="m7043,9608l7043,9744e" filled="false" stroked="true" strokeweight=".861398pt" strokecolor="#231f20">
                <v:path arrowok="t"/>
              </v:shape>
            </v:group>
            <v:group style="position:absolute;left:7102;top:9608;width:2;height:136" coordorigin="7102,9608" coordsize="2,136">
              <v:shape style="position:absolute;left:7102;top:9608;width:2;height:136" coordorigin="7102,9608" coordsize="0,136" path="m7102,9608l7102,9744e" filled="false" stroked="true" strokeweight=".831077pt" strokecolor="#231f20">
                <v:path arrowok="t"/>
              </v:shape>
            </v:group>
            <v:group style="position:absolute;left:7160;top:9608;width:2;height:136" coordorigin="7160,9608" coordsize="2,136">
              <v:shape style="position:absolute;left:7160;top:9608;width:2;height:136" coordorigin="7160,9608" coordsize="0,136" path="m7160,9608l7160,9744e" filled="false" stroked="true" strokeweight=".829954pt" strokecolor="#231f20">
                <v:path arrowok="t"/>
              </v:shape>
            </v:group>
            <v:group style="position:absolute;left:7219;top:9608;width:2;height:136" coordorigin="7219,9608" coordsize="2,136">
              <v:shape style="position:absolute;left:7219;top:9608;width:2;height:136" coordorigin="7219,9608" coordsize="0,136" path="m7219,9608l7219,9744e" filled="false" stroked="true" strokeweight=".828831pt" strokecolor="#231f20">
                <v:path arrowok="t"/>
              </v:shape>
            </v:group>
            <v:group style="position:absolute;left:6985;top:9608;width:2;height:245" coordorigin="6985,9608" coordsize="2,245">
              <v:shape style="position:absolute;left:6985;top:9608;width:2;height:245" coordorigin="6985,9608" coordsize="0,245" path="m6985,9608l6985,9852e" filled="false" stroked="true" strokeweight=".8322pt" strokecolor="#231f20">
                <v:path arrowok="t"/>
              </v:shape>
            </v:group>
            <v:group style="position:absolute;left:7336;top:9608;width:2;height:136" coordorigin="7336,9608" coordsize="2,136">
              <v:shape style="position:absolute;left:7336;top:9608;width:2;height:136" coordorigin="7336,9608" coordsize="0,136" path="m7336,9608l7336,9744e" filled="false" stroked="true" strokeweight=".8322pt" strokecolor="#231f20">
                <v:path arrowok="t"/>
              </v:shape>
            </v:group>
            <v:group style="position:absolute;left:7395;top:9608;width:2;height:136" coordorigin="7395,9608" coordsize="2,136">
              <v:shape style="position:absolute;left:7395;top:9608;width:2;height:136" coordorigin="7395,9608" coordsize="0,136" path="m7395,9608l7395,9744e" filled="false" stroked="true" strokeweight=".831077pt" strokecolor="#231f20">
                <v:path arrowok="t"/>
              </v:shape>
            </v:group>
            <v:group style="position:absolute;left:7453;top:9608;width:2;height:136" coordorigin="7453,9608" coordsize="2,136">
              <v:shape style="position:absolute;left:7453;top:9608;width:2;height:136" coordorigin="7453,9608" coordsize="0,136" path="m7453,9608l7453,9744e" filled="false" stroked="true" strokeweight=".829954pt" strokecolor="#231f20">
                <v:path arrowok="t"/>
              </v:shape>
            </v:group>
            <v:group style="position:absolute;left:7512;top:9608;width:2;height:136" coordorigin="7512,9608" coordsize="2,136">
              <v:shape style="position:absolute;left:7512;top:9608;width:2;height:136" coordorigin="7512,9608" coordsize="0,136" path="m7512,9608l7512,9744e" filled="false" stroked="true" strokeweight=".8322pt" strokecolor="#231f20">
                <v:path arrowok="t"/>
              </v:shape>
            </v:group>
            <v:group style="position:absolute;left:7277;top:9608;width:2;height:245" coordorigin="7277,9608" coordsize="2,245">
              <v:shape style="position:absolute;left:7277;top:9608;width:2;height:245" coordorigin="7277,9608" coordsize="0,245" path="m7277,9608l7277,9852e" filled="false" stroked="true" strokeweight=".831077pt" strokecolor="#231f20">
                <v:path arrowok="t"/>
              </v:shape>
            </v:group>
            <v:group style="position:absolute;left:7629;top:9608;width:2;height:136" coordorigin="7629,9608" coordsize="2,136">
              <v:shape style="position:absolute;left:7629;top:9608;width:2;height:136" coordorigin="7629,9608" coordsize="0,136" path="m7629,9608l7629,9744e" filled="false" stroked="true" strokeweight=".8322pt" strokecolor="#231f20">
                <v:path arrowok="t"/>
              </v:shape>
            </v:group>
            <v:group style="position:absolute;left:7687;top:9608;width:2;height:136" coordorigin="7687,9608" coordsize="2,136">
              <v:shape style="position:absolute;left:7687;top:9608;width:2;height:136" coordorigin="7687,9608" coordsize="0,136" path="m7687,9608l7687,9744e" filled="false" stroked="true" strokeweight=".831077pt" strokecolor="#231f20">
                <v:path arrowok="t"/>
              </v:shape>
            </v:group>
            <v:group style="position:absolute;left:7746;top:9608;width:2;height:136" coordorigin="7746,9608" coordsize="2,136">
              <v:shape style="position:absolute;left:7746;top:9608;width:2;height:136" coordorigin="7746,9608" coordsize="0,136" path="m7746,9608l7746,9744e" filled="false" stroked="true" strokeweight=".8322pt" strokecolor="#231f20">
                <v:path arrowok="t"/>
              </v:shape>
            </v:group>
            <v:group style="position:absolute;left:7804;top:9608;width:2;height:136" coordorigin="7804,9608" coordsize="2,136">
              <v:shape style="position:absolute;left:7804;top:9608;width:2;height:136" coordorigin="7804,9608" coordsize="0,136" path="m7804,9608l7804,9744e" filled="false" stroked="true" strokeweight=".831077pt" strokecolor="#231f20">
                <v:path arrowok="t"/>
              </v:shape>
            </v:group>
            <v:group style="position:absolute;left:7570;top:9608;width:2;height:245" coordorigin="7570,9608" coordsize="2,245">
              <v:shape style="position:absolute;left:7570;top:9608;width:2;height:245" coordorigin="7570,9608" coordsize="0,245" path="m7570,9608l7570,9852e" filled="false" stroked="true" strokeweight=".831077pt" strokecolor="#231f20">
                <v:path arrowok="t"/>
              </v:shape>
            </v:group>
            <v:group style="position:absolute;left:6399;top:9608;width:2;height:245" coordorigin="6399,9608" coordsize="2,245">
              <v:shape style="position:absolute;left:6399;top:9608;width:2;height:245" coordorigin="6399,9608" coordsize="0,245" path="m6399,9608l6399,9852e" filled="false" stroked="true" strokeweight=".8322pt" strokecolor="#231f20">
                <v:path arrowok="t"/>
              </v:shape>
            </v:group>
            <v:group style="position:absolute;left:8156;top:9608;width:2;height:478" coordorigin="8156,9608" coordsize="2,478">
              <v:shape style="position:absolute;left:8156;top:9608;width:2;height:478" coordorigin="8156,9608" coordsize="0,478" path="m8156,9608l8156,10085e" filled="false" stroked="true" strokeweight=".861398pt" strokecolor="#231f20">
                <v:path arrowok="t"/>
              </v:shape>
            </v:group>
            <v:group style="position:absolute;left:8215;top:9608;width:2;height:136" coordorigin="8215,9608" coordsize="2,136">
              <v:shape style="position:absolute;left:8215;top:9608;width:2;height:136" coordorigin="8215,9608" coordsize="0,136" path="m8215,9608l8215,9744e" filled="false" stroked="true" strokeweight=".829954pt" strokecolor="#231f20">
                <v:path arrowok="t"/>
              </v:shape>
            </v:group>
            <v:group style="position:absolute;left:8273;top:9608;width:2;height:136" coordorigin="8273,9608" coordsize="2,136">
              <v:shape style="position:absolute;left:8273;top:9608;width:2;height:136" coordorigin="8273,9608" coordsize="0,136" path="m8273,9608l8273,9744e" filled="false" stroked="true" strokeweight=".831077pt" strokecolor="#231f20">
                <v:path arrowok="t"/>
              </v:shape>
            </v:group>
            <v:group style="position:absolute;left:8332;top:9608;width:2;height:136" coordorigin="8332,9608" coordsize="2,136">
              <v:shape style="position:absolute;left:8332;top:9608;width:2;height:136" coordorigin="8332,9608" coordsize="0,136" path="m8332,9608l8332,9744e" filled="false" stroked="true" strokeweight=".831077pt" strokecolor="#231f20">
                <v:path arrowok="t"/>
              </v:shape>
            </v:group>
            <v:group style="position:absolute;left:8390;top:9608;width:2;height:136" coordorigin="8390,9608" coordsize="2,136">
              <v:shape style="position:absolute;left:8390;top:9608;width:2;height:136" coordorigin="8390,9608" coordsize="0,136" path="m8390,9608l8390,9744e" filled="false" stroked="true" strokeweight=".8322pt" strokecolor="#231f20">
                <v:path arrowok="t"/>
              </v:shape>
            </v:group>
            <v:group style="position:absolute;left:7922;top:9608;width:2;height:136" coordorigin="7922,9608" coordsize="2,136">
              <v:shape style="position:absolute;left:7922;top:9608;width:2;height:136" coordorigin="7922,9608" coordsize="0,136" path="m7922,9608l7922,9744e" filled="false" stroked="true" strokeweight=".829954pt" strokecolor="#231f20">
                <v:path arrowok="t"/>
              </v:shape>
            </v:group>
            <v:group style="position:absolute;left:7980;top:9608;width:2;height:136" coordorigin="7980,9608" coordsize="2,136">
              <v:shape style="position:absolute;left:7980;top:9608;width:2;height:136" coordorigin="7980,9608" coordsize="0,136" path="m7980,9608l7980,9744e" filled="false" stroked="true" strokeweight=".829954pt" strokecolor="#231f20">
                <v:path arrowok="t"/>
              </v:shape>
            </v:group>
            <v:group style="position:absolute;left:8039;top:9608;width:2;height:136" coordorigin="8039,9608" coordsize="2,136">
              <v:shape style="position:absolute;left:8039;top:9608;width:2;height:136" coordorigin="8039,9608" coordsize="0,136" path="m8039,9608l8039,9744e" filled="false" stroked="true" strokeweight=".829954pt" strokecolor="#231f20">
                <v:path arrowok="t"/>
              </v:shape>
            </v:group>
            <v:group style="position:absolute;left:8097;top:9608;width:2;height:136" coordorigin="8097,9608" coordsize="2,136">
              <v:shape style="position:absolute;left:8097;top:9608;width:2;height:136" coordorigin="8097,9608" coordsize="0,136" path="m8097,9608l8097,9744e" filled="false" stroked="true" strokeweight=".831077pt" strokecolor="#231f20">
                <v:path arrowok="t"/>
              </v:shape>
            </v:group>
            <v:group style="position:absolute;left:8507;top:9608;width:2;height:136" coordorigin="8507,9608" coordsize="2,136">
              <v:shape style="position:absolute;left:8507;top:9608;width:2;height:136" coordorigin="8507,9608" coordsize="0,136" path="m8507,9608l8507,9744e" filled="false" stroked="true" strokeweight=".831077pt" strokecolor="#231f20">
                <v:path arrowok="t"/>
              </v:shape>
            </v:group>
            <v:group style="position:absolute;left:8566;top:9608;width:2;height:136" coordorigin="8566,9608" coordsize="2,136">
              <v:shape style="position:absolute;left:8566;top:9608;width:2;height:136" coordorigin="8566,9608" coordsize="0,136" path="m8566,9608l8566,9744e" filled="false" stroked="true" strokeweight=".8322pt" strokecolor="#231f20">
                <v:path arrowok="t"/>
              </v:shape>
            </v:group>
            <v:group style="position:absolute;left:8624;top:9608;width:2;height:136" coordorigin="8624,9608" coordsize="2,136">
              <v:shape style="position:absolute;left:8624;top:9608;width:2;height:136" coordorigin="8624,9608" coordsize="0,136" path="m8624,9608l8624,9744e" filled="false" stroked="true" strokeweight=".831077pt" strokecolor="#231f20">
                <v:path arrowok="t"/>
              </v:shape>
            </v:group>
            <v:group style="position:absolute;left:8683;top:9608;width:2;height:136" coordorigin="8683,9608" coordsize="2,136">
              <v:shape style="position:absolute;left:8683;top:9608;width:2;height:136" coordorigin="8683,9608" coordsize="0,136" path="m8683,9608l8683,9744e" filled="false" stroked="true" strokeweight=".831077pt" strokecolor="#231f20">
                <v:path arrowok="t"/>
              </v:shape>
            </v:group>
            <v:group style="position:absolute;left:8449;top:9608;width:2;height:245" coordorigin="8449,9608" coordsize="2,245">
              <v:shape style="position:absolute;left:8449;top:9608;width:2;height:245" coordorigin="8449,9608" coordsize="0,245" path="m8449,9608l8449,9852e" filled="false" stroked="true" strokeweight=".8322pt" strokecolor="#231f20">
                <v:path arrowok="t"/>
              </v:shape>
            </v:group>
            <v:group style="position:absolute;left:8800;top:9608;width:2;height:136" coordorigin="8800,9608" coordsize="2,136">
              <v:shape style="position:absolute;left:8800;top:9608;width:2;height:136" coordorigin="8800,9608" coordsize="0,136" path="m8800,9608l8800,9744e" filled="false" stroked="true" strokeweight=".831077pt" strokecolor="#231f20">
                <v:path arrowok="t"/>
              </v:shape>
            </v:group>
            <v:group style="position:absolute;left:8859;top:9608;width:2;height:136" coordorigin="8859,9608" coordsize="2,136">
              <v:shape style="position:absolute;left:8859;top:9608;width:2;height:136" coordorigin="8859,9608" coordsize="0,136" path="m8859,9608l8859,9744e" filled="false" stroked="true" strokeweight=".829954pt" strokecolor="#231f20">
                <v:path arrowok="t"/>
              </v:shape>
            </v:group>
            <v:group style="position:absolute;left:8917;top:9608;width:2;height:136" coordorigin="8917,9608" coordsize="2,136">
              <v:shape style="position:absolute;left:8917;top:9608;width:2;height:136" coordorigin="8917,9608" coordsize="0,136" path="m8917,9608l8917,9744e" filled="false" stroked="true" strokeweight=".829954pt" strokecolor="#231f20">
                <v:path arrowok="t"/>
              </v:shape>
            </v:group>
            <v:group style="position:absolute;left:8975;top:9608;width:2;height:136" coordorigin="8975,9608" coordsize="2,136">
              <v:shape style="position:absolute;left:8975;top:9608;width:2;height:136" coordorigin="8975,9608" coordsize="0,136" path="m8975,9608l8975,9744e" filled="false" stroked="true" strokeweight=".829954pt" strokecolor="#231f20">
                <v:path arrowok="t"/>
              </v:shape>
            </v:group>
            <v:group style="position:absolute;left:8742;top:9608;width:2;height:245" coordorigin="8742,9608" coordsize="2,245">
              <v:shape style="position:absolute;left:8742;top:9608;width:2;height:245" coordorigin="8742,9608" coordsize="0,245" path="m8742,9608l8742,9852e" filled="false" stroked="true" strokeweight=".829954pt" strokecolor="#231f20">
                <v:path arrowok="t"/>
              </v:shape>
            </v:group>
            <v:group style="position:absolute;left:9093;top:9608;width:2;height:136" coordorigin="9093,9608" coordsize="2,136">
              <v:shape style="position:absolute;left:9093;top:9608;width:2;height:136" coordorigin="9093,9608" coordsize="0,136" path="m9093,9608l9093,9744e" filled="false" stroked="true" strokeweight=".8322pt" strokecolor="#231f20">
                <v:path arrowok="t"/>
              </v:shape>
            </v:group>
            <v:group style="position:absolute;left:9151;top:9608;width:2;height:136" coordorigin="9151,9608" coordsize="2,136">
              <v:shape style="position:absolute;left:9151;top:9608;width:2;height:136" coordorigin="9151,9608" coordsize="0,136" path="m9151,9608l9151,9744e" filled="false" stroked="true" strokeweight=".8322pt" strokecolor="#231f20">
                <v:path arrowok="t"/>
              </v:shape>
            </v:group>
            <v:group style="position:absolute;left:9210;top:9608;width:2;height:136" coordorigin="9210,9608" coordsize="2,136">
              <v:shape style="position:absolute;left:9210;top:9608;width:2;height:136" coordorigin="9210,9608" coordsize="0,136" path="m9210,9608l9210,9744e" filled="false" stroked="true" strokeweight=".8322pt" strokecolor="#231f20">
                <v:path arrowok="t"/>
              </v:shape>
            </v:group>
            <v:group style="position:absolute;left:9269;top:9608;width:2;height:136" coordorigin="9269,9608" coordsize="2,136">
              <v:shape style="position:absolute;left:9269;top:9608;width:2;height:136" coordorigin="9269,9608" coordsize="0,136" path="m9269,9608l9269,9744e" filled="false" stroked="true" strokeweight=".851291pt" strokecolor="#231f20">
                <v:path arrowok="t"/>
              </v:shape>
            </v:group>
            <v:group style="position:absolute;left:9035;top:9608;width:2;height:245" coordorigin="9035,9608" coordsize="2,245">
              <v:shape style="position:absolute;left:9035;top:9608;width:2;height:245" coordorigin="9035,9608" coordsize="0,245" path="m9035,9608l9035,9852e" filled="false" stroked="true" strokeweight=".829954pt" strokecolor="#231f20">
                <v:path arrowok="t"/>
              </v:shape>
            </v:group>
            <v:group style="position:absolute;left:7863;top:9608;width:2;height:245" coordorigin="7863,9608" coordsize="2,245">
              <v:shape style="position:absolute;left:7863;top:9608;width:2;height:245" coordorigin="7863,9608" coordsize="0,245" path="m7863,9608l7863,9852e" filled="false" stroked="true" strokeweight=".8322pt" strokecolor="#231f20">
                <v:path arrowok="t"/>
              </v:shape>
            </v:group>
            <v:group style="position:absolute;left:9620;top:9608;width:2;height:478" coordorigin="9620,9608" coordsize="2,478">
              <v:shape style="position:absolute;left:9620;top:9608;width:2;height:478" coordorigin="9620,9608" coordsize="0,478" path="m9620,9608l9620,10085e" filled="false" stroked="true" strokeweight=".829954pt" strokecolor="#231f20">
                <v:path arrowok="t"/>
              </v:shape>
            </v:group>
            <v:group style="position:absolute;left:9678;top:9608;width:2;height:136" coordorigin="9678,9608" coordsize="2,136">
              <v:shape style="position:absolute;left:9678;top:9608;width:2;height:136" coordorigin="9678,9608" coordsize="0,136" path="m9678,9608l9678,9744e" filled="false" stroked="true" strokeweight=".831077pt" strokecolor="#231f20">
                <v:path arrowok="t"/>
              </v:shape>
            </v:group>
            <v:group style="position:absolute;left:9737;top:9608;width:2;height:136" coordorigin="9737,9608" coordsize="2,136">
              <v:shape style="position:absolute;left:9737;top:9608;width:2;height:136" coordorigin="9737,9608" coordsize="0,136" path="m9737,9608l9737,9744e" filled="false" stroked="true" strokeweight=".829954pt" strokecolor="#231f20">
                <v:path arrowok="t"/>
              </v:shape>
            </v:group>
            <v:group style="position:absolute;left:9795;top:9608;width:2;height:136" coordorigin="9795,9608" coordsize="2,136">
              <v:shape style="position:absolute;left:9795;top:9608;width:2;height:136" coordorigin="9795,9608" coordsize="0,136" path="m9795,9608l9795,9744e" filled="false" stroked="true" strokeweight=".831077pt" strokecolor="#231f20">
                <v:path arrowok="t"/>
              </v:shape>
            </v:group>
            <v:group style="position:absolute;left:9854;top:9608;width:2;height:136" coordorigin="9854,9608" coordsize="2,136">
              <v:shape style="position:absolute;left:9854;top:9608;width:2;height:136" coordorigin="9854,9608" coordsize="0,136" path="m9854,9608l9854,9744e" filled="false" stroked="true" strokeweight=".831077pt" strokecolor="#231f20">
                <v:path arrowok="t"/>
              </v:shape>
            </v:group>
            <v:group style="position:absolute;left:9386;top:9608;width:2;height:136" coordorigin="9386,9608" coordsize="2,136">
              <v:shape style="position:absolute;left:9386;top:9608;width:2;height:136" coordorigin="9386,9608" coordsize="0,136" path="m9386,9608l9386,9744e" filled="false" stroked="true" strokeweight=".831077pt" strokecolor="#231f20">
                <v:path arrowok="t"/>
              </v:shape>
            </v:group>
            <v:group style="position:absolute;left:9444;top:9608;width:2;height:136" coordorigin="9444,9608" coordsize="2,136">
              <v:shape style="position:absolute;left:9444;top:9608;width:2;height:136" coordorigin="9444,9608" coordsize="0,136" path="m9444,9608l9444,9744e" filled="false" stroked="true" strokeweight=".8322pt" strokecolor="#231f20">
                <v:path arrowok="t"/>
              </v:shape>
            </v:group>
            <v:group style="position:absolute;left:9503;top:9608;width:2;height:136" coordorigin="9503,9608" coordsize="2,136">
              <v:shape style="position:absolute;left:9503;top:9608;width:2;height:136" coordorigin="9503,9608" coordsize="0,136" path="m9503,9608l9503,9744e" filled="false" stroked="true" strokeweight=".831077pt" strokecolor="#231f20">
                <v:path arrowok="t"/>
              </v:shape>
            </v:group>
            <v:group style="position:absolute;left:9561;top:9608;width:2;height:136" coordorigin="9561,9608" coordsize="2,136">
              <v:shape style="position:absolute;left:9561;top:9608;width:2;height:136" coordorigin="9561,9608" coordsize="0,136" path="m9561,9608l9561,9744e" filled="false" stroked="true" strokeweight=".831077pt" strokecolor="#231f20">
                <v:path arrowok="t"/>
              </v:shape>
            </v:group>
            <v:group style="position:absolute;left:9971;top:9608;width:2;height:136" coordorigin="9971,9608" coordsize="2,136">
              <v:shape style="position:absolute;left:9971;top:9608;width:2;height:136" coordorigin="9971,9608" coordsize="0,136" path="m9971,9608l9971,9744e" filled="false" stroked="true" strokeweight=".831077pt" strokecolor="#231f20">
                <v:path arrowok="t"/>
              </v:shape>
            </v:group>
            <v:group style="position:absolute;left:10030;top:9608;width:2;height:136" coordorigin="10030,9608" coordsize="2,136">
              <v:shape style="position:absolute;left:10030;top:9608;width:2;height:136" coordorigin="10030,9608" coordsize="0,136" path="m10030,9608l10030,9744e" filled="false" stroked="true" strokeweight=".831077pt" strokecolor="#231f20">
                <v:path arrowok="t"/>
              </v:shape>
            </v:group>
            <v:group style="position:absolute;left:10088;top:9608;width:2;height:136" coordorigin="10088,9608" coordsize="2,136">
              <v:shape style="position:absolute;left:10088;top:9608;width:2;height:136" coordorigin="10088,9608" coordsize="0,136" path="m10088,9608l10088,9744e" filled="false" stroked="true" strokeweight=".831077pt" strokecolor="#231f20">
                <v:path arrowok="t"/>
              </v:shape>
            </v:group>
            <v:group style="position:absolute;left:10147;top:9608;width:2;height:136" coordorigin="10147,9608" coordsize="2,136">
              <v:shape style="position:absolute;left:10147;top:9608;width:2;height:136" coordorigin="10147,9608" coordsize="0,136" path="m10147,9608l10147,9744e" filled="false" stroked="true" strokeweight=".831077pt" strokecolor="#231f20">
                <v:path arrowok="t"/>
              </v:shape>
            </v:group>
            <v:group style="position:absolute;left:9913;top:9608;width:2;height:245" coordorigin="9913,9608" coordsize="2,245">
              <v:shape style="position:absolute;left:9913;top:9608;width:2;height:245" coordorigin="9913,9608" coordsize="0,245" path="m9913,9608l9913,9852e" filled="false" stroked="true" strokeweight=".8322pt" strokecolor="#231f20">
                <v:path arrowok="t"/>
              </v:shape>
            </v:group>
            <v:group style="position:absolute;left:10264;top:9608;width:2;height:136" coordorigin="10264,9608" coordsize="2,136">
              <v:shape style="position:absolute;left:10264;top:9608;width:2;height:136" coordorigin="10264,9608" coordsize="0,136" path="m10264,9608l10264,9744e" filled="false" stroked="true" strokeweight=".8322pt" strokecolor="#231f20">
                <v:path arrowok="t"/>
              </v:shape>
            </v:group>
            <v:group style="position:absolute;left:10322;top:9608;width:2;height:136" coordorigin="10322,9608" coordsize="2,136">
              <v:shape style="position:absolute;left:10322;top:9608;width:2;height:136" coordorigin="10322,9608" coordsize="0,136" path="m10322,9608l10322,9744e" filled="false" stroked="true" strokeweight=".831077pt" strokecolor="#231f20">
                <v:path arrowok="t"/>
              </v:shape>
            </v:group>
            <v:group style="position:absolute;left:10381;top:9608;width:2;height:136" coordorigin="10381,9608" coordsize="2,136">
              <v:shape style="position:absolute;left:10381;top:9608;width:2;height:136" coordorigin="10381,9608" coordsize="0,136" path="m10381,9608l10381,9744e" filled="false" stroked="true" strokeweight=".851291pt" strokecolor="#231f20">
                <v:path arrowok="t"/>
              </v:shape>
            </v:group>
            <v:group style="position:absolute;left:10440;top:9608;width:2;height:136" coordorigin="10440,9608" coordsize="2,136">
              <v:shape style="position:absolute;left:10440;top:9608;width:2;height:136" coordorigin="10440,9608" coordsize="0,136" path="m10440,9608l10440,9744e" filled="false" stroked="true" strokeweight=".831077pt" strokecolor="#231f20">
                <v:path arrowok="t"/>
              </v:shape>
            </v:group>
            <v:group style="position:absolute;left:10206;top:9608;width:2;height:245" coordorigin="10206,9608" coordsize="2,245">
              <v:shape style="position:absolute;left:10206;top:9608;width:2;height:245" coordorigin="10206,9608" coordsize="0,245" path="m10206,9608l10206,9852e" filled="false" stroked="true" strokeweight=".8322pt" strokecolor="#231f20">
                <v:path arrowok="t"/>
              </v:shape>
            </v:group>
            <v:group style="position:absolute;left:10498;top:9608;width:2;height:245" coordorigin="10498,9608" coordsize="2,245">
              <v:shape style="position:absolute;left:10498;top:9608;width:2;height:245" coordorigin="10498,9608" coordsize="0,245" path="m10498,9608l10498,9852e" filled="false" stroked="true" strokeweight=".828831pt" strokecolor="#231f20">
                <v:path arrowok="t"/>
              </v:shape>
            </v:group>
            <v:group style="position:absolute;left:9327;top:9608;width:2;height:245" coordorigin="9327,9608" coordsize="2,245">
              <v:shape style="position:absolute;left:9327;top:9608;width:2;height:245" coordorigin="9327,9608" coordsize="0,245" path="m9327,9608l9327,9852e" filled="false" stroked="true" strokeweight=".831077pt" strokecolor="#231f20">
                <v:path arrowok="t"/>
              </v:shape>
            </v:group>
            <v:group style="position:absolute;left:2253;top:10124;width:7472;height:120" coordorigin="2253,10124" coordsize="7472,120">
              <v:shape style="position:absolute;left:2253;top:10124;width:7472;height:120" coordorigin="2253,10124" coordsize="7472,120" path="m2291,10243l2256,10209,2253,10199,2253,10167,2255,10160,2258,10154,2259,10149,2260,10143,2263,10139,2268,10135,2271,10131,2275,10128,2279,10125,2285,10124,2297,10124,2302,10125,2307,10128,2312,10130,2319,10138,2291,10138,2285,10139,2281,10140,2276,10145,2274,10151,2271,10158,2269,10166,2268,10173,2268,10193,2291,10232,2319,10232,2316,10235,2309,10239,2300,10242,2291,10243xe" filled="true" fillcolor="#231f20" stroked="false">
                <v:path arrowok="t"/>
                <v:fill type="solid"/>
              </v:shape>
              <v:shape style="position:absolute;left:2253;top:10124;width:7472;height:120" coordorigin="2253,10124" coordsize="7472,120" path="m2319,10232l2291,10232,2302,10228,2310,10219,2315,10204,2316,10185,2316,10178,2315,10170,2315,10164,2313,10158,2312,10154,2309,10149,2307,10146,2305,10143,2302,10142,2299,10139,2294,10138,2319,10138,2322,10143,2325,10149,2326,10157,2329,10164,2331,10173,2331,10196,2329,10207,2326,10218,2322,10227,2319,10232xe" filled="true" fillcolor="#231f20" stroked="false">
                <v:path arrowok="t"/>
                <v:fill type="solid"/>
              </v:shape>
              <v:shape style="position:absolute;left:2253;top:10124;width:7472;height:120" coordorigin="2253,10124" coordsize="7472,120" path="m3698,10243l3663,10209,3660,10199,3660,10167,3662,10160,3665,10154,3666,10149,3667,10143,3670,10139,3675,10135,3678,10131,3682,10128,3686,10125,3692,10124,3704,10124,3708,10125,3714,10128,3719,10130,3726,10138,3698,10138,3692,10139,3688,10140,3683,10145,3681,10151,3678,10158,3676,10166,3675,10173,3675,10193,3676,10202,3678,10210,3679,10218,3682,10224,3686,10228,3692,10230,3698,10232,3725,10232,3723,10235,3715,10239,3707,10242,3698,10243xe" filled="true" fillcolor="#231f20" stroked="false">
                <v:path arrowok="t"/>
                <v:fill type="solid"/>
              </v:shape>
              <v:shape style="position:absolute;left:2253;top:10124;width:7472;height:120" coordorigin="2253,10124" coordsize="7472,120" path="m3725,10232l3698,10232,3708,10228,3717,10219,3722,10204,3723,10185,3723,10178,3722,10170,3722,10164,3720,10158,3719,10154,3715,10149,3714,10146,3711,10143,3708,10142,3706,10139,3701,10138,3726,10138,3729,10143,3732,10149,3733,10157,3736,10164,3738,10173,3738,10196,3736,10207,3733,10218,3729,10227,3725,10232xe" filled="true" fillcolor="#231f20" stroked="false">
                <v:path arrowok="t"/>
                <v:fill type="solid"/>
              </v:shape>
              <v:shape style="position:absolute;left:2253;top:10124;width:7472;height:120" coordorigin="2253,10124" coordsize="7472,120" path="m3776,10240l3758,10240,3758,10222,3776,10222,3776,10240xe" filled="true" fillcolor="#231f20" stroked="false">
                <v:path arrowok="t"/>
                <v:fill type="solid"/>
              </v:shape>
              <v:shape style="position:absolute;left:2253;top:10124;width:7472;height:120" coordorigin="2253,10124" coordsize="7472,120" path="m3811,10191l3799,10189,3806,10127,3867,10127,3867,10142,3818,10142,3814,10173,3855,10173,3858,10175,3861,10178,3863,10179,3830,10179,3827,10181,3822,10181,3820,10182,3814,10185,3812,10188,3811,10191xe" filled="true" fillcolor="#231f20" stroked="false">
                <v:path arrowok="t"/>
                <v:fill type="solid"/>
              </v:shape>
              <v:shape style="position:absolute;left:2253;top:10124;width:7472;height:120" coordorigin="2253,10124" coordsize="7472,120" path="m3855,10173l3814,10173,3818,10170,3822,10167,3828,10166,3840,10166,3845,10167,3849,10170,3853,10172,3855,10173xe" filled="true" fillcolor="#231f20" stroked="false">
                <v:path arrowok="t"/>
                <v:fill type="solid"/>
              </v:shape>
              <v:shape style="position:absolute;left:2253;top:10124;width:7472;height:120" coordorigin="2253,10124" coordsize="7472,120" path="m3864,10232l3838,10232,3848,10228,3850,10225,3853,10222,3856,10218,3858,10214,3858,10202,3856,10196,3853,10191,3850,10186,3848,10184,3843,10181,3838,10179,3863,10179,3865,10181,3868,10184,3871,10193,3872,10197,3872,10212,3871,10219,3868,10225,3864,10232xe" filled="true" fillcolor="#231f20" stroked="false">
                <v:path arrowok="t"/>
                <v:fill type="solid"/>
              </v:shape>
              <v:shape style="position:absolute;left:2253;top:10124;width:7472;height:120" coordorigin="2253,10124" coordsize="7472,120" path="m3842,10243l3822,10243,3818,10242,3814,10240,3809,10239,3806,10236,3804,10233,3801,10230,3798,10225,3795,10217,3795,10212,3809,10212,3812,10221,3817,10227,3824,10230,3834,10232,3864,10232,3858,10237,3850,10240,3842,10243xe" filled="true" fillcolor="#231f20" stroked="false">
                <v:path arrowok="t"/>
                <v:fill type="solid"/>
              </v:shape>
              <v:shape style="position:absolute;left:2253;top:10124;width:7472;height:120" coordorigin="2253,10124" coordsize="7472,120" path="m5209,10240l5194,10240,5194,10158,5168,10158,5168,10146,5178,10146,5181,10145,5184,10145,5187,10143,5188,10142,5191,10140,5193,10138,5196,10135,5198,10124,5209,10124,5209,10240xe" filled="true" fillcolor="#231f20" stroked="false">
                <v:path arrowok="t"/>
                <v:fill type="solid"/>
              </v:shape>
              <v:shape style="position:absolute;left:2253;top:10124;width:7472;height:120" coordorigin="2253,10124" coordsize="7472,120" path="m5279,10167l5266,10167,5271,10160,5276,10155,5284,10154,5291,10153,5295,10153,5300,10154,5304,10155,5307,10157,5308,10158,5313,10163,5314,10166,5282,10166,5279,10167xe" filled="true" fillcolor="#231f20" stroked="false">
                <v:path arrowok="t"/>
                <v:fill type="solid"/>
              </v:shape>
              <v:shape style="position:absolute;left:2253;top:10124;width:7472;height:120" coordorigin="2253,10124" coordsize="7472,120" path="m5367,10240l5352,10240,5352,10184,5351,10176,5348,10170,5344,10167,5336,10166,5314,10166,5320,10160,5323,10157,5326,10155,5329,10154,5332,10154,5336,10153,5345,10153,5350,10154,5354,10155,5358,10158,5363,10163,5366,10167,5367,10173,5367,10240xe" filled="true" fillcolor="#231f20" stroked="false">
                <v:path arrowok="t"/>
                <v:fill type="solid"/>
              </v:shape>
              <v:shape style="position:absolute;left:2253;top:10124;width:7472;height:120" coordorigin="2253,10124" coordsize="7472,120" path="m5266,10240l5251,10240,5251,10154,5264,10154,5264,10167,5279,10167,5276,10169,5274,10172,5272,10173,5269,10179,5266,10188,5266,10240xe" filled="true" fillcolor="#231f20" stroked="false">
                <v:path arrowok="t"/>
                <v:fill type="solid"/>
              </v:shape>
              <v:shape style="position:absolute;left:2253;top:10124;width:7472;height:120" coordorigin="2253,10124" coordsize="7472,120" path="m5317,10240l5303,10240,5303,10179,5301,10176,5301,10173,5300,10170,5297,10169,5295,10167,5292,10166,5332,10166,5329,10167,5325,10169,5321,10172,5320,10175,5319,10179,5317,10184,5317,10240xe" filled="true" fillcolor="#231f20" stroked="false">
                <v:path arrowok="t"/>
                <v:fill type="solid"/>
              </v:shape>
              <v:shape style="position:absolute;left:2253;top:10124;width:7472;height:120" coordorigin="2253,10124" coordsize="7472,120" path="m6660,10240l6645,10240,6645,10158,6619,10158,6619,10146,6629,10146,6632,10145,6635,10145,6638,10143,6639,10142,6642,10140,6644,10138,6647,10135,6648,10130,6650,10124,6660,10124,6660,10240xe" filled="true" fillcolor="#231f20" stroked="false">
                <v:path arrowok="t"/>
                <v:fill type="solid"/>
              </v:shape>
              <v:shape style="position:absolute;left:2253;top:10124;width:7472;height:120" coordorigin="2253,10124" coordsize="7472,120" path="m6724,10240l6707,10240,6707,10222,6724,10222,6724,10240xe" filled="true" fillcolor="#231f20" stroked="false">
                <v:path arrowok="t"/>
                <v:fill type="solid"/>
              </v:shape>
              <v:shape style="position:absolute;left:2253;top:10124;width:7472;height:120" coordorigin="2253,10124" coordsize="7472,120" path="m6759,10191l6747,10189,6755,10127,6815,10127,6815,10142,6767,10142,6762,10173,6804,10173,6806,10175,6809,10178,6811,10179,6778,10179,6775,10181,6771,10181,6765,10184,6762,10185,6761,10188,6759,10191xe" filled="true" fillcolor="#231f20" stroked="false">
                <v:path arrowok="t"/>
                <v:fill type="solid"/>
              </v:shape>
              <v:shape style="position:absolute;left:2253;top:10124;width:7472;height:120" coordorigin="2253,10124" coordsize="7472,120" path="m6804,10173l6762,10173,6767,10170,6771,10167,6777,10166,6788,10166,6793,10167,6797,10170,6802,10172,6804,10173xe" filled="true" fillcolor="#231f20" stroked="false">
                <v:path arrowok="t"/>
                <v:fill type="solid"/>
              </v:shape>
              <v:shape style="position:absolute;left:2253;top:10124;width:7472;height:120" coordorigin="2253,10124" coordsize="7472,120" path="m6812,10232l6787,10232,6791,10230,6796,10228,6802,10222,6805,10218,6806,10214,6806,10202,6787,10179,6811,10179,6813,10181,6816,10184,6818,10188,6819,10193,6821,10197,6821,10212,6819,10219,6816,10225,6812,10232xe" filled="true" fillcolor="#231f20" stroked="false">
                <v:path arrowok="t"/>
                <v:fill type="solid"/>
              </v:shape>
              <v:shape style="position:absolute;left:2253;top:10124;width:7472;height:120" coordorigin="2253,10124" coordsize="7472,120" path="m6790,10243l6771,10243,6767,10242,6758,10239,6755,10236,6752,10233,6749,10230,6746,10225,6744,10221,6743,10217,6743,10212,6758,10212,6761,10221,6765,10227,6772,10230,6783,10232,6812,10232,6806,10237,6799,10240,6790,10243xe" filled="true" fillcolor="#231f20" stroked="false">
                <v:path arrowok="t"/>
                <v:fill type="solid"/>
              </v:shape>
              <v:shape style="position:absolute;left:2253;top:10124;width:7472;height:120" coordorigin="2253,10124" coordsize="7472,120" path="m8121,10166l8106,10166,8106,10161,8107,10157,8107,10153,8140,10124,8153,10124,8160,10127,8166,10130,8172,10135,8175,10138,8138,10138,8134,10139,8121,10160,8121,10166xe" filled="true" fillcolor="#231f20" stroked="false">
                <v:path arrowok="t"/>
                <v:fill type="solid"/>
              </v:shape>
              <v:shape style="position:absolute;left:2253;top:10124;width:7472;height:120" coordorigin="2253,10124" coordsize="7472,120" path="m8182,10240l8103,10240,8104,10232,8124,10200,8130,10196,8138,10191,8146,10186,8151,10182,8156,10179,8160,10176,8164,10173,8165,10170,8166,10166,8166,10155,8164,10148,8160,10145,8157,10142,8154,10139,8150,10138,8175,10138,8177,10139,8179,10145,8182,10153,8182,10161,8179,10173,8177,10178,8173,10182,8169,10186,8165,10191,8159,10196,8151,10199,8144,10203,8138,10206,8134,10209,8130,10212,8127,10215,8124,10218,8122,10222,8119,10228,8182,10228,8182,10240xe" filled="true" fillcolor="#231f20" stroked="false">
                <v:path arrowok="t"/>
                <v:fill type="solid"/>
              </v:shape>
              <v:shape style="position:absolute;left:2253;top:10124;width:7472;height:120" coordorigin="2253,10124" coordsize="7472,120" path="m9528,10166l9513,10166,9513,10161,9514,10157,9514,10153,9547,10124,9560,10124,9567,10127,9573,10130,9579,10135,9582,10138,9545,10138,9541,10139,9528,10160,9528,10166xe" filled="true" fillcolor="#231f20" stroked="false">
                <v:path arrowok="t"/>
                <v:fill type="solid"/>
              </v:shape>
              <v:shape style="position:absolute;left:2253;top:10124;width:7472;height:120" coordorigin="2253,10124" coordsize="7472,120" path="m9589,10240l9510,10240,9511,10232,9531,10200,9536,10196,9545,10191,9553,10186,9558,10182,9563,10179,9567,10176,9570,10173,9571,10170,9573,10166,9573,10155,9571,10151,9570,10148,9567,10145,9564,10142,9561,10139,9557,10138,9582,10138,9583,10139,9586,10145,9589,10153,9589,10161,9587,10167,9586,10173,9583,10178,9580,10182,9576,10186,9571,10191,9566,10196,9558,10199,9551,10203,9545,10206,9541,10209,9536,10212,9534,10215,9531,10218,9529,10222,9526,10228,9589,10228,9589,10240xe" filled="true" fillcolor="#231f20" stroked="false">
                <v:path arrowok="t"/>
                <v:fill type="solid"/>
              </v:shape>
              <v:shape style="position:absolute;left:2253;top:10124;width:7472;height:120" coordorigin="2253,10124" coordsize="7472,120" path="m9629,10240l9611,10240,9611,10222,9629,10222,9629,10240xe" filled="true" fillcolor="#231f20" stroked="false">
                <v:path arrowok="t"/>
                <v:fill type="solid"/>
              </v:shape>
              <v:shape style="position:absolute;left:2253;top:10124;width:7472;height:120" coordorigin="2253,10124" coordsize="7472,120" path="m9664,10191l9652,10189,9660,10127,9720,10127,9720,10142,9671,10142,9667,10173,9708,10173,9710,10175,9714,10178,9716,10179,9683,10179,9680,10181,9676,10181,9667,10185,9665,10188,9664,10191xe" filled="true" fillcolor="#231f20" stroked="false">
                <v:path arrowok="t"/>
                <v:fill type="solid"/>
              </v:shape>
              <v:shape style="position:absolute;left:2253;top:10124;width:7472;height:120" coordorigin="2253,10124" coordsize="7472,120" path="m9708,10173l9667,10173,9671,10170,9676,10167,9681,10166,9693,10166,9697,10167,9702,10170,9706,10172,9708,10173xe" filled="true" fillcolor="#231f20" stroked="false">
                <v:path arrowok="t"/>
                <v:fill type="solid"/>
              </v:shape>
              <v:shape style="position:absolute;left:2253;top:10124;width:7472;height:120" coordorigin="2253,10124" coordsize="7472,120" path="m9717,10232l9692,10232,9700,10228,9706,10222,9709,10218,9710,10214,9710,10202,9692,10179,9716,10179,9718,10181,9721,10184,9724,10193,9725,10197,9725,10214,9724,10219,9721,10225,9717,10232xe" filled="true" fillcolor="#231f20" stroked="false">
                <v:path arrowok="t"/>
                <v:fill type="solid"/>
              </v:shape>
              <v:shape style="position:absolute;left:2253;top:10124;width:7472;height:120" coordorigin="2253,10124" coordsize="7472,120" path="m9694,10243l9676,10243,9667,10240,9663,10239,9660,10236,9656,10233,9653,10230,9650,10225,9649,10221,9648,10217,9648,10212,9663,10212,9665,10221,9670,10227,9677,10230,9687,10232,9717,10232,9710,10237,9703,10240,9694,10243xe" filled="true" fillcolor="#231f20" stroked="false">
                <v:path arrowok="t"/>
                <v:fill type="solid"/>
              </v:shape>
            </v:group>
            <v:group style="position:absolute;left:9535;top:9201;width:978;height:2" coordorigin="9535,9201" coordsize="978,2">
              <v:shape style="position:absolute;left:9535;top:9201;width:978;height:2" coordorigin="9535,9201" coordsize="978,0" path="m9535,9201l10513,9201e" filled="false" stroked="true" strokeweight=".842111pt" strokecolor="#231f20">
                <v:path arrowok="t"/>
              </v:shape>
            </v:group>
            <v:group style="position:absolute;left:10505;top:9200;width:2;height:348" coordorigin="10505,9200" coordsize="2,348">
              <v:shape style="position:absolute;left:10505;top:9200;width:2;height:348" coordorigin="10505,9200" coordsize="0,348" path="m10505,9200l10505,9548e" filled="false" stroked="true" strokeweight=".8322pt" strokecolor="#231f20">
                <v:path arrowok="t"/>
              </v:shape>
            </v:group>
            <v:group style="position:absolute;left:9528;top:9541;width:978;height:2" coordorigin="9528,9541" coordsize="978,2">
              <v:shape style="position:absolute;left:9528;top:9541;width:978;height:2" coordorigin="9528,9541" coordsize="978,0" path="m9528,9541l10506,9541e" filled="false" stroked="true" strokeweight=".843249pt" strokecolor="#231f20">
                <v:path arrowok="t"/>
              </v:shape>
            </v:group>
            <v:group style="position:absolute;left:9535;top:9193;width:2;height:348" coordorigin="9535,9193" coordsize="2,348">
              <v:shape style="position:absolute;left:9535;top:9193;width:2;height:348" coordorigin="9535,9193" coordsize="0,348" path="m9535,9193l9535,9540e" filled="false" stroked="true" strokeweight=".8322pt" strokecolor="#231f20">
                <v:path arrowok="t"/>
              </v:shape>
            </v:group>
            <v:group style="position:absolute;left:2300;top:9155;width:2;height:396" coordorigin="2300,9155" coordsize="2,396">
              <v:shape style="position:absolute;left:2300;top:9155;width:2;height:396" coordorigin="2300,9155" coordsize="0,396" path="m2300,9155l2300,9551e" filled="false" stroked="true" strokeweight=".561503pt" strokecolor="#231f20">
                <v:path arrowok="t"/>
              </v:shape>
            </v:group>
            <v:group style="position:absolute;left:7570;top:9155;width:2;height:396" coordorigin="7570,9155" coordsize="2,396">
              <v:shape style="position:absolute;left:7570;top:9155;width:2;height:396" coordorigin="7570,9155" coordsize="0,396" path="m7570,9155l7570,9551e" filled="false" stroked="true" strokeweight=".561503pt" strokecolor="#231f20">
                <v:path arrowok="t"/>
              </v:shape>
            </v:group>
            <v:group style="position:absolute;left:2399;top:9238;width:5072;height:2" coordorigin="2399,9238" coordsize="5072,2">
              <v:shape style="position:absolute;left:2399;top:9238;width:5072;height:2" coordorigin="2399,9238" coordsize="5072,0" path="m2399,9238l7471,9238e" filled="false" stroked="true" strokeweight=".569103pt" strokecolor="#231f20">
                <v:path arrowok="t"/>
              </v:shape>
            </v:group>
            <v:group style="position:absolute;left:2300;top:9204;width:122;height:67" coordorigin="2300,9204" coordsize="122,67">
              <v:shape style="position:absolute;left:2300;top:9204;width:122;height:67" coordorigin="2300,9204" coordsize="122,67" path="m2422,9270l2300,9237,2422,9204,2422,9270xe" filled="true" fillcolor="#231f20" stroked="false">
                <v:path arrowok="t"/>
                <v:fill type="solid"/>
              </v:shape>
            </v:group>
            <v:group style="position:absolute;left:7448;top:9204;width:122;height:67" coordorigin="7448,9204" coordsize="122,67">
              <v:shape style="position:absolute;left:7448;top:9204;width:122;height:67" coordorigin="7448,9204" coordsize="122,67" path="m7448,9270l7448,9204,7570,9237,7448,9270xe" filled="true" fillcolor="#231f20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9"/>
        <w:rPr>
          <w:rFonts w:ascii="Myriad Pro" w:hAnsi="Myriad Pro" w:cs="Myriad Pro" w:eastAsia="Myriad Pro"/>
          <w:sz w:val="20"/>
          <w:szCs w:val="20"/>
        </w:rPr>
      </w:pPr>
    </w:p>
    <w:p>
      <w:pPr>
        <w:pStyle w:val="BodyText"/>
        <w:spacing w:line="240" w:lineRule="auto" w:before="71"/>
        <w:ind w:left="638" w:right="0"/>
        <w:jc w:val="left"/>
        <w:rPr>
          <w:rFonts w:ascii="Myriad Pro" w:hAnsi="Myriad Pro" w:cs="Myriad Pro" w:eastAsia="Myriad Pro"/>
        </w:rPr>
      </w:pPr>
      <w:r>
        <w:rPr/>
        <w:pict>
          <v:group style="position:absolute;margin-left:112.00415pt;margin-top:-5.82191pt;width:416.9pt;height:54.1pt;mso-position-horizontal-relative:page;mso-position-vertical-relative:paragraph;z-index:4144" coordorigin="2240,-116" coordsize="8338,1082">
            <v:group style="position:absolute;left:2300;top:338;width:2;height:478" coordorigin="2300,338" coordsize="2,478">
              <v:shape style="position:absolute;left:2300;top:338;width:2;height:478" coordorigin="2300,338" coordsize="0,478" path="m2300,338l2300,816e" filled="false" stroked="true" strokeweight=".829954pt" strokecolor="#231f20">
                <v:path arrowok="t"/>
              </v:shape>
            </v:group>
            <v:group style="position:absolute;left:2359;top:338;width:2;height:233" coordorigin="2359,338" coordsize="2,233">
              <v:shape style="position:absolute;left:2359;top:338;width:2;height:233" coordorigin="2359,338" coordsize="0,233" path="m2359,338l2359,571e" filled="false" stroked="true" strokeweight=".829954pt" strokecolor="#231f20">
                <v:path arrowok="t"/>
              </v:shape>
            </v:group>
            <v:group style="position:absolute;left:2417;top:338;width:2;height:299" coordorigin="2417,338" coordsize="2,299">
              <v:shape style="position:absolute;left:2417;top:338;width:2;height:299" coordorigin="2417,338" coordsize="0,299" path="m2417,338l2417,636e" filled="false" stroked="true" strokeweight=".8322pt" strokecolor="#231f20">
                <v:path arrowok="t"/>
              </v:shape>
            </v:group>
            <v:group style="position:absolute;left:2476;top:338;width:2;height:233" coordorigin="2476,338" coordsize="2,233">
              <v:shape style="position:absolute;left:2476;top:338;width:2;height:233" coordorigin="2476,338" coordsize="0,233" path="m2476,338l2476,571e" filled="false" stroked="true" strokeweight=".831077pt" strokecolor="#231f20">
                <v:path arrowok="t"/>
              </v:shape>
            </v:group>
            <v:group style="position:absolute;left:2534;top:338;width:2;height:299" coordorigin="2534,338" coordsize="2,299">
              <v:shape style="position:absolute;left:2534;top:338;width:2;height:299" coordorigin="2534,338" coordsize="0,299" path="m2534,338l2534,636e" filled="false" stroked="true" strokeweight=".831077pt" strokecolor="#231f20">
                <v:path arrowok="t"/>
              </v:shape>
            </v:group>
            <v:group style="position:absolute;left:2593;top:338;width:2;height:229" coordorigin="2593,338" coordsize="2,229">
              <v:shape style="position:absolute;left:2593;top:338;width:2;height:229" coordorigin="2593,338" coordsize="0,229" path="m2593,338l2593,566e" filled="false" stroked="true" strokeweight=".853537pt" strokecolor="#231f20">
                <v:path arrowok="t"/>
              </v:shape>
            </v:group>
            <v:group style="position:absolute;left:2652;top:338;width:2;height:299" coordorigin="2652,338" coordsize="2,299">
              <v:shape style="position:absolute;left:2652;top:338;width:2;height:299" coordorigin="2652,338" coordsize="0,299" path="m2652,338l2652,636e" filled="false" stroked="true" strokeweight=".831077pt" strokecolor="#231f20">
                <v:path arrowok="t"/>
              </v:shape>
            </v:group>
            <v:group style="position:absolute;left:2710;top:338;width:2;height:233" coordorigin="2710,338" coordsize="2,233">
              <v:shape style="position:absolute;left:2710;top:338;width:2;height:233" coordorigin="2710,338" coordsize="0,233" path="m2710,338l2710,571e" filled="false" stroked="true" strokeweight=".831077pt" strokecolor="#231f20">
                <v:path arrowok="t"/>
              </v:shape>
            </v:group>
            <v:group style="position:absolute;left:2768;top:338;width:2;height:306" coordorigin="2768,338" coordsize="2,306">
              <v:shape style="position:absolute;left:2768;top:338;width:2;height:306" coordorigin="2768,338" coordsize="0,306" path="m2768,338l2768,644e" filled="false" stroked="true" strokeweight=".831077pt" strokecolor="#231f20">
                <v:path arrowok="t"/>
              </v:shape>
            </v:group>
            <v:group style="position:absolute;left:2886;top:338;width:2;height:478" coordorigin="2886,338" coordsize="2,478">
              <v:shape style="position:absolute;left:2886;top:338;width:2;height:478" coordorigin="2886,338" coordsize="0,478" path="m2886,338l2886,816e" filled="false" stroked="true" strokeweight=".829954pt" strokecolor="#231f20">
                <v:path arrowok="t"/>
              </v:shape>
            </v:group>
            <v:group style="position:absolute;left:2944;top:338;width:2;height:233" coordorigin="2944,338" coordsize="2,233">
              <v:shape style="position:absolute;left:2944;top:338;width:2;height:233" coordorigin="2944,338" coordsize="0,233" path="m2944,338l2944,571e" filled="false" stroked="true" strokeweight=".831077pt" strokecolor="#231f20">
                <v:path arrowok="t"/>
              </v:shape>
            </v:group>
            <v:group style="position:absolute;left:3003;top:338;width:2;height:299" coordorigin="3003,338" coordsize="2,299">
              <v:shape style="position:absolute;left:3003;top:338;width:2;height:299" coordorigin="3003,338" coordsize="0,299" path="m3003,338l3003,636e" filled="false" stroked="true" strokeweight=".831077pt" strokecolor="#231f20">
                <v:path arrowok="t"/>
              </v:shape>
            </v:group>
            <v:group style="position:absolute;left:3061;top:338;width:2;height:233" coordorigin="3061,338" coordsize="2,233">
              <v:shape style="position:absolute;left:3061;top:338;width:2;height:233" coordorigin="3061,338" coordsize="0,233" path="m3061,338l3061,571e" filled="false" stroked="true" strokeweight=".831077pt" strokecolor="#231f20">
                <v:path arrowok="t"/>
              </v:shape>
            </v:group>
            <v:group style="position:absolute;left:3120;top:338;width:2;height:299" coordorigin="3120,338" coordsize="2,299">
              <v:shape style="position:absolute;left:3120;top:338;width:2;height:299" coordorigin="3120,338" coordsize="0,299" path="m3120,338l3120,636e" filled="false" stroked="true" strokeweight=".829954pt" strokecolor="#231f20">
                <v:path arrowok="t"/>
              </v:shape>
            </v:group>
            <v:group style="position:absolute;left:3179;top:338;width:2;height:229" coordorigin="3179,338" coordsize="2,229">
              <v:shape style="position:absolute;left:3179;top:338;width:2;height:229" coordorigin="3179,338" coordsize="0,229" path="m3179,338l3179,566e" filled="false" stroked="true" strokeweight=".829954pt" strokecolor="#231f20">
                <v:path arrowok="t"/>
              </v:shape>
            </v:group>
            <v:group style="position:absolute;left:3237;top:338;width:2;height:299" coordorigin="3237,338" coordsize="2,299">
              <v:shape style="position:absolute;left:3237;top:338;width:2;height:299" coordorigin="3237,338" coordsize="0,299" path="m3237,338l3237,636e" filled="false" stroked="true" strokeweight=".8322pt" strokecolor="#231f20">
                <v:path arrowok="t"/>
              </v:shape>
            </v:group>
            <v:group style="position:absolute;left:3296;top:338;width:2;height:233" coordorigin="3296,338" coordsize="2,233">
              <v:shape style="position:absolute;left:3296;top:338;width:2;height:233" coordorigin="3296,338" coordsize="0,233" path="m3296,338l3296,571e" filled="false" stroked="true" strokeweight=".829954pt" strokecolor="#231f20">
                <v:path arrowok="t"/>
              </v:shape>
            </v:group>
            <v:group style="position:absolute;left:3354;top:338;width:2;height:306" coordorigin="3354,338" coordsize="2,306">
              <v:shape style="position:absolute;left:3354;top:338;width:2;height:306" coordorigin="3354,338" coordsize="0,306" path="m3354,338l3354,644e" filled="false" stroked="true" strokeweight=".831077pt" strokecolor="#231f20">
                <v:path arrowok="t"/>
              </v:shape>
            </v:group>
            <v:group style="position:absolute;left:2827;top:338;width:2;height:233" coordorigin="2827,338" coordsize="2,233">
              <v:shape style="position:absolute;left:2827;top:338;width:2;height:233" coordorigin="2827,338" coordsize="0,233" path="m2827,338l2827,571e" filled="false" stroked="true" strokeweight=".831077pt" strokecolor="#231f20">
                <v:path arrowok="t"/>
              </v:shape>
            </v:group>
            <v:group style="position:absolute;left:3471;top:338;width:2;height:478" coordorigin="3471,338" coordsize="2,478">
              <v:shape style="position:absolute;left:3471;top:338;width:2;height:478" coordorigin="3471,338" coordsize="0,478" path="m3471,338l3471,816e" filled="false" stroked="true" strokeweight=".831077pt" strokecolor="#231f20">
                <v:path arrowok="t"/>
              </v:shape>
            </v:group>
            <v:group style="position:absolute;left:3530;top:338;width:2;height:233" coordorigin="3530,338" coordsize="2,233">
              <v:shape style="position:absolute;left:3530;top:338;width:2;height:233" coordorigin="3530,338" coordsize="0,233" path="m3530,338l3530,571e" filled="false" stroked="true" strokeweight=".826585pt" strokecolor="#231f20">
                <v:path arrowok="t"/>
              </v:shape>
            </v:group>
            <v:group style="position:absolute;left:3588;top:338;width:2;height:299" coordorigin="3588,338" coordsize="2,299">
              <v:shape style="position:absolute;left:3588;top:338;width:2;height:299" coordorigin="3588,338" coordsize="0,299" path="m3588,338l3588,636e" filled="false" stroked="true" strokeweight=".829954pt" strokecolor="#231f20">
                <v:path arrowok="t"/>
              </v:shape>
            </v:group>
            <v:group style="position:absolute;left:3647;top:338;width:2;height:233" coordorigin="3647,338" coordsize="2,233">
              <v:shape style="position:absolute;left:3647;top:338;width:2;height:233" coordorigin="3647,338" coordsize="0,233" path="m3647,338l3647,571e" filled="false" stroked="true" strokeweight=".8322pt" strokecolor="#231f20">
                <v:path arrowok="t"/>
              </v:shape>
            </v:group>
            <v:group style="position:absolute;left:3705;top:338;width:2;height:299" coordorigin="3705,338" coordsize="2,299">
              <v:shape style="position:absolute;left:3705;top:338;width:2;height:299" coordorigin="3705,338" coordsize="0,299" path="m3705,338l3705,636e" filled="false" stroked="true" strokeweight=".862521pt" strokecolor="#231f20">
                <v:path arrowok="t"/>
              </v:shape>
            </v:group>
            <v:group style="position:absolute;left:3764;top:338;width:2;height:229" coordorigin="3764,338" coordsize="2,229">
              <v:shape style="position:absolute;left:3764;top:338;width:2;height:229" coordorigin="3764,338" coordsize="0,229" path="m3764,338l3764,566e" filled="false" stroked="true" strokeweight=".829954pt" strokecolor="#231f20">
                <v:path arrowok="t"/>
              </v:shape>
            </v:group>
            <v:group style="position:absolute;left:3823;top:338;width:2;height:299" coordorigin="3823,338" coordsize="2,299">
              <v:shape style="position:absolute;left:3823;top:338;width:2;height:299" coordorigin="3823,338" coordsize="0,299" path="m3823,338l3823,636e" filled="false" stroked="true" strokeweight=".831077pt" strokecolor="#231f20">
                <v:path arrowok="t"/>
              </v:shape>
            </v:group>
            <v:group style="position:absolute;left:3881;top:338;width:2;height:233" coordorigin="3881,338" coordsize="2,233">
              <v:shape style="position:absolute;left:3881;top:338;width:2;height:233" coordorigin="3881,338" coordsize="0,233" path="m3881,338l3881,571e" filled="false" stroked="true" strokeweight=".831077pt" strokecolor="#231f20">
                <v:path arrowok="t"/>
              </v:shape>
            </v:group>
            <v:group style="position:absolute;left:3940;top:338;width:2;height:306" coordorigin="3940,338" coordsize="2,306">
              <v:shape style="position:absolute;left:3940;top:338;width:2;height:306" coordorigin="3940,338" coordsize="0,306" path="m3940,338l3940,644e" filled="false" stroked="true" strokeweight=".831077pt" strokecolor="#231f20">
                <v:path arrowok="t"/>
              </v:shape>
            </v:group>
            <v:group style="position:absolute;left:3412;top:338;width:2;height:233" coordorigin="3412,338" coordsize="2,233">
              <v:shape style="position:absolute;left:3412;top:338;width:2;height:233" coordorigin="3412,338" coordsize="0,233" path="m3412,338l3412,571e" filled="false" stroked="true" strokeweight=".831077pt" strokecolor="#231f20">
                <v:path arrowok="t"/>
              </v:shape>
            </v:group>
            <v:group style="position:absolute;left:4057;top:338;width:2;height:478" coordorigin="4057,338" coordsize="2,478">
              <v:shape style="position:absolute;left:4057;top:338;width:2;height:478" coordorigin="4057,338" coordsize="0,478" path="m4057,338l4057,816e" filled="false" stroked="true" strokeweight=".8322pt" strokecolor="#231f20">
                <v:path arrowok="t"/>
              </v:shape>
            </v:group>
            <v:group style="position:absolute;left:4115;top:338;width:2;height:233" coordorigin="4115,338" coordsize="2,233">
              <v:shape style="position:absolute;left:4115;top:338;width:2;height:233" coordorigin="4115,338" coordsize="0,233" path="m4115,338l4115,571e" filled="false" stroked="true" strokeweight=".829954pt" strokecolor="#231f20">
                <v:path arrowok="t"/>
              </v:shape>
            </v:group>
            <v:group style="position:absolute;left:4174;top:338;width:2;height:299" coordorigin="4174,338" coordsize="2,299">
              <v:shape style="position:absolute;left:4174;top:338;width:2;height:299" coordorigin="4174,338" coordsize="0,299" path="m4174,338l4174,636e" filled="false" stroked="true" strokeweight=".8322pt" strokecolor="#231f20">
                <v:path arrowok="t"/>
              </v:shape>
            </v:group>
            <v:group style="position:absolute;left:4232;top:338;width:2;height:233" coordorigin="4232,338" coordsize="2,233">
              <v:shape style="position:absolute;left:4232;top:338;width:2;height:233" coordorigin="4232,338" coordsize="0,233" path="m4232,338l4232,571e" filled="false" stroked="true" strokeweight=".831077pt" strokecolor="#231f20">
                <v:path arrowok="t"/>
              </v:shape>
            </v:group>
            <v:group style="position:absolute;left:4291;top:338;width:2;height:299" coordorigin="4291,338" coordsize="2,299">
              <v:shape style="position:absolute;left:4291;top:338;width:2;height:299" coordorigin="4291,338" coordsize="0,299" path="m4291,338l4291,636e" filled="false" stroked="true" strokeweight=".831077pt" strokecolor="#231f20">
                <v:path arrowok="t"/>
              </v:shape>
            </v:group>
            <v:group style="position:absolute;left:4350;top:338;width:2;height:229" coordorigin="4350,338" coordsize="2,229">
              <v:shape style="position:absolute;left:4350;top:338;width:2;height:229" coordorigin="4350,338" coordsize="0,229" path="m4350,338l4350,566e" filled="false" stroked="true" strokeweight=".829954pt" strokecolor="#231f20">
                <v:path arrowok="t"/>
              </v:shape>
            </v:group>
            <v:group style="position:absolute;left:4408;top:338;width:2;height:299" coordorigin="4408,338" coordsize="2,299">
              <v:shape style="position:absolute;left:4408;top:338;width:2;height:299" coordorigin="4408,338" coordsize="0,299" path="m4408,338l4408,636e" filled="false" stroked="true" strokeweight=".8322pt" strokecolor="#231f20">
                <v:path arrowok="t"/>
              </v:shape>
            </v:group>
            <v:group style="position:absolute;left:4467;top:338;width:2;height:233" coordorigin="4467,338" coordsize="2,233">
              <v:shape style="position:absolute;left:4467;top:338;width:2;height:233" coordorigin="4467,338" coordsize="0,233" path="m4467,338l4467,571e" filled="false" stroked="true" strokeweight=".829954pt" strokecolor="#231f20">
                <v:path arrowok="t"/>
              </v:shape>
            </v:group>
            <v:group style="position:absolute;left:4525;top:338;width:2;height:306" coordorigin="4525,338" coordsize="2,306">
              <v:shape style="position:absolute;left:4525;top:338;width:2;height:306" coordorigin="4525,338" coordsize="0,306" path="m4525,338l4525,644e" filled="false" stroked="true" strokeweight=".831077pt" strokecolor="#231f20">
                <v:path arrowok="t"/>
              </v:shape>
            </v:group>
            <v:group style="position:absolute;left:3998;top:338;width:2;height:233" coordorigin="3998,338" coordsize="2,233">
              <v:shape style="position:absolute;left:3998;top:338;width:2;height:233" coordorigin="3998,338" coordsize="0,233" path="m3998,338l3998,571e" filled="false" stroked="true" strokeweight=".829954pt" strokecolor="#231f20">
                <v:path arrowok="t"/>
              </v:shape>
            </v:group>
            <v:group style="position:absolute;left:4643;top:338;width:2;height:478" coordorigin="4643,338" coordsize="2,478">
              <v:shape style="position:absolute;left:4643;top:338;width:2;height:478" coordorigin="4643,338" coordsize="0,478" path="m4643,338l4643,816e" filled="false" stroked="true" strokeweight=".831077pt" strokecolor="#231f20">
                <v:path arrowok="t"/>
              </v:shape>
            </v:group>
            <v:group style="position:absolute;left:4701;top:338;width:2;height:233" coordorigin="4701,338" coordsize="2,233">
              <v:shape style="position:absolute;left:4701;top:338;width:2;height:233" coordorigin="4701,338" coordsize="0,233" path="m4701,338l4701,571e" filled="false" stroked="true" strokeweight=".829954pt" strokecolor="#231f20">
                <v:path arrowok="t"/>
              </v:shape>
            </v:group>
            <v:group style="position:absolute;left:4759;top:338;width:2;height:299" coordorigin="4759,338" coordsize="2,299">
              <v:shape style="position:absolute;left:4759;top:338;width:2;height:299" coordorigin="4759,338" coordsize="0,299" path="m4759,338l4759,636e" filled="false" stroked="true" strokeweight=".8322pt" strokecolor="#231f20">
                <v:path arrowok="t"/>
              </v:shape>
            </v:group>
            <v:group style="position:absolute;left:4818;top:338;width:2;height:233" coordorigin="4818,338" coordsize="2,233">
              <v:shape style="position:absolute;left:4818;top:338;width:2;height:233" coordorigin="4818,338" coordsize="0,233" path="m4818,338l4818,571e" filled="false" stroked="true" strokeweight=".851291pt" strokecolor="#231f20">
                <v:path arrowok="t"/>
              </v:shape>
            </v:group>
            <v:group style="position:absolute;left:4877;top:338;width:2;height:299" coordorigin="4877,338" coordsize="2,299">
              <v:shape style="position:absolute;left:4877;top:338;width:2;height:299" coordorigin="4877,338" coordsize="0,299" path="m4877,338l4877,636e" filled="false" stroked="true" strokeweight=".829954pt" strokecolor="#231f20">
                <v:path arrowok="t"/>
              </v:shape>
            </v:group>
            <v:group style="position:absolute;left:4935;top:338;width:2;height:229" coordorigin="4935,338" coordsize="2,229">
              <v:shape style="position:absolute;left:4935;top:338;width:2;height:229" coordorigin="4935,338" coordsize="0,229" path="m4935,338l4935,566e" filled="false" stroked="true" strokeweight=".831077pt" strokecolor="#231f20">
                <v:path arrowok="t"/>
              </v:shape>
            </v:group>
            <v:group style="position:absolute;left:4994;top:338;width:2;height:299" coordorigin="4994,338" coordsize="2,299">
              <v:shape style="position:absolute;left:4994;top:338;width:2;height:299" coordorigin="4994,338" coordsize="0,299" path="m4994,338l4994,636e" filled="false" stroked="true" strokeweight=".831077pt" strokecolor="#231f20">
                <v:path arrowok="t"/>
              </v:shape>
            </v:group>
            <v:group style="position:absolute;left:5052;top:338;width:2;height:233" coordorigin="5052,338" coordsize="2,233">
              <v:shape style="position:absolute;left:5052;top:338;width:2;height:233" coordorigin="5052,338" coordsize="0,233" path="m5052,338l5052,571e" filled="false" stroked="true" strokeweight=".829954pt" strokecolor="#231f20">
                <v:path arrowok="t"/>
              </v:shape>
            </v:group>
            <v:group style="position:absolute;left:5111;top:338;width:2;height:306" coordorigin="5111,338" coordsize="2,306">
              <v:shape style="position:absolute;left:5111;top:338;width:2;height:306" coordorigin="5111,338" coordsize="0,306" path="m5111,338l5111,644e" filled="false" stroked="true" strokeweight=".8322pt" strokecolor="#231f20">
                <v:path arrowok="t"/>
              </v:shape>
            </v:group>
            <v:group style="position:absolute;left:4584;top:338;width:2;height:233" coordorigin="4584,338" coordsize="2,233">
              <v:shape style="position:absolute;left:4584;top:338;width:2;height:233" coordorigin="4584,338" coordsize="0,233" path="m4584,338l4584,571e" filled="false" stroked="true" strokeweight=".831077pt" strokecolor="#231f20">
                <v:path arrowok="t"/>
              </v:shape>
            </v:group>
            <v:group style="position:absolute;left:5228;top:338;width:2;height:478" coordorigin="5228,338" coordsize="2,478">
              <v:shape style="position:absolute;left:5228;top:338;width:2;height:478" coordorigin="5228,338" coordsize="0,478" path="m5228,338l5228,816e" filled="false" stroked="true" strokeweight=".829954pt" strokecolor="#231f20">
                <v:path arrowok="t"/>
              </v:shape>
            </v:group>
            <v:group style="position:absolute;left:5286;top:338;width:2;height:233" coordorigin="5286,338" coordsize="2,233">
              <v:shape style="position:absolute;left:5286;top:338;width:2;height:233" coordorigin="5286,338" coordsize="0,233" path="m5286,338l5286,571e" filled="false" stroked="true" strokeweight=".831077pt" strokecolor="#231f20">
                <v:path arrowok="t"/>
              </v:shape>
            </v:group>
            <v:group style="position:absolute;left:5345;top:338;width:2;height:299" coordorigin="5345,338" coordsize="2,299">
              <v:shape style="position:absolute;left:5345;top:338;width:2;height:299" coordorigin="5345,338" coordsize="0,299" path="m5345,338l5345,636e" filled="false" stroked="true" strokeweight=".831077pt" strokecolor="#231f20">
                <v:path arrowok="t"/>
              </v:shape>
            </v:group>
            <v:group style="position:absolute;left:5404;top:338;width:2;height:233" coordorigin="5404,338" coordsize="2,233">
              <v:shape style="position:absolute;left:5404;top:338;width:2;height:233" coordorigin="5404,338" coordsize="0,233" path="m5404,338l5404,571e" filled="false" stroked="true" strokeweight=".831077pt" strokecolor="#231f20">
                <v:path arrowok="t"/>
              </v:shape>
            </v:group>
            <v:group style="position:absolute;left:5462;top:338;width:2;height:299" coordorigin="5462,338" coordsize="2,299">
              <v:shape style="position:absolute;left:5462;top:338;width:2;height:299" coordorigin="5462,338" coordsize="0,299" path="m5462,338l5462,636e" filled="false" stroked="true" strokeweight=".831077pt" strokecolor="#231f20">
                <v:path arrowok="t"/>
              </v:shape>
            </v:group>
            <v:group style="position:absolute;left:5521;top:338;width:2;height:229" coordorigin="5521,338" coordsize="2,229">
              <v:shape style="position:absolute;left:5521;top:338;width:2;height:229" coordorigin="5521,338" coordsize="0,229" path="m5521,338l5521,566e" filled="false" stroked="true" strokeweight=".8322pt" strokecolor="#231f20">
                <v:path arrowok="t"/>
              </v:shape>
            </v:group>
            <v:group style="position:absolute;left:5579;top:338;width:2;height:299" coordorigin="5579,338" coordsize="2,299">
              <v:shape style="position:absolute;left:5579;top:338;width:2;height:299" coordorigin="5579,338" coordsize="0,299" path="m5579,338l5579,636e" filled="false" stroked="true" strokeweight=".829954pt" strokecolor="#231f20">
                <v:path arrowok="t"/>
              </v:shape>
            </v:group>
            <v:group style="position:absolute;left:5638;top:338;width:2;height:233" coordorigin="5638,338" coordsize="2,233">
              <v:shape style="position:absolute;left:5638;top:338;width:2;height:233" coordorigin="5638,338" coordsize="0,233" path="m5638,338l5638,571e" filled="false" stroked="true" strokeweight=".831077pt" strokecolor="#231f20">
                <v:path arrowok="t"/>
              </v:shape>
            </v:group>
            <v:group style="position:absolute;left:5697;top:338;width:2;height:306" coordorigin="5697,338" coordsize="2,306">
              <v:shape style="position:absolute;left:5697;top:338;width:2;height:306" coordorigin="5697,338" coordsize="0,306" path="m5697,338l5697,644e" filled="false" stroked="true" strokeweight=".8322pt" strokecolor="#231f20">
                <v:path arrowok="t"/>
              </v:shape>
            </v:group>
            <v:group style="position:absolute;left:5169;top:338;width:2;height:233" coordorigin="5169,338" coordsize="2,233">
              <v:shape style="position:absolute;left:5169;top:338;width:2;height:233" coordorigin="5169,338" coordsize="0,233" path="m5169,338l5169,571e" filled="false" stroked="true" strokeweight=".831077pt" strokecolor="#231f20">
                <v:path arrowok="t"/>
              </v:shape>
            </v:group>
            <v:group style="position:absolute;left:5814;top:338;width:2;height:478" coordorigin="5814,338" coordsize="2,478">
              <v:shape style="position:absolute;left:5814;top:338;width:2;height:478" coordorigin="5814,338" coordsize="0,478" path="m5814,338l5814,816e" filled="false" stroked="true" strokeweight=".831077pt" strokecolor="#231f20">
                <v:path arrowok="t"/>
              </v:shape>
            </v:group>
            <v:group style="position:absolute;left:5872;top:338;width:2;height:233" coordorigin="5872,338" coordsize="2,233">
              <v:shape style="position:absolute;left:5872;top:338;width:2;height:233" coordorigin="5872,338" coordsize="0,233" path="m5872,338l5872,571e" filled="false" stroked="true" strokeweight=".8322pt" strokecolor="#231f20">
                <v:path arrowok="t"/>
              </v:shape>
            </v:group>
            <v:group style="position:absolute;left:5931;top:338;width:2;height:299" coordorigin="5931,338" coordsize="2,299">
              <v:shape style="position:absolute;left:5931;top:338;width:2;height:299" coordorigin="5931,338" coordsize="0,299" path="m5931,338l5931,636e" filled="false" stroked="true" strokeweight=".850168pt" strokecolor="#231f20">
                <v:path arrowok="t"/>
              </v:shape>
            </v:group>
            <v:group style="position:absolute;left:5989;top:338;width:2;height:233" coordorigin="5989,338" coordsize="2,233">
              <v:shape style="position:absolute;left:5989;top:338;width:2;height:233" coordorigin="5989,338" coordsize="0,233" path="m5989,338l5989,571e" filled="false" stroked="true" strokeweight=".829954pt" strokecolor="#231f20">
                <v:path arrowok="t"/>
              </v:shape>
            </v:group>
            <v:group style="position:absolute;left:6048;top:338;width:2;height:299" coordorigin="6048,338" coordsize="2,299">
              <v:shape style="position:absolute;left:6048;top:338;width:2;height:299" coordorigin="6048,338" coordsize="0,299" path="m6048,338l6048,636e" filled="false" stroked="true" strokeweight=".8322pt" strokecolor="#231f20">
                <v:path arrowok="t"/>
              </v:shape>
            </v:group>
            <v:group style="position:absolute;left:6106;top:338;width:2;height:229" coordorigin="6106,338" coordsize="2,229">
              <v:shape style="position:absolute;left:6106;top:338;width:2;height:229" coordorigin="6106,338" coordsize="0,229" path="m6106,338l6106,566e" filled="false" stroked="true" strokeweight=".831077pt" strokecolor="#231f20">
                <v:path arrowok="t"/>
              </v:shape>
            </v:group>
            <v:group style="position:absolute;left:6165;top:338;width:2;height:299" coordorigin="6165,338" coordsize="2,299">
              <v:shape style="position:absolute;left:6165;top:338;width:2;height:299" coordorigin="6165,338" coordsize="0,299" path="m6165,338l6165,636e" filled="false" stroked="true" strokeweight=".831077pt" strokecolor="#231f20">
                <v:path arrowok="t"/>
              </v:shape>
            </v:group>
            <v:group style="position:absolute;left:6224;top:338;width:2;height:233" coordorigin="6224,338" coordsize="2,233">
              <v:shape style="position:absolute;left:6224;top:338;width:2;height:233" coordorigin="6224,338" coordsize="0,233" path="m6224,338l6224,571e" filled="false" stroked="true" strokeweight=".831077pt" strokecolor="#231f20">
                <v:path arrowok="t"/>
              </v:shape>
            </v:group>
            <v:group style="position:absolute;left:6282;top:338;width:2;height:306" coordorigin="6282,338" coordsize="2,306">
              <v:shape style="position:absolute;left:6282;top:338;width:2;height:306" coordorigin="6282,338" coordsize="0,306" path="m6282,338l6282,644e" filled="false" stroked="true" strokeweight=".8322pt" strokecolor="#231f20">
                <v:path arrowok="t"/>
              </v:shape>
            </v:group>
            <v:group style="position:absolute;left:5755;top:338;width:2;height:233" coordorigin="5755,338" coordsize="2,233">
              <v:shape style="position:absolute;left:5755;top:338;width:2;height:233" coordorigin="5755,338" coordsize="0,233" path="m5755,338l5755,571e" filled="false" stroked="true" strokeweight=".831077pt" strokecolor="#231f20">
                <v:path arrowok="t"/>
              </v:shape>
            </v:group>
            <v:group style="position:absolute;left:6399;top:338;width:2;height:478" coordorigin="6399,338" coordsize="2,478">
              <v:shape style="position:absolute;left:6399;top:338;width:2;height:478" coordorigin="6399,338" coordsize="0,478" path="m6399,338l6399,816e" filled="false" stroked="true" strokeweight=".8322pt" strokecolor="#231f20">
                <v:path arrowok="t"/>
              </v:shape>
            </v:group>
            <v:group style="position:absolute;left:6457;top:338;width:2;height:233" coordorigin="6457,338" coordsize="2,233">
              <v:shape style="position:absolute;left:6457;top:338;width:2;height:233" coordorigin="6457,338" coordsize="0,233" path="m6457,338l6457,571e" filled="false" stroked="true" strokeweight=".829954pt" strokecolor="#231f20">
                <v:path arrowok="t"/>
              </v:shape>
            </v:group>
            <v:group style="position:absolute;left:6516;top:338;width:2;height:299" coordorigin="6516,338" coordsize="2,299">
              <v:shape style="position:absolute;left:6516;top:338;width:2;height:299" coordorigin="6516,338" coordsize="0,299" path="m6516,338l6516,636e" filled="false" stroked="true" strokeweight=".828831pt" strokecolor="#231f20">
                <v:path arrowok="t"/>
              </v:shape>
            </v:group>
            <v:group style="position:absolute;left:6575;top:338;width:2;height:233" coordorigin="6575,338" coordsize="2,233">
              <v:shape style="position:absolute;left:6575;top:338;width:2;height:233" coordorigin="6575,338" coordsize="0,233" path="m6575,338l6575,571e" filled="false" stroked="true" strokeweight=".831077pt" strokecolor="#231f20">
                <v:path arrowok="t"/>
              </v:shape>
            </v:group>
            <v:group style="position:absolute;left:6633;top:338;width:2;height:299" coordorigin="6633,338" coordsize="2,299">
              <v:shape style="position:absolute;left:6633;top:338;width:2;height:299" coordorigin="6633,338" coordsize="0,299" path="m6633,338l6633,636e" filled="false" stroked="true" strokeweight=".831077pt" strokecolor="#231f20">
                <v:path arrowok="t"/>
              </v:shape>
            </v:group>
            <v:group style="position:absolute;left:6692;top:338;width:2;height:229" coordorigin="6692,338" coordsize="2,229">
              <v:shape style="position:absolute;left:6692;top:338;width:2;height:229" coordorigin="6692,338" coordsize="0,229" path="m6692,338l6692,566e" filled="false" stroked="true" strokeweight=".829954pt" strokecolor="#231f20">
                <v:path arrowok="t"/>
              </v:shape>
            </v:group>
            <v:group style="position:absolute;left:6750;top:338;width:2;height:299" coordorigin="6750,338" coordsize="2,299">
              <v:shape style="position:absolute;left:6750;top:338;width:2;height:299" coordorigin="6750,338" coordsize="0,299" path="m6750,338l6750,636e" filled="false" stroked="true" strokeweight=".831077pt" strokecolor="#231f20">
                <v:path arrowok="t"/>
              </v:shape>
            </v:group>
            <v:group style="position:absolute;left:6809;top:338;width:2;height:233" coordorigin="6809,338" coordsize="2,233">
              <v:shape style="position:absolute;left:6809;top:338;width:2;height:233" coordorigin="6809,338" coordsize="0,233" path="m6809,338l6809,571e" filled="false" stroked="true" strokeweight=".831077pt" strokecolor="#231f20">
                <v:path arrowok="t"/>
              </v:shape>
            </v:group>
            <v:group style="position:absolute;left:6868;top:338;width:2;height:306" coordorigin="6868,338" coordsize="2,306">
              <v:shape style="position:absolute;left:6868;top:338;width:2;height:306" coordorigin="6868,338" coordsize="0,306" path="m6868,338l6868,644e" filled="false" stroked="true" strokeweight=".831077pt" strokecolor="#231f20">
                <v:path arrowok="t"/>
              </v:shape>
            </v:group>
            <v:group style="position:absolute;left:6341;top:338;width:2;height:233" coordorigin="6341,338" coordsize="2,233">
              <v:shape style="position:absolute;left:6341;top:338;width:2;height:233" coordorigin="6341,338" coordsize="0,233" path="m6341,338l6341,571e" filled="false" stroked="true" strokeweight=".82097pt" strokecolor="#231f20">
                <v:path arrowok="t"/>
              </v:shape>
            </v:group>
            <v:group style="position:absolute;left:6985;top:338;width:2;height:478" coordorigin="6985,338" coordsize="2,478">
              <v:shape style="position:absolute;left:6985;top:338;width:2;height:478" coordorigin="6985,338" coordsize="0,478" path="m6985,338l6985,816e" filled="false" stroked="true" strokeweight=".8322pt" strokecolor="#231f20">
                <v:path arrowok="t"/>
              </v:shape>
            </v:group>
            <v:group style="position:absolute;left:7043;top:338;width:2;height:233" coordorigin="7043,338" coordsize="2,233">
              <v:shape style="position:absolute;left:7043;top:338;width:2;height:233" coordorigin="7043,338" coordsize="0,233" path="m7043,338l7043,571e" filled="false" stroked="true" strokeweight=".861398pt" strokecolor="#231f20">
                <v:path arrowok="t"/>
              </v:shape>
            </v:group>
            <v:group style="position:absolute;left:7102;top:338;width:2;height:299" coordorigin="7102,338" coordsize="2,299">
              <v:shape style="position:absolute;left:7102;top:338;width:2;height:299" coordorigin="7102,338" coordsize="0,299" path="m7102,338l7102,636e" filled="false" stroked="true" strokeweight=".831077pt" strokecolor="#231f20">
                <v:path arrowok="t"/>
              </v:shape>
            </v:group>
            <v:group style="position:absolute;left:7160;top:338;width:2;height:233" coordorigin="7160,338" coordsize="2,233">
              <v:shape style="position:absolute;left:7160;top:338;width:2;height:233" coordorigin="7160,338" coordsize="0,233" path="m7160,338l7160,571e" filled="false" stroked="true" strokeweight=".829954pt" strokecolor="#231f20">
                <v:path arrowok="t"/>
              </v:shape>
            </v:group>
            <v:group style="position:absolute;left:7219;top:338;width:2;height:299" coordorigin="7219,338" coordsize="2,299">
              <v:shape style="position:absolute;left:7219;top:338;width:2;height:299" coordorigin="7219,338" coordsize="0,299" path="m7219,338l7219,636e" filled="false" stroked="true" strokeweight=".828831pt" strokecolor="#231f20">
                <v:path arrowok="t"/>
              </v:shape>
            </v:group>
            <v:group style="position:absolute;left:7277;top:338;width:2;height:229" coordorigin="7277,338" coordsize="2,229">
              <v:shape style="position:absolute;left:7277;top:338;width:2;height:229" coordorigin="7277,338" coordsize="0,229" path="m7277,338l7277,566e" filled="false" stroked="true" strokeweight=".831077pt" strokecolor="#231f20">
                <v:path arrowok="t"/>
              </v:shape>
            </v:group>
            <v:group style="position:absolute;left:7336;top:338;width:2;height:299" coordorigin="7336,338" coordsize="2,299">
              <v:shape style="position:absolute;left:7336;top:338;width:2;height:299" coordorigin="7336,338" coordsize="0,299" path="m7336,338l7336,636e" filled="false" stroked="true" strokeweight=".8322pt" strokecolor="#231f20">
                <v:path arrowok="t"/>
              </v:shape>
            </v:group>
            <v:group style="position:absolute;left:7395;top:338;width:2;height:233" coordorigin="7395,338" coordsize="2,233">
              <v:shape style="position:absolute;left:7395;top:338;width:2;height:233" coordorigin="7395,338" coordsize="0,233" path="m7395,338l7395,571e" filled="false" stroked="true" strokeweight=".831077pt" strokecolor="#231f20">
                <v:path arrowok="t"/>
              </v:shape>
            </v:group>
            <v:group style="position:absolute;left:7453;top:338;width:2;height:306" coordorigin="7453,338" coordsize="2,306">
              <v:shape style="position:absolute;left:7453;top:338;width:2;height:306" coordorigin="7453,338" coordsize="0,306" path="m7453,338l7453,644e" filled="false" stroked="true" strokeweight=".829954pt" strokecolor="#231f20">
                <v:path arrowok="t"/>
              </v:shape>
            </v:group>
            <v:group style="position:absolute;left:6926;top:338;width:2;height:233" coordorigin="6926,338" coordsize="2,233">
              <v:shape style="position:absolute;left:6926;top:338;width:2;height:233" coordorigin="6926,338" coordsize="0,233" path="m6926,338l6926,571e" filled="false" stroked="true" strokeweight=".8322pt" strokecolor="#231f20">
                <v:path arrowok="t"/>
              </v:shape>
            </v:group>
            <v:group style="position:absolute;left:7570;top:338;width:2;height:478" coordorigin="7570,338" coordsize="2,478">
              <v:shape style="position:absolute;left:7570;top:338;width:2;height:478" coordorigin="7570,338" coordsize="0,478" path="m7570,338l7570,816e" filled="false" stroked="true" strokeweight=".831077pt" strokecolor="#231f20">
                <v:path arrowok="t"/>
              </v:shape>
            </v:group>
            <v:group style="position:absolute;left:7629;top:338;width:2;height:233" coordorigin="7629,338" coordsize="2,233">
              <v:shape style="position:absolute;left:7629;top:338;width:2;height:233" coordorigin="7629,338" coordsize="0,233" path="m7629,338l7629,571e" filled="false" stroked="true" strokeweight=".8322pt" strokecolor="#231f20">
                <v:path arrowok="t"/>
              </v:shape>
            </v:group>
            <v:group style="position:absolute;left:7687;top:338;width:2;height:299" coordorigin="7687,338" coordsize="2,299">
              <v:shape style="position:absolute;left:7687;top:338;width:2;height:299" coordorigin="7687,338" coordsize="0,299" path="m7687,338l7687,636e" filled="false" stroked="true" strokeweight=".831077pt" strokecolor="#231f20">
                <v:path arrowok="t"/>
              </v:shape>
            </v:group>
            <v:group style="position:absolute;left:7746;top:338;width:2;height:233" coordorigin="7746,338" coordsize="2,233">
              <v:shape style="position:absolute;left:7746;top:338;width:2;height:233" coordorigin="7746,338" coordsize="0,233" path="m7746,338l7746,571e" filled="false" stroked="true" strokeweight=".8322pt" strokecolor="#231f20">
                <v:path arrowok="t"/>
              </v:shape>
            </v:group>
            <v:group style="position:absolute;left:7804;top:338;width:2;height:299" coordorigin="7804,338" coordsize="2,299">
              <v:shape style="position:absolute;left:7804;top:338;width:2;height:299" coordorigin="7804,338" coordsize="0,299" path="m7804,338l7804,636e" filled="false" stroked="true" strokeweight=".831077pt" strokecolor="#231f20">
                <v:path arrowok="t"/>
              </v:shape>
            </v:group>
            <v:group style="position:absolute;left:7863;top:338;width:2;height:229" coordorigin="7863,338" coordsize="2,229">
              <v:shape style="position:absolute;left:7863;top:338;width:2;height:229" coordorigin="7863,338" coordsize="0,229" path="m7863,338l7863,566e" filled="false" stroked="true" strokeweight=".8322pt" strokecolor="#231f20">
                <v:path arrowok="t"/>
              </v:shape>
            </v:group>
            <v:group style="position:absolute;left:7922;top:338;width:2;height:299" coordorigin="7922,338" coordsize="2,299">
              <v:shape style="position:absolute;left:7922;top:338;width:2;height:299" coordorigin="7922,338" coordsize="0,299" path="m7922,338l7922,636e" filled="false" stroked="true" strokeweight=".829954pt" strokecolor="#231f20">
                <v:path arrowok="t"/>
              </v:shape>
            </v:group>
            <v:group style="position:absolute;left:7980;top:338;width:2;height:233" coordorigin="7980,338" coordsize="2,233">
              <v:shape style="position:absolute;left:7980;top:338;width:2;height:233" coordorigin="7980,338" coordsize="0,233" path="m7980,338l7980,571e" filled="false" stroked="true" strokeweight=".829954pt" strokecolor="#231f20">
                <v:path arrowok="t"/>
              </v:shape>
            </v:group>
            <v:group style="position:absolute;left:8039;top:338;width:2;height:306" coordorigin="8039,338" coordsize="2,306">
              <v:shape style="position:absolute;left:8039;top:338;width:2;height:306" coordorigin="8039,338" coordsize="0,306" path="m8039,338l8039,644e" filled="false" stroked="true" strokeweight=".829954pt" strokecolor="#231f20">
                <v:path arrowok="t"/>
              </v:shape>
            </v:group>
            <v:group style="position:absolute;left:7512;top:338;width:2;height:233" coordorigin="7512,338" coordsize="2,233">
              <v:shape style="position:absolute;left:7512;top:338;width:2;height:233" coordorigin="7512,338" coordsize="0,233" path="m7512,338l7512,571e" filled="false" stroked="true" strokeweight=".8322pt" strokecolor="#231f20">
                <v:path arrowok="t"/>
              </v:shape>
            </v:group>
            <v:group style="position:absolute;left:8156;top:338;width:2;height:478" coordorigin="8156,338" coordsize="2,478">
              <v:shape style="position:absolute;left:8156;top:338;width:2;height:478" coordorigin="8156,338" coordsize="0,478" path="m8156,338l8156,816e" filled="false" stroked="true" strokeweight=".861398pt" strokecolor="#231f20">
                <v:path arrowok="t"/>
              </v:shape>
            </v:group>
            <v:group style="position:absolute;left:8215;top:338;width:2;height:233" coordorigin="8215,338" coordsize="2,233">
              <v:shape style="position:absolute;left:8215;top:338;width:2;height:233" coordorigin="8215,338" coordsize="0,233" path="m8215,338l8215,571e" filled="false" stroked="true" strokeweight=".829954pt" strokecolor="#231f20">
                <v:path arrowok="t"/>
              </v:shape>
            </v:group>
            <v:group style="position:absolute;left:8273;top:338;width:2;height:299" coordorigin="8273,338" coordsize="2,299">
              <v:shape style="position:absolute;left:8273;top:338;width:2;height:299" coordorigin="8273,338" coordsize="0,299" path="m8273,338l8273,636e" filled="false" stroked="true" strokeweight=".831077pt" strokecolor="#231f20">
                <v:path arrowok="t"/>
              </v:shape>
            </v:group>
            <v:group style="position:absolute;left:8332;top:338;width:2;height:233" coordorigin="8332,338" coordsize="2,233">
              <v:shape style="position:absolute;left:8332;top:338;width:2;height:233" coordorigin="8332,338" coordsize="0,233" path="m8332,338l8332,571e" filled="false" stroked="true" strokeweight=".831077pt" strokecolor="#231f20">
                <v:path arrowok="t"/>
              </v:shape>
            </v:group>
            <v:group style="position:absolute;left:8390;top:338;width:2;height:299" coordorigin="8390,338" coordsize="2,299">
              <v:shape style="position:absolute;left:8390;top:338;width:2;height:299" coordorigin="8390,338" coordsize="0,299" path="m8390,338l8390,636e" filled="false" stroked="true" strokeweight=".8322pt" strokecolor="#231f20">
                <v:path arrowok="t"/>
              </v:shape>
            </v:group>
            <v:group style="position:absolute;left:8449;top:338;width:2;height:229" coordorigin="8449,338" coordsize="2,229">
              <v:shape style="position:absolute;left:8449;top:338;width:2;height:229" coordorigin="8449,338" coordsize="0,229" path="m8449,338l8449,566e" filled="false" stroked="true" strokeweight=".8322pt" strokecolor="#231f20">
                <v:path arrowok="t"/>
              </v:shape>
            </v:group>
            <v:group style="position:absolute;left:8507;top:338;width:2;height:299" coordorigin="8507,338" coordsize="2,299">
              <v:shape style="position:absolute;left:8507;top:338;width:2;height:299" coordorigin="8507,338" coordsize="0,299" path="m8507,338l8507,636e" filled="false" stroked="true" strokeweight=".831077pt" strokecolor="#231f20">
                <v:path arrowok="t"/>
              </v:shape>
            </v:group>
            <v:group style="position:absolute;left:8566;top:338;width:2;height:233" coordorigin="8566,338" coordsize="2,233">
              <v:shape style="position:absolute;left:8566;top:338;width:2;height:233" coordorigin="8566,338" coordsize="0,233" path="m8566,338l8566,571e" filled="false" stroked="true" strokeweight=".8322pt" strokecolor="#231f20">
                <v:path arrowok="t"/>
              </v:shape>
            </v:group>
            <v:group style="position:absolute;left:8624;top:338;width:2;height:306" coordorigin="8624,338" coordsize="2,306">
              <v:shape style="position:absolute;left:8624;top:338;width:2;height:306" coordorigin="8624,338" coordsize="0,306" path="m8624,338l8624,644e" filled="false" stroked="true" strokeweight=".831077pt" strokecolor="#231f20">
                <v:path arrowok="t"/>
              </v:shape>
            </v:group>
            <v:group style="position:absolute;left:8097;top:338;width:2;height:233" coordorigin="8097,338" coordsize="2,233">
              <v:shape style="position:absolute;left:8097;top:338;width:2;height:233" coordorigin="8097,338" coordsize="0,233" path="m8097,338l8097,571e" filled="false" stroked="true" strokeweight=".831077pt" strokecolor="#231f20">
                <v:path arrowok="t"/>
              </v:shape>
            </v:group>
            <v:group style="position:absolute;left:8742;top:338;width:2;height:478" coordorigin="8742,338" coordsize="2,478">
              <v:shape style="position:absolute;left:8742;top:338;width:2;height:478" coordorigin="8742,338" coordsize="0,478" path="m8742,338l8742,816e" filled="false" stroked="true" strokeweight=".829954pt" strokecolor="#231f20">
                <v:path arrowok="t"/>
              </v:shape>
            </v:group>
            <v:group style="position:absolute;left:8800;top:338;width:2;height:233" coordorigin="8800,338" coordsize="2,233">
              <v:shape style="position:absolute;left:8800;top:338;width:2;height:233" coordorigin="8800,338" coordsize="0,233" path="m8800,338l8800,571e" filled="false" stroked="true" strokeweight=".831077pt" strokecolor="#231f20">
                <v:path arrowok="t"/>
              </v:shape>
            </v:group>
            <v:group style="position:absolute;left:8859;top:338;width:2;height:299" coordorigin="8859,338" coordsize="2,299">
              <v:shape style="position:absolute;left:8859;top:338;width:2;height:299" coordorigin="8859,338" coordsize="0,299" path="m8859,338l8859,636e" filled="false" stroked="true" strokeweight=".829954pt" strokecolor="#231f20">
                <v:path arrowok="t"/>
              </v:shape>
            </v:group>
            <v:group style="position:absolute;left:8917;top:338;width:2;height:233" coordorigin="8917,338" coordsize="2,233">
              <v:shape style="position:absolute;left:8917;top:338;width:2;height:233" coordorigin="8917,338" coordsize="0,233" path="m8917,338l8917,571e" filled="false" stroked="true" strokeweight=".829954pt" strokecolor="#231f20">
                <v:path arrowok="t"/>
              </v:shape>
            </v:group>
            <v:group style="position:absolute;left:8975;top:338;width:2;height:299" coordorigin="8975,338" coordsize="2,299">
              <v:shape style="position:absolute;left:8975;top:338;width:2;height:299" coordorigin="8975,338" coordsize="0,299" path="m8975,338l8975,636e" filled="false" stroked="true" strokeweight=".829954pt" strokecolor="#231f20">
                <v:path arrowok="t"/>
              </v:shape>
            </v:group>
            <v:group style="position:absolute;left:9035;top:338;width:2;height:229" coordorigin="9035,338" coordsize="2,229">
              <v:shape style="position:absolute;left:9035;top:338;width:2;height:229" coordorigin="9035,338" coordsize="0,229" path="m9035,338l9035,566e" filled="false" stroked="true" strokeweight=".829954pt" strokecolor="#231f20">
                <v:path arrowok="t"/>
              </v:shape>
            </v:group>
            <v:group style="position:absolute;left:9093;top:338;width:2;height:299" coordorigin="9093,338" coordsize="2,299">
              <v:shape style="position:absolute;left:9093;top:338;width:2;height:299" coordorigin="9093,338" coordsize="0,299" path="m9093,338l9093,636e" filled="false" stroked="true" strokeweight=".8322pt" strokecolor="#231f20">
                <v:path arrowok="t"/>
              </v:shape>
            </v:group>
            <v:group style="position:absolute;left:9151;top:338;width:2;height:233" coordorigin="9151,338" coordsize="2,233">
              <v:shape style="position:absolute;left:9151;top:338;width:2;height:233" coordorigin="9151,338" coordsize="0,233" path="m9151,338l9151,571e" filled="false" stroked="true" strokeweight=".8322pt" strokecolor="#231f20">
                <v:path arrowok="t"/>
              </v:shape>
            </v:group>
            <v:group style="position:absolute;left:9210;top:338;width:2;height:306" coordorigin="9210,338" coordsize="2,306">
              <v:shape style="position:absolute;left:9210;top:338;width:2;height:306" coordorigin="9210,338" coordsize="0,306" path="m9210,338l9210,644e" filled="false" stroked="true" strokeweight=".8322pt" strokecolor="#231f20">
                <v:path arrowok="t"/>
              </v:shape>
            </v:group>
            <v:group style="position:absolute;left:8683;top:338;width:2;height:233" coordorigin="8683,338" coordsize="2,233">
              <v:shape style="position:absolute;left:8683;top:338;width:2;height:233" coordorigin="8683,338" coordsize="0,233" path="m8683,338l8683,571e" filled="false" stroked="true" strokeweight=".831077pt" strokecolor="#231f20">
                <v:path arrowok="t"/>
              </v:shape>
            </v:group>
            <v:group style="position:absolute;left:9327;top:338;width:2;height:478" coordorigin="9327,338" coordsize="2,478">
              <v:shape style="position:absolute;left:9327;top:338;width:2;height:478" coordorigin="9327,338" coordsize="0,478" path="m9327,338l9327,816e" filled="false" stroked="true" strokeweight=".831077pt" strokecolor="#231f20">
                <v:path arrowok="t"/>
              </v:shape>
            </v:group>
            <v:group style="position:absolute;left:9386;top:338;width:2;height:233" coordorigin="9386,338" coordsize="2,233">
              <v:shape style="position:absolute;left:9386;top:338;width:2;height:233" coordorigin="9386,338" coordsize="0,233" path="m9386,338l9386,571e" filled="false" stroked="true" strokeweight=".831077pt" strokecolor="#231f20">
                <v:path arrowok="t"/>
              </v:shape>
            </v:group>
            <v:group style="position:absolute;left:9444;top:338;width:2;height:299" coordorigin="9444,338" coordsize="2,299">
              <v:shape style="position:absolute;left:9444;top:338;width:2;height:299" coordorigin="9444,338" coordsize="0,299" path="m9444,338l9444,636e" filled="false" stroked="true" strokeweight=".8322pt" strokecolor="#231f20">
                <v:path arrowok="t"/>
              </v:shape>
            </v:group>
            <v:group style="position:absolute;left:9503;top:338;width:2;height:233" coordorigin="9503,338" coordsize="2,233">
              <v:shape style="position:absolute;left:9503;top:338;width:2;height:233" coordorigin="9503,338" coordsize="0,233" path="m9503,338l9503,571e" filled="false" stroked="true" strokeweight=".831077pt" strokecolor="#231f20">
                <v:path arrowok="t"/>
              </v:shape>
            </v:group>
            <v:group style="position:absolute;left:9561;top:338;width:2;height:299" coordorigin="9561,338" coordsize="2,299">
              <v:shape style="position:absolute;left:9561;top:338;width:2;height:299" coordorigin="9561,338" coordsize="0,299" path="m9561,338l9561,636e" filled="false" stroked="true" strokeweight=".831077pt" strokecolor="#231f20">
                <v:path arrowok="t"/>
              </v:shape>
            </v:group>
            <v:group style="position:absolute;left:9620;top:338;width:2;height:229" coordorigin="9620,338" coordsize="2,229">
              <v:shape style="position:absolute;left:9620;top:338;width:2;height:229" coordorigin="9620,338" coordsize="0,229" path="m9620,338l9620,566e" filled="false" stroked="true" strokeweight=".829954pt" strokecolor="#231f20">
                <v:path arrowok="t"/>
              </v:shape>
            </v:group>
            <v:group style="position:absolute;left:9678;top:338;width:2;height:299" coordorigin="9678,338" coordsize="2,299">
              <v:shape style="position:absolute;left:9678;top:338;width:2;height:299" coordorigin="9678,338" coordsize="0,299" path="m9678,338l9678,636e" filled="false" stroked="true" strokeweight=".831077pt" strokecolor="#231f20">
                <v:path arrowok="t"/>
              </v:shape>
            </v:group>
            <v:group style="position:absolute;left:9737;top:338;width:2;height:233" coordorigin="9737,338" coordsize="2,233">
              <v:shape style="position:absolute;left:9737;top:338;width:2;height:233" coordorigin="9737,338" coordsize="0,233" path="m9737,338l9737,571e" filled="false" stroked="true" strokeweight=".829954pt" strokecolor="#231f20">
                <v:path arrowok="t"/>
              </v:shape>
            </v:group>
            <v:group style="position:absolute;left:9795;top:338;width:2;height:306" coordorigin="9795,338" coordsize="2,306">
              <v:shape style="position:absolute;left:9795;top:338;width:2;height:306" coordorigin="9795,338" coordsize="0,306" path="m9795,338l9795,644e" filled="false" stroked="true" strokeweight=".831077pt" strokecolor="#231f20">
                <v:path arrowok="t"/>
              </v:shape>
            </v:group>
            <v:group style="position:absolute;left:9269;top:338;width:2;height:233" coordorigin="9269,338" coordsize="2,233">
              <v:shape style="position:absolute;left:9269;top:338;width:2;height:233" coordorigin="9269,338" coordsize="0,233" path="m9269,338l9269,571e" filled="false" stroked="true" strokeweight=".851291pt" strokecolor="#231f20">
                <v:path arrowok="t"/>
              </v:shape>
            </v:group>
            <v:group style="position:absolute;left:9913;top:338;width:2;height:478" coordorigin="9913,338" coordsize="2,478">
              <v:shape style="position:absolute;left:9913;top:338;width:2;height:478" coordorigin="9913,338" coordsize="0,478" path="m9913,338l9913,816e" filled="false" stroked="true" strokeweight=".8322pt" strokecolor="#231f20">
                <v:path arrowok="t"/>
              </v:shape>
            </v:group>
            <v:group style="position:absolute;left:9971;top:338;width:2;height:233" coordorigin="9971,338" coordsize="2,233">
              <v:shape style="position:absolute;left:9971;top:338;width:2;height:233" coordorigin="9971,338" coordsize="0,233" path="m9971,338l9971,571e" filled="false" stroked="true" strokeweight=".831077pt" strokecolor="#231f20">
                <v:path arrowok="t"/>
              </v:shape>
            </v:group>
            <v:group style="position:absolute;left:10030;top:338;width:2;height:299" coordorigin="10030,338" coordsize="2,299">
              <v:shape style="position:absolute;left:10030;top:338;width:2;height:299" coordorigin="10030,338" coordsize="0,299" path="m10030,338l10030,636e" filled="false" stroked="true" strokeweight=".831077pt" strokecolor="#231f20">
                <v:path arrowok="t"/>
              </v:shape>
            </v:group>
            <v:group style="position:absolute;left:10088;top:338;width:2;height:233" coordorigin="10088,338" coordsize="2,233">
              <v:shape style="position:absolute;left:10088;top:338;width:2;height:233" coordorigin="10088,338" coordsize="0,233" path="m10088,338l10088,571e" filled="false" stroked="true" strokeweight=".831077pt" strokecolor="#231f20">
                <v:path arrowok="t"/>
              </v:shape>
            </v:group>
            <v:group style="position:absolute;left:10147;top:338;width:2;height:299" coordorigin="10147,338" coordsize="2,299">
              <v:shape style="position:absolute;left:10147;top:338;width:2;height:299" coordorigin="10147,338" coordsize="0,299" path="m10147,338l10147,636e" filled="false" stroked="true" strokeweight=".831077pt" strokecolor="#231f20">
                <v:path arrowok="t"/>
              </v:shape>
            </v:group>
            <v:group style="position:absolute;left:10206;top:338;width:2;height:229" coordorigin="10206,338" coordsize="2,229">
              <v:shape style="position:absolute;left:10206;top:338;width:2;height:229" coordorigin="10206,338" coordsize="0,229" path="m10206,338l10206,566e" filled="false" stroked="true" strokeweight=".8322pt" strokecolor="#231f20">
                <v:path arrowok="t"/>
              </v:shape>
            </v:group>
            <v:group style="position:absolute;left:10264;top:338;width:2;height:299" coordorigin="10264,338" coordsize="2,299">
              <v:shape style="position:absolute;left:10264;top:338;width:2;height:299" coordorigin="10264,338" coordsize="0,299" path="m10264,338l10264,636e" filled="false" stroked="true" strokeweight=".8322pt" strokecolor="#231f20">
                <v:path arrowok="t"/>
              </v:shape>
            </v:group>
            <v:group style="position:absolute;left:10322;top:338;width:2;height:233" coordorigin="10322,338" coordsize="2,233">
              <v:shape style="position:absolute;left:10322;top:338;width:2;height:233" coordorigin="10322,338" coordsize="0,233" path="m10322,338l10322,571e" filled="false" stroked="true" strokeweight=".831077pt" strokecolor="#231f20">
                <v:path arrowok="t"/>
              </v:shape>
            </v:group>
            <v:group style="position:absolute;left:10381;top:338;width:2;height:306" coordorigin="10381,338" coordsize="2,306">
              <v:shape style="position:absolute;left:10381;top:338;width:2;height:306" coordorigin="10381,338" coordsize="0,306" path="m10381,338l10381,644e" filled="false" stroked="true" strokeweight=".851291pt" strokecolor="#231f20">
                <v:path arrowok="t"/>
              </v:shape>
            </v:group>
            <v:group style="position:absolute;left:9854;top:338;width:2;height:233" coordorigin="9854,338" coordsize="2,233">
              <v:shape style="position:absolute;left:9854;top:338;width:2;height:233" coordorigin="9854,338" coordsize="0,233" path="m9854,338l9854,571e" filled="false" stroked="true" strokeweight=".831077pt" strokecolor="#231f20">
                <v:path arrowok="t"/>
              </v:shape>
            </v:group>
            <v:group style="position:absolute;left:10498;top:338;width:2;height:478" coordorigin="10498,338" coordsize="2,478">
              <v:shape style="position:absolute;left:10498;top:338;width:2;height:478" coordorigin="10498,338" coordsize="0,478" path="m10498,338l10498,816e" filled="false" stroked="true" strokeweight=".828831pt" strokecolor="#231f20">
                <v:path arrowok="t"/>
              </v:shape>
            </v:group>
            <v:group style="position:absolute;left:10440;top:338;width:2;height:233" coordorigin="10440,338" coordsize="2,233">
              <v:shape style="position:absolute;left:10440;top:338;width:2;height:233" coordorigin="10440,338" coordsize="0,233" path="m10440,338l10440,571e" filled="false" stroked="true" strokeweight=".831077pt" strokecolor="#231f20">
                <v:path arrowok="t"/>
              </v:shape>
            </v:group>
            <v:group style="position:absolute;left:2240;top:845;width:8338;height:120" coordorigin="2240,845" coordsize="8338,120">
              <v:shape style="position:absolute;left:2240;top:845;width:8338;height:120" coordorigin="2240,845" coordsize="8338,120" path="m2278,965l2243,931,2240,920,2240,888,2242,881,2245,875,2246,870,2272,845,2284,845,2288,847,2294,850,2299,852,2302,854,2306,859,2278,859,2272,860,2255,895,2255,914,2256,923,2258,932,2259,939,2262,945,2266,950,2272,951,2278,953,2305,953,2303,956,2295,960,2287,963,2278,965xe" filled="true" fillcolor="#231f20" stroked="false">
                <v:path arrowok="t"/>
                <v:fill type="solid"/>
              </v:shape>
              <v:shape style="position:absolute;left:2240;top:845;width:8338;height:120" coordorigin="2240,845" coordsize="8338,120" path="m2305,953l2278,953,2288,950,2297,941,2302,926,2303,906,2303,899,2302,892,2302,886,2300,880,2299,875,2295,870,2294,868,2291,865,2288,863,2285,860,2281,859,2306,859,2309,865,2312,870,2313,878,2316,886,2318,895,2318,917,2316,929,2313,939,2309,949,2305,953xe" filled="true" fillcolor="#231f20" stroked="false">
                <v:path arrowok="t"/>
                <v:fill type="solid"/>
              </v:shape>
              <v:shape style="position:absolute;left:2240;top:845;width:8338;height:120" coordorigin="2240,845" coordsize="8338,120" path="m3426,962l3411,962,3411,880,3385,880,3385,868,3395,868,3398,867,3401,867,3404,865,3405,863,3408,862,3410,859,3413,856,3414,852,3416,845,3426,845,3426,962xe" filled="true" fillcolor="#231f20" stroked="false">
                <v:path arrowok="t"/>
                <v:fill type="solid"/>
              </v:shape>
              <v:shape style="position:absolute;left:2240;top:845;width:8338;height:120" coordorigin="2240,845" coordsize="8338,120" path="m3496,888l3483,888,3487,881,3493,877,3500,875,3508,874,3512,874,3516,875,3521,877,3524,878,3526,880,3528,883,3530,884,3531,887,3499,887,3496,888xe" filled="true" fillcolor="#231f20" stroked="false">
                <v:path arrowok="t"/>
                <v:fill type="solid"/>
              </v:shape>
              <v:shape style="position:absolute;left:2240;top:845;width:8338;height:120" coordorigin="2240,845" coordsize="8338,120" path="m3584,962l3569,962,3569,906,3568,898,3565,892,3560,888,3553,887,3531,887,3534,884,3540,878,3546,875,3549,875,3553,874,3562,874,3566,875,3571,877,3575,880,3579,884,3583,888,3584,896,3584,962xe" filled="true" fillcolor="#231f20" stroked="false">
                <v:path arrowok="t"/>
                <v:fill type="solid"/>
              </v:shape>
              <v:shape style="position:absolute;left:2240;top:845;width:8338;height:120" coordorigin="2240,845" coordsize="8338,120" path="m3483,962l3468,962,3468,875,3481,875,3481,888,3496,888,3493,890,3490,893,3489,895,3487,898,3486,901,3484,905,3483,910,3483,962xe" filled="true" fillcolor="#231f20" stroked="false">
                <v:path arrowok="t"/>
                <v:fill type="solid"/>
              </v:shape>
              <v:shape style="position:absolute;left:2240;top:845;width:8338;height:120" coordorigin="2240,845" coordsize="8338,120" path="m3534,962l3519,962,3519,901,3518,898,3518,895,3516,892,3513,890,3512,888,3509,887,3549,887,3546,888,3542,890,3539,893,3537,896,3536,901,3534,905,3534,962xe" filled="true" fillcolor="#231f20" stroked="false">
                <v:path arrowok="t"/>
                <v:fill type="solid"/>
              </v:shape>
              <v:shape style="position:absolute;left:2240;top:845;width:8338;height:120" coordorigin="2240,845" coordsize="8338,120" path="m4613,887l4598,887,4598,883,4600,878,4600,874,4601,868,4604,863,4607,859,4610,856,4614,853,4619,850,4625,847,4632,845,4645,845,4653,849,4658,852,4664,856,4667,859,4631,859,4626,860,4613,881,4613,887xe" filled="true" fillcolor="#231f20" stroked="false">
                <v:path arrowok="t"/>
                <v:fill type="solid"/>
              </v:shape>
              <v:shape style="position:absolute;left:2240;top:845;width:8338;height:120" coordorigin="2240,845" coordsize="8338,120" path="m4674,962l4595,962,4597,953,4631,913,4638,908,4644,903,4648,901,4653,898,4656,895,4657,892,4658,887,4658,877,4657,872,4656,869,4647,860,4642,859,4667,859,4669,860,4671,867,4674,874,4674,883,4671,895,4644,920,4637,924,4614,944,4611,950,4674,950,4674,962xe" filled="true" fillcolor="#231f20" stroked="false">
                <v:path arrowok="t"/>
                <v:fill type="solid"/>
              </v:shape>
              <v:shape style="position:absolute;left:2240;top:845;width:8338;height:120" coordorigin="2240,845" coordsize="8338,120" path="m5795,884l5780,884,5780,877,5816,845,5822,845,5827,847,5831,849,5835,850,5838,853,5843,854,5846,857,5846,859,5811,859,5806,860,5800,867,5798,869,5796,874,5795,878,5795,884xe" filled="true" fillcolor="#231f20" stroked="false">
                <v:path arrowok="t"/>
                <v:fill type="solid"/>
              </v:shape>
              <v:shape style="position:absolute;left:2240;top:845;width:8338;height:120" coordorigin="2240,845" coordsize="8338,120" path="m5847,953l5819,953,5824,951,5828,950,5832,949,5838,942,5840,939,5840,923,5837,919,5834,914,5830,913,5825,911,5818,910,5808,910,5808,898,5814,898,5821,896,5825,895,5830,893,5832,890,5835,887,5837,883,5837,875,5835,870,5834,868,5831,865,5828,863,5824,860,5819,859,5846,859,5847,860,5848,863,5850,868,5851,872,5851,877,5850,884,5848,892,5845,898,5837,901,5842,903,5855,923,5856,927,5856,936,5855,941,5853,944,5851,949,5848,951,5847,953xe" filled="true" fillcolor="#231f20" stroked="false">
                <v:path arrowok="t"/>
                <v:fill type="solid"/>
              </v:shape>
              <v:shape style="position:absolute;left:2240;top:845;width:8338;height:120" coordorigin="2240,845" coordsize="8338,120" path="m5821,965l5806,965,5800,963,5777,927,5792,927,5793,936,5795,942,5799,949,5806,951,5809,953,5847,953,5846,954,5842,959,5837,962,5832,963,5827,963,5821,965xe" filled="true" fillcolor="#231f20" stroked="false">
                <v:path arrowok="t"/>
                <v:fill type="solid"/>
              </v:shape>
              <v:shape style="position:absolute;left:2240;top:845;width:8338;height:120" coordorigin="2240,845" coordsize="8338,120" path="m7036,935l6956,935,6956,920,7008,845,7020,845,7020,868,7005,868,6969,921,7036,921,7036,935xe" filled="true" fillcolor="#231f20" stroked="false">
                <v:path arrowok="t"/>
                <v:fill type="solid"/>
              </v:shape>
              <v:shape style="position:absolute;left:2240;top:845;width:8338;height:120" coordorigin="2240,845" coordsize="8338,120" path="m7020,921l7005,921,7005,868,7020,868,7020,921xe" filled="true" fillcolor="#231f20" stroked="false">
                <v:path arrowok="t"/>
                <v:fill type="solid"/>
              </v:shape>
              <v:shape style="position:absolute;left:2240;top:845;width:8338;height:120" coordorigin="2240,845" coordsize="8338,120" path="m7020,962l7005,962,7005,935,7020,935,7020,962xe" filled="true" fillcolor="#231f20" stroked="false">
                <v:path arrowok="t"/>
                <v:fill type="solid"/>
              </v:shape>
              <v:shape style="position:absolute;left:2240;top:845;width:8338;height:120" coordorigin="2240,845" coordsize="8338,120" path="m8153,913l8141,911,8148,849,8209,849,8209,863,8160,863,8156,895,8197,895,8200,896,8203,899,8205,901,8172,901,8169,902,8165,902,8162,903,8159,905,8156,906,8154,910,8153,913xe" filled="true" fillcolor="#231f20" stroked="false">
                <v:path arrowok="t"/>
                <v:fill type="solid"/>
              </v:shape>
              <v:shape style="position:absolute;left:2240;top:845;width:8338;height:120" coordorigin="2240,845" coordsize="8338,120" path="m8197,895l8156,895,8160,892,8165,888,8171,887,8182,887,8187,888,8191,892,8195,893,8197,895xe" filled="true" fillcolor="#231f20" stroked="false">
                <v:path arrowok="t"/>
                <v:fill type="solid"/>
              </v:shape>
              <v:shape style="position:absolute;left:2240;top:845;width:8338;height:120" coordorigin="2240,845" coordsize="8338,120" path="m8206,953l8181,953,8185,951,8190,950,8193,947,8195,944,8198,939,8200,935,8200,923,8198,917,8195,913,8193,908,8190,905,8185,902,8181,901,8205,901,8214,919,8214,935,8213,941,8210,947,8206,953xe" filled="true" fillcolor="#231f20" stroked="false">
                <v:path arrowok="t"/>
                <v:fill type="solid"/>
              </v:shape>
              <v:shape style="position:absolute;left:2240;top:845;width:8338;height:120" coordorigin="2240,845" coordsize="8338,120" path="m8184,965l8165,965,8160,963,8156,962,8151,960,8148,957,8146,954,8143,951,8140,947,8138,942,8137,938,8137,934,8151,934,8154,942,8159,949,8166,951,8177,953,8206,953,8200,959,8193,962,8184,965xe" filled="true" fillcolor="#231f20" stroked="false">
                <v:path arrowok="t"/>
                <v:fill type="solid"/>
              </v:shape>
              <v:shape style="position:absolute;left:2240;top:845;width:8338;height:120" coordorigin="2240,845" coordsize="8338,120" path="m9368,965l9361,965,9352,963,9318,921,9318,902,9320,895,9320,888,9321,881,9322,875,9325,869,9361,845,9365,845,9369,847,9372,849,9377,850,9380,852,9383,854,9385,857,9387,859,9359,859,9355,860,9351,862,9346,867,9342,870,9339,877,9336,884,9335,893,9333,903,9347,903,9345,905,9342,908,9339,913,9338,917,9336,923,9336,935,9338,939,9340,944,9343,947,9346,949,9351,951,9355,953,9388,953,9387,954,9381,959,9375,962,9368,965xe" filled="true" fillcolor="#231f20" stroked="false">
                <v:path arrowok="t"/>
                <v:fill type="solid"/>
              </v:shape>
              <v:shape style="position:absolute;left:2240;top:845;width:8338;height:120" coordorigin="2240,845" coordsize="8338,120" path="m9394,877l9380,877,9380,874,9378,869,9375,867,9374,865,9371,863,9368,860,9364,859,9387,859,9389,860,9391,863,9393,868,9394,872,9394,877xe" filled="true" fillcolor="#231f20" stroked="false">
                <v:path arrowok="t"/>
                <v:fill type="solid"/>
              </v:shape>
              <v:shape style="position:absolute;left:2240;top:845;width:8338;height:120" coordorigin="2240,845" coordsize="8338,120" path="m9347,903l9333,903,9336,901,9339,898,9355,887,9365,887,9369,888,9374,892,9378,893,9383,896,9385,899,9387,901,9354,901,9349,902,9347,903xe" filled="true" fillcolor="#231f20" stroked="false">
                <v:path arrowok="t"/>
                <v:fill type="solid"/>
              </v:shape>
              <v:shape style="position:absolute;left:2240;top:845;width:8338;height:120" coordorigin="2240,845" coordsize="8338,120" path="m9388,953l9364,953,9368,951,9372,949,9375,947,9378,942,9380,938,9381,934,9381,921,9380,916,9364,901,9387,901,9389,903,9391,906,9394,911,9396,916,9397,921,9397,934,9394,941,9391,949,9388,953xe" filled="true" fillcolor="#231f20" stroked="false">
                <v:path arrowok="t"/>
                <v:fill type="solid"/>
              </v:shape>
              <v:shape style="position:absolute;left:2240;top:845;width:8338;height:120" coordorigin="2240,845" coordsize="8338,120" path="m10529,962l10514,962,10517,947,10522,934,10526,919,10533,905,10541,893,10548,881,10554,872,10561,863,10498,863,10498,849,10577,849,10577,862,10568,872,10561,884,10554,895,10548,905,10544,916,10539,929,10533,945,10529,962xe" filled="true" fillcolor="#231f20" stroked="false">
                <v:path arrowok="t"/>
                <v:fill type="solid"/>
              </v:shape>
            </v:group>
            <v:group style="position:absolute;left:9535;top:-69;width:978;height:2" coordorigin="9535,-69" coordsize="978,2">
              <v:shape style="position:absolute;left:9535;top:-69;width:978;height:2" coordorigin="9535,-69" coordsize="978,0" path="m9535,-69l10513,-69e" filled="false" stroked="true" strokeweight=".843249pt" strokecolor="#231f20">
                <v:path arrowok="t"/>
              </v:shape>
            </v:group>
            <v:group style="position:absolute;left:10505;top:-69;width:2;height:348" coordorigin="10505,-69" coordsize="2,348">
              <v:shape style="position:absolute;left:10505;top:-69;width:2;height:348" coordorigin="10505,-69" coordsize="0,348" path="m10505,-69l10505,279e" filled="false" stroked="true" strokeweight=".8322pt" strokecolor="#231f20">
                <v:path arrowok="t"/>
              </v:shape>
            </v:group>
            <v:group style="position:absolute;left:9528;top:271;width:978;height:2" coordorigin="9528,271" coordsize="978,2">
              <v:shape style="position:absolute;left:9528;top:271;width:978;height:2" coordorigin="9528,271" coordsize="978,0" path="m9528,271l10506,271e" filled="false" stroked="true" strokeweight=".843249pt" strokecolor="#231f20">
                <v:path arrowok="t"/>
              </v:shape>
            </v:group>
            <v:group style="position:absolute;left:9535;top:-77;width:2;height:348" coordorigin="9535,-77" coordsize="2,348">
              <v:shape style="position:absolute;left:9535;top:-77;width:2;height:348" coordorigin="9535,-77" coordsize="0,348" path="m9535,-77l9535,271e" filled="false" stroked="true" strokeweight=".8322pt" strokecolor="#231f20">
                <v:path arrowok="t"/>
              </v:shape>
            </v:group>
            <v:group style="position:absolute;left:2300;top:-111;width:2;height:396" coordorigin="2300,-111" coordsize="2,396">
              <v:shape style="position:absolute;left:2300;top:-111;width:2;height:396" coordorigin="2300,-111" coordsize="0,396" path="m2300,-111l2300,285e" filled="false" stroked="true" strokeweight=".561503pt" strokecolor="#231f20">
                <v:path arrowok="t"/>
              </v:shape>
            </v:group>
            <v:group style="position:absolute;left:5579;top:-111;width:2;height:396" coordorigin="5579,-111" coordsize="2,396">
              <v:shape style="position:absolute;left:5579;top:-111;width:2;height:396" coordorigin="5579,-111" coordsize="0,396" path="m5579,-111l5579,285e" filled="false" stroked="true" strokeweight=".561503pt" strokecolor="#231f20">
                <v:path arrowok="t"/>
              </v:shape>
            </v:group>
            <v:group style="position:absolute;left:2399;top:-28;width:3074;height:2" coordorigin="2399,-28" coordsize="3074,2">
              <v:shape style="position:absolute;left:2399;top:-28;width:3074;height:2" coordorigin="2399,-28" coordsize="3074,0" path="m2399,-28l5472,-28e" filled="false" stroked="true" strokeweight=".569103pt" strokecolor="#231f20">
                <v:path arrowok="t"/>
              </v:shape>
            </v:group>
            <v:group style="position:absolute;left:2300;top:-62;width:122;height:67" coordorigin="2300,-62" coordsize="122,67">
              <v:shape style="position:absolute;left:2300;top:-62;width:122;height:67" coordorigin="2300,-62" coordsize="122,67" path="m2422,4l2300,-29,2422,-62,2422,4xe" filled="true" fillcolor="#231f20" stroked="false">
                <v:path arrowok="t"/>
                <v:fill type="solid"/>
              </v:shape>
            </v:group>
            <v:group style="position:absolute;left:5450;top:-62;width:122;height:67" coordorigin="5450,-62" coordsize="122,67">
              <v:shape style="position:absolute;left:5450;top:-62;width:122;height:67" coordorigin="5450,-62" coordsize="122,67" path="m5450,4l5450,-62,5572,-29,5450,4xe" filled="true" fillcolor="#231f20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112.00415pt;margin-top:69.453354pt;width:416.9pt;height:53.4pt;mso-position-horizontal-relative:page;mso-position-vertical-relative:paragraph;z-index:4168" coordorigin="2240,1389" coordsize="8338,1068">
            <v:group style="position:absolute;left:2300;top:1397;width:2;height:911" coordorigin="2300,1397" coordsize="2,911">
              <v:shape style="position:absolute;left:2300;top:1397;width:2;height:911" coordorigin="2300,1397" coordsize="0,911" path="m2300,1397l2300,2308e" filled="false" stroked="true" strokeweight=".829954pt" strokecolor="#231f20">
                <v:path arrowok="t"/>
              </v:shape>
            </v:group>
            <v:group style="position:absolute;left:2359;top:1830;width:2;height:233" coordorigin="2359,1830" coordsize="2,233">
              <v:shape style="position:absolute;left:2359;top:1830;width:2;height:233" coordorigin="2359,1830" coordsize="0,233" path="m2359,1830l2359,2063e" filled="false" stroked="true" strokeweight=".829954pt" strokecolor="#231f20">
                <v:path arrowok="t"/>
              </v:shape>
            </v:group>
            <v:group style="position:absolute;left:2417;top:1830;width:2;height:299" coordorigin="2417,1830" coordsize="2,299">
              <v:shape style="position:absolute;left:2417;top:1830;width:2;height:299" coordorigin="2417,1830" coordsize="0,299" path="m2417,1830l2417,2128e" filled="false" stroked="true" strokeweight=".8322pt" strokecolor="#231f20">
                <v:path arrowok="t"/>
              </v:shape>
            </v:group>
            <v:group style="position:absolute;left:2476;top:1830;width:2;height:233" coordorigin="2476,1830" coordsize="2,233">
              <v:shape style="position:absolute;left:2476;top:1830;width:2;height:233" coordorigin="2476,1830" coordsize="0,233" path="m2476,1830l2476,2063e" filled="false" stroked="true" strokeweight=".831077pt" strokecolor="#231f20">
                <v:path arrowok="t"/>
              </v:shape>
            </v:group>
            <v:group style="position:absolute;left:2534;top:1830;width:2;height:299" coordorigin="2534,1830" coordsize="2,299">
              <v:shape style="position:absolute;left:2534;top:1830;width:2;height:299" coordorigin="2534,1830" coordsize="0,299" path="m2534,1830l2534,2128e" filled="false" stroked="true" strokeweight=".831077pt" strokecolor="#231f20">
                <v:path arrowok="t"/>
              </v:shape>
            </v:group>
            <v:group style="position:absolute;left:2593;top:1830;width:2;height:229" coordorigin="2593,1830" coordsize="2,229">
              <v:shape style="position:absolute;left:2593;top:1830;width:2;height:229" coordorigin="2593,1830" coordsize="0,229" path="m2593,1830l2593,2058e" filled="false" stroked="true" strokeweight=".853537pt" strokecolor="#231f20">
                <v:path arrowok="t"/>
              </v:shape>
            </v:group>
            <v:group style="position:absolute;left:2652;top:1830;width:2;height:299" coordorigin="2652,1830" coordsize="2,299">
              <v:shape style="position:absolute;left:2652;top:1830;width:2;height:299" coordorigin="2652,1830" coordsize="0,299" path="m2652,1830l2652,2128e" filled="false" stroked="true" strokeweight=".831077pt" strokecolor="#231f20">
                <v:path arrowok="t"/>
              </v:shape>
            </v:group>
            <v:group style="position:absolute;left:2710;top:1830;width:2;height:233" coordorigin="2710,1830" coordsize="2,233">
              <v:shape style="position:absolute;left:2710;top:1830;width:2;height:233" coordorigin="2710,1830" coordsize="0,233" path="m2710,1830l2710,2063e" filled="false" stroked="true" strokeweight=".831077pt" strokecolor="#231f20">
                <v:path arrowok="t"/>
              </v:shape>
            </v:group>
            <v:group style="position:absolute;left:2768;top:1830;width:2;height:306" coordorigin="2768,1830" coordsize="2,306">
              <v:shape style="position:absolute;left:2768;top:1830;width:2;height:306" coordorigin="2768,1830" coordsize="0,306" path="m2768,1830l2768,2136e" filled="false" stroked="true" strokeweight=".831077pt" strokecolor="#231f20">
                <v:path arrowok="t"/>
              </v:shape>
            </v:group>
            <v:group style="position:absolute;left:2886;top:1830;width:2;height:478" coordorigin="2886,1830" coordsize="2,478">
              <v:shape style="position:absolute;left:2886;top:1830;width:2;height:478" coordorigin="2886,1830" coordsize="0,478" path="m2886,1830l2886,2308e" filled="false" stroked="true" strokeweight=".829954pt" strokecolor="#231f20">
                <v:path arrowok="t"/>
              </v:shape>
            </v:group>
            <v:group style="position:absolute;left:2944;top:1830;width:2;height:233" coordorigin="2944,1830" coordsize="2,233">
              <v:shape style="position:absolute;left:2944;top:1830;width:2;height:233" coordorigin="2944,1830" coordsize="0,233" path="m2944,1830l2944,2063e" filled="false" stroked="true" strokeweight=".831077pt" strokecolor="#231f20">
                <v:path arrowok="t"/>
              </v:shape>
            </v:group>
            <v:group style="position:absolute;left:3003;top:1830;width:2;height:299" coordorigin="3003,1830" coordsize="2,299">
              <v:shape style="position:absolute;left:3003;top:1830;width:2;height:299" coordorigin="3003,1830" coordsize="0,299" path="m3003,1830l3003,2128e" filled="false" stroked="true" strokeweight=".831077pt" strokecolor="#231f20">
                <v:path arrowok="t"/>
              </v:shape>
            </v:group>
            <v:group style="position:absolute;left:3061;top:1830;width:2;height:233" coordorigin="3061,1830" coordsize="2,233">
              <v:shape style="position:absolute;left:3061;top:1830;width:2;height:233" coordorigin="3061,1830" coordsize="0,233" path="m3061,1830l3061,2063e" filled="false" stroked="true" strokeweight=".831077pt" strokecolor="#231f20">
                <v:path arrowok="t"/>
              </v:shape>
            </v:group>
            <v:group style="position:absolute;left:3120;top:1830;width:2;height:299" coordorigin="3120,1830" coordsize="2,299">
              <v:shape style="position:absolute;left:3120;top:1830;width:2;height:299" coordorigin="3120,1830" coordsize="0,299" path="m3120,1830l3120,2128e" filled="false" stroked="true" strokeweight=".829954pt" strokecolor="#231f20">
                <v:path arrowok="t"/>
              </v:shape>
            </v:group>
            <v:group style="position:absolute;left:3179;top:1830;width:2;height:229" coordorigin="3179,1830" coordsize="2,229">
              <v:shape style="position:absolute;left:3179;top:1830;width:2;height:229" coordorigin="3179,1830" coordsize="0,229" path="m3179,1830l3179,2058e" filled="false" stroked="true" strokeweight=".829954pt" strokecolor="#231f20">
                <v:path arrowok="t"/>
              </v:shape>
            </v:group>
            <v:group style="position:absolute;left:3237;top:1830;width:2;height:299" coordorigin="3237,1830" coordsize="2,299">
              <v:shape style="position:absolute;left:3237;top:1830;width:2;height:299" coordorigin="3237,1830" coordsize="0,299" path="m3237,1830l3237,2128e" filled="false" stroked="true" strokeweight=".8322pt" strokecolor="#231f20">
                <v:path arrowok="t"/>
              </v:shape>
            </v:group>
            <v:group style="position:absolute;left:3296;top:1830;width:2;height:233" coordorigin="3296,1830" coordsize="2,233">
              <v:shape style="position:absolute;left:3296;top:1830;width:2;height:233" coordorigin="3296,1830" coordsize="0,233" path="m3296,1830l3296,2063e" filled="false" stroked="true" strokeweight=".829954pt" strokecolor="#231f20">
                <v:path arrowok="t"/>
              </v:shape>
            </v:group>
            <v:group style="position:absolute;left:3354;top:1830;width:2;height:306" coordorigin="3354,1830" coordsize="2,306">
              <v:shape style="position:absolute;left:3354;top:1830;width:2;height:306" coordorigin="3354,1830" coordsize="0,306" path="m3354,1830l3354,2136e" filled="false" stroked="true" strokeweight=".831077pt" strokecolor="#231f20">
                <v:path arrowok="t"/>
              </v:shape>
            </v:group>
            <v:group style="position:absolute;left:2827;top:1830;width:2;height:233" coordorigin="2827,1830" coordsize="2,233">
              <v:shape style="position:absolute;left:2827;top:1830;width:2;height:233" coordorigin="2827,1830" coordsize="0,233" path="m2827,1830l2827,2063e" filled="false" stroked="true" strokeweight=".831077pt" strokecolor="#231f20">
                <v:path arrowok="t"/>
              </v:shape>
            </v:group>
            <v:group style="position:absolute;left:3471;top:1830;width:2;height:478" coordorigin="3471,1830" coordsize="2,478">
              <v:shape style="position:absolute;left:3471;top:1830;width:2;height:478" coordorigin="3471,1830" coordsize="0,478" path="m3471,1830l3471,2308e" filled="false" stroked="true" strokeweight=".831077pt" strokecolor="#231f20">
                <v:path arrowok="t"/>
              </v:shape>
            </v:group>
            <v:group style="position:absolute;left:3530;top:1830;width:2;height:233" coordorigin="3530,1830" coordsize="2,233">
              <v:shape style="position:absolute;left:3530;top:1830;width:2;height:233" coordorigin="3530,1830" coordsize="0,233" path="m3530,1830l3530,2063e" filled="false" stroked="true" strokeweight=".826585pt" strokecolor="#231f20">
                <v:path arrowok="t"/>
              </v:shape>
            </v:group>
            <v:group style="position:absolute;left:3588;top:1830;width:2;height:299" coordorigin="3588,1830" coordsize="2,299">
              <v:shape style="position:absolute;left:3588;top:1830;width:2;height:299" coordorigin="3588,1830" coordsize="0,299" path="m3588,1830l3588,2128e" filled="false" stroked="true" strokeweight=".829954pt" strokecolor="#231f20">
                <v:path arrowok="t"/>
              </v:shape>
            </v:group>
            <v:group style="position:absolute;left:3647;top:1830;width:2;height:233" coordorigin="3647,1830" coordsize="2,233">
              <v:shape style="position:absolute;left:3647;top:1830;width:2;height:233" coordorigin="3647,1830" coordsize="0,233" path="m3647,1830l3647,2063e" filled="false" stroked="true" strokeweight=".8322pt" strokecolor="#231f20">
                <v:path arrowok="t"/>
              </v:shape>
            </v:group>
            <v:group style="position:absolute;left:3705;top:1830;width:2;height:299" coordorigin="3705,1830" coordsize="2,299">
              <v:shape style="position:absolute;left:3705;top:1830;width:2;height:299" coordorigin="3705,1830" coordsize="0,299" path="m3705,1830l3705,2128e" filled="false" stroked="true" strokeweight=".862521pt" strokecolor="#231f20">
                <v:path arrowok="t"/>
              </v:shape>
            </v:group>
            <v:group style="position:absolute;left:3764;top:1830;width:2;height:229" coordorigin="3764,1830" coordsize="2,229">
              <v:shape style="position:absolute;left:3764;top:1830;width:2;height:229" coordorigin="3764,1830" coordsize="0,229" path="m3764,1830l3764,2058e" filled="false" stroked="true" strokeweight=".829954pt" strokecolor="#231f20">
                <v:path arrowok="t"/>
              </v:shape>
            </v:group>
            <v:group style="position:absolute;left:3823;top:1830;width:2;height:299" coordorigin="3823,1830" coordsize="2,299">
              <v:shape style="position:absolute;left:3823;top:1830;width:2;height:299" coordorigin="3823,1830" coordsize="0,299" path="m3823,1830l3823,2128e" filled="false" stroked="true" strokeweight=".831077pt" strokecolor="#231f20">
                <v:path arrowok="t"/>
              </v:shape>
            </v:group>
            <v:group style="position:absolute;left:3881;top:1830;width:2;height:233" coordorigin="3881,1830" coordsize="2,233">
              <v:shape style="position:absolute;left:3881;top:1830;width:2;height:233" coordorigin="3881,1830" coordsize="0,233" path="m3881,1830l3881,2063e" filled="false" stroked="true" strokeweight=".831077pt" strokecolor="#231f20">
                <v:path arrowok="t"/>
              </v:shape>
            </v:group>
            <v:group style="position:absolute;left:3940;top:1830;width:2;height:306" coordorigin="3940,1830" coordsize="2,306">
              <v:shape style="position:absolute;left:3940;top:1830;width:2;height:306" coordorigin="3940,1830" coordsize="0,306" path="m3940,1830l3940,2136e" filled="false" stroked="true" strokeweight=".831077pt" strokecolor="#231f20">
                <v:path arrowok="t"/>
              </v:shape>
            </v:group>
            <v:group style="position:absolute;left:3412;top:1830;width:2;height:233" coordorigin="3412,1830" coordsize="2,233">
              <v:shape style="position:absolute;left:3412;top:1830;width:2;height:233" coordorigin="3412,1830" coordsize="0,233" path="m3412,1830l3412,2063e" filled="false" stroked="true" strokeweight=".831077pt" strokecolor="#231f20">
                <v:path arrowok="t"/>
              </v:shape>
            </v:group>
            <v:group style="position:absolute;left:4057;top:1830;width:2;height:478" coordorigin="4057,1830" coordsize="2,478">
              <v:shape style="position:absolute;left:4057;top:1830;width:2;height:478" coordorigin="4057,1830" coordsize="0,478" path="m4057,1830l4057,2308e" filled="false" stroked="true" strokeweight=".8322pt" strokecolor="#231f20">
                <v:path arrowok="t"/>
              </v:shape>
            </v:group>
            <v:group style="position:absolute;left:4115;top:1830;width:2;height:233" coordorigin="4115,1830" coordsize="2,233">
              <v:shape style="position:absolute;left:4115;top:1830;width:2;height:233" coordorigin="4115,1830" coordsize="0,233" path="m4115,1830l4115,2063e" filled="false" stroked="true" strokeweight=".829954pt" strokecolor="#231f20">
                <v:path arrowok="t"/>
              </v:shape>
            </v:group>
            <v:group style="position:absolute;left:4174;top:1830;width:2;height:299" coordorigin="4174,1830" coordsize="2,299">
              <v:shape style="position:absolute;left:4174;top:1830;width:2;height:299" coordorigin="4174,1830" coordsize="0,299" path="m4174,1830l4174,2128e" filled="false" stroked="true" strokeweight=".8322pt" strokecolor="#231f20">
                <v:path arrowok="t"/>
              </v:shape>
            </v:group>
            <v:group style="position:absolute;left:4232;top:1830;width:2;height:233" coordorigin="4232,1830" coordsize="2,233">
              <v:shape style="position:absolute;left:4232;top:1830;width:2;height:233" coordorigin="4232,1830" coordsize="0,233" path="m4232,1830l4232,2063e" filled="false" stroked="true" strokeweight=".831077pt" strokecolor="#231f20">
                <v:path arrowok="t"/>
              </v:shape>
            </v:group>
            <v:group style="position:absolute;left:4291;top:1830;width:2;height:299" coordorigin="4291,1830" coordsize="2,299">
              <v:shape style="position:absolute;left:4291;top:1830;width:2;height:299" coordorigin="4291,1830" coordsize="0,299" path="m4291,1830l4291,2128e" filled="false" stroked="true" strokeweight=".831077pt" strokecolor="#231f20">
                <v:path arrowok="t"/>
              </v:shape>
            </v:group>
            <v:group style="position:absolute;left:4350;top:1830;width:2;height:229" coordorigin="4350,1830" coordsize="2,229">
              <v:shape style="position:absolute;left:4350;top:1830;width:2;height:229" coordorigin="4350,1830" coordsize="0,229" path="m4350,1830l4350,2058e" filled="false" stroked="true" strokeweight=".829954pt" strokecolor="#231f20">
                <v:path arrowok="t"/>
              </v:shape>
            </v:group>
            <v:group style="position:absolute;left:4408;top:1830;width:2;height:299" coordorigin="4408,1830" coordsize="2,299">
              <v:shape style="position:absolute;left:4408;top:1830;width:2;height:299" coordorigin="4408,1830" coordsize="0,299" path="m4408,1830l4408,2128e" filled="false" stroked="true" strokeweight=".8322pt" strokecolor="#231f20">
                <v:path arrowok="t"/>
              </v:shape>
            </v:group>
            <v:group style="position:absolute;left:4467;top:1830;width:2;height:233" coordorigin="4467,1830" coordsize="2,233">
              <v:shape style="position:absolute;left:4467;top:1830;width:2;height:233" coordorigin="4467,1830" coordsize="0,233" path="m4467,1830l4467,2063e" filled="false" stroked="true" strokeweight=".829954pt" strokecolor="#231f20">
                <v:path arrowok="t"/>
              </v:shape>
            </v:group>
            <v:group style="position:absolute;left:4525;top:1830;width:2;height:306" coordorigin="4525,1830" coordsize="2,306">
              <v:shape style="position:absolute;left:4525;top:1830;width:2;height:306" coordorigin="4525,1830" coordsize="0,306" path="m4525,1830l4525,2136e" filled="false" stroked="true" strokeweight=".831077pt" strokecolor="#231f20">
                <v:path arrowok="t"/>
              </v:shape>
            </v:group>
            <v:group style="position:absolute;left:3998;top:1830;width:2;height:233" coordorigin="3998,1830" coordsize="2,233">
              <v:shape style="position:absolute;left:3998;top:1830;width:2;height:233" coordorigin="3998,1830" coordsize="0,233" path="m3998,1830l3998,2063e" filled="false" stroked="true" strokeweight=".829954pt" strokecolor="#231f20">
                <v:path arrowok="t"/>
              </v:shape>
            </v:group>
            <v:group style="position:absolute;left:4643;top:1830;width:2;height:478" coordorigin="4643,1830" coordsize="2,478">
              <v:shape style="position:absolute;left:4643;top:1830;width:2;height:478" coordorigin="4643,1830" coordsize="0,478" path="m4643,1830l4643,2308e" filled="false" stroked="true" strokeweight=".831077pt" strokecolor="#231f20">
                <v:path arrowok="t"/>
              </v:shape>
            </v:group>
            <v:group style="position:absolute;left:4701;top:1830;width:2;height:233" coordorigin="4701,1830" coordsize="2,233">
              <v:shape style="position:absolute;left:4701;top:1830;width:2;height:233" coordorigin="4701,1830" coordsize="0,233" path="m4701,1830l4701,2063e" filled="false" stroked="true" strokeweight=".829954pt" strokecolor="#231f20">
                <v:path arrowok="t"/>
              </v:shape>
            </v:group>
            <v:group style="position:absolute;left:4759;top:1830;width:2;height:299" coordorigin="4759,1830" coordsize="2,299">
              <v:shape style="position:absolute;left:4759;top:1830;width:2;height:299" coordorigin="4759,1830" coordsize="0,299" path="m4759,1830l4759,2128e" filled="false" stroked="true" strokeweight=".8322pt" strokecolor="#231f20">
                <v:path arrowok="t"/>
              </v:shape>
            </v:group>
            <v:group style="position:absolute;left:4818;top:1830;width:2;height:233" coordorigin="4818,1830" coordsize="2,233">
              <v:shape style="position:absolute;left:4818;top:1830;width:2;height:233" coordorigin="4818,1830" coordsize="0,233" path="m4818,1830l4818,2063e" filled="false" stroked="true" strokeweight=".851291pt" strokecolor="#231f20">
                <v:path arrowok="t"/>
              </v:shape>
            </v:group>
            <v:group style="position:absolute;left:4877;top:1830;width:2;height:299" coordorigin="4877,1830" coordsize="2,299">
              <v:shape style="position:absolute;left:4877;top:1830;width:2;height:299" coordorigin="4877,1830" coordsize="0,299" path="m4877,1830l4877,2128e" filled="false" stroked="true" strokeweight=".829954pt" strokecolor="#231f20">
                <v:path arrowok="t"/>
              </v:shape>
            </v:group>
            <v:group style="position:absolute;left:4935;top:1830;width:2;height:229" coordorigin="4935,1830" coordsize="2,229">
              <v:shape style="position:absolute;left:4935;top:1830;width:2;height:229" coordorigin="4935,1830" coordsize="0,229" path="m4935,1830l4935,2058e" filled="false" stroked="true" strokeweight=".831077pt" strokecolor="#231f20">
                <v:path arrowok="t"/>
              </v:shape>
            </v:group>
            <v:group style="position:absolute;left:4994;top:1830;width:2;height:299" coordorigin="4994,1830" coordsize="2,299">
              <v:shape style="position:absolute;left:4994;top:1830;width:2;height:299" coordorigin="4994,1830" coordsize="0,299" path="m4994,1830l4994,2128e" filled="false" stroked="true" strokeweight=".831077pt" strokecolor="#231f20">
                <v:path arrowok="t"/>
              </v:shape>
            </v:group>
            <v:group style="position:absolute;left:5052;top:1830;width:2;height:233" coordorigin="5052,1830" coordsize="2,233">
              <v:shape style="position:absolute;left:5052;top:1830;width:2;height:233" coordorigin="5052,1830" coordsize="0,233" path="m5052,1830l5052,2063e" filled="false" stroked="true" strokeweight=".829954pt" strokecolor="#231f20">
                <v:path arrowok="t"/>
              </v:shape>
            </v:group>
            <v:group style="position:absolute;left:5111;top:1830;width:2;height:306" coordorigin="5111,1830" coordsize="2,306">
              <v:shape style="position:absolute;left:5111;top:1830;width:2;height:306" coordorigin="5111,1830" coordsize="0,306" path="m5111,1830l5111,2136e" filled="false" stroked="true" strokeweight=".8322pt" strokecolor="#231f20">
                <v:path arrowok="t"/>
              </v:shape>
            </v:group>
            <v:group style="position:absolute;left:4584;top:1830;width:2;height:233" coordorigin="4584,1830" coordsize="2,233">
              <v:shape style="position:absolute;left:4584;top:1830;width:2;height:233" coordorigin="4584,1830" coordsize="0,233" path="m4584,1830l4584,2063e" filled="false" stroked="true" strokeweight=".831077pt" strokecolor="#231f20">
                <v:path arrowok="t"/>
              </v:shape>
            </v:group>
            <v:group style="position:absolute;left:5228;top:1830;width:2;height:478" coordorigin="5228,1830" coordsize="2,478">
              <v:shape style="position:absolute;left:5228;top:1830;width:2;height:478" coordorigin="5228,1830" coordsize="0,478" path="m5228,1830l5228,2308e" filled="false" stroked="true" strokeweight=".829954pt" strokecolor="#231f20">
                <v:path arrowok="t"/>
              </v:shape>
            </v:group>
            <v:group style="position:absolute;left:5286;top:1830;width:2;height:233" coordorigin="5286,1830" coordsize="2,233">
              <v:shape style="position:absolute;left:5286;top:1830;width:2;height:233" coordorigin="5286,1830" coordsize="0,233" path="m5286,1830l5286,2063e" filled="false" stroked="true" strokeweight=".831077pt" strokecolor="#231f20">
                <v:path arrowok="t"/>
              </v:shape>
            </v:group>
            <v:group style="position:absolute;left:5345;top:1830;width:2;height:299" coordorigin="5345,1830" coordsize="2,299">
              <v:shape style="position:absolute;left:5345;top:1830;width:2;height:299" coordorigin="5345,1830" coordsize="0,299" path="m5345,1830l5345,2128e" filled="false" stroked="true" strokeweight=".831077pt" strokecolor="#231f20">
                <v:path arrowok="t"/>
              </v:shape>
            </v:group>
            <v:group style="position:absolute;left:5404;top:1830;width:2;height:233" coordorigin="5404,1830" coordsize="2,233">
              <v:shape style="position:absolute;left:5404;top:1830;width:2;height:233" coordorigin="5404,1830" coordsize="0,233" path="m5404,1830l5404,2063e" filled="false" stroked="true" strokeweight=".831077pt" strokecolor="#231f20">
                <v:path arrowok="t"/>
              </v:shape>
            </v:group>
            <v:group style="position:absolute;left:5462;top:1830;width:2;height:299" coordorigin="5462,1830" coordsize="2,299">
              <v:shape style="position:absolute;left:5462;top:1830;width:2;height:299" coordorigin="5462,1830" coordsize="0,299" path="m5462,1830l5462,2128e" filled="false" stroked="true" strokeweight=".831077pt" strokecolor="#231f20">
                <v:path arrowok="t"/>
              </v:shape>
            </v:group>
            <v:group style="position:absolute;left:5521;top:1830;width:2;height:229" coordorigin="5521,1830" coordsize="2,229">
              <v:shape style="position:absolute;left:5521;top:1830;width:2;height:229" coordorigin="5521,1830" coordsize="0,229" path="m5521,1830l5521,2058e" filled="false" stroked="true" strokeweight=".8322pt" strokecolor="#231f20">
                <v:path arrowok="t"/>
              </v:shape>
            </v:group>
            <v:group style="position:absolute;left:5579;top:1830;width:2;height:299" coordorigin="5579,1830" coordsize="2,299">
              <v:shape style="position:absolute;left:5579;top:1830;width:2;height:299" coordorigin="5579,1830" coordsize="0,299" path="m5579,1830l5579,2128e" filled="false" stroked="true" strokeweight=".829954pt" strokecolor="#231f20">
                <v:path arrowok="t"/>
              </v:shape>
            </v:group>
            <v:group style="position:absolute;left:5638;top:1830;width:2;height:233" coordorigin="5638,1830" coordsize="2,233">
              <v:shape style="position:absolute;left:5638;top:1830;width:2;height:233" coordorigin="5638,1830" coordsize="0,233" path="m5638,1830l5638,2063e" filled="false" stroked="true" strokeweight=".831077pt" strokecolor="#231f20">
                <v:path arrowok="t"/>
              </v:shape>
            </v:group>
            <v:group style="position:absolute;left:5697;top:1830;width:2;height:306" coordorigin="5697,1830" coordsize="2,306">
              <v:shape style="position:absolute;left:5697;top:1830;width:2;height:306" coordorigin="5697,1830" coordsize="0,306" path="m5697,1830l5697,2136e" filled="false" stroked="true" strokeweight=".8322pt" strokecolor="#231f20">
                <v:path arrowok="t"/>
              </v:shape>
            </v:group>
            <v:group style="position:absolute;left:5169;top:1830;width:2;height:233" coordorigin="5169,1830" coordsize="2,233">
              <v:shape style="position:absolute;left:5169;top:1830;width:2;height:233" coordorigin="5169,1830" coordsize="0,233" path="m5169,1830l5169,2063e" filled="false" stroked="true" strokeweight=".831077pt" strokecolor="#231f20">
                <v:path arrowok="t"/>
              </v:shape>
            </v:group>
            <v:group style="position:absolute;left:5814;top:1830;width:2;height:478" coordorigin="5814,1830" coordsize="2,478">
              <v:shape style="position:absolute;left:5814;top:1830;width:2;height:478" coordorigin="5814,1830" coordsize="0,478" path="m5814,1830l5814,2308e" filled="false" stroked="true" strokeweight=".831077pt" strokecolor="#231f20">
                <v:path arrowok="t"/>
              </v:shape>
            </v:group>
            <v:group style="position:absolute;left:5872;top:1830;width:2;height:233" coordorigin="5872,1830" coordsize="2,233">
              <v:shape style="position:absolute;left:5872;top:1830;width:2;height:233" coordorigin="5872,1830" coordsize="0,233" path="m5872,1830l5872,2063e" filled="false" stroked="true" strokeweight=".8322pt" strokecolor="#231f20">
                <v:path arrowok="t"/>
              </v:shape>
            </v:group>
            <v:group style="position:absolute;left:5931;top:1830;width:2;height:299" coordorigin="5931,1830" coordsize="2,299">
              <v:shape style="position:absolute;left:5931;top:1830;width:2;height:299" coordorigin="5931,1830" coordsize="0,299" path="m5931,1830l5931,2128e" filled="false" stroked="true" strokeweight=".850168pt" strokecolor="#231f20">
                <v:path arrowok="t"/>
              </v:shape>
            </v:group>
            <v:group style="position:absolute;left:5989;top:1830;width:2;height:233" coordorigin="5989,1830" coordsize="2,233">
              <v:shape style="position:absolute;left:5989;top:1830;width:2;height:233" coordorigin="5989,1830" coordsize="0,233" path="m5989,1830l5989,2063e" filled="false" stroked="true" strokeweight=".829954pt" strokecolor="#231f20">
                <v:path arrowok="t"/>
              </v:shape>
            </v:group>
            <v:group style="position:absolute;left:6048;top:1830;width:2;height:299" coordorigin="6048,1830" coordsize="2,299">
              <v:shape style="position:absolute;left:6048;top:1830;width:2;height:299" coordorigin="6048,1830" coordsize="0,299" path="m6048,1830l6048,2128e" filled="false" stroked="true" strokeweight=".8322pt" strokecolor="#231f20">
                <v:path arrowok="t"/>
              </v:shape>
            </v:group>
            <v:group style="position:absolute;left:6106;top:1830;width:2;height:229" coordorigin="6106,1830" coordsize="2,229">
              <v:shape style="position:absolute;left:6106;top:1830;width:2;height:229" coordorigin="6106,1830" coordsize="0,229" path="m6106,1830l6106,2058e" filled="false" stroked="true" strokeweight=".831077pt" strokecolor="#231f20">
                <v:path arrowok="t"/>
              </v:shape>
            </v:group>
            <v:group style="position:absolute;left:6165;top:1830;width:2;height:299" coordorigin="6165,1830" coordsize="2,299">
              <v:shape style="position:absolute;left:6165;top:1830;width:2;height:299" coordorigin="6165,1830" coordsize="0,299" path="m6165,1830l6165,2128e" filled="false" stroked="true" strokeweight=".831077pt" strokecolor="#231f20">
                <v:path arrowok="t"/>
              </v:shape>
            </v:group>
            <v:group style="position:absolute;left:6224;top:1830;width:2;height:233" coordorigin="6224,1830" coordsize="2,233">
              <v:shape style="position:absolute;left:6224;top:1830;width:2;height:233" coordorigin="6224,1830" coordsize="0,233" path="m6224,1830l6224,2063e" filled="false" stroked="true" strokeweight=".831077pt" strokecolor="#231f20">
                <v:path arrowok="t"/>
              </v:shape>
            </v:group>
            <v:group style="position:absolute;left:6282;top:1397;width:2;height:739" coordorigin="6282,1397" coordsize="2,739">
              <v:shape style="position:absolute;left:6282;top:1397;width:2;height:739" coordorigin="6282,1397" coordsize="0,739" path="m6282,1397l6282,2136e" filled="false" stroked="true" strokeweight=".8322pt" strokecolor="#231f20">
                <v:path arrowok="t"/>
              </v:shape>
            </v:group>
            <v:group style="position:absolute;left:5755;top:1830;width:2;height:233" coordorigin="5755,1830" coordsize="2,233">
              <v:shape style="position:absolute;left:5755;top:1830;width:2;height:233" coordorigin="5755,1830" coordsize="0,233" path="m5755,1830l5755,2063e" filled="false" stroked="true" strokeweight=".831077pt" strokecolor="#231f20">
                <v:path arrowok="t"/>
              </v:shape>
            </v:group>
            <v:group style="position:absolute;left:6399;top:1830;width:2;height:478" coordorigin="6399,1830" coordsize="2,478">
              <v:shape style="position:absolute;left:6399;top:1830;width:2;height:478" coordorigin="6399,1830" coordsize="0,478" path="m6399,1830l6399,2308e" filled="false" stroked="true" strokeweight=".8322pt" strokecolor="#231f20">
                <v:path arrowok="t"/>
              </v:shape>
            </v:group>
            <v:group style="position:absolute;left:6457;top:1830;width:2;height:233" coordorigin="6457,1830" coordsize="2,233">
              <v:shape style="position:absolute;left:6457;top:1830;width:2;height:233" coordorigin="6457,1830" coordsize="0,233" path="m6457,1830l6457,2063e" filled="false" stroked="true" strokeweight=".829954pt" strokecolor="#231f20">
                <v:path arrowok="t"/>
              </v:shape>
            </v:group>
            <v:group style="position:absolute;left:6516;top:1830;width:2;height:299" coordorigin="6516,1830" coordsize="2,299">
              <v:shape style="position:absolute;left:6516;top:1830;width:2;height:299" coordorigin="6516,1830" coordsize="0,299" path="m6516,1830l6516,2128e" filled="false" stroked="true" strokeweight=".828831pt" strokecolor="#231f20">
                <v:path arrowok="t"/>
              </v:shape>
            </v:group>
            <v:group style="position:absolute;left:6575;top:1830;width:2;height:233" coordorigin="6575,1830" coordsize="2,233">
              <v:shape style="position:absolute;left:6575;top:1830;width:2;height:233" coordorigin="6575,1830" coordsize="0,233" path="m6575,1830l6575,2063e" filled="false" stroked="true" strokeweight=".831077pt" strokecolor="#231f20">
                <v:path arrowok="t"/>
              </v:shape>
            </v:group>
            <v:group style="position:absolute;left:6633;top:1830;width:2;height:299" coordorigin="6633,1830" coordsize="2,299">
              <v:shape style="position:absolute;left:6633;top:1830;width:2;height:299" coordorigin="6633,1830" coordsize="0,299" path="m6633,1830l6633,2128e" filled="false" stroked="true" strokeweight=".831077pt" strokecolor="#231f20">
                <v:path arrowok="t"/>
              </v:shape>
            </v:group>
            <v:group style="position:absolute;left:6692;top:1830;width:2;height:229" coordorigin="6692,1830" coordsize="2,229">
              <v:shape style="position:absolute;left:6692;top:1830;width:2;height:229" coordorigin="6692,1830" coordsize="0,229" path="m6692,1830l6692,2058e" filled="false" stroked="true" strokeweight=".829954pt" strokecolor="#231f20">
                <v:path arrowok="t"/>
              </v:shape>
            </v:group>
            <v:group style="position:absolute;left:6750;top:1830;width:2;height:299" coordorigin="6750,1830" coordsize="2,299">
              <v:shape style="position:absolute;left:6750;top:1830;width:2;height:299" coordorigin="6750,1830" coordsize="0,299" path="m6750,1830l6750,2128e" filled="false" stroked="true" strokeweight=".831077pt" strokecolor="#231f20">
                <v:path arrowok="t"/>
              </v:shape>
            </v:group>
            <v:group style="position:absolute;left:6809;top:1830;width:2;height:233" coordorigin="6809,1830" coordsize="2,233">
              <v:shape style="position:absolute;left:6809;top:1830;width:2;height:233" coordorigin="6809,1830" coordsize="0,233" path="m6809,1830l6809,2063e" filled="false" stroked="true" strokeweight=".831077pt" strokecolor="#231f20">
                <v:path arrowok="t"/>
              </v:shape>
            </v:group>
            <v:group style="position:absolute;left:6868;top:1830;width:2;height:306" coordorigin="6868,1830" coordsize="2,306">
              <v:shape style="position:absolute;left:6868;top:1830;width:2;height:306" coordorigin="6868,1830" coordsize="0,306" path="m6868,1830l6868,2136e" filled="false" stroked="true" strokeweight=".831077pt" strokecolor="#231f20">
                <v:path arrowok="t"/>
              </v:shape>
            </v:group>
            <v:group style="position:absolute;left:6341;top:1830;width:2;height:233" coordorigin="6341,1830" coordsize="2,233">
              <v:shape style="position:absolute;left:6341;top:1830;width:2;height:233" coordorigin="6341,1830" coordsize="0,233" path="m6341,1830l6341,2063e" filled="false" stroked="true" strokeweight=".82097pt" strokecolor="#231f20">
                <v:path arrowok="t"/>
              </v:shape>
            </v:group>
            <v:group style="position:absolute;left:6985;top:1830;width:2;height:478" coordorigin="6985,1830" coordsize="2,478">
              <v:shape style="position:absolute;left:6985;top:1830;width:2;height:478" coordorigin="6985,1830" coordsize="0,478" path="m6985,1830l6985,2308e" filled="false" stroked="true" strokeweight=".8322pt" strokecolor="#231f20">
                <v:path arrowok="t"/>
              </v:shape>
            </v:group>
            <v:group style="position:absolute;left:7043;top:1830;width:2;height:233" coordorigin="7043,1830" coordsize="2,233">
              <v:shape style="position:absolute;left:7043;top:1830;width:2;height:233" coordorigin="7043,1830" coordsize="0,233" path="m7043,1830l7043,2063e" filled="false" stroked="true" strokeweight=".861398pt" strokecolor="#231f20">
                <v:path arrowok="t"/>
              </v:shape>
            </v:group>
            <v:group style="position:absolute;left:7102;top:1830;width:2;height:299" coordorigin="7102,1830" coordsize="2,299">
              <v:shape style="position:absolute;left:7102;top:1830;width:2;height:299" coordorigin="7102,1830" coordsize="0,299" path="m7102,1830l7102,2128e" filled="false" stroked="true" strokeweight=".831077pt" strokecolor="#231f20">
                <v:path arrowok="t"/>
              </v:shape>
            </v:group>
            <v:group style="position:absolute;left:7160;top:1830;width:2;height:233" coordorigin="7160,1830" coordsize="2,233">
              <v:shape style="position:absolute;left:7160;top:1830;width:2;height:233" coordorigin="7160,1830" coordsize="0,233" path="m7160,1830l7160,2063e" filled="false" stroked="true" strokeweight=".829954pt" strokecolor="#231f20">
                <v:path arrowok="t"/>
              </v:shape>
            </v:group>
            <v:group style="position:absolute;left:7219;top:1830;width:2;height:299" coordorigin="7219,1830" coordsize="2,299">
              <v:shape style="position:absolute;left:7219;top:1830;width:2;height:299" coordorigin="7219,1830" coordsize="0,299" path="m7219,1830l7219,2128e" filled="false" stroked="true" strokeweight=".828831pt" strokecolor="#231f20">
                <v:path arrowok="t"/>
              </v:shape>
            </v:group>
            <v:group style="position:absolute;left:7277;top:1830;width:2;height:229" coordorigin="7277,1830" coordsize="2,229">
              <v:shape style="position:absolute;left:7277;top:1830;width:2;height:229" coordorigin="7277,1830" coordsize="0,229" path="m7277,1830l7277,2058e" filled="false" stroked="true" strokeweight=".831077pt" strokecolor="#231f20">
                <v:path arrowok="t"/>
              </v:shape>
            </v:group>
            <v:group style="position:absolute;left:7336;top:1830;width:2;height:299" coordorigin="7336,1830" coordsize="2,299">
              <v:shape style="position:absolute;left:7336;top:1830;width:2;height:299" coordorigin="7336,1830" coordsize="0,299" path="m7336,1830l7336,2128e" filled="false" stroked="true" strokeweight=".8322pt" strokecolor="#231f20">
                <v:path arrowok="t"/>
              </v:shape>
            </v:group>
            <v:group style="position:absolute;left:7395;top:1830;width:2;height:233" coordorigin="7395,1830" coordsize="2,233">
              <v:shape style="position:absolute;left:7395;top:1830;width:2;height:233" coordorigin="7395,1830" coordsize="0,233" path="m7395,1830l7395,2063e" filled="false" stroked="true" strokeweight=".831077pt" strokecolor="#231f20">
                <v:path arrowok="t"/>
              </v:shape>
            </v:group>
            <v:group style="position:absolute;left:7453;top:1830;width:2;height:306" coordorigin="7453,1830" coordsize="2,306">
              <v:shape style="position:absolute;left:7453;top:1830;width:2;height:306" coordorigin="7453,1830" coordsize="0,306" path="m7453,1830l7453,2136e" filled="false" stroked="true" strokeweight=".829954pt" strokecolor="#231f20">
                <v:path arrowok="t"/>
              </v:shape>
            </v:group>
            <v:group style="position:absolute;left:6926;top:1830;width:2;height:233" coordorigin="6926,1830" coordsize="2,233">
              <v:shape style="position:absolute;left:6926;top:1830;width:2;height:233" coordorigin="6926,1830" coordsize="0,233" path="m6926,1830l6926,2063e" filled="false" stroked="true" strokeweight=".8322pt" strokecolor="#231f20">
                <v:path arrowok="t"/>
              </v:shape>
            </v:group>
            <v:group style="position:absolute;left:7570;top:1830;width:2;height:478" coordorigin="7570,1830" coordsize="2,478">
              <v:shape style="position:absolute;left:7570;top:1830;width:2;height:478" coordorigin="7570,1830" coordsize="0,478" path="m7570,1830l7570,2308e" filled="false" stroked="true" strokeweight=".831077pt" strokecolor="#231f20">
                <v:path arrowok="t"/>
              </v:shape>
            </v:group>
            <v:group style="position:absolute;left:7629;top:1830;width:2;height:233" coordorigin="7629,1830" coordsize="2,233">
              <v:shape style="position:absolute;left:7629;top:1830;width:2;height:233" coordorigin="7629,1830" coordsize="0,233" path="m7629,1830l7629,2063e" filled="false" stroked="true" strokeweight=".8322pt" strokecolor="#231f20">
                <v:path arrowok="t"/>
              </v:shape>
            </v:group>
            <v:group style="position:absolute;left:7687;top:1830;width:2;height:299" coordorigin="7687,1830" coordsize="2,299">
              <v:shape style="position:absolute;left:7687;top:1830;width:2;height:299" coordorigin="7687,1830" coordsize="0,299" path="m7687,1830l7687,2128e" filled="false" stroked="true" strokeweight=".831077pt" strokecolor="#231f20">
                <v:path arrowok="t"/>
              </v:shape>
            </v:group>
            <v:group style="position:absolute;left:7746;top:1830;width:2;height:233" coordorigin="7746,1830" coordsize="2,233">
              <v:shape style="position:absolute;left:7746;top:1830;width:2;height:233" coordorigin="7746,1830" coordsize="0,233" path="m7746,1830l7746,2063e" filled="false" stroked="true" strokeweight=".8322pt" strokecolor="#231f20">
                <v:path arrowok="t"/>
              </v:shape>
            </v:group>
            <v:group style="position:absolute;left:7804;top:1830;width:2;height:299" coordorigin="7804,1830" coordsize="2,299">
              <v:shape style="position:absolute;left:7804;top:1830;width:2;height:299" coordorigin="7804,1830" coordsize="0,299" path="m7804,1830l7804,2128e" filled="false" stroked="true" strokeweight=".831077pt" strokecolor="#231f20">
                <v:path arrowok="t"/>
              </v:shape>
            </v:group>
            <v:group style="position:absolute;left:7863;top:1830;width:2;height:229" coordorigin="7863,1830" coordsize="2,229">
              <v:shape style="position:absolute;left:7863;top:1830;width:2;height:229" coordorigin="7863,1830" coordsize="0,229" path="m7863,1830l7863,2058e" filled="false" stroked="true" strokeweight=".8322pt" strokecolor="#231f20">
                <v:path arrowok="t"/>
              </v:shape>
            </v:group>
            <v:group style="position:absolute;left:7922;top:1830;width:2;height:299" coordorigin="7922,1830" coordsize="2,299">
              <v:shape style="position:absolute;left:7922;top:1830;width:2;height:299" coordorigin="7922,1830" coordsize="0,299" path="m7922,1830l7922,2128e" filled="false" stroked="true" strokeweight=".829954pt" strokecolor="#231f20">
                <v:path arrowok="t"/>
              </v:shape>
            </v:group>
            <v:group style="position:absolute;left:7980;top:1830;width:2;height:233" coordorigin="7980,1830" coordsize="2,233">
              <v:shape style="position:absolute;left:7980;top:1830;width:2;height:233" coordorigin="7980,1830" coordsize="0,233" path="m7980,1830l7980,2063e" filled="false" stroked="true" strokeweight=".829954pt" strokecolor="#231f20">
                <v:path arrowok="t"/>
              </v:shape>
            </v:group>
            <v:group style="position:absolute;left:8039;top:1830;width:2;height:306" coordorigin="8039,1830" coordsize="2,306">
              <v:shape style="position:absolute;left:8039;top:1830;width:2;height:306" coordorigin="8039,1830" coordsize="0,306" path="m8039,1830l8039,2136e" filled="false" stroked="true" strokeweight=".829954pt" strokecolor="#231f20">
                <v:path arrowok="t"/>
              </v:shape>
            </v:group>
            <v:group style="position:absolute;left:7512;top:1830;width:2;height:233" coordorigin="7512,1830" coordsize="2,233">
              <v:shape style="position:absolute;left:7512;top:1830;width:2;height:233" coordorigin="7512,1830" coordsize="0,233" path="m7512,1830l7512,2063e" filled="false" stroked="true" strokeweight=".8322pt" strokecolor="#231f20">
                <v:path arrowok="t"/>
              </v:shape>
            </v:group>
            <v:group style="position:absolute;left:8156;top:1830;width:2;height:478" coordorigin="8156,1830" coordsize="2,478">
              <v:shape style="position:absolute;left:8156;top:1830;width:2;height:478" coordorigin="8156,1830" coordsize="0,478" path="m8156,1830l8156,2308e" filled="false" stroked="true" strokeweight=".861398pt" strokecolor="#231f20">
                <v:path arrowok="t"/>
              </v:shape>
            </v:group>
            <v:group style="position:absolute;left:8215;top:1830;width:2;height:233" coordorigin="8215,1830" coordsize="2,233">
              <v:shape style="position:absolute;left:8215;top:1830;width:2;height:233" coordorigin="8215,1830" coordsize="0,233" path="m8215,1830l8215,2063e" filled="false" stroked="true" strokeweight=".829954pt" strokecolor="#231f20">
                <v:path arrowok="t"/>
              </v:shape>
            </v:group>
            <v:group style="position:absolute;left:8273;top:1830;width:2;height:299" coordorigin="8273,1830" coordsize="2,299">
              <v:shape style="position:absolute;left:8273;top:1830;width:2;height:299" coordorigin="8273,1830" coordsize="0,299" path="m8273,1830l8273,2128e" filled="false" stroked="true" strokeweight=".831077pt" strokecolor="#231f20">
                <v:path arrowok="t"/>
              </v:shape>
            </v:group>
            <v:group style="position:absolute;left:8332;top:1830;width:2;height:233" coordorigin="8332,1830" coordsize="2,233">
              <v:shape style="position:absolute;left:8332;top:1830;width:2;height:233" coordorigin="8332,1830" coordsize="0,233" path="m8332,1830l8332,2063e" filled="false" stroked="true" strokeweight=".831077pt" strokecolor="#231f20">
                <v:path arrowok="t"/>
              </v:shape>
            </v:group>
            <v:group style="position:absolute;left:8390;top:1830;width:2;height:299" coordorigin="8390,1830" coordsize="2,299">
              <v:shape style="position:absolute;left:8390;top:1830;width:2;height:299" coordorigin="8390,1830" coordsize="0,299" path="m8390,1830l8390,2128e" filled="false" stroked="true" strokeweight=".8322pt" strokecolor="#231f20">
                <v:path arrowok="t"/>
              </v:shape>
            </v:group>
            <v:group style="position:absolute;left:8449;top:1830;width:2;height:229" coordorigin="8449,1830" coordsize="2,229">
              <v:shape style="position:absolute;left:8449;top:1830;width:2;height:229" coordorigin="8449,1830" coordsize="0,229" path="m8449,1830l8449,2058e" filled="false" stroked="true" strokeweight=".8322pt" strokecolor="#231f20">
                <v:path arrowok="t"/>
              </v:shape>
            </v:group>
            <v:group style="position:absolute;left:8507;top:1830;width:2;height:299" coordorigin="8507,1830" coordsize="2,299">
              <v:shape style="position:absolute;left:8507;top:1830;width:2;height:299" coordorigin="8507,1830" coordsize="0,299" path="m8507,1830l8507,2128e" filled="false" stroked="true" strokeweight=".831077pt" strokecolor="#231f20">
                <v:path arrowok="t"/>
              </v:shape>
            </v:group>
            <v:group style="position:absolute;left:8566;top:1830;width:2;height:233" coordorigin="8566,1830" coordsize="2,233">
              <v:shape style="position:absolute;left:8566;top:1830;width:2;height:233" coordorigin="8566,1830" coordsize="0,233" path="m8566,1830l8566,2063e" filled="false" stroked="true" strokeweight=".8322pt" strokecolor="#231f20">
                <v:path arrowok="t"/>
              </v:shape>
            </v:group>
            <v:group style="position:absolute;left:8624;top:1830;width:2;height:306" coordorigin="8624,1830" coordsize="2,306">
              <v:shape style="position:absolute;left:8624;top:1830;width:2;height:306" coordorigin="8624,1830" coordsize="0,306" path="m8624,1830l8624,2136e" filled="false" stroked="true" strokeweight=".831077pt" strokecolor="#231f20">
                <v:path arrowok="t"/>
              </v:shape>
            </v:group>
            <v:group style="position:absolute;left:8097;top:1830;width:2;height:233" coordorigin="8097,1830" coordsize="2,233">
              <v:shape style="position:absolute;left:8097;top:1830;width:2;height:233" coordorigin="8097,1830" coordsize="0,233" path="m8097,1830l8097,2063e" filled="false" stroked="true" strokeweight=".831077pt" strokecolor="#231f20">
                <v:path arrowok="t"/>
              </v:shape>
            </v:group>
            <v:group style="position:absolute;left:8742;top:1830;width:2;height:478" coordorigin="8742,1830" coordsize="2,478">
              <v:shape style="position:absolute;left:8742;top:1830;width:2;height:478" coordorigin="8742,1830" coordsize="0,478" path="m8742,1830l8742,2308e" filled="false" stroked="true" strokeweight=".829954pt" strokecolor="#231f20">
                <v:path arrowok="t"/>
              </v:shape>
            </v:group>
            <v:group style="position:absolute;left:8800;top:1830;width:2;height:233" coordorigin="8800,1830" coordsize="2,233">
              <v:shape style="position:absolute;left:8800;top:1830;width:2;height:233" coordorigin="8800,1830" coordsize="0,233" path="m8800,1830l8800,2063e" filled="false" stroked="true" strokeweight=".831077pt" strokecolor="#231f20">
                <v:path arrowok="t"/>
              </v:shape>
            </v:group>
            <v:group style="position:absolute;left:8859;top:1830;width:2;height:299" coordorigin="8859,1830" coordsize="2,299">
              <v:shape style="position:absolute;left:8859;top:1830;width:2;height:299" coordorigin="8859,1830" coordsize="0,299" path="m8859,1830l8859,2128e" filled="false" stroked="true" strokeweight=".829954pt" strokecolor="#231f20">
                <v:path arrowok="t"/>
              </v:shape>
            </v:group>
            <v:group style="position:absolute;left:8917;top:1830;width:2;height:233" coordorigin="8917,1830" coordsize="2,233">
              <v:shape style="position:absolute;left:8917;top:1830;width:2;height:233" coordorigin="8917,1830" coordsize="0,233" path="m8917,1830l8917,2063e" filled="false" stroked="true" strokeweight=".829954pt" strokecolor="#231f20">
                <v:path arrowok="t"/>
              </v:shape>
            </v:group>
            <v:group style="position:absolute;left:8975;top:1830;width:2;height:299" coordorigin="8975,1830" coordsize="2,299">
              <v:shape style="position:absolute;left:8975;top:1830;width:2;height:299" coordorigin="8975,1830" coordsize="0,299" path="m8975,1830l8975,2128e" filled="false" stroked="true" strokeweight=".829954pt" strokecolor="#231f20">
                <v:path arrowok="t"/>
              </v:shape>
            </v:group>
            <v:group style="position:absolute;left:9035;top:1830;width:2;height:229" coordorigin="9035,1830" coordsize="2,229">
              <v:shape style="position:absolute;left:9035;top:1830;width:2;height:229" coordorigin="9035,1830" coordsize="0,229" path="m9035,1830l9035,2058e" filled="false" stroked="true" strokeweight=".829954pt" strokecolor="#231f20">
                <v:path arrowok="t"/>
              </v:shape>
            </v:group>
            <v:group style="position:absolute;left:9093;top:1830;width:2;height:299" coordorigin="9093,1830" coordsize="2,299">
              <v:shape style="position:absolute;left:9093;top:1830;width:2;height:299" coordorigin="9093,1830" coordsize="0,299" path="m9093,1830l9093,2128e" filled="false" stroked="true" strokeweight=".8322pt" strokecolor="#231f20">
                <v:path arrowok="t"/>
              </v:shape>
            </v:group>
            <v:group style="position:absolute;left:9151;top:1830;width:2;height:233" coordorigin="9151,1830" coordsize="2,233">
              <v:shape style="position:absolute;left:9151;top:1830;width:2;height:233" coordorigin="9151,1830" coordsize="0,233" path="m9151,1830l9151,2063e" filled="false" stroked="true" strokeweight=".8322pt" strokecolor="#231f20">
                <v:path arrowok="t"/>
              </v:shape>
            </v:group>
            <v:group style="position:absolute;left:9210;top:1830;width:2;height:306" coordorigin="9210,1830" coordsize="2,306">
              <v:shape style="position:absolute;left:9210;top:1830;width:2;height:306" coordorigin="9210,1830" coordsize="0,306" path="m9210,1830l9210,2136e" filled="false" stroked="true" strokeweight=".8322pt" strokecolor="#231f20">
                <v:path arrowok="t"/>
              </v:shape>
            </v:group>
            <v:group style="position:absolute;left:8683;top:1830;width:2;height:233" coordorigin="8683,1830" coordsize="2,233">
              <v:shape style="position:absolute;left:8683;top:1830;width:2;height:233" coordorigin="8683,1830" coordsize="0,233" path="m8683,1830l8683,2063e" filled="false" stroked="true" strokeweight=".831077pt" strokecolor="#231f20">
                <v:path arrowok="t"/>
              </v:shape>
            </v:group>
            <v:group style="position:absolute;left:9327;top:1830;width:2;height:478" coordorigin="9327,1830" coordsize="2,478">
              <v:shape style="position:absolute;left:9327;top:1830;width:2;height:478" coordorigin="9327,1830" coordsize="0,478" path="m9327,1830l9327,2308e" filled="false" stroked="true" strokeweight=".831077pt" strokecolor="#231f20">
                <v:path arrowok="t"/>
              </v:shape>
            </v:group>
            <v:group style="position:absolute;left:9386;top:1830;width:2;height:233" coordorigin="9386,1830" coordsize="2,233">
              <v:shape style="position:absolute;left:9386;top:1830;width:2;height:233" coordorigin="9386,1830" coordsize="0,233" path="m9386,1830l9386,2063e" filled="false" stroked="true" strokeweight=".831077pt" strokecolor="#231f20">
                <v:path arrowok="t"/>
              </v:shape>
            </v:group>
            <v:group style="position:absolute;left:9444;top:1830;width:2;height:299" coordorigin="9444,1830" coordsize="2,299">
              <v:shape style="position:absolute;left:9444;top:1830;width:2;height:299" coordorigin="9444,1830" coordsize="0,299" path="m9444,1830l9444,2128e" filled="false" stroked="true" strokeweight=".8322pt" strokecolor="#231f20">
                <v:path arrowok="t"/>
              </v:shape>
            </v:group>
            <v:group style="position:absolute;left:9503;top:1830;width:2;height:233" coordorigin="9503,1830" coordsize="2,233">
              <v:shape style="position:absolute;left:9503;top:1830;width:2;height:233" coordorigin="9503,1830" coordsize="0,233" path="m9503,1830l9503,2063e" filled="false" stroked="true" strokeweight=".831077pt" strokecolor="#231f20">
                <v:path arrowok="t"/>
              </v:shape>
            </v:group>
            <v:group style="position:absolute;left:9561;top:1830;width:2;height:299" coordorigin="9561,1830" coordsize="2,299">
              <v:shape style="position:absolute;left:9561;top:1830;width:2;height:299" coordorigin="9561,1830" coordsize="0,299" path="m9561,1830l9561,2128e" filled="false" stroked="true" strokeweight=".831077pt" strokecolor="#231f20">
                <v:path arrowok="t"/>
              </v:shape>
            </v:group>
            <v:group style="position:absolute;left:9620;top:1830;width:2;height:229" coordorigin="9620,1830" coordsize="2,229">
              <v:shape style="position:absolute;left:9620;top:1830;width:2;height:229" coordorigin="9620,1830" coordsize="0,229" path="m9620,1830l9620,2058e" filled="false" stroked="true" strokeweight=".829954pt" strokecolor="#231f20">
                <v:path arrowok="t"/>
              </v:shape>
            </v:group>
            <v:group style="position:absolute;left:9678;top:1830;width:2;height:299" coordorigin="9678,1830" coordsize="2,299">
              <v:shape style="position:absolute;left:9678;top:1830;width:2;height:299" coordorigin="9678,1830" coordsize="0,299" path="m9678,1830l9678,2128e" filled="false" stroked="true" strokeweight=".831077pt" strokecolor="#231f20">
                <v:path arrowok="t"/>
              </v:shape>
            </v:group>
            <v:group style="position:absolute;left:9737;top:1830;width:2;height:233" coordorigin="9737,1830" coordsize="2,233">
              <v:shape style="position:absolute;left:9737;top:1830;width:2;height:233" coordorigin="9737,1830" coordsize="0,233" path="m9737,1830l9737,2063e" filled="false" stroked="true" strokeweight=".829954pt" strokecolor="#231f20">
                <v:path arrowok="t"/>
              </v:shape>
            </v:group>
            <v:group style="position:absolute;left:9795;top:1830;width:2;height:306" coordorigin="9795,1830" coordsize="2,306">
              <v:shape style="position:absolute;left:9795;top:1830;width:2;height:306" coordorigin="9795,1830" coordsize="0,306" path="m9795,1830l9795,2136e" filled="false" stroked="true" strokeweight=".831077pt" strokecolor="#231f20">
                <v:path arrowok="t"/>
              </v:shape>
            </v:group>
            <v:group style="position:absolute;left:9269;top:1830;width:2;height:233" coordorigin="9269,1830" coordsize="2,233">
              <v:shape style="position:absolute;left:9269;top:1830;width:2;height:233" coordorigin="9269,1830" coordsize="0,233" path="m9269,1830l9269,2063e" filled="false" stroked="true" strokeweight=".851291pt" strokecolor="#231f20">
                <v:path arrowok="t"/>
              </v:shape>
            </v:group>
            <v:group style="position:absolute;left:9913;top:1830;width:2;height:478" coordorigin="9913,1830" coordsize="2,478">
              <v:shape style="position:absolute;left:9913;top:1830;width:2;height:478" coordorigin="9913,1830" coordsize="0,478" path="m9913,1830l9913,2308e" filled="false" stroked="true" strokeweight=".8322pt" strokecolor="#231f20">
                <v:path arrowok="t"/>
              </v:shape>
            </v:group>
            <v:group style="position:absolute;left:9971;top:1830;width:2;height:233" coordorigin="9971,1830" coordsize="2,233">
              <v:shape style="position:absolute;left:9971;top:1830;width:2;height:233" coordorigin="9971,1830" coordsize="0,233" path="m9971,1830l9971,2063e" filled="false" stroked="true" strokeweight=".831077pt" strokecolor="#231f20">
                <v:path arrowok="t"/>
              </v:shape>
            </v:group>
            <v:group style="position:absolute;left:10030;top:1830;width:2;height:299" coordorigin="10030,1830" coordsize="2,299">
              <v:shape style="position:absolute;left:10030;top:1830;width:2;height:299" coordorigin="10030,1830" coordsize="0,299" path="m10030,1830l10030,2128e" filled="false" stroked="true" strokeweight=".831077pt" strokecolor="#231f20">
                <v:path arrowok="t"/>
              </v:shape>
            </v:group>
            <v:group style="position:absolute;left:10088;top:1830;width:2;height:233" coordorigin="10088,1830" coordsize="2,233">
              <v:shape style="position:absolute;left:10088;top:1830;width:2;height:233" coordorigin="10088,1830" coordsize="0,233" path="m10088,1830l10088,2063e" filled="false" stroked="true" strokeweight=".831077pt" strokecolor="#231f20">
                <v:path arrowok="t"/>
              </v:shape>
            </v:group>
            <v:group style="position:absolute;left:10147;top:1830;width:2;height:299" coordorigin="10147,1830" coordsize="2,299">
              <v:shape style="position:absolute;left:10147;top:1830;width:2;height:299" coordorigin="10147,1830" coordsize="0,299" path="m10147,1830l10147,2128e" filled="false" stroked="true" strokeweight=".831077pt" strokecolor="#231f20">
                <v:path arrowok="t"/>
              </v:shape>
            </v:group>
            <v:group style="position:absolute;left:10206;top:1830;width:2;height:229" coordorigin="10206,1830" coordsize="2,229">
              <v:shape style="position:absolute;left:10206;top:1830;width:2;height:229" coordorigin="10206,1830" coordsize="0,229" path="m10206,1830l10206,2058e" filled="false" stroked="true" strokeweight=".8322pt" strokecolor="#231f20">
                <v:path arrowok="t"/>
              </v:shape>
            </v:group>
            <v:group style="position:absolute;left:10264;top:1830;width:2;height:299" coordorigin="10264,1830" coordsize="2,299">
              <v:shape style="position:absolute;left:10264;top:1830;width:2;height:299" coordorigin="10264,1830" coordsize="0,299" path="m10264,1830l10264,2128e" filled="false" stroked="true" strokeweight=".8322pt" strokecolor="#231f20">
                <v:path arrowok="t"/>
              </v:shape>
            </v:group>
            <v:group style="position:absolute;left:10322;top:1830;width:2;height:233" coordorigin="10322,1830" coordsize="2,233">
              <v:shape style="position:absolute;left:10322;top:1830;width:2;height:233" coordorigin="10322,1830" coordsize="0,233" path="m10322,1830l10322,2063e" filled="false" stroked="true" strokeweight=".831077pt" strokecolor="#231f20">
                <v:path arrowok="t"/>
              </v:shape>
            </v:group>
            <v:group style="position:absolute;left:10381;top:1830;width:2;height:306" coordorigin="10381,1830" coordsize="2,306">
              <v:shape style="position:absolute;left:10381;top:1830;width:2;height:306" coordorigin="10381,1830" coordsize="0,306" path="m10381,1830l10381,2136e" filled="false" stroked="true" strokeweight=".851291pt" strokecolor="#231f20">
                <v:path arrowok="t"/>
              </v:shape>
            </v:group>
            <v:group style="position:absolute;left:9854;top:1830;width:2;height:233" coordorigin="9854,1830" coordsize="2,233">
              <v:shape style="position:absolute;left:9854;top:1830;width:2;height:233" coordorigin="9854,1830" coordsize="0,233" path="m9854,1830l9854,2063e" filled="false" stroked="true" strokeweight=".831077pt" strokecolor="#231f20">
                <v:path arrowok="t"/>
              </v:shape>
            </v:group>
            <v:group style="position:absolute;left:10498;top:1830;width:2;height:478" coordorigin="10498,1830" coordsize="2,478">
              <v:shape style="position:absolute;left:10498;top:1830;width:2;height:478" coordorigin="10498,1830" coordsize="0,478" path="m10498,1830l10498,2308e" filled="false" stroked="true" strokeweight=".828831pt" strokecolor="#231f20">
                <v:path arrowok="t"/>
              </v:shape>
            </v:group>
            <v:group style="position:absolute;left:10440;top:1830;width:2;height:233" coordorigin="10440,1830" coordsize="2,233">
              <v:shape style="position:absolute;left:10440;top:1830;width:2;height:233" coordorigin="10440,1830" coordsize="0,233" path="m10440,1830l10440,2063e" filled="false" stroked="true" strokeweight=".831077pt" strokecolor="#231f20">
                <v:path arrowok="t"/>
              </v:shape>
            </v:group>
            <v:group style="position:absolute;left:2240;top:2337;width:8338;height:120" coordorigin="2240,2337" coordsize="8338,120">
              <v:shape style="position:absolute;left:2240;top:2337;width:8338;height:120" coordorigin="2240,2337" coordsize="8338,120" path="m2278,2456l2243,2423,2240,2412,2240,2380,2242,2373,2245,2367,2246,2362,2272,2337,2284,2337,2288,2339,2294,2342,2299,2343,2306,2351,2278,2351,2272,2352,2255,2387,2255,2406,2272,2443,2278,2445,2305,2445,2303,2448,2295,2452,2287,2455,2278,2456xe" filled="true" fillcolor="#231f20" stroked="false">
                <v:path arrowok="t"/>
                <v:fill type="solid"/>
              </v:shape>
              <v:shape style="position:absolute;left:2240;top:2337;width:8338;height:120" coordorigin="2240,2337" coordsize="8338,120" path="m2305,2445l2278,2445,2288,2442,2297,2433,2302,2418,2303,2398,2303,2391,2302,2383,2302,2377,2300,2372,2299,2367,2295,2362,2294,2360,2291,2357,2288,2355,2285,2352,2281,2351,2306,2351,2309,2357,2312,2362,2313,2370,2316,2377,2318,2387,2318,2409,2316,2421,2313,2431,2309,2440,2305,2445xe" filled="true" fillcolor="#231f20" stroked="false">
                <v:path arrowok="t"/>
                <v:fill type="solid"/>
              </v:shape>
              <v:shape style="position:absolute;left:2240;top:2337;width:8338;height:120" coordorigin="2240,2337" coordsize="8338,120" path="m3426,2454l3411,2454,3411,2372,3385,2372,3385,2360,3395,2360,3398,2358,3401,2358,3404,2357,3405,2355,3408,2354,3410,2351,3413,2348,3414,2343,3416,2337,3426,2337,3426,2454xe" filled="true" fillcolor="#231f20" stroked="false">
                <v:path arrowok="t"/>
                <v:fill type="solid"/>
              </v:shape>
              <v:shape style="position:absolute;left:2240;top:2337;width:8338;height:120" coordorigin="2240,2337" coordsize="8338,120" path="m3496,2380l3483,2380,3487,2373,3493,2369,3500,2367,3508,2365,3512,2365,3516,2367,3521,2369,3524,2370,3526,2372,3528,2375,3530,2376,3531,2379,3499,2379,3496,2380xe" filled="true" fillcolor="#231f20" stroked="false">
                <v:path arrowok="t"/>
                <v:fill type="solid"/>
              </v:shape>
              <v:shape style="position:absolute;left:2240;top:2337;width:8338;height:120" coordorigin="2240,2337" coordsize="8338,120" path="m3584,2454l3569,2454,3569,2398,3568,2390,3565,2383,3560,2380,3553,2379,3531,2379,3534,2376,3537,2373,3540,2370,3546,2367,3549,2367,3553,2365,3562,2365,3566,2367,3571,2369,3575,2372,3579,2376,3583,2380,3584,2388,3584,2454xe" filled="true" fillcolor="#231f20" stroked="false">
                <v:path arrowok="t"/>
                <v:fill type="solid"/>
              </v:shape>
              <v:shape style="position:absolute;left:2240;top:2337;width:8338;height:120" coordorigin="2240,2337" coordsize="8338,120" path="m3483,2454l3468,2454,3468,2367,3481,2367,3481,2380,3496,2380,3493,2382,3490,2385,3489,2387,3487,2390,3486,2392,3483,2401,3483,2454xe" filled="true" fillcolor="#231f20" stroked="false">
                <v:path arrowok="t"/>
                <v:fill type="solid"/>
              </v:shape>
              <v:shape style="position:absolute;left:2240;top:2337;width:8338;height:120" coordorigin="2240,2337" coordsize="8338,120" path="m3534,2454l3519,2454,3519,2392,3518,2390,3518,2387,3516,2383,3513,2382,3512,2380,3509,2379,3549,2379,3546,2380,3542,2382,3539,2385,3537,2388,3536,2392,3534,2397,3534,2454xe" filled="true" fillcolor="#231f20" stroked="false">
                <v:path arrowok="t"/>
                <v:fill type="solid"/>
              </v:shape>
              <v:shape style="position:absolute;left:2240;top:2337;width:8338;height:120" coordorigin="2240,2337" coordsize="8338,120" path="m4613,2379l4598,2379,4598,2375,4600,2370,4600,2365,4601,2360,4604,2355,4607,2351,4632,2337,4645,2337,4653,2340,4658,2343,4664,2348,4667,2351,4631,2351,4626,2352,4613,2373,4613,2379xe" filled="true" fillcolor="#231f20" stroked="false">
                <v:path arrowok="t"/>
                <v:fill type="solid"/>
              </v:shape>
              <v:shape style="position:absolute;left:2240;top:2337;width:8338;height:120" coordorigin="2240,2337" coordsize="8338,120" path="m4674,2454l4595,2454,4597,2445,4616,2413,4622,2409,4631,2405,4638,2400,4644,2395,4648,2392,4653,2390,4656,2387,4657,2383,4658,2379,4658,2369,4657,2364,4656,2361,4653,2358,4650,2355,4647,2352,4642,2351,4667,2351,4669,2352,4671,2358,4674,2365,4674,2375,4671,2387,4644,2412,4637,2416,4631,2419,4626,2423,4622,2425,4616,2431,4614,2436,4611,2442,4674,2442,4674,2454xe" filled="true" fillcolor="#231f20" stroked="false">
                <v:path arrowok="t"/>
                <v:fill type="solid"/>
              </v:shape>
              <v:shape style="position:absolute;left:2240;top:2337;width:8338;height:120" coordorigin="2240,2337" coordsize="8338,120" path="m5795,2376l5780,2376,5780,2369,5816,2337,5822,2337,5827,2339,5831,2340,5835,2342,5838,2345,5843,2346,5846,2349,5846,2351,5811,2351,5806,2352,5803,2355,5798,2361,5796,2365,5795,2370,5795,2376xe" filled="true" fillcolor="#231f20" stroked="false">
                <v:path arrowok="t"/>
                <v:fill type="solid"/>
              </v:shape>
              <v:shape style="position:absolute;left:2240;top:2337;width:8338;height:120" coordorigin="2240,2337" coordsize="8338,120" path="m5847,2445l5819,2445,5824,2443,5828,2442,5832,2440,5835,2437,5838,2434,5840,2431,5840,2415,5818,2401,5808,2401,5808,2390,5814,2390,5821,2388,5825,2387,5830,2385,5832,2382,5835,2379,5837,2375,5837,2367,5835,2362,5834,2360,5831,2357,5828,2355,5824,2352,5819,2351,5846,2351,5847,2352,5848,2355,5850,2360,5851,2364,5851,2367,5850,2376,5848,2383,5845,2390,5837,2392,5842,2395,5855,2415,5856,2419,5856,2428,5855,2433,5853,2436,5851,2440,5848,2443,5847,2445xe" filled="true" fillcolor="#231f20" stroked="false">
                <v:path arrowok="t"/>
                <v:fill type="solid"/>
              </v:shape>
              <v:shape style="position:absolute;left:2240;top:2337;width:8338;height:120" coordorigin="2240,2337" coordsize="8338,120" path="m5821,2456l5806,2456,5800,2455,5777,2419,5792,2419,5793,2428,5795,2434,5799,2440,5806,2443,5809,2445,5847,2445,5846,2446,5842,2451,5837,2454,5832,2455,5827,2455,5821,2456xe" filled="true" fillcolor="#231f20" stroked="false">
                <v:path arrowok="t"/>
                <v:fill type="solid"/>
              </v:shape>
              <v:shape style="position:absolute;left:2240;top:2337;width:8338;height:120" coordorigin="2240,2337" coordsize="8338,120" path="m7036,2427l6956,2427,6956,2412,7008,2337,7020,2337,7020,2360,7005,2360,6969,2413,7036,2413,7036,2427xe" filled="true" fillcolor="#231f20" stroked="false">
                <v:path arrowok="t"/>
                <v:fill type="solid"/>
              </v:shape>
              <v:shape style="position:absolute;left:2240;top:2337;width:8338;height:120" coordorigin="2240,2337" coordsize="8338,120" path="m7020,2413l7005,2413,7005,2360,7020,2360,7020,2413xe" filled="true" fillcolor="#231f20" stroked="false">
                <v:path arrowok="t"/>
                <v:fill type="solid"/>
              </v:shape>
              <v:shape style="position:absolute;left:2240;top:2337;width:8338;height:120" coordorigin="2240,2337" coordsize="8338,120" path="m7020,2454l7005,2454,7005,2427,7020,2427,7020,2454xe" filled="true" fillcolor="#231f20" stroked="false">
                <v:path arrowok="t"/>
                <v:fill type="solid"/>
              </v:shape>
              <v:shape style="position:absolute;left:2240;top:2337;width:8338;height:120" coordorigin="2240,2337" coordsize="8338,120" path="m8153,2405l8141,2403,8148,2340,8209,2340,8209,2355,8160,2355,8156,2387,8197,2387,8200,2388,8203,2391,8205,2392,8172,2392,8169,2394,8165,2394,8159,2397,8156,2398,8154,2401,8153,2405xe" filled="true" fillcolor="#231f20" stroked="false">
                <v:path arrowok="t"/>
                <v:fill type="solid"/>
              </v:shape>
              <v:shape style="position:absolute;left:2240;top:2337;width:8338;height:120" coordorigin="2240,2337" coordsize="8338,120" path="m8197,2387l8156,2387,8160,2383,8165,2380,8171,2379,8182,2379,8187,2380,8191,2383,8195,2385,8197,2387xe" filled="true" fillcolor="#231f20" stroked="false">
                <v:path arrowok="t"/>
                <v:fill type="solid"/>
              </v:shape>
              <v:shape style="position:absolute;left:2240;top:2337;width:8338;height:120" coordorigin="2240,2337" coordsize="8338,120" path="m8206,2445l8181,2445,8185,2443,8190,2442,8193,2439,8195,2436,8198,2431,8200,2427,8200,2415,8198,2409,8195,2405,8193,2400,8190,2397,8185,2394,8181,2392,8205,2392,8207,2394,8210,2397,8211,2401,8213,2406,8214,2410,8214,2425,8213,2433,8210,2439,8206,2445xe" filled="true" fillcolor="#231f20" stroked="false">
                <v:path arrowok="t"/>
                <v:fill type="solid"/>
              </v:shape>
              <v:shape style="position:absolute;left:2240;top:2337;width:8338;height:120" coordorigin="2240,2337" coordsize="8338,120" path="m8184,2456l8165,2456,8160,2455,8156,2454,8151,2452,8148,2449,8146,2446,8143,2443,8140,2439,8138,2434,8137,2430,8137,2425,8151,2425,8154,2434,8159,2440,8166,2443,8177,2445,8206,2445,8200,2451,8193,2454,8184,2456xe" filled="true" fillcolor="#231f20" stroked="false">
                <v:path arrowok="t"/>
                <v:fill type="solid"/>
              </v:shape>
              <v:shape style="position:absolute;left:2240;top:2337;width:8338;height:120" coordorigin="2240,2337" coordsize="8338,120" path="m9368,2456l9361,2456,9352,2455,9318,2413,9318,2394,9320,2387,9320,2380,9321,2373,9322,2367,9325,2361,9361,2337,9365,2337,9369,2339,9372,2340,9377,2342,9380,2343,9383,2346,9385,2349,9387,2351,9359,2351,9351,2354,9346,2358,9342,2362,9339,2369,9336,2376,9333,2395,9347,2395,9345,2397,9342,2400,9339,2405,9338,2409,9336,2415,9336,2427,9338,2431,9340,2436,9343,2439,9346,2440,9351,2443,9355,2445,9388,2445,9387,2446,9381,2451,9375,2454,9368,2456xe" filled="true" fillcolor="#231f20" stroked="false">
                <v:path arrowok="t"/>
                <v:fill type="solid"/>
              </v:shape>
              <v:shape style="position:absolute;left:2240;top:2337;width:8338;height:120" coordorigin="2240,2337" coordsize="8338,120" path="m9394,2369l9380,2369,9380,2365,9378,2361,9375,2358,9374,2357,9371,2355,9368,2352,9364,2351,9387,2351,9389,2352,9391,2355,9393,2360,9394,2364,9394,2369xe" filled="true" fillcolor="#231f20" stroked="false">
                <v:path arrowok="t"/>
                <v:fill type="solid"/>
              </v:shape>
              <v:shape style="position:absolute;left:2240;top:2337;width:8338;height:120" coordorigin="2240,2337" coordsize="8338,120" path="m9347,2395l9333,2395,9336,2392,9339,2390,9340,2387,9343,2383,9346,2382,9355,2379,9365,2379,9369,2380,9374,2383,9378,2385,9383,2388,9385,2391,9386,2392,9354,2392,9349,2394,9347,2395xe" filled="true" fillcolor="#231f20" stroked="false">
                <v:path arrowok="t"/>
                <v:fill type="solid"/>
              </v:shape>
              <v:shape style="position:absolute;left:2240;top:2337;width:8338;height:120" coordorigin="2240,2337" coordsize="8338,120" path="m9388,2445l9364,2445,9368,2443,9372,2440,9375,2439,9378,2434,9380,2430,9381,2425,9381,2413,9380,2407,9378,2403,9372,2397,9368,2394,9364,2392,9386,2392,9389,2395,9391,2398,9394,2403,9396,2407,9397,2413,9397,2425,9394,2433,9391,2440,9388,2445xe" filled="true" fillcolor="#231f20" stroked="false">
                <v:path arrowok="t"/>
                <v:fill type="solid"/>
              </v:shape>
              <v:shape style="position:absolute;left:2240;top:2337;width:8338;height:120" coordorigin="2240,2337" coordsize="8338,120" path="m10529,2454l10514,2454,10517,2439,10522,2425,10526,2410,10533,2397,10541,2385,10548,2373,10554,2364,10561,2355,10498,2355,10498,2340,10577,2340,10577,2354,10568,2364,10561,2376,10554,2387,10548,2397,10544,2407,10539,2421,10533,2437,10529,2454xe" filled="true" fillcolor="#231f20" stroked="false">
                <v:path arrowok="t"/>
                <v:fill type="solid"/>
              </v:shape>
            </v:group>
            <v:group style="position:absolute;left:9535;top:1423;width:978;height:2" coordorigin="9535,1423" coordsize="978,2">
              <v:shape style="position:absolute;left:9535;top:1423;width:978;height:2" coordorigin="9535,1423" coordsize="978,0" path="m9535,1423l10513,1423e" filled="false" stroked="true" strokeweight=".843249pt" strokecolor="#231f20">
                <v:path arrowok="t"/>
              </v:shape>
            </v:group>
            <v:group style="position:absolute;left:10505;top:1423;width:2;height:348" coordorigin="10505,1423" coordsize="2,348">
              <v:shape style="position:absolute;left:10505;top:1423;width:2;height:348" coordorigin="10505,1423" coordsize="0,348" path="m10505,1423l10505,1770e" filled="false" stroked="true" strokeweight=".8322pt" strokecolor="#231f20">
                <v:path arrowok="t"/>
              </v:shape>
            </v:group>
            <v:group style="position:absolute;left:9528;top:1763;width:978;height:2" coordorigin="9528,1763" coordsize="978,2">
              <v:shape style="position:absolute;left:9528;top:1763;width:978;height:2" coordorigin="9528,1763" coordsize="978,0" path="m9528,1763l10506,1763e" filled="false" stroked="true" strokeweight=".843249pt" strokecolor="#231f20">
                <v:path arrowok="t"/>
              </v:shape>
            </v:group>
            <v:group style="position:absolute;left:9535;top:1415;width:2;height:348" coordorigin="9535,1415" coordsize="2,348">
              <v:shape style="position:absolute;left:9535;top:1415;width:2;height:348" coordorigin="9535,1415" coordsize="0,348" path="m9535,1415l9535,1763e" filled="false" stroked="true" strokeweight=".8322pt" strokecolor="#231f20">
                <v:path arrowok="t"/>
              </v:shape>
            </v:group>
            <v:group style="position:absolute;left:2399;top:1480;width:3777;height:2" coordorigin="2399,1480" coordsize="3777,2">
              <v:shape style="position:absolute;left:2399;top:1480;width:3777;height:2" coordorigin="2399,1480" coordsize="3777,0" path="m2399,1480l6175,1480e" filled="false" stroked="true" strokeweight=".569103pt" strokecolor="#231f20">
                <v:path arrowok="t"/>
              </v:shape>
            </v:group>
            <v:group style="position:absolute;left:2300;top:1446;width:122;height:67" coordorigin="2300,1446" coordsize="122,67">
              <v:shape style="position:absolute;left:2300;top:1446;width:122;height:67" coordorigin="2300,1446" coordsize="122,67" path="m2422,1512l2300,1479,2422,1446,2422,1512xe" filled="true" fillcolor="#231f20" stroked="false">
                <v:path arrowok="t"/>
                <v:fill type="solid"/>
              </v:shape>
            </v:group>
            <v:group style="position:absolute;left:6153;top:1446;width:122;height:67" coordorigin="6153,1446" coordsize="122,67">
              <v:shape style="position:absolute;left:6153;top:1446;width:122;height:67" coordorigin="6153,1446" coordsize="122,67" path="m6153,1512l6153,1446,6275,1479,6153,1512xe" filled="true" fillcolor="#231f20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Myriad Pro"/>
          <w:color w:val="231F20"/>
          <w:spacing w:val="-8"/>
        </w:rPr>
        <w:t>f.</w:t>
      </w:r>
      <w:r>
        <w:rPr>
          <w:rFonts w:ascii="Myriad Pro"/>
        </w:rPr>
      </w:r>
    </w:p>
    <w:p>
      <w:pPr>
        <w:spacing w:line="240" w:lineRule="auto" w:before="3"/>
        <w:rPr>
          <w:rFonts w:ascii="Myriad Pro" w:hAnsi="Myriad Pro" w:cs="Myriad Pro" w:eastAsia="Myriad Pro"/>
          <w:sz w:val="21"/>
          <w:szCs w:val="21"/>
        </w:rPr>
      </w:pPr>
    </w:p>
    <w:p>
      <w:pPr>
        <w:spacing w:line="200" w:lineRule="atLeast"/>
        <w:ind w:left="638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19.25pt;height:378.6pt;mso-position-horizontal-relative:char;mso-position-vertical-relative:line" coordorigin="0,0" coordsize="385,7572">
            <v:shape style="position:absolute;left:0;top:0;width:385;height:7571" type="#_x0000_t75" stroked="false">
              <v:imagedata r:id="rId42" o:title=""/>
            </v:shape>
            <v:shape style="position:absolute;left:41;top:1005;width:166;height:228" type="#_x0000_t202" filled="false" stroked="false">
              <v:textbox inset="0,0,0,0">
                <w:txbxContent>
                  <w:p>
                    <w:pPr>
                      <w:spacing w:line="228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color w:val="231F20"/>
                        <w:spacing w:val="-4"/>
                        <w:sz w:val="22"/>
                      </w:rPr>
                      <w:t>g.</w:t>
                    </w:r>
                    <w:r>
                      <w:rPr>
                        <w:rFonts w:ascii="Myriad Pro"/>
                        <w:sz w:val="22"/>
                      </w:rPr>
                    </w:r>
                  </w:p>
                </w:txbxContent>
              </v:textbox>
              <w10:wrap type="none"/>
            </v:shape>
            <v:shape style="position:absolute;left:41;top:2497;width:172;height:228" type="#_x0000_t202" filled="false" stroked="false">
              <v:textbox inset="0,0,0,0">
                <w:txbxContent>
                  <w:p>
                    <w:pPr>
                      <w:spacing w:line="228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color w:val="231F20"/>
                        <w:sz w:val="22"/>
                      </w:rPr>
                      <w:t>h.</w:t>
                    </w:r>
                    <w:r>
                      <w:rPr>
                        <w:rFonts w:ascii="Myriad Pro"/>
                        <w:sz w:val="22"/>
                      </w:rPr>
                    </w:r>
                  </w:p>
                </w:txbxContent>
              </v:textbox>
              <w10:wrap type="none"/>
            </v:shape>
            <v:shape style="position:absolute;left:41;top:3989;width:100;height:228" type="#_x0000_t202" filled="false" stroked="false">
              <v:textbox inset="0,0,0,0">
                <w:txbxContent>
                  <w:p>
                    <w:pPr>
                      <w:spacing w:line="228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color w:val="231F20"/>
                        <w:sz w:val="22"/>
                      </w:rPr>
                      <w:t>i.</w:t>
                    </w:r>
                    <w:r>
                      <w:rPr>
                        <w:rFonts w:ascii="Myriad Pro"/>
                        <w:sz w:val="22"/>
                      </w:rPr>
                    </w:r>
                  </w:p>
                </w:txbxContent>
              </v:textbox>
              <w10:wrap type="none"/>
            </v:shape>
            <v:shape style="position:absolute;left:41;top:5481;width:97;height:228" type="#_x0000_t202" filled="false" stroked="false">
              <v:textbox inset="0,0,0,0">
                <w:txbxContent>
                  <w:p>
                    <w:pPr>
                      <w:spacing w:line="228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color w:val="231F20"/>
                        <w:spacing w:val="-3"/>
                        <w:sz w:val="22"/>
                      </w:rPr>
                      <w:t>j.</w:t>
                    </w:r>
                    <w:r>
                      <w:rPr>
                        <w:rFonts w:ascii="Myriad Pro"/>
                        <w:sz w:val="22"/>
                      </w:rPr>
                    </w:r>
                  </w:p>
                </w:txbxContent>
              </v:textbox>
              <w10:wrap type="none"/>
            </v:shape>
            <v:shape style="position:absolute;left:41;top:6973;width:159;height:228" type="#_x0000_t202" filled="false" stroked="false">
              <v:textbox inset="0,0,0,0">
                <w:txbxContent>
                  <w:p>
                    <w:pPr>
                      <w:spacing w:line="228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color w:val="231F20"/>
                        <w:spacing w:val="2"/>
                        <w:sz w:val="22"/>
                      </w:rPr>
                      <w:t>k.</w:t>
                    </w:r>
                    <w:r>
                      <w:rPr>
                        <w:rFonts w:ascii="Myriad Pro"/>
                        <w:sz w:val="22"/>
                      </w:rPr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pStyle w:val="BodyText"/>
        <w:tabs>
          <w:tab w:pos="10719" w:val="right" w:leader="none"/>
        </w:tabs>
        <w:spacing w:line="240" w:lineRule="auto" w:before="194"/>
        <w:ind w:left="560" w:right="0"/>
        <w:jc w:val="left"/>
        <w:rPr>
          <w:rFonts w:ascii="Arial" w:hAnsi="Arial" w:cs="Arial" w:eastAsia="Arial"/>
          <w:sz w:val="24"/>
          <w:szCs w:val="24"/>
        </w:rPr>
      </w:pPr>
      <w:r>
        <w:rPr>
          <w:color w:val="414042"/>
          <w:spacing w:val="-5"/>
        </w:rPr>
        <w:t>Youth</w:t>
      </w:r>
      <w:r>
        <w:rPr>
          <w:color w:val="414042"/>
        </w:rPr>
        <w:t> Explore </w:t>
      </w:r>
      <w:r>
        <w:rPr>
          <w:color w:val="414042"/>
          <w:spacing w:val="-4"/>
        </w:rPr>
        <w:t>Trades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pacing w:val="-3"/>
          <w:sz w:val="24"/>
        </w:rPr>
        <w:t>21</w:t>
      </w:r>
      <w:r>
        <w:rPr>
          <w:rFonts w:ascii="Arial"/>
          <w:sz w:val="24"/>
        </w:rPr>
      </w:r>
    </w:p>
    <w:p>
      <w:pPr>
        <w:spacing w:after="0" w:line="240" w:lineRule="auto"/>
        <w:jc w:val="left"/>
        <w:rPr>
          <w:rFonts w:ascii="Arial" w:hAnsi="Arial" w:cs="Arial" w:eastAsia="Arial"/>
          <w:sz w:val="24"/>
          <w:szCs w:val="24"/>
        </w:rPr>
        <w:sectPr>
          <w:footerReference w:type="default" r:id="rId39"/>
          <w:pgSz w:w="12240" w:h="15840"/>
          <w:pgMar w:footer="0" w:header="630" w:top="1080" w:bottom="280" w:left="880" w:right="340"/>
        </w:sect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39"/>
          <w:szCs w:val="39"/>
        </w:rPr>
      </w:pPr>
    </w:p>
    <w:p>
      <w:pPr>
        <w:pStyle w:val="Heading1"/>
        <w:spacing w:line="240" w:lineRule="auto" w:before="0"/>
        <w:ind w:left="1060" w:right="0"/>
        <w:jc w:val="left"/>
        <w:rPr>
          <w:b w:val="0"/>
          <w:bCs w:val="0"/>
        </w:rPr>
      </w:pPr>
      <w:r>
        <w:rPr>
          <w:color w:val="4F61AB"/>
          <w:spacing w:val="-3"/>
        </w:rPr>
        <w:t>Answer</w:t>
      </w:r>
      <w:r>
        <w:rPr>
          <w:color w:val="4F61AB"/>
          <w:spacing w:val="-5"/>
        </w:rPr>
        <w:t> </w:t>
      </w:r>
      <w:r>
        <w:rPr>
          <w:color w:val="4F61AB"/>
          <w:spacing w:val="-6"/>
        </w:rPr>
        <w:t>Key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40" w:lineRule="auto" w:before="192"/>
        <w:ind w:left="1080" w:right="0"/>
        <w:jc w:val="left"/>
      </w:pPr>
      <w:r>
        <w:rPr>
          <w:color w:val="4C4D4F"/>
          <w:spacing w:val="-6"/>
        </w:rPr>
        <w:t>1.</w:t>
      </w:r>
      <w:r>
        <w:rPr>
          <w:color w:val="4C4D4F"/>
        </w:rPr>
        <w:t> 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a.</w:t>
      </w:r>
      <w:r>
        <w:rPr>
          <w:color w:val="4C4D4F"/>
        </w:rPr>
        <w:t> </w:t>
      </w:r>
      <w:r>
        <w:rPr>
          <w:color w:val="4C4D4F"/>
          <w:spacing w:val="1"/>
        </w:rPr>
        <w:t>6'-5"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1432" w:right="0"/>
        <w:jc w:val="left"/>
      </w:pPr>
      <w:r>
        <w:rPr>
          <w:color w:val="4C4D4F"/>
          <w:spacing w:val="-3"/>
        </w:rPr>
        <w:t>b.</w:t>
      </w:r>
      <w:r>
        <w:rPr>
          <w:color w:val="4C4D4F"/>
        </w:rPr>
        <w:t> </w:t>
      </w:r>
      <w:r>
        <w:rPr>
          <w:color w:val="4C4D4F"/>
          <w:spacing w:val="-4"/>
        </w:rPr>
        <w:t>12'-10"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1432" w:right="0"/>
        <w:jc w:val="left"/>
      </w:pPr>
      <w:r>
        <w:rPr>
          <w:color w:val="4C4D4F"/>
        </w:rPr>
        <w:t>c. </w:t>
      </w:r>
      <w:r>
        <w:rPr>
          <w:color w:val="4C4D4F"/>
          <w:spacing w:val="1"/>
        </w:rPr>
        <w:t>1'-6"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1432" w:right="0"/>
        <w:jc w:val="left"/>
      </w:pPr>
      <w:r>
        <w:rPr>
          <w:color w:val="4C4D4F"/>
          <w:spacing w:val="-2"/>
        </w:rPr>
        <w:t>d.</w:t>
      </w:r>
      <w:r>
        <w:rPr>
          <w:color w:val="4C4D4F"/>
        </w:rPr>
        <w:t> </w:t>
      </w:r>
      <w:r>
        <w:rPr>
          <w:color w:val="4C4D4F"/>
          <w:spacing w:val="1"/>
        </w:rPr>
        <w:t>4'-9"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1432" w:right="0"/>
        <w:jc w:val="left"/>
      </w:pPr>
      <w:r>
        <w:rPr>
          <w:color w:val="4C4D4F"/>
          <w:spacing w:val="-2"/>
        </w:rPr>
        <w:t>e.</w:t>
      </w:r>
      <w:r>
        <w:rPr>
          <w:color w:val="4C4D4F"/>
        </w:rPr>
        <w:t> </w:t>
      </w:r>
      <w:r>
        <w:rPr>
          <w:color w:val="4C4D4F"/>
          <w:spacing w:val="3"/>
        </w:rPr>
        <w:t>0'-6"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1493" w:right="0"/>
        <w:jc w:val="left"/>
      </w:pPr>
      <w:r>
        <w:rPr>
          <w:color w:val="4C4D4F"/>
          <w:spacing w:val="-4"/>
        </w:rPr>
        <w:t>f.</w:t>
      </w:r>
      <w:r>
        <w:rPr>
          <w:color w:val="4C4D4F"/>
        </w:rPr>
        <w:t> </w:t>
      </w:r>
      <w:r>
        <w:rPr>
          <w:color w:val="4C4D4F"/>
          <w:spacing w:val="-7"/>
        </w:rPr>
        <w:t>0'-11"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1432" w:right="0"/>
        <w:jc w:val="left"/>
      </w:pPr>
      <w:r>
        <w:rPr>
          <w:color w:val="4C4D4F"/>
          <w:spacing w:val="-2"/>
        </w:rPr>
        <w:t>g.</w:t>
      </w:r>
      <w:r>
        <w:rPr>
          <w:color w:val="4C4D4F"/>
        </w:rPr>
        <w:t> </w:t>
      </w:r>
      <w:r>
        <w:rPr>
          <w:color w:val="4C4D4F"/>
          <w:spacing w:val="3"/>
        </w:rPr>
        <w:t>2'-0"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1432" w:right="0"/>
        <w:jc w:val="left"/>
      </w:pPr>
      <w:r>
        <w:rPr>
          <w:color w:val="4C4D4F"/>
          <w:spacing w:val="-2"/>
        </w:rPr>
        <w:t>h.</w:t>
      </w:r>
      <w:r>
        <w:rPr>
          <w:color w:val="4C4D4F"/>
        </w:rPr>
        <w:t> </w:t>
      </w:r>
      <w:r>
        <w:rPr>
          <w:color w:val="4C4D4F"/>
          <w:spacing w:val="1"/>
        </w:rPr>
        <w:t>0'-3"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1432" w:right="0"/>
        <w:jc w:val="left"/>
      </w:pPr>
      <w:r>
        <w:rPr>
          <w:color w:val="4C4D4F"/>
          <w:spacing w:val="-2"/>
        </w:rPr>
        <w:t>i.</w:t>
      </w:r>
      <w:r>
        <w:rPr>
          <w:color w:val="4C4D4F"/>
        </w:rPr>
        <w:t> 1'-9"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1432" w:right="0"/>
        <w:jc w:val="left"/>
      </w:pPr>
      <w:r>
        <w:rPr>
          <w:color w:val="4C4D4F"/>
          <w:spacing w:val="-2"/>
        </w:rPr>
        <w:t>j.</w:t>
      </w:r>
      <w:r>
        <w:rPr>
          <w:color w:val="4C4D4F"/>
        </w:rPr>
        <w:t> </w:t>
      </w:r>
      <w:r>
        <w:rPr>
          <w:color w:val="4C4D4F"/>
          <w:spacing w:val="-7"/>
        </w:rPr>
        <w:t>2'-11"</w:t>
      </w:r>
      <w:r>
        <w:rPr/>
      </w:r>
    </w:p>
    <w:sectPr>
      <w:headerReference w:type="even" r:id="rId43"/>
      <w:footerReference w:type="even" r:id="rId44"/>
      <w:pgSz w:w="12240" w:h="15840"/>
      <w:pgMar w:header="630" w:footer="643" w:top="1080" w:bottom="840" w:left="340" w:right="880"/>
      <w:pgNumType w:start="2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Myriad Pro">
    <w:altName w:val="Myriad Pro"/>
    <w:charset w:val="0"/>
    <w:family w:val="roman"/>
    <w:pitch w:val="variable"/>
  </w:font>
  <w:font w:name="Myriad Pro Semibold">
    <w:altName w:val="Myriad Pro Semibold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0892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08904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0888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08856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6741pt;width:10.7pt;height:14pt;mso-position-horizontal-relative:page;mso-position-vertical-relative:page;z-index:-10868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043pt;width:135.3pt;height:13pt;mso-position-horizontal-relative:page;mso-position-vertical-relative:page;z-index:-108664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  <w:r>
      <w:rPr/>
      <w:pict>
        <v:shape style="position:absolute;margin-left:283.040009pt;margin-top:750.929993pt;width:278.7pt;height:11pt;mso-position-horizontal-relative:page;mso-position-vertical-relative:page;z-index:-108640" type="#_x0000_t202" filled="false" stroked="false">
          <v:textbox inset="0,0,0,0">
            <w:txbxContent>
              <w:p>
                <w:pPr>
                  <w:spacing w:line="204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“Download</w:t>
                </w:r>
                <w:r>
                  <w:rPr>
                    <w:rFonts w:ascii="Arial" w:hAnsi="Arial" w:cs="Arial" w:eastAsia="Arial"/>
                    <w:color w:val="808285"/>
                    <w:sz w:val="18"/>
                    <w:szCs w:val="18"/>
                  </w:rPr>
                  <w:t> for </w:t>
                </w: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fre</w:t>
                </w:r>
                <w:hyperlink r:id="rId1"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e</w:t>
                  </w:r>
                  <w:r>
                    <w:rPr>
                      <w:rFonts w:ascii="Arial" w:hAnsi="Arial" w:cs="Arial" w:eastAsia="Arial"/>
                      <w:color w:val="808285"/>
                      <w:sz w:val="18"/>
                      <w:szCs w:val="18"/>
                    </w:rPr>
                    <w:t> at </w:t>
                  </w:r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http://open.bccampus.ca/find-open-textbooks/</w:t>
                  </w:r>
                </w:hyperlink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”</w:t>
                </w:r>
                <w:r>
                  <w:rPr>
                    <w:rFonts w:ascii="Arial" w:hAnsi="Arial" w:cs="Arial" w:eastAsia="Arial"/>
                    <w:sz w:val="18"/>
                    <w:szCs w:val="18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6741pt;width:16.9pt;height:14pt;mso-position-horizontal-relative:page;mso-position-vertical-relative:page;z-index:-10861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043pt;width:135.3pt;height:13pt;mso-position-horizontal-relative:page;mso-position-vertical-relative:page;z-index:-108592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  <w:r>
      <w:rPr/>
      <w:pict>
        <v:shape style="position:absolute;margin-left:49.959999pt;margin-top:750.929993pt;width:278.7pt;height:11pt;mso-position-horizontal-relative:page;mso-position-vertical-relative:page;z-index:-108568" type="#_x0000_t202" filled="false" stroked="false">
          <v:textbox inset="0,0,0,0">
            <w:txbxContent>
              <w:p>
                <w:pPr>
                  <w:spacing w:line="204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“Download</w:t>
                </w:r>
                <w:r>
                  <w:rPr>
                    <w:rFonts w:ascii="Arial" w:hAnsi="Arial" w:cs="Arial" w:eastAsia="Arial"/>
                    <w:color w:val="808285"/>
                    <w:sz w:val="18"/>
                    <w:szCs w:val="18"/>
                  </w:rPr>
                  <w:t> for </w:t>
                </w: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fre</w:t>
                </w:r>
                <w:hyperlink r:id="rId1"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e</w:t>
                  </w:r>
                  <w:r>
                    <w:rPr>
                      <w:rFonts w:ascii="Arial" w:hAnsi="Arial" w:cs="Arial" w:eastAsia="Arial"/>
                      <w:color w:val="808285"/>
                      <w:sz w:val="18"/>
                      <w:szCs w:val="18"/>
                    </w:rPr>
                    <w:t> at </w:t>
                  </w:r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http://open.bccampus.ca/find-open-textbooks/</w:t>
                  </w:r>
                </w:hyperlink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”</w:t>
                </w:r>
                <w:r>
                  <w:rPr>
                    <w:rFonts w:ascii="Arial" w:hAnsi="Arial" w:cs="Arial" w:eastAsia="Arial"/>
                    <w:sz w:val="18"/>
                    <w:szCs w:val="18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65.113220pt;margin-top:748.846741pt;width:16.9pt;height:14pt;mso-position-horizontal-relative:page;mso-position-vertical-relative:page;z-index:-10854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043pt;width:135.3pt;height:13pt;mso-position-horizontal-relative:page;mso-position-vertical-relative:page;z-index:-108520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  <w:r>
      <w:rPr/>
      <w:pict>
        <v:shape style="position:absolute;margin-left:283.040009pt;margin-top:750.929993pt;width:278.7pt;height:11pt;mso-position-horizontal-relative:page;mso-position-vertical-relative:page;z-index:-108496" type="#_x0000_t202" filled="false" stroked="false">
          <v:textbox inset="0,0,0,0">
            <w:txbxContent>
              <w:p>
                <w:pPr>
                  <w:spacing w:line="204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“Download</w:t>
                </w:r>
                <w:r>
                  <w:rPr>
                    <w:rFonts w:ascii="Arial" w:hAnsi="Arial" w:cs="Arial" w:eastAsia="Arial"/>
                    <w:color w:val="808285"/>
                    <w:sz w:val="18"/>
                    <w:szCs w:val="18"/>
                  </w:rPr>
                  <w:t> for </w:t>
                </w: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fre</w:t>
                </w:r>
                <w:hyperlink r:id="rId1"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e</w:t>
                  </w:r>
                  <w:r>
                    <w:rPr>
                      <w:rFonts w:ascii="Arial" w:hAnsi="Arial" w:cs="Arial" w:eastAsia="Arial"/>
                      <w:color w:val="808285"/>
                      <w:sz w:val="18"/>
                      <w:szCs w:val="18"/>
                    </w:rPr>
                    <w:t> at </w:t>
                  </w:r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http://open.bccampus.ca/find-open-textbooks/</w:t>
                  </w:r>
                </w:hyperlink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”</w:t>
                </w:r>
                <w:r>
                  <w:rPr>
                    <w:rFonts w:ascii="Arial" w:hAnsi="Arial" w:cs="Arial" w:eastAsia="Arial"/>
                    <w:sz w:val="18"/>
                    <w:szCs w:val="18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6741pt;width:16.8pt;height:14pt;mso-position-horizontal-relative:page;mso-position-vertical-relative:page;z-index:-10847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043pt;width:135.3pt;height:13pt;mso-position-horizontal-relative:page;mso-position-vertical-relative:page;z-index:-108448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  <w:r>
      <w:rPr/>
      <w:pict>
        <v:shape style="position:absolute;margin-left:49.959999pt;margin-top:750.929993pt;width:278.7pt;height:11pt;mso-position-horizontal-relative:page;mso-position-vertical-relative:page;z-index:-108424" type="#_x0000_t202" filled="false" stroked="false">
          <v:textbox inset="0,0,0,0">
            <w:txbxContent>
              <w:p>
                <w:pPr>
                  <w:spacing w:line="204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“Download</w:t>
                </w:r>
                <w:r>
                  <w:rPr>
                    <w:rFonts w:ascii="Arial" w:hAnsi="Arial" w:cs="Arial" w:eastAsia="Arial"/>
                    <w:color w:val="808285"/>
                    <w:sz w:val="18"/>
                    <w:szCs w:val="18"/>
                  </w:rPr>
                  <w:t> for </w:t>
                </w: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fre</w:t>
                </w:r>
                <w:hyperlink r:id="rId1"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e</w:t>
                  </w:r>
                  <w:r>
                    <w:rPr>
                      <w:rFonts w:ascii="Arial" w:hAnsi="Arial" w:cs="Arial" w:eastAsia="Arial"/>
                      <w:color w:val="808285"/>
                      <w:sz w:val="18"/>
                      <w:szCs w:val="18"/>
                    </w:rPr>
                    <w:t> at </w:t>
                  </w:r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http://open.bccampus.ca/find-open-textbooks/</w:t>
                  </w:r>
                </w:hyperlink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”</w:t>
                </w:r>
                <w:r>
                  <w:rPr>
                    <w:rFonts w:ascii="Arial" w:hAnsi="Arial" w:cs="Arial" w:eastAsia="Arial"/>
                    <w:sz w:val="18"/>
                    <w:szCs w:val="18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7.4pt;height:14pt;mso-position-horizontal-relative:page;mso-position-vertical-relative:page;z-index:-10840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08376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7.4pt;height:14pt;mso-position-horizontal-relative:page;mso-position-vertical-relative:page;z-index:-10828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08256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09072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090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4.262085pt;margin-top:37.740337pt;width:177.25pt;height:13pt;mso-position-horizontal-relative:page;mso-position-vertical-relative:page;z-index:-1090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0900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80.650pt;height:13pt;mso-position-horizontal-relative:page;mso-position-vertical-relative:page;z-index:-1089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Scale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Dimensioning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(Mechanical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Board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Drafting)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64.262085pt;margin-top:37.240337pt;width:177.25pt;height:13pt;mso-position-horizontal-relative:page;mso-position-vertical-relative:page;z-index:-1089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08832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77.25pt;height:13pt;mso-position-horizontal-relative:page;mso-position-vertical-relative:page;z-index:-1088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00.882111pt;margin-top:37.240337pt;width:280.650pt;height:13pt;mso-position-horizontal-relative:page;mso-position-vertical-relative:page;z-index:-1087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Scale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Dimensioning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(Mechanical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Board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Drafting)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0876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80.650pt;height:13pt;mso-position-horizontal-relative:page;mso-position-vertical-relative:page;z-index:-1087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Scale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Dimensioning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(Mechanical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Board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Drafting)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64.262085pt;margin-top:37.240337pt;width:177.25pt;height:13pt;mso-position-horizontal-relative:page;mso-position-vertical-relative:page;z-index:-1087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0835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80.650pt;height:13pt;mso-position-horizontal-relative:page;mso-position-vertical-relative:page;z-index:-10832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Scale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Dimensioning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(Mechanical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Board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Drafting)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64.262085pt;margin-top:37.240337pt;width:177.25pt;height:13pt;mso-position-horizontal-relative:page;mso-position-vertical-relative:page;z-index:-1083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1">
    <w:multiLevelType w:val="hybridMultilevel"/>
    <w:lvl w:ilvl="0">
      <w:start w:val="11"/>
      <w:numFmt w:val="decimal"/>
      <w:lvlText w:val="%1."/>
      <w:lvlJc w:val="left"/>
      <w:pPr>
        <w:ind w:left="1291" w:hanging="371"/>
        <w:jc w:val="left"/>
      </w:pPr>
      <w:rPr>
        <w:rFonts w:hint="default" w:ascii="Myriad Pro" w:hAnsi="Myriad Pro" w:eastAsia="Myriad Pro"/>
        <w:color w:val="231F20"/>
        <w:spacing w:val="2"/>
        <w:w w:val="102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20"/>
        <w:jc w:val="lef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2">
      <w:start w:val="1"/>
      <w:numFmt w:val="bullet"/>
      <w:lvlText w:val="•"/>
      <w:lvlJc w:val="left"/>
      <w:pPr>
        <w:ind w:left="1922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05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88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371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854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337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820" w:hanging="32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•"/>
      <w:lvlJc w:val="left"/>
      <w:pPr>
        <w:ind w:left="272" w:hanging="165"/>
      </w:pPr>
      <w:rPr>
        <w:rFonts w:hint="default" w:ascii="Myriad Pro" w:hAnsi="Myriad Pro" w:eastAsia="Myriad Pro"/>
        <w:color w:val="231F20"/>
        <w:w w:val="102"/>
        <w:sz w:val="20"/>
        <w:szCs w:val="20"/>
      </w:rPr>
    </w:lvl>
    <w:lvl w:ilvl="1">
      <w:start w:val="1"/>
      <w:numFmt w:val="bullet"/>
      <w:lvlText w:val="•"/>
      <w:lvlJc w:val="left"/>
      <w:pPr>
        <w:ind w:left="501" w:hanging="1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29" w:hanging="1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57" w:hanging="1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86" w:hanging="1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414" w:hanging="1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642" w:hanging="1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871" w:hanging="1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099" w:hanging="165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•"/>
      <w:lvlJc w:val="left"/>
      <w:pPr>
        <w:ind w:left="272" w:hanging="165"/>
      </w:pPr>
      <w:rPr>
        <w:rFonts w:hint="default" w:ascii="Myriad Pro" w:hAnsi="Myriad Pro" w:eastAsia="Myriad Pro"/>
        <w:color w:val="231F20"/>
        <w:w w:val="102"/>
        <w:sz w:val="20"/>
        <w:szCs w:val="20"/>
      </w:rPr>
    </w:lvl>
    <w:lvl w:ilvl="1">
      <w:start w:val="1"/>
      <w:numFmt w:val="bullet"/>
      <w:lvlText w:val="•"/>
      <w:lvlJc w:val="left"/>
      <w:pPr>
        <w:ind w:left="501" w:hanging="1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29" w:hanging="1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57" w:hanging="1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86" w:hanging="1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414" w:hanging="1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642" w:hanging="1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871" w:hanging="1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099" w:hanging="165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•"/>
      <w:lvlJc w:val="left"/>
      <w:pPr>
        <w:ind w:left="272" w:hanging="165"/>
      </w:pPr>
      <w:rPr>
        <w:rFonts w:hint="default" w:ascii="Myriad Pro" w:hAnsi="Myriad Pro" w:eastAsia="Myriad Pro"/>
        <w:color w:val="231F20"/>
        <w:w w:val="102"/>
        <w:sz w:val="20"/>
        <w:szCs w:val="20"/>
      </w:rPr>
    </w:lvl>
    <w:lvl w:ilvl="1">
      <w:start w:val="1"/>
      <w:numFmt w:val="bullet"/>
      <w:lvlText w:val="•"/>
      <w:lvlJc w:val="left"/>
      <w:pPr>
        <w:ind w:left="501" w:hanging="1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29" w:hanging="1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57" w:hanging="1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86" w:hanging="1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414" w:hanging="1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642" w:hanging="1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871" w:hanging="1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099" w:hanging="165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"/>
      <w:lvlJc w:val="left"/>
      <w:pPr>
        <w:ind w:left="2530" w:hanging="275"/>
        <w:jc w:val="left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2530" w:hanging="275"/>
        <w:jc w:val="left"/>
      </w:pPr>
      <w:rPr>
        <w:rFonts w:hint="default" w:ascii="Myriad Pro" w:hAnsi="Myriad Pro" w:eastAsia="Myriad Pro"/>
        <w:color w:val="231F20"/>
        <w:w w:val="102"/>
        <w:sz w:val="20"/>
        <w:szCs w:val="20"/>
      </w:rPr>
    </w:lvl>
    <w:lvl w:ilvl="2">
      <w:start w:val="1"/>
      <w:numFmt w:val="decimal"/>
      <w:lvlText w:val="%3."/>
      <w:lvlJc w:val="left"/>
      <w:pPr>
        <w:ind w:left="3510" w:hanging="192"/>
        <w:jc w:val="left"/>
      </w:pPr>
      <w:rPr>
        <w:rFonts w:hint="default" w:ascii="Myriad Pro" w:hAnsi="Myriad Pro" w:eastAsia="Myriad Pro"/>
        <w:color w:val="231F20"/>
        <w:w w:val="102"/>
        <w:sz w:val="20"/>
        <w:szCs w:val="20"/>
      </w:rPr>
    </w:lvl>
    <w:lvl w:ilvl="3">
      <w:start w:val="1"/>
      <w:numFmt w:val="bullet"/>
      <w:lvlText w:val="•"/>
      <w:lvlJc w:val="left"/>
      <w:pPr>
        <w:ind w:left="5179" w:hanging="19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13" w:hanging="1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48" w:hanging="1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82" w:hanging="1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16" w:hanging="1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51" w:hanging="192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3177" w:hanging="192"/>
        <w:jc w:val="left"/>
      </w:pPr>
      <w:rPr>
        <w:rFonts w:hint="default" w:ascii="Myriad Pro" w:hAnsi="Myriad Pro" w:eastAsia="Myriad Pro"/>
        <w:color w:val="231F20"/>
        <w:w w:val="102"/>
        <w:sz w:val="20"/>
        <w:szCs w:val="20"/>
      </w:rPr>
    </w:lvl>
    <w:lvl w:ilvl="1">
      <w:start w:val="1"/>
      <w:numFmt w:val="bullet"/>
      <w:lvlText w:val="•"/>
      <w:lvlJc w:val="left"/>
      <w:pPr>
        <w:ind w:left="3961" w:hanging="19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746" w:hanging="19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530" w:hanging="19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314" w:hanging="1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098" w:hanging="1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883" w:hanging="1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67" w:hanging="1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51" w:hanging="192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•"/>
      <w:lvlJc w:val="left"/>
      <w:pPr>
        <w:ind w:left="1516" w:hanging="371"/>
      </w:pPr>
      <w:rPr>
        <w:rFonts w:hint="default" w:ascii="Myriad Pro" w:hAnsi="Myriad Pro" w:eastAsia="Myriad Pro"/>
        <w:color w:val="231F20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661" w:hanging="371"/>
      </w:pPr>
      <w:rPr>
        <w:rFonts w:hint="default" w:ascii="Myriad Pro" w:hAnsi="Myriad Pro" w:eastAsia="Myriad Pro"/>
        <w:color w:val="231F20"/>
        <w:w w:val="102"/>
        <w:sz w:val="22"/>
        <w:szCs w:val="22"/>
      </w:rPr>
    </w:lvl>
    <w:lvl w:ilvl="2">
      <w:start w:val="1"/>
      <w:numFmt w:val="bullet"/>
      <w:lvlText w:val="•"/>
      <w:lvlJc w:val="left"/>
      <w:pPr>
        <w:ind w:left="3753" w:hanging="3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549" w:hanging="3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15" w:hanging="3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997" w:hanging="3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480" w:hanging="3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963" w:hanging="371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099" w:hanging="371"/>
        <w:jc w:val="left"/>
      </w:pPr>
      <w:rPr>
        <w:rFonts w:hint="default" w:ascii="Myriad Pro" w:hAnsi="Myriad Pro" w:eastAsia="Myriad Pro"/>
        <w:color w:val="231F20"/>
        <w:spacing w:val="2"/>
        <w:w w:val="102"/>
        <w:sz w:val="22"/>
        <w:szCs w:val="22"/>
      </w:rPr>
    </w:lvl>
    <w:lvl w:ilvl="1">
      <w:start w:val="1"/>
      <w:numFmt w:val="decimal"/>
      <w:lvlText w:val="%2."/>
      <w:lvlJc w:val="left"/>
      <w:pPr>
        <w:ind w:left="6201" w:hanging="212"/>
        <w:jc w:val="left"/>
      </w:pPr>
      <w:rPr>
        <w:rFonts w:hint="default" w:ascii="Myriad Pro" w:hAnsi="Myriad Pro" w:eastAsia="Myriad Pro"/>
        <w:color w:val="231F20"/>
        <w:spacing w:val="2"/>
        <w:w w:val="102"/>
        <w:sz w:val="18"/>
        <w:szCs w:val="18"/>
      </w:rPr>
    </w:lvl>
    <w:lvl w:ilvl="2">
      <w:start w:val="1"/>
      <w:numFmt w:val="bullet"/>
      <w:lvlText w:val="•"/>
      <w:lvlJc w:val="left"/>
      <w:pPr>
        <w:ind w:left="6737" w:hanging="21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272" w:hanging="2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807" w:hanging="2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343" w:hanging="2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878" w:hanging="2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413" w:hanging="2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949" w:hanging="212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900" w:hanging="320"/>
        <w:jc w:val="righ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–"/>
      <w:lvlJc w:val="left"/>
      <w:pPr>
        <w:ind w:left="2000" w:hanging="270"/>
      </w:pPr>
      <w:rPr>
        <w:rFonts w:hint="default" w:ascii="Arial" w:hAnsi="Arial" w:eastAsia="Arial"/>
        <w:color w:val="4C4D4F"/>
        <w:sz w:val="22"/>
        <w:szCs w:val="22"/>
      </w:rPr>
    </w:lvl>
    <w:lvl w:ilvl="3">
      <w:start w:val="1"/>
      <w:numFmt w:val="bullet"/>
      <w:lvlText w:val="•"/>
      <w:lvlJc w:val="left"/>
      <w:pPr>
        <w:ind w:left="3060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0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4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00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60" w:hanging="27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440" w:hanging="320"/>
        <w:jc w:val="lef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8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2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0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9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35" w:hanging="27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440" w:hanging="320"/>
        <w:jc w:val="righ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239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5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1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7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8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04" w:hanging="32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76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1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52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9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28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66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4" w:hanging="270"/>
      </w:pPr>
      <w:rPr>
        <w:rFonts w:hint="default"/>
      </w:rPr>
    </w:lvl>
  </w:abstract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920"/>
      <w:outlineLvl w:val="2"/>
    </w:pPr>
    <w:rPr>
      <w:rFonts w:ascii="Myriad Pro Semibold" w:hAnsi="Myriad Pro Semibold" w:eastAsia="Myriad Pro Semibold"/>
      <w:b/>
      <w:bCs/>
      <w:sz w:val="37"/>
      <w:szCs w:val="37"/>
    </w:rPr>
  </w:style>
  <w:style w:styleId="Heading3" w:type="paragraph">
    <w:name w:val="Heading 3"/>
    <w:basedOn w:val="Normal"/>
    <w:uiPriority w:val="1"/>
    <w:qFormat/>
    <w:pPr>
      <w:spacing w:before="51"/>
      <w:ind w:left="920"/>
      <w:outlineLvl w:val="3"/>
    </w:pPr>
    <w:rPr>
      <w:rFonts w:ascii="Myriad Pro Semibold" w:hAnsi="Myriad Pro Semibold" w:eastAsia="Myriad Pro Semibold"/>
      <w:b/>
      <w:bCs/>
      <w:sz w:val="31"/>
      <w:szCs w:val="31"/>
    </w:rPr>
  </w:style>
  <w:style w:styleId="Heading4" w:type="paragraph">
    <w:name w:val="Heading 4"/>
    <w:basedOn w:val="Normal"/>
    <w:uiPriority w:val="1"/>
    <w:qFormat/>
    <w:pPr>
      <w:ind w:left="560"/>
      <w:outlineLvl w:val="4"/>
    </w:pPr>
    <w:rPr>
      <w:rFonts w:ascii="Arial" w:hAnsi="Arial" w:eastAsia="Arial"/>
      <w:b/>
      <w:bCs/>
      <w:sz w:val="28"/>
      <w:szCs w:val="28"/>
    </w:rPr>
  </w:style>
  <w:style w:styleId="Heading5" w:type="paragraph">
    <w:name w:val="Heading 5"/>
    <w:basedOn w:val="Normal"/>
    <w:uiPriority w:val="1"/>
    <w:qFormat/>
    <w:pPr>
      <w:ind w:left="762"/>
      <w:outlineLvl w:val="5"/>
    </w:pPr>
    <w:rPr>
      <w:rFonts w:ascii="Myriad Pro Semibold" w:hAnsi="Myriad Pro Semibold" w:eastAsia="Myriad Pro Semibold"/>
      <w:b/>
      <w:bCs/>
      <w:sz w:val="26"/>
      <w:szCs w:val="26"/>
    </w:rPr>
  </w:style>
  <w:style w:styleId="Heading6" w:type="paragraph">
    <w:name w:val="Heading 6"/>
    <w:basedOn w:val="Normal"/>
    <w:uiPriority w:val="1"/>
    <w:qFormat/>
    <w:pPr>
      <w:ind w:left="40"/>
      <w:outlineLvl w:val="6"/>
    </w:pPr>
    <w:rPr>
      <w:rFonts w:ascii="Arial" w:hAnsi="Arial" w:eastAsia="Arial"/>
      <w:b/>
      <w:bCs/>
      <w:sz w:val="24"/>
      <w:szCs w:val="24"/>
    </w:rPr>
  </w:style>
  <w:style w:styleId="Heading7" w:type="paragraph">
    <w:name w:val="Heading 7"/>
    <w:basedOn w:val="Normal"/>
    <w:uiPriority w:val="1"/>
    <w:qFormat/>
    <w:pPr>
      <w:spacing w:before="61"/>
      <w:ind w:left="2393"/>
      <w:outlineLvl w:val="7"/>
    </w:pPr>
    <w:rPr>
      <w:rFonts w:ascii="Myriad Pro" w:hAnsi="Myriad Pro" w:eastAsia="Myriad Pro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hyperlink" Target="http://creativecommons.org/licenses/" TargetMode="External"/><Relationship Id="rId17" Type="http://schemas.openxmlformats.org/officeDocument/2006/relationships/footer" Target="footer3.xml"/><Relationship Id="rId18" Type="http://schemas.openxmlformats.org/officeDocument/2006/relationships/footer" Target="footer4.xml"/><Relationship Id="rId19" Type="http://schemas.openxmlformats.org/officeDocument/2006/relationships/image" Target="media/image6.png"/><Relationship Id="rId20" Type="http://schemas.openxmlformats.org/officeDocument/2006/relationships/footer" Target="footer5.xml"/><Relationship Id="rId21" Type="http://schemas.openxmlformats.org/officeDocument/2006/relationships/footer" Target="footer6.xml"/><Relationship Id="rId22" Type="http://schemas.openxmlformats.org/officeDocument/2006/relationships/image" Target="media/image7.jpeg"/><Relationship Id="rId23" Type="http://schemas.openxmlformats.org/officeDocument/2006/relationships/image" Target="media/image8.jpeg"/><Relationship Id="rId24" Type="http://schemas.openxmlformats.org/officeDocument/2006/relationships/image" Target="media/image9.png"/><Relationship Id="rId25" Type="http://schemas.openxmlformats.org/officeDocument/2006/relationships/image" Target="media/image10.png"/><Relationship Id="rId26" Type="http://schemas.openxmlformats.org/officeDocument/2006/relationships/image" Target="media/image11.png"/><Relationship Id="rId27" Type="http://schemas.openxmlformats.org/officeDocument/2006/relationships/image" Target="media/image12.png"/><Relationship Id="rId28" Type="http://schemas.openxmlformats.org/officeDocument/2006/relationships/image" Target="media/image13.png"/><Relationship Id="rId29" Type="http://schemas.openxmlformats.org/officeDocument/2006/relationships/image" Target="media/image14.png"/><Relationship Id="rId30" Type="http://schemas.openxmlformats.org/officeDocument/2006/relationships/image" Target="media/image15.png"/><Relationship Id="rId31" Type="http://schemas.openxmlformats.org/officeDocument/2006/relationships/image" Target="media/image16.png"/><Relationship Id="rId32" Type="http://schemas.openxmlformats.org/officeDocument/2006/relationships/image" Target="media/image17.png"/><Relationship Id="rId33" Type="http://schemas.openxmlformats.org/officeDocument/2006/relationships/footer" Target="footer7.xml"/><Relationship Id="rId34" Type="http://schemas.openxmlformats.org/officeDocument/2006/relationships/image" Target="media/image18.png"/><Relationship Id="rId35" Type="http://schemas.openxmlformats.org/officeDocument/2006/relationships/image" Target="media/image19.png"/><Relationship Id="rId36" Type="http://schemas.openxmlformats.org/officeDocument/2006/relationships/image" Target="media/image20.png"/><Relationship Id="rId37" Type="http://schemas.openxmlformats.org/officeDocument/2006/relationships/image" Target="media/image21.png"/><Relationship Id="rId38" Type="http://schemas.openxmlformats.org/officeDocument/2006/relationships/image" Target="media/image22.png"/><Relationship Id="rId39" Type="http://schemas.openxmlformats.org/officeDocument/2006/relationships/footer" Target="footer8.xml"/><Relationship Id="rId40" Type="http://schemas.openxmlformats.org/officeDocument/2006/relationships/image" Target="media/image23.png"/><Relationship Id="rId41" Type="http://schemas.openxmlformats.org/officeDocument/2006/relationships/image" Target="media/image24.png"/><Relationship Id="rId42" Type="http://schemas.openxmlformats.org/officeDocument/2006/relationships/image" Target="media/image25.png"/><Relationship Id="rId43" Type="http://schemas.openxmlformats.org/officeDocument/2006/relationships/header" Target="header5.xml"/><Relationship Id="rId44" Type="http://schemas.openxmlformats.org/officeDocument/2006/relationships/footer" Target="footer9.xml"/><Relationship Id="rId45" Type="http://schemas.openxmlformats.org/officeDocument/2006/relationships/numbering" Target="numbering.xml"/></Relationships>

</file>

<file path=word/_rels/footer3.xml.rels><?xml version="1.0" encoding="UTF-8" standalone="yes"?>
<Relationships xmlns="http://schemas.openxmlformats.org/package/2006/relationships"><Relationship Id="rId1" Type="http://schemas.openxmlformats.org/officeDocument/2006/relationships/hyperlink" Target="http://open.bccampus.ca/find-open-textbooks/" TargetMode="External"/></Relationships>

</file>

<file path=word/_rels/footer4.xml.rels><?xml version="1.0" encoding="UTF-8" standalone="yes"?>
<Relationships xmlns="http://schemas.openxmlformats.org/package/2006/relationships"><Relationship Id="rId1" Type="http://schemas.openxmlformats.org/officeDocument/2006/relationships/hyperlink" Target="http://open.bccampus.ca/find-open-textbooks/" TargetMode="External"/></Relationships>

</file>

<file path=word/_rels/footer5.xml.rels><?xml version="1.0" encoding="UTF-8" standalone="yes"?>
<Relationships xmlns="http://schemas.openxmlformats.org/package/2006/relationships"><Relationship Id="rId1" Type="http://schemas.openxmlformats.org/officeDocument/2006/relationships/hyperlink" Target="http://open.bccampus.ca/find-open-textbooks/" TargetMode="External"/></Relationships>

</file>

<file path=word/_rels/footer6.xml.rels><?xml version="1.0" encoding="UTF-8" standalone="yes"?>
<Relationships xmlns="http://schemas.openxmlformats.org/package/2006/relationships"><Relationship Id="rId1" Type="http://schemas.openxmlformats.org/officeDocument/2006/relationships/hyperlink" Target="http://open.bccampus.ca/find-open-textbooks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2017-12-06T15:13:22Z</dcterms:created>
  <dcterms:modified xsi:type="dcterms:W3CDTF">2017-12-06T15:13:22Z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2017-12-06T00:00:00Z</vt:filetime>
  </property>
  <property fmtid="{D5CDD505-2E9C-101B-9397-08002B2CF9AE}" pid="3" name="LastSaved">
    <vt:filetime>2017-12-06T00:00:00Z</vt:filetime>
  </property>
</Properties>
</file>